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83"/>
        <w:gridCol w:w="9407"/>
      </w:tblGrid>
      <w:tr w:rsidR="008011E3" w:rsidRPr="001D10D1" w:rsidTr="003B42F8">
        <w:trPr>
          <w:trHeight w:hRule="exact" w:val="454"/>
        </w:trPr>
        <w:tc>
          <w:tcPr>
            <w:tcW w:w="1083" w:type="dxa"/>
            <w:shd w:val="pct10" w:color="000000" w:fill="FFFFFF"/>
          </w:tcPr>
          <w:p w:rsidR="008011E3" w:rsidRPr="001D10D1" w:rsidRDefault="008011E3">
            <w:pPr>
              <w:pStyle w:val="Zkladntext"/>
              <w:tabs>
                <w:tab w:val="clear" w:pos="-240"/>
                <w:tab w:val="clear" w:pos="0"/>
                <w:tab w:val="clear" w:pos="960"/>
                <w:tab w:val="clear" w:pos="1560"/>
                <w:tab w:val="clear" w:pos="2160"/>
                <w:tab w:val="clear" w:pos="2760"/>
                <w:tab w:val="clear" w:pos="3360"/>
                <w:tab w:val="clear" w:pos="3960"/>
                <w:tab w:val="clear" w:pos="4560"/>
                <w:tab w:val="clear" w:pos="5160"/>
                <w:tab w:val="clear" w:pos="5760"/>
                <w:tab w:val="clear" w:pos="6360"/>
                <w:tab w:val="clear" w:pos="6960"/>
                <w:tab w:val="clear" w:pos="7560"/>
                <w:tab w:val="clear" w:pos="8160"/>
                <w:tab w:val="clear" w:pos="8760"/>
              </w:tabs>
              <w:jc w:val="left"/>
            </w:pPr>
            <w:r w:rsidRPr="001D10D1">
              <w:t>Žiadateľ:</w:t>
            </w:r>
          </w:p>
        </w:tc>
        <w:tc>
          <w:tcPr>
            <w:tcW w:w="9407" w:type="dxa"/>
          </w:tcPr>
          <w:p w:rsidR="008011E3" w:rsidRPr="00DA3596" w:rsidRDefault="006C31F8" w:rsidP="006C31F8">
            <w:pPr>
              <w:pStyle w:val="Zkladntext"/>
              <w:tabs>
                <w:tab w:val="clear" w:pos="-240"/>
                <w:tab w:val="clear" w:pos="0"/>
                <w:tab w:val="clear" w:pos="960"/>
                <w:tab w:val="clear" w:pos="1560"/>
                <w:tab w:val="clear" w:pos="2160"/>
                <w:tab w:val="clear" w:pos="2760"/>
                <w:tab w:val="clear" w:pos="3360"/>
                <w:tab w:val="clear" w:pos="3960"/>
                <w:tab w:val="clear" w:pos="4560"/>
                <w:tab w:val="clear" w:pos="5160"/>
                <w:tab w:val="clear" w:pos="5760"/>
                <w:tab w:val="clear" w:pos="6360"/>
                <w:tab w:val="clear" w:pos="6960"/>
                <w:tab w:val="clear" w:pos="7560"/>
                <w:tab w:val="clear" w:pos="8160"/>
                <w:tab w:val="clear" w:pos="8760"/>
              </w:tabs>
              <w:ind w:left="113"/>
              <w:jc w:val="left"/>
            </w:pPr>
            <w:r>
              <w:fldChar w:fldCharType="begin">
                <w:ffData>
                  <w:name w:val="T1"/>
                  <w:enabled/>
                  <w:calcOnExit w:val="0"/>
                  <w:textInput>
                    <w:default w:val="názov / obchodné meno"/>
                  </w:textInput>
                </w:ffData>
              </w:fldChar>
            </w:r>
            <w:bookmarkStart w:id="0" w:name="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názov / obchodné meno</w:t>
            </w:r>
            <w:r>
              <w:fldChar w:fldCharType="end"/>
            </w:r>
            <w:bookmarkEnd w:id="0"/>
            <w:r w:rsidR="004D4904">
              <w:t xml:space="preserve">, </w:t>
            </w:r>
            <w:r>
              <w:fldChar w:fldCharType="begin">
                <w:ffData>
                  <w:name w:val="T2"/>
                  <w:enabled/>
                  <w:calcOnExit w:val="0"/>
                  <w:textInput>
                    <w:default w:val="adresa sídla"/>
                    <w:maxLength w:val="100"/>
                  </w:textInput>
                </w:ffData>
              </w:fldChar>
            </w:r>
            <w:bookmarkStart w:id="1" w:name="T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adresa sídla</w:t>
            </w:r>
            <w:r>
              <w:fldChar w:fldCharType="end"/>
            </w:r>
            <w:bookmarkEnd w:id="1"/>
          </w:p>
        </w:tc>
      </w:tr>
    </w:tbl>
    <w:p w:rsidR="008011E3" w:rsidRPr="001D10D1" w:rsidRDefault="008011E3">
      <w:pPr>
        <w:pStyle w:val="Pta"/>
        <w:tabs>
          <w:tab w:val="clear" w:pos="4153"/>
          <w:tab w:val="clear" w:pos="8306"/>
        </w:tabs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490"/>
      </w:tblGrid>
      <w:tr w:rsidR="008011E3" w:rsidRPr="001D10D1" w:rsidTr="003B42F8">
        <w:trPr>
          <w:trHeight w:val="567"/>
        </w:trPr>
        <w:tc>
          <w:tcPr>
            <w:tcW w:w="10490" w:type="dxa"/>
            <w:shd w:val="pct10" w:color="000000" w:fill="FFFFFF"/>
            <w:vAlign w:val="center"/>
          </w:tcPr>
          <w:p w:rsidR="008011E3" w:rsidRPr="001D10D1" w:rsidRDefault="008011E3" w:rsidP="001B4CEA">
            <w:pPr>
              <w:pStyle w:val="Nzov"/>
              <w:tabs>
                <w:tab w:val="center" w:pos="5292"/>
              </w:tabs>
              <w:jc w:val="left"/>
            </w:pPr>
            <w:r w:rsidRPr="001D10D1">
              <w:t xml:space="preserve">Príloha OA </w:t>
            </w:r>
            <w:r w:rsidR="001B4CEA">
              <w:t>9</w:t>
            </w:r>
            <w:r w:rsidR="00E96052">
              <w:t>-2</w:t>
            </w:r>
            <w:r w:rsidR="00303288">
              <w:t>. časť</w:t>
            </w:r>
            <w:r w:rsidRPr="001D10D1">
              <w:t>:</w:t>
            </w:r>
            <w:r w:rsidRPr="001D10D1">
              <w:tab/>
              <w:t>Environmentálny overovateľ</w:t>
            </w:r>
          </w:p>
        </w:tc>
      </w:tr>
    </w:tbl>
    <w:p w:rsidR="008011E3" w:rsidRPr="001D10D1" w:rsidRDefault="008011E3">
      <w:pPr>
        <w:pStyle w:val="Hlavika"/>
        <w:tabs>
          <w:tab w:val="clear" w:pos="4536"/>
          <w:tab w:val="clear" w:pos="9072"/>
        </w:tabs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8505"/>
      </w:tblGrid>
      <w:tr w:rsidR="008011E3" w:rsidRPr="001D10D1" w:rsidTr="00746A21">
        <w:tc>
          <w:tcPr>
            <w:tcW w:w="1985" w:type="dxa"/>
            <w:shd w:val="pct10" w:color="000000" w:fill="FFFFFF"/>
            <w:vAlign w:val="center"/>
          </w:tcPr>
          <w:p w:rsidR="008011E3" w:rsidRPr="00DA3596" w:rsidRDefault="008011E3">
            <w:pPr>
              <w:pStyle w:val="BodyText31"/>
              <w:tabs>
                <w:tab w:val="clear" w:pos="284"/>
              </w:tabs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DA3596">
              <w:rPr>
                <w:sz w:val="20"/>
              </w:rPr>
              <w:t>O</w:t>
            </w:r>
            <w:r w:rsidR="00174445" w:rsidRPr="00DA3596">
              <w:rPr>
                <w:sz w:val="20"/>
              </w:rPr>
              <w:t>rgán posudzovania zhody</w:t>
            </w:r>
            <w:r w:rsidRPr="00DA3596">
              <w:rPr>
                <w:sz w:val="20"/>
              </w:rPr>
              <w:t>:</w:t>
            </w:r>
          </w:p>
        </w:tc>
        <w:bookmarkStart w:id="2" w:name="T3"/>
        <w:tc>
          <w:tcPr>
            <w:tcW w:w="8505" w:type="dxa"/>
            <w:vAlign w:val="center"/>
          </w:tcPr>
          <w:p w:rsidR="008011E3" w:rsidRPr="00DA3596" w:rsidRDefault="00746A21" w:rsidP="00746A21">
            <w:pPr>
              <w:pStyle w:val="Hlavika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 w:rsidRPr="00DA3596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zov, adresa sídla"/>
                  </w:textInput>
                </w:ffData>
              </w:fldChar>
            </w:r>
            <w:r w:rsidRPr="00DA3596">
              <w:rPr>
                <w:sz w:val="20"/>
                <w:szCs w:val="20"/>
              </w:rPr>
              <w:instrText xml:space="preserve"> FORMTEXT </w:instrText>
            </w:r>
            <w:r w:rsidRPr="00DA3596">
              <w:rPr>
                <w:sz w:val="20"/>
                <w:szCs w:val="20"/>
              </w:rPr>
            </w:r>
            <w:r w:rsidRPr="00DA3596">
              <w:rPr>
                <w:sz w:val="20"/>
                <w:szCs w:val="20"/>
              </w:rPr>
              <w:fldChar w:fldCharType="separate"/>
            </w:r>
            <w:r w:rsidRPr="00DA3596">
              <w:rPr>
                <w:noProof/>
                <w:sz w:val="20"/>
                <w:szCs w:val="20"/>
              </w:rPr>
              <w:t>názov, adresa sídla</w:t>
            </w:r>
            <w:r w:rsidRPr="00DA3596">
              <w:rPr>
                <w:sz w:val="20"/>
                <w:szCs w:val="20"/>
              </w:rPr>
              <w:fldChar w:fldCharType="end"/>
            </w:r>
            <w:bookmarkEnd w:id="2"/>
          </w:p>
        </w:tc>
      </w:tr>
    </w:tbl>
    <w:p w:rsidR="008011E3" w:rsidRPr="001D10D1" w:rsidRDefault="008011E3">
      <w:pPr>
        <w:rPr>
          <w:sz w:val="10"/>
        </w:rPr>
      </w:pPr>
    </w:p>
    <w:tbl>
      <w:tblPr>
        <w:tblW w:w="0" w:type="auto"/>
        <w:tblInd w:w="4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3261"/>
      </w:tblGrid>
      <w:tr w:rsidR="003B42F8" w:rsidRPr="001D10D1" w:rsidTr="00004F63">
        <w:trPr>
          <w:cantSplit/>
        </w:trPr>
        <w:tc>
          <w:tcPr>
            <w:tcW w:w="3118" w:type="dxa"/>
            <w:shd w:val="pct10" w:color="000000" w:fill="FFFFFF"/>
          </w:tcPr>
          <w:p w:rsidR="003B42F8" w:rsidRPr="001D10D1" w:rsidRDefault="003B42F8" w:rsidP="00004F63">
            <w:pPr>
              <w:shd w:val="pct10" w:color="000000" w:fill="FFFFFF"/>
              <w:jc w:val="center"/>
              <w:rPr>
                <w:b/>
                <w:sz w:val="16"/>
              </w:rPr>
            </w:pPr>
            <w:r w:rsidRPr="001D10D1">
              <w:rPr>
                <w:b/>
                <w:sz w:val="16"/>
              </w:rPr>
              <w:t>Číslo osvedčenia</w:t>
            </w:r>
            <w:r w:rsidRPr="001D10D1">
              <w:rPr>
                <w:b/>
                <w:sz w:val="16"/>
              </w:rPr>
              <w:br/>
            </w:r>
            <w:r w:rsidRPr="001D10D1">
              <w:rPr>
                <w:sz w:val="14"/>
              </w:rPr>
              <w:t>(Neuvádza sa pri akreditácii)</w:t>
            </w:r>
          </w:p>
        </w:tc>
        <w:tc>
          <w:tcPr>
            <w:tcW w:w="3261" w:type="dxa"/>
            <w:shd w:val="pct10" w:color="000000" w:fill="FFFFFF"/>
          </w:tcPr>
          <w:p w:rsidR="003B42F8" w:rsidRPr="001D10D1" w:rsidRDefault="003B42F8" w:rsidP="00004F63">
            <w:pPr>
              <w:shd w:val="pct10" w:color="000000" w:fill="FFFFFF"/>
              <w:rPr>
                <w:b/>
                <w:sz w:val="16"/>
              </w:rPr>
            </w:pPr>
            <w:r w:rsidRPr="001D10D1">
              <w:rPr>
                <w:b/>
                <w:sz w:val="16"/>
              </w:rPr>
              <w:t>Členské číslo registrovaného člena SNAS:</w:t>
            </w:r>
          </w:p>
          <w:p w:rsidR="003B42F8" w:rsidRPr="001D10D1" w:rsidRDefault="003B42F8" w:rsidP="00004F63">
            <w:pPr>
              <w:shd w:val="pct10" w:color="000000" w:fill="FFFFFF"/>
            </w:pPr>
            <w:r w:rsidRPr="001D10D1">
              <w:rPr>
                <w:b/>
                <w:sz w:val="14"/>
              </w:rPr>
              <w:t>(Len u registrovaných akreditovaných subjektov)</w:t>
            </w:r>
          </w:p>
        </w:tc>
      </w:tr>
      <w:tr w:rsidR="003B42F8" w:rsidRPr="001D10D1" w:rsidTr="00004F63">
        <w:trPr>
          <w:cantSplit/>
          <w:trHeight w:hRule="exact" w:val="284"/>
        </w:trPr>
        <w:tc>
          <w:tcPr>
            <w:tcW w:w="3118" w:type="dxa"/>
          </w:tcPr>
          <w:p w:rsidR="003B42F8" w:rsidRPr="001D10D1" w:rsidRDefault="00606D61" w:rsidP="00004F63">
            <w:pPr>
              <w:jc w:val="center"/>
              <w:rPr>
                <w:b/>
              </w:rPr>
            </w:pPr>
            <w:r w:rsidRPr="001D10D1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="003B42F8" w:rsidRPr="001D10D1">
              <w:rPr>
                <w:b/>
              </w:rPr>
              <w:instrText xml:space="preserve"> FORMTEXT </w:instrText>
            </w:r>
            <w:r w:rsidRPr="001D10D1">
              <w:rPr>
                <w:b/>
              </w:rPr>
            </w:r>
            <w:r w:rsidRPr="001D10D1">
              <w:rPr>
                <w:b/>
              </w:rPr>
              <w:fldChar w:fldCharType="separate"/>
            </w:r>
            <w:r w:rsidR="003B42F8" w:rsidRPr="001D10D1">
              <w:rPr>
                <w:b/>
                <w:noProof/>
              </w:rPr>
              <w:t> </w:t>
            </w:r>
            <w:r w:rsidR="003B42F8" w:rsidRPr="001D10D1">
              <w:rPr>
                <w:b/>
                <w:noProof/>
              </w:rPr>
              <w:t> </w:t>
            </w:r>
            <w:r w:rsidR="003B42F8" w:rsidRPr="001D10D1">
              <w:rPr>
                <w:b/>
                <w:noProof/>
              </w:rPr>
              <w:t> </w:t>
            </w:r>
            <w:r w:rsidR="003B42F8" w:rsidRPr="001D10D1">
              <w:rPr>
                <w:b/>
                <w:noProof/>
              </w:rPr>
              <w:t> </w:t>
            </w:r>
            <w:r w:rsidR="003B42F8" w:rsidRPr="001D10D1">
              <w:rPr>
                <w:b/>
                <w:noProof/>
              </w:rPr>
              <w:t> </w:t>
            </w:r>
            <w:r w:rsidRPr="001D10D1">
              <w:rPr>
                <w:b/>
              </w:rPr>
              <w:fldChar w:fldCharType="end"/>
            </w:r>
            <w:bookmarkEnd w:id="3"/>
          </w:p>
        </w:tc>
        <w:tc>
          <w:tcPr>
            <w:tcW w:w="3261" w:type="dxa"/>
            <w:vAlign w:val="center"/>
          </w:tcPr>
          <w:p w:rsidR="003B42F8" w:rsidRPr="001D10D1" w:rsidRDefault="00606D61" w:rsidP="00004F63">
            <w:pPr>
              <w:jc w:val="center"/>
              <w:rPr>
                <w:b/>
              </w:rPr>
            </w:pPr>
            <w:r w:rsidRPr="001D10D1">
              <w:rPr>
                <w:b/>
              </w:rPr>
              <w:fldChar w:fldCharType="begin">
                <w:ffData>
                  <w:name w:val="T4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4" w:name="T4"/>
            <w:r w:rsidR="003B42F8" w:rsidRPr="001D10D1">
              <w:rPr>
                <w:b/>
              </w:rPr>
              <w:instrText xml:space="preserve"> FORMTEXT </w:instrText>
            </w:r>
            <w:r w:rsidRPr="001D10D1">
              <w:rPr>
                <w:b/>
              </w:rPr>
            </w:r>
            <w:r w:rsidRPr="001D10D1">
              <w:rPr>
                <w:b/>
              </w:rPr>
              <w:fldChar w:fldCharType="separate"/>
            </w:r>
            <w:r w:rsidR="003B42F8" w:rsidRPr="001D10D1">
              <w:rPr>
                <w:b/>
                <w:noProof/>
              </w:rPr>
              <w:t> </w:t>
            </w:r>
            <w:r w:rsidR="003B42F8" w:rsidRPr="001D10D1">
              <w:rPr>
                <w:b/>
                <w:noProof/>
              </w:rPr>
              <w:t> </w:t>
            </w:r>
            <w:r w:rsidR="003B42F8" w:rsidRPr="001D10D1">
              <w:rPr>
                <w:b/>
                <w:noProof/>
              </w:rPr>
              <w:t> </w:t>
            </w:r>
            <w:r w:rsidRPr="001D10D1">
              <w:rPr>
                <w:b/>
              </w:rPr>
              <w:fldChar w:fldCharType="end"/>
            </w:r>
            <w:bookmarkEnd w:id="4"/>
          </w:p>
        </w:tc>
      </w:tr>
    </w:tbl>
    <w:p w:rsidR="00746A21" w:rsidRDefault="00746A21" w:rsidP="00DB5589">
      <w:pPr>
        <w:pStyle w:val="Nadpis2"/>
        <w:numPr>
          <w:ilvl w:val="0"/>
          <w:numId w:val="0"/>
        </w:numPr>
        <w:spacing w:before="0" w:after="0"/>
        <w:rPr>
          <w:i w:val="0"/>
        </w:rPr>
      </w:pPr>
    </w:p>
    <w:p w:rsidR="00920EBA" w:rsidRDefault="00E96052" w:rsidP="00E96052">
      <w:pPr>
        <w:rPr>
          <w:rFonts w:ascii="Arial" w:hAnsi="Arial" w:cs="Arial"/>
          <w:b/>
          <w:bCs/>
          <w:iCs/>
          <w:sz w:val="28"/>
          <w:szCs w:val="28"/>
        </w:rPr>
        <w:sectPr w:rsidR="00920EBA" w:rsidSect="001D7A49">
          <w:headerReference w:type="default" r:id="rId9"/>
          <w:footerReference w:type="default" r:id="rId10"/>
          <w:footerReference w:type="first" r:id="rId11"/>
          <w:type w:val="continuous"/>
          <w:pgSz w:w="11906" w:h="16838" w:code="9"/>
          <w:pgMar w:top="1418" w:right="567" w:bottom="992" w:left="851" w:header="567" w:footer="357" w:gutter="0"/>
          <w:cols w:space="708"/>
          <w:titlePg/>
          <w:docGrid w:linePitch="360"/>
        </w:sectPr>
      </w:pPr>
      <w:r w:rsidRPr="00E96052">
        <w:rPr>
          <w:rFonts w:ascii="Arial" w:hAnsi="Arial" w:cs="Arial"/>
          <w:b/>
          <w:bCs/>
          <w:iCs/>
          <w:sz w:val="28"/>
          <w:szCs w:val="28"/>
        </w:rPr>
        <w:t xml:space="preserve">Deklarovanie plnenia požiadaviek </w:t>
      </w:r>
      <w:r>
        <w:rPr>
          <w:rFonts w:ascii="Arial" w:hAnsi="Arial" w:cs="Arial"/>
          <w:b/>
          <w:bCs/>
          <w:iCs/>
          <w:sz w:val="28"/>
          <w:szCs w:val="28"/>
        </w:rPr>
        <w:t xml:space="preserve">normy </w:t>
      </w:r>
      <w:r w:rsidRPr="00E96052">
        <w:rPr>
          <w:rFonts w:ascii="Arial" w:hAnsi="Arial" w:cs="Arial"/>
          <w:b/>
          <w:bCs/>
          <w:iCs/>
          <w:sz w:val="28"/>
          <w:szCs w:val="28"/>
        </w:rPr>
        <w:t>ISO</w:t>
      </w:r>
      <w:r w:rsidR="00ED7B40">
        <w:rPr>
          <w:rFonts w:ascii="Arial" w:hAnsi="Arial" w:cs="Arial"/>
          <w:b/>
          <w:bCs/>
          <w:iCs/>
          <w:sz w:val="28"/>
          <w:szCs w:val="28"/>
        </w:rPr>
        <w:t>/IEC 17021-1: 2015</w:t>
      </w:r>
      <w:r w:rsidRPr="00E96052">
        <w:rPr>
          <w:rFonts w:ascii="Arial" w:hAnsi="Arial" w:cs="Arial"/>
          <w:b/>
          <w:bCs/>
          <w:iCs/>
          <w:sz w:val="28"/>
          <w:szCs w:val="28"/>
        </w:rPr>
        <w:t xml:space="preserve"> a</w:t>
      </w:r>
      <w:r w:rsidR="00ED7B40">
        <w:rPr>
          <w:rFonts w:ascii="Arial" w:hAnsi="Arial" w:cs="Arial"/>
          <w:b/>
          <w:bCs/>
          <w:iCs/>
          <w:sz w:val="28"/>
          <w:szCs w:val="28"/>
        </w:rPr>
        <w:t> </w:t>
      </w:r>
      <w:r w:rsidRPr="00E96052">
        <w:rPr>
          <w:rFonts w:ascii="Arial" w:hAnsi="Arial" w:cs="Arial"/>
          <w:b/>
          <w:bCs/>
          <w:iCs/>
          <w:sz w:val="28"/>
          <w:szCs w:val="28"/>
        </w:rPr>
        <w:t>na</w:t>
      </w:r>
      <w:r w:rsidR="00ED7B40">
        <w:rPr>
          <w:rFonts w:ascii="Arial" w:hAnsi="Arial" w:cs="Arial"/>
          <w:b/>
          <w:bCs/>
          <w:iCs/>
          <w:sz w:val="28"/>
          <w:szCs w:val="28"/>
        </w:rPr>
        <w:t>riadenia EP a R (ES) č. 1221/2009</w:t>
      </w:r>
    </w:p>
    <w:p w:rsidR="00E96052" w:rsidRPr="00E96052" w:rsidRDefault="00E96052" w:rsidP="00E96052">
      <w:pPr>
        <w:rPr>
          <w:sz w:val="10"/>
          <w:szCs w:val="10"/>
        </w:rPr>
      </w:pPr>
    </w:p>
    <w:p w:rsidR="00E96052" w:rsidRPr="00E96052" w:rsidRDefault="00E96052" w:rsidP="00E96052">
      <w:pPr>
        <w:keepLines/>
      </w:pPr>
    </w:p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1420"/>
        <w:gridCol w:w="3118"/>
        <w:gridCol w:w="5435"/>
      </w:tblGrid>
      <w:tr w:rsidR="00E96052" w:rsidRPr="00C404DD" w:rsidTr="00D613FB">
        <w:trPr>
          <w:trHeight w:val="262"/>
        </w:trPr>
        <w:tc>
          <w:tcPr>
            <w:tcW w:w="197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9B6C26" w:rsidRPr="00C404DD" w:rsidRDefault="009B6C26" w:rsidP="009B6C26">
            <w:pPr>
              <w:jc w:val="center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Článok normy/</w:t>
            </w:r>
          </w:p>
          <w:p w:rsidR="00E96052" w:rsidRPr="00C404DD" w:rsidRDefault="009B6C26" w:rsidP="009B6C26">
            <w:pPr>
              <w:jc w:val="center"/>
              <w:rPr>
                <w:b/>
              </w:rPr>
            </w:pPr>
            <w:r w:rsidRPr="00C404DD">
              <w:rPr>
                <w:b/>
                <w:i/>
                <w:color w:val="000000"/>
              </w:rPr>
              <w:t>nariadenia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E96052" w:rsidRPr="00C404DD" w:rsidRDefault="00E96052" w:rsidP="00E96052">
            <w:pPr>
              <w:ind w:left="105"/>
              <w:jc w:val="center"/>
              <w:rPr>
                <w:b/>
              </w:rPr>
            </w:pPr>
            <w:r w:rsidRPr="00C404DD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:rsidR="00E96052" w:rsidRPr="00C404DD" w:rsidRDefault="00D613FB" w:rsidP="00E96052">
            <w:pPr>
              <w:jc w:val="center"/>
            </w:pPr>
            <w:r w:rsidRPr="00C404DD">
              <w:rPr>
                <w:b/>
                <w:color w:val="000000"/>
              </w:rPr>
              <w:t>Popis plnenia požiadavky - odkazy na články relevantných dokumentov *)</w:t>
            </w:r>
          </w:p>
        </w:tc>
      </w:tr>
      <w:tr w:rsidR="00E96052" w:rsidRPr="00C404DD" w:rsidTr="00D613FB">
        <w:trPr>
          <w:trHeight w:val="262"/>
        </w:trPr>
        <w:tc>
          <w:tcPr>
            <w:tcW w:w="1976" w:type="dxa"/>
            <w:gridSpan w:val="2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E96052" w:rsidRPr="00C404DD" w:rsidRDefault="00E96052" w:rsidP="00E96052">
            <w:pPr>
              <w:ind w:firstLine="232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5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E96052" w:rsidRPr="00C404DD" w:rsidRDefault="00E96052" w:rsidP="00E96052">
            <w:pPr>
              <w:ind w:left="105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Všeobecné požiadavky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96052" w:rsidRPr="00C404DD" w:rsidRDefault="00E96052" w:rsidP="00E96052">
            <w:pPr>
              <w:jc w:val="center"/>
            </w:pPr>
          </w:p>
        </w:tc>
      </w:tr>
      <w:tr w:rsidR="006B5359" w:rsidRPr="00C404DD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6B5359" w:rsidRPr="00C404DD" w:rsidRDefault="006B5359" w:rsidP="00E96052">
            <w:pPr>
              <w:ind w:firstLine="232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 xml:space="preserve">5.1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6B5359" w:rsidRPr="00C404DD" w:rsidRDefault="006B5359" w:rsidP="00E96052">
            <w:pPr>
              <w:ind w:left="105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Zákonné a zmluvné aspekty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:rsidR="006B5359" w:rsidRPr="00C404DD" w:rsidRDefault="006B5359" w:rsidP="00E96052">
            <w:pPr>
              <w:jc w:val="center"/>
              <w:rPr>
                <w:b/>
                <w:color w:val="000000"/>
              </w:rPr>
            </w:pPr>
            <w:bookmarkStart w:id="5" w:name="_GoBack"/>
            <w:bookmarkEnd w:id="5"/>
          </w:p>
        </w:tc>
      </w:tr>
      <w:tr w:rsidR="006B5359" w:rsidRPr="00C404DD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6B5359" w:rsidRPr="00C404DD" w:rsidRDefault="006B5359" w:rsidP="006B5359">
            <w:pPr>
              <w:rPr>
                <w:b/>
                <w:i/>
                <w:color w:val="000000"/>
                <w:sz w:val="20"/>
                <w:szCs w:val="20"/>
              </w:rPr>
            </w:pPr>
            <w:r w:rsidRPr="00C404DD">
              <w:rPr>
                <w:b/>
                <w:i/>
                <w:color w:val="000000"/>
                <w:sz w:val="20"/>
                <w:szCs w:val="20"/>
              </w:rPr>
              <w:t xml:space="preserve">čl. 2 (20), 20 (1), </w:t>
            </w:r>
          </w:p>
          <w:p w:rsidR="006B5359" w:rsidRPr="00C404DD" w:rsidRDefault="006B5359" w:rsidP="006B5359">
            <w:pPr>
              <w:rPr>
                <w:b/>
                <w:color w:val="000000"/>
                <w:sz w:val="20"/>
                <w:szCs w:val="20"/>
              </w:rPr>
            </w:pPr>
            <w:r w:rsidRPr="00C404DD">
              <w:rPr>
                <w:b/>
                <w:i/>
                <w:color w:val="000000"/>
                <w:sz w:val="20"/>
                <w:szCs w:val="20"/>
              </w:rPr>
              <w:t>25 (1, 2)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6B5359" w:rsidRPr="00C404DD" w:rsidRDefault="006B5359" w:rsidP="00E96052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:rsidR="006B5359" w:rsidRPr="00C404DD" w:rsidRDefault="006B5359" w:rsidP="00E96052">
            <w:pPr>
              <w:jc w:val="center"/>
              <w:rPr>
                <w:b/>
                <w:color w:val="000000"/>
              </w:rPr>
            </w:pPr>
          </w:p>
        </w:tc>
      </w:tr>
      <w:tr w:rsidR="002B7856" w:rsidRPr="00C404DD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2B7856" w:rsidRPr="00C404DD" w:rsidRDefault="002B7856" w:rsidP="00E96052">
            <w:pPr>
              <w:ind w:left="232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5.2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2B7856" w:rsidRPr="00C404DD" w:rsidRDefault="002B7856" w:rsidP="00E96052">
            <w:pPr>
              <w:ind w:left="105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Manažérstvo nestrannosti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:rsidR="002B7856" w:rsidRPr="00C404DD" w:rsidRDefault="002B7856" w:rsidP="00E96052">
            <w:pPr>
              <w:jc w:val="center"/>
              <w:rPr>
                <w:b/>
                <w:color w:val="000000"/>
              </w:rPr>
            </w:pPr>
          </w:p>
        </w:tc>
      </w:tr>
      <w:tr w:rsidR="002B7856" w:rsidRPr="00C404DD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2B7856" w:rsidRPr="00C404DD" w:rsidRDefault="002B7856" w:rsidP="002B7856">
            <w:pPr>
              <w:rPr>
                <w:b/>
                <w:i/>
                <w:color w:val="000000"/>
                <w:sz w:val="20"/>
                <w:szCs w:val="20"/>
              </w:rPr>
            </w:pPr>
            <w:r w:rsidRPr="00C404DD">
              <w:rPr>
                <w:b/>
                <w:i/>
                <w:color w:val="000000"/>
                <w:sz w:val="20"/>
                <w:szCs w:val="20"/>
              </w:rPr>
              <w:t>čl. 20 (4, 5)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2B7856" w:rsidRPr="00C404DD" w:rsidRDefault="002B7856" w:rsidP="00E96052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:rsidR="002B7856" w:rsidRPr="00C404DD" w:rsidRDefault="002B7856" w:rsidP="00E96052">
            <w:pPr>
              <w:jc w:val="center"/>
              <w:rPr>
                <w:b/>
                <w:color w:val="000000"/>
              </w:rPr>
            </w:pPr>
          </w:p>
        </w:tc>
      </w:tr>
      <w:tr w:rsidR="002B7856" w:rsidRPr="00C404DD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2B7856" w:rsidRPr="00C404DD" w:rsidRDefault="002B7856" w:rsidP="00E96052">
            <w:pPr>
              <w:ind w:left="232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5.3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2B7856" w:rsidRPr="00C404DD" w:rsidRDefault="002B7856" w:rsidP="00E96052">
            <w:pPr>
              <w:ind w:left="105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Zákonná zodpovednosť a financovanie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:rsidR="002B7856" w:rsidRPr="00C404DD" w:rsidRDefault="002B7856" w:rsidP="00E96052">
            <w:pPr>
              <w:jc w:val="center"/>
              <w:rPr>
                <w:b/>
                <w:color w:val="000000"/>
              </w:rPr>
            </w:pPr>
          </w:p>
        </w:tc>
      </w:tr>
      <w:tr w:rsidR="002B7856" w:rsidRPr="00C404DD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2B7856" w:rsidRPr="00C404DD" w:rsidRDefault="002B7856" w:rsidP="002B7856">
            <w:pPr>
              <w:rPr>
                <w:b/>
                <w:i/>
                <w:color w:val="000000"/>
                <w:sz w:val="20"/>
                <w:szCs w:val="20"/>
              </w:rPr>
            </w:pPr>
            <w:r w:rsidRPr="00C404DD">
              <w:rPr>
                <w:b/>
                <w:i/>
                <w:color w:val="000000"/>
                <w:sz w:val="20"/>
                <w:szCs w:val="20"/>
              </w:rPr>
              <w:t>čl. 20 (5)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2B7856" w:rsidRPr="00C404DD" w:rsidRDefault="002B7856" w:rsidP="00E96052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:rsidR="002B7856" w:rsidRPr="00C404DD" w:rsidRDefault="002B7856" w:rsidP="00E96052">
            <w:pPr>
              <w:jc w:val="center"/>
              <w:rPr>
                <w:b/>
                <w:color w:val="000000"/>
              </w:rPr>
            </w:pPr>
          </w:p>
        </w:tc>
      </w:tr>
      <w:tr w:rsidR="00E96052" w:rsidRPr="00C404DD" w:rsidTr="00D613FB">
        <w:trPr>
          <w:gridAfter w:val="3"/>
          <w:wAfter w:w="9973" w:type="dxa"/>
          <w:trHeight w:val="262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E96052" w:rsidRPr="00C404DD" w:rsidRDefault="00E96052" w:rsidP="00E96052">
            <w:pPr>
              <w:ind w:firstLine="232"/>
              <w:rPr>
                <w:b/>
              </w:rPr>
            </w:pPr>
          </w:p>
        </w:tc>
      </w:tr>
      <w:tr w:rsidR="00E96052" w:rsidRPr="00C404DD" w:rsidTr="00D613FB">
        <w:trPr>
          <w:trHeight w:val="262"/>
        </w:trPr>
        <w:tc>
          <w:tcPr>
            <w:tcW w:w="197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E831CA" w:rsidRPr="00C404DD" w:rsidRDefault="00E831CA" w:rsidP="00E831CA">
            <w:pPr>
              <w:jc w:val="center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Článok normy/</w:t>
            </w:r>
          </w:p>
          <w:p w:rsidR="00E96052" w:rsidRPr="00C404DD" w:rsidRDefault="00E831CA" w:rsidP="00E831CA">
            <w:pPr>
              <w:jc w:val="center"/>
              <w:rPr>
                <w:b/>
                <w:color w:val="000000"/>
              </w:rPr>
            </w:pPr>
            <w:r w:rsidRPr="00C404DD">
              <w:rPr>
                <w:b/>
                <w:i/>
                <w:color w:val="000000"/>
              </w:rPr>
              <w:t>nariadenia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E96052" w:rsidRPr="00C404DD" w:rsidRDefault="00E96052" w:rsidP="00E96052">
            <w:pPr>
              <w:ind w:left="105"/>
              <w:jc w:val="center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:rsidR="00E96052" w:rsidRPr="00C404DD" w:rsidRDefault="00D613FB" w:rsidP="00E96052">
            <w:pPr>
              <w:jc w:val="center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Popis plnenia požiadavky - odkazy na články relevantných dokumentov *)</w:t>
            </w:r>
          </w:p>
        </w:tc>
      </w:tr>
      <w:tr w:rsidR="00E96052" w:rsidRPr="00C404DD" w:rsidTr="00D613FB">
        <w:trPr>
          <w:trHeight w:val="262"/>
        </w:trPr>
        <w:tc>
          <w:tcPr>
            <w:tcW w:w="1976" w:type="dxa"/>
            <w:gridSpan w:val="2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E96052" w:rsidRPr="00C404DD" w:rsidRDefault="00E96052" w:rsidP="00E96052">
            <w:pPr>
              <w:ind w:firstLine="232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6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E96052" w:rsidRPr="00C404DD" w:rsidRDefault="00B532D7" w:rsidP="00E96052">
            <w:pPr>
              <w:ind w:left="105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Štrukturálne požiadavky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96052" w:rsidRPr="00C404DD" w:rsidRDefault="00E96052" w:rsidP="00E96052">
            <w:pPr>
              <w:jc w:val="center"/>
              <w:rPr>
                <w:b/>
                <w:color w:val="000000"/>
              </w:rPr>
            </w:pPr>
          </w:p>
        </w:tc>
      </w:tr>
      <w:tr w:rsidR="002B7856" w:rsidRPr="00C404DD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2B7856" w:rsidRPr="00C404DD" w:rsidRDefault="002B7856" w:rsidP="00E96052">
            <w:pPr>
              <w:ind w:firstLine="232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6.1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2B7856" w:rsidRPr="00C404DD" w:rsidRDefault="002B7856" w:rsidP="00E96052">
            <w:pPr>
              <w:ind w:left="105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Organizačná štruktúra a vrcholový manažment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:rsidR="002B7856" w:rsidRPr="00C404DD" w:rsidRDefault="002B7856" w:rsidP="00E96052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2B7856" w:rsidRPr="00C404DD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2B7856" w:rsidRPr="00C404DD" w:rsidRDefault="002B7856" w:rsidP="002B7856">
            <w:pPr>
              <w:rPr>
                <w:b/>
                <w:i/>
                <w:color w:val="000000"/>
                <w:sz w:val="20"/>
                <w:szCs w:val="20"/>
              </w:rPr>
            </w:pPr>
            <w:r w:rsidRPr="00C404DD">
              <w:rPr>
                <w:b/>
                <w:i/>
                <w:color w:val="000000"/>
                <w:sz w:val="20"/>
                <w:szCs w:val="20"/>
              </w:rPr>
              <w:t>čl. 20 (7)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2B7856" w:rsidRPr="00C404DD" w:rsidRDefault="002B7856" w:rsidP="002B7856">
            <w:pPr>
              <w:rPr>
                <w:b/>
                <w:color w:val="000000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:rsidR="002B7856" w:rsidRPr="00C404DD" w:rsidRDefault="002B7856" w:rsidP="00E96052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2B7856" w:rsidRPr="00C404DD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2B7856" w:rsidRPr="00C404DD" w:rsidRDefault="002B7856" w:rsidP="00E96052">
            <w:pPr>
              <w:ind w:firstLine="232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6.2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2B7856" w:rsidRPr="00C404DD" w:rsidRDefault="002B7856" w:rsidP="00E96052">
            <w:pPr>
              <w:ind w:left="105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Riadenie činností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:rsidR="002B7856" w:rsidRPr="00C404DD" w:rsidRDefault="002B7856" w:rsidP="00E96052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2B7856" w:rsidRPr="00C404DD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2B7856" w:rsidRPr="00C404DD" w:rsidRDefault="002B7856" w:rsidP="002B7856">
            <w:pPr>
              <w:rPr>
                <w:b/>
                <w:i/>
                <w:color w:val="000000"/>
                <w:sz w:val="20"/>
                <w:szCs w:val="20"/>
              </w:rPr>
            </w:pPr>
            <w:r w:rsidRPr="00C404DD">
              <w:rPr>
                <w:b/>
                <w:i/>
                <w:color w:val="000000"/>
                <w:sz w:val="20"/>
                <w:szCs w:val="20"/>
              </w:rPr>
              <w:t>čl. 20 (6)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2B7856" w:rsidRPr="00C404DD" w:rsidRDefault="002B7856" w:rsidP="00E96052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:rsidR="002B7856" w:rsidRPr="00C404DD" w:rsidRDefault="002B7856" w:rsidP="00E96052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E96052" w:rsidRPr="00C404DD" w:rsidTr="00D613FB">
        <w:trPr>
          <w:gridAfter w:val="3"/>
          <w:wAfter w:w="9973" w:type="dxa"/>
          <w:trHeight w:val="262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E96052" w:rsidRPr="00C404DD" w:rsidRDefault="00E96052" w:rsidP="00E96052">
            <w:pPr>
              <w:ind w:firstLine="232"/>
              <w:rPr>
                <w:b/>
                <w:color w:val="000000"/>
              </w:rPr>
            </w:pPr>
          </w:p>
        </w:tc>
      </w:tr>
      <w:tr w:rsidR="00E96052" w:rsidRPr="00C404DD" w:rsidTr="00D613FB">
        <w:trPr>
          <w:trHeight w:val="262"/>
        </w:trPr>
        <w:tc>
          <w:tcPr>
            <w:tcW w:w="197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E831CA" w:rsidRPr="00C404DD" w:rsidRDefault="00E831CA" w:rsidP="00E831CA">
            <w:pPr>
              <w:jc w:val="center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Článok normy/</w:t>
            </w:r>
          </w:p>
          <w:p w:rsidR="00E96052" w:rsidRPr="00C404DD" w:rsidRDefault="00E831CA" w:rsidP="00E831CA">
            <w:pPr>
              <w:jc w:val="center"/>
              <w:rPr>
                <w:b/>
                <w:color w:val="000000"/>
              </w:rPr>
            </w:pPr>
            <w:r w:rsidRPr="00C404DD">
              <w:rPr>
                <w:b/>
                <w:i/>
                <w:color w:val="000000"/>
              </w:rPr>
              <w:t>nariadenia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E96052" w:rsidRPr="00C404DD" w:rsidRDefault="00E96052" w:rsidP="00E96052">
            <w:pPr>
              <w:ind w:left="105"/>
              <w:jc w:val="center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:rsidR="00E96052" w:rsidRPr="00C404DD" w:rsidRDefault="00D613FB" w:rsidP="00E96052">
            <w:pPr>
              <w:jc w:val="center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Popis plnenia požiadavky - odkazy na články relevantných dokumentov *)</w:t>
            </w:r>
          </w:p>
        </w:tc>
      </w:tr>
      <w:tr w:rsidR="00E96052" w:rsidRPr="00C404DD" w:rsidTr="00D613FB">
        <w:trPr>
          <w:trHeight w:val="262"/>
        </w:trPr>
        <w:tc>
          <w:tcPr>
            <w:tcW w:w="1976" w:type="dxa"/>
            <w:gridSpan w:val="2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E96052" w:rsidRPr="00C404DD" w:rsidRDefault="00E96052" w:rsidP="00E96052">
            <w:pPr>
              <w:ind w:firstLine="232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7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E96052" w:rsidRPr="00C404DD" w:rsidRDefault="00B532D7" w:rsidP="00E96052">
            <w:pPr>
              <w:ind w:left="105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Požiadavky na ľudské zdroje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96052" w:rsidRPr="00C404DD" w:rsidRDefault="00E96052" w:rsidP="00E96052">
            <w:pPr>
              <w:jc w:val="center"/>
              <w:rPr>
                <w:b/>
                <w:color w:val="000000"/>
              </w:rPr>
            </w:pPr>
          </w:p>
        </w:tc>
      </w:tr>
      <w:tr w:rsidR="00184FE3" w:rsidRPr="00C404DD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84FE3" w:rsidRPr="00C404DD" w:rsidRDefault="00184FE3" w:rsidP="00E96052">
            <w:pPr>
              <w:ind w:firstLine="232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7.1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84FE3" w:rsidRPr="00C404DD" w:rsidRDefault="00184FE3" w:rsidP="00E96052">
            <w:pPr>
              <w:ind w:left="105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Kompetentnosť pracovníkov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:rsidR="00184FE3" w:rsidRPr="00C404DD" w:rsidRDefault="00184FE3" w:rsidP="00E96052">
            <w:pPr>
              <w:jc w:val="center"/>
              <w:rPr>
                <w:b/>
                <w:color w:val="000000"/>
              </w:rPr>
            </w:pPr>
          </w:p>
        </w:tc>
      </w:tr>
      <w:tr w:rsidR="00184FE3" w:rsidRPr="00C404DD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84FE3" w:rsidRPr="00C404DD" w:rsidRDefault="00184FE3" w:rsidP="00184FE3">
            <w:pPr>
              <w:rPr>
                <w:b/>
                <w:i/>
                <w:color w:val="000000"/>
                <w:sz w:val="20"/>
                <w:szCs w:val="20"/>
              </w:rPr>
            </w:pPr>
            <w:r w:rsidRPr="00C404DD">
              <w:rPr>
                <w:b/>
                <w:i/>
                <w:color w:val="000000"/>
                <w:sz w:val="20"/>
                <w:szCs w:val="20"/>
              </w:rPr>
              <w:t>čl. 20 (1, 2, 3)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84FE3" w:rsidRPr="00C404DD" w:rsidRDefault="00184FE3" w:rsidP="00E96052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:rsidR="00184FE3" w:rsidRPr="00C404DD" w:rsidRDefault="00184FE3" w:rsidP="00E96052">
            <w:pPr>
              <w:jc w:val="center"/>
              <w:rPr>
                <w:b/>
                <w:color w:val="000000"/>
              </w:rPr>
            </w:pPr>
          </w:p>
        </w:tc>
      </w:tr>
      <w:tr w:rsidR="00184FE3" w:rsidRPr="00C404DD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84FE3" w:rsidRPr="00C404DD" w:rsidRDefault="00184FE3" w:rsidP="00E96052">
            <w:pPr>
              <w:ind w:firstLine="232"/>
              <w:rPr>
                <w:b/>
              </w:rPr>
            </w:pPr>
            <w:r w:rsidRPr="00C404DD">
              <w:rPr>
                <w:b/>
                <w:color w:val="000000"/>
              </w:rPr>
              <w:t>7.2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84FE3" w:rsidRPr="00C404DD" w:rsidRDefault="00184FE3" w:rsidP="00E96052">
            <w:pPr>
              <w:ind w:left="105"/>
              <w:rPr>
                <w:b/>
              </w:rPr>
            </w:pPr>
            <w:r w:rsidRPr="00C404DD">
              <w:rPr>
                <w:b/>
                <w:color w:val="000000"/>
              </w:rPr>
              <w:t>Pracovníci zapojení do environmentálneho overovania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:rsidR="00184FE3" w:rsidRPr="00C404DD" w:rsidRDefault="00184FE3" w:rsidP="00E96052">
            <w:pPr>
              <w:jc w:val="center"/>
            </w:pPr>
          </w:p>
        </w:tc>
      </w:tr>
      <w:tr w:rsidR="00184FE3" w:rsidRPr="00C404DD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84FE3" w:rsidRPr="00C404DD" w:rsidRDefault="00184FE3" w:rsidP="00184FE3">
            <w:pPr>
              <w:rPr>
                <w:b/>
                <w:i/>
                <w:color w:val="000000"/>
                <w:sz w:val="20"/>
                <w:szCs w:val="20"/>
              </w:rPr>
            </w:pPr>
            <w:r w:rsidRPr="00C404DD">
              <w:rPr>
                <w:b/>
                <w:i/>
                <w:color w:val="000000"/>
                <w:sz w:val="20"/>
                <w:szCs w:val="20"/>
              </w:rPr>
              <w:lastRenderedPageBreak/>
              <w:t>čl. 20 (1, 2, 3, 6)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84FE3" w:rsidRPr="00C404DD" w:rsidRDefault="00184FE3" w:rsidP="00E96052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:rsidR="00184FE3" w:rsidRPr="00C404DD" w:rsidRDefault="00184FE3" w:rsidP="00E96052">
            <w:pPr>
              <w:jc w:val="center"/>
            </w:pPr>
          </w:p>
        </w:tc>
      </w:tr>
      <w:tr w:rsidR="00184FE3" w:rsidRPr="00C404DD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84FE3" w:rsidRPr="00C404DD" w:rsidRDefault="00184FE3" w:rsidP="00E96052">
            <w:pPr>
              <w:ind w:firstLine="232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7.3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84FE3" w:rsidRPr="00C404DD" w:rsidRDefault="00184FE3" w:rsidP="00E96052">
            <w:pPr>
              <w:ind w:left="105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Využívanie jednotlivých externých členov tímu environmentálneho overovateľa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:rsidR="00184FE3" w:rsidRPr="00C404DD" w:rsidRDefault="00184FE3" w:rsidP="00E96052">
            <w:pPr>
              <w:jc w:val="center"/>
              <w:rPr>
                <w:b/>
                <w:color w:val="000000"/>
              </w:rPr>
            </w:pPr>
          </w:p>
        </w:tc>
      </w:tr>
      <w:tr w:rsidR="00184FE3" w:rsidRPr="00C404DD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84FE3" w:rsidRPr="00C404DD" w:rsidRDefault="00184FE3" w:rsidP="00184FE3">
            <w:pPr>
              <w:rPr>
                <w:b/>
                <w:i/>
                <w:color w:val="000000"/>
                <w:sz w:val="20"/>
                <w:szCs w:val="20"/>
              </w:rPr>
            </w:pPr>
            <w:r w:rsidRPr="00C404DD">
              <w:rPr>
                <w:b/>
                <w:i/>
                <w:color w:val="000000"/>
                <w:sz w:val="20"/>
                <w:szCs w:val="20"/>
              </w:rPr>
              <w:t>čl. 20 (4, 5, 6)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84FE3" w:rsidRPr="00C404DD" w:rsidRDefault="00184FE3" w:rsidP="00E96052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:rsidR="00184FE3" w:rsidRPr="00C404DD" w:rsidRDefault="00184FE3" w:rsidP="00E96052">
            <w:pPr>
              <w:jc w:val="center"/>
              <w:rPr>
                <w:b/>
                <w:color w:val="000000"/>
              </w:rPr>
            </w:pPr>
          </w:p>
        </w:tc>
      </w:tr>
      <w:tr w:rsidR="00184FE3" w:rsidRPr="00C404DD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84FE3" w:rsidRPr="00C404DD" w:rsidRDefault="00184FE3" w:rsidP="00E96052">
            <w:pPr>
              <w:ind w:firstLine="232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7.4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84FE3" w:rsidRPr="00C404DD" w:rsidRDefault="00184FE3" w:rsidP="00E96052">
            <w:pPr>
              <w:ind w:left="105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Osobné záznamy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:rsidR="00184FE3" w:rsidRPr="00C404DD" w:rsidRDefault="00184FE3" w:rsidP="00E96052">
            <w:pPr>
              <w:jc w:val="center"/>
              <w:rPr>
                <w:b/>
                <w:color w:val="000000"/>
              </w:rPr>
            </w:pPr>
          </w:p>
        </w:tc>
      </w:tr>
      <w:tr w:rsidR="00184FE3" w:rsidRPr="00C404DD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84FE3" w:rsidRPr="00C404DD" w:rsidRDefault="00184FE3" w:rsidP="00184FE3">
            <w:pPr>
              <w:rPr>
                <w:b/>
                <w:i/>
                <w:color w:val="000000"/>
                <w:sz w:val="20"/>
                <w:szCs w:val="20"/>
              </w:rPr>
            </w:pPr>
            <w:r w:rsidRPr="00C404DD">
              <w:rPr>
                <w:b/>
                <w:i/>
                <w:color w:val="000000"/>
                <w:sz w:val="20"/>
                <w:szCs w:val="20"/>
              </w:rPr>
              <w:t>čl. 20 (6)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84FE3" w:rsidRPr="00C404DD" w:rsidRDefault="00184FE3" w:rsidP="00E96052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:rsidR="00184FE3" w:rsidRPr="00C404DD" w:rsidRDefault="00184FE3" w:rsidP="00E96052">
            <w:pPr>
              <w:jc w:val="center"/>
              <w:rPr>
                <w:b/>
                <w:color w:val="000000"/>
              </w:rPr>
            </w:pPr>
          </w:p>
        </w:tc>
      </w:tr>
      <w:tr w:rsidR="00184FE3" w:rsidRPr="00C404DD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84FE3" w:rsidRPr="00C404DD" w:rsidRDefault="00184FE3" w:rsidP="00E96052">
            <w:pPr>
              <w:ind w:firstLine="232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7.5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84FE3" w:rsidRPr="00C404DD" w:rsidRDefault="00184FE3" w:rsidP="00E96052">
            <w:pPr>
              <w:ind w:left="105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Externé zaobstarávanie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:rsidR="00184FE3" w:rsidRPr="00C404DD" w:rsidRDefault="00184FE3" w:rsidP="00E96052">
            <w:pPr>
              <w:jc w:val="center"/>
              <w:rPr>
                <w:b/>
                <w:color w:val="000000"/>
              </w:rPr>
            </w:pPr>
          </w:p>
        </w:tc>
      </w:tr>
      <w:tr w:rsidR="00184FE3" w:rsidRPr="00C404DD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84FE3" w:rsidRPr="00C404DD" w:rsidRDefault="00184FE3" w:rsidP="00184FE3">
            <w:pPr>
              <w:rPr>
                <w:b/>
                <w:i/>
                <w:color w:val="000000"/>
                <w:sz w:val="20"/>
                <w:szCs w:val="20"/>
              </w:rPr>
            </w:pPr>
            <w:r w:rsidRPr="00C404DD">
              <w:rPr>
                <w:b/>
                <w:i/>
                <w:color w:val="000000"/>
                <w:sz w:val="20"/>
                <w:szCs w:val="20"/>
              </w:rPr>
              <w:t>čl. 20 (6)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84FE3" w:rsidRPr="00C404DD" w:rsidRDefault="00184FE3" w:rsidP="00E96052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:rsidR="00184FE3" w:rsidRPr="00C404DD" w:rsidRDefault="00184FE3" w:rsidP="00E96052">
            <w:pPr>
              <w:jc w:val="center"/>
              <w:rPr>
                <w:b/>
                <w:color w:val="000000"/>
              </w:rPr>
            </w:pPr>
          </w:p>
        </w:tc>
      </w:tr>
      <w:tr w:rsidR="00E96052" w:rsidRPr="00C404DD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E96052" w:rsidRPr="00C404DD" w:rsidRDefault="00E96052" w:rsidP="00E96052">
            <w:pPr>
              <w:ind w:firstLine="232"/>
              <w:rPr>
                <w:b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E96052" w:rsidRPr="00C404DD" w:rsidRDefault="00E96052" w:rsidP="00E96052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96052" w:rsidRPr="00C404DD" w:rsidRDefault="00E96052" w:rsidP="00E96052">
            <w:pPr>
              <w:jc w:val="center"/>
              <w:rPr>
                <w:b/>
                <w:color w:val="000000"/>
              </w:rPr>
            </w:pPr>
          </w:p>
        </w:tc>
      </w:tr>
      <w:tr w:rsidR="00E96052" w:rsidRPr="00C404DD" w:rsidTr="00D613FB">
        <w:trPr>
          <w:trHeight w:val="262"/>
        </w:trPr>
        <w:tc>
          <w:tcPr>
            <w:tcW w:w="1976" w:type="dxa"/>
            <w:gridSpan w:val="2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E831CA" w:rsidRPr="00C404DD" w:rsidRDefault="00E831CA" w:rsidP="00E831CA">
            <w:pPr>
              <w:jc w:val="center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Článok normy/</w:t>
            </w:r>
          </w:p>
          <w:p w:rsidR="00E96052" w:rsidRPr="00C404DD" w:rsidRDefault="00E831CA" w:rsidP="00E831CA">
            <w:pPr>
              <w:jc w:val="center"/>
              <w:rPr>
                <w:b/>
                <w:color w:val="000000"/>
              </w:rPr>
            </w:pPr>
            <w:r w:rsidRPr="00C404DD">
              <w:rPr>
                <w:b/>
                <w:i/>
                <w:color w:val="000000"/>
              </w:rPr>
              <w:t>nariadenia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E96052" w:rsidRPr="00C404DD" w:rsidRDefault="00E96052" w:rsidP="00E96052">
            <w:pPr>
              <w:ind w:left="105"/>
              <w:jc w:val="center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8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:rsidR="00E96052" w:rsidRPr="00C404DD" w:rsidRDefault="00D613FB" w:rsidP="00E96052">
            <w:pPr>
              <w:jc w:val="center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Popis plnenia požiadavky - odkazy na články relevantných dokumentov *)</w:t>
            </w:r>
          </w:p>
        </w:tc>
      </w:tr>
      <w:tr w:rsidR="00E96052" w:rsidRPr="00C404DD" w:rsidTr="00D613FB">
        <w:trPr>
          <w:trHeight w:val="262"/>
        </w:trPr>
        <w:tc>
          <w:tcPr>
            <w:tcW w:w="1976" w:type="dxa"/>
            <w:gridSpan w:val="2"/>
            <w:tcBorders>
              <w:top w:val="single" w:sz="8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E96052" w:rsidRPr="00C404DD" w:rsidRDefault="00E96052" w:rsidP="00E96052">
            <w:pPr>
              <w:ind w:firstLine="232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8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E96052" w:rsidRPr="00C404DD" w:rsidRDefault="007D3C96" w:rsidP="00E96052">
            <w:pPr>
              <w:ind w:left="105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Informačné požiadavky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96052" w:rsidRPr="00C404DD" w:rsidRDefault="00E96052" w:rsidP="00E96052">
            <w:pPr>
              <w:jc w:val="center"/>
              <w:rPr>
                <w:b/>
                <w:color w:val="000000"/>
              </w:rPr>
            </w:pPr>
          </w:p>
        </w:tc>
      </w:tr>
      <w:tr w:rsidR="008F451B" w:rsidRPr="00C404DD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F451B" w:rsidRPr="00C404DD" w:rsidRDefault="008F451B" w:rsidP="00E96052">
            <w:pPr>
              <w:ind w:firstLine="232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8.1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F451B" w:rsidRPr="00C404DD" w:rsidRDefault="008F451B" w:rsidP="00E96052">
            <w:pPr>
              <w:ind w:left="105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Informovanie verejnosti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:rsidR="008F451B" w:rsidRPr="00C404DD" w:rsidRDefault="008F451B" w:rsidP="00E96052">
            <w:pPr>
              <w:jc w:val="center"/>
              <w:rPr>
                <w:b/>
                <w:color w:val="000000"/>
              </w:rPr>
            </w:pPr>
          </w:p>
        </w:tc>
      </w:tr>
      <w:tr w:rsidR="008F451B" w:rsidRPr="00C404DD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F451B" w:rsidRPr="00C404DD" w:rsidRDefault="008F451B" w:rsidP="00C16CFA">
            <w:pPr>
              <w:rPr>
                <w:b/>
                <w:i/>
                <w:color w:val="000000"/>
                <w:sz w:val="20"/>
                <w:szCs w:val="20"/>
              </w:rPr>
            </w:pPr>
            <w:r w:rsidRPr="00C404DD">
              <w:rPr>
                <w:b/>
                <w:i/>
                <w:color w:val="000000"/>
                <w:sz w:val="20"/>
                <w:szCs w:val="20"/>
              </w:rPr>
              <w:t>čl. 20 (6)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F451B" w:rsidRPr="00C404DD" w:rsidRDefault="008F451B" w:rsidP="00E96052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:rsidR="008F451B" w:rsidRPr="00C404DD" w:rsidRDefault="008F451B" w:rsidP="00E96052">
            <w:pPr>
              <w:jc w:val="center"/>
              <w:rPr>
                <w:b/>
                <w:color w:val="000000"/>
              </w:rPr>
            </w:pPr>
          </w:p>
        </w:tc>
      </w:tr>
      <w:tr w:rsidR="008F451B" w:rsidRPr="00C404DD" w:rsidTr="00D613FB">
        <w:trPr>
          <w:trHeight w:val="433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F451B" w:rsidRPr="00C404DD" w:rsidRDefault="008F451B" w:rsidP="00E96052">
            <w:pPr>
              <w:ind w:firstLine="232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8.2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F451B" w:rsidRPr="00C404DD" w:rsidRDefault="008F451B" w:rsidP="00E96052">
            <w:pPr>
              <w:ind w:left="105"/>
              <w:rPr>
                <w:b/>
                <w:i/>
                <w:iCs/>
                <w:color w:val="000000"/>
              </w:rPr>
            </w:pPr>
            <w:r w:rsidRPr="00C404DD">
              <w:rPr>
                <w:b/>
                <w:color w:val="000000"/>
              </w:rPr>
              <w:t>Dokumenty environmentálneho overovania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:rsidR="008F451B" w:rsidRPr="00C404DD" w:rsidRDefault="008F451B" w:rsidP="00E96052">
            <w:pPr>
              <w:jc w:val="center"/>
              <w:rPr>
                <w:b/>
                <w:color w:val="000000"/>
              </w:rPr>
            </w:pPr>
          </w:p>
        </w:tc>
      </w:tr>
      <w:tr w:rsidR="008F451B" w:rsidRPr="00C404DD" w:rsidTr="00D613FB">
        <w:trPr>
          <w:trHeight w:val="433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F67C6" w:rsidRPr="00C404DD" w:rsidRDefault="008F451B" w:rsidP="00C16CFA">
            <w:pPr>
              <w:rPr>
                <w:b/>
                <w:i/>
                <w:color w:val="000000"/>
                <w:sz w:val="20"/>
                <w:szCs w:val="20"/>
              </w:rPr>
            </w:pPr>
            <w:r w:rsidRPr="00C404DD">
              <w:rPr>
                <w:b/>
                <w:i/>
                <w:color w:val="000000"/>
                <w:sz w:val="20"/>
                <w:szCs w:val="20"/>
              </w:rPr>
              <w:t xml:space="preserve">čl. 25 (9), </w:t>
            </w:r>
          </w:p>
          <w:p w:rsidR="008F451B" w:rsidRPr="00C404DD" w:rsidRDefault="008F451B" w:rsidP="00C16CFA">
            <w:pPr>
              <w:rPr>
                <w:b/>
                <w:i/>
                <w:color w:val="000000"/>
                <w:sz w:val="20"/>
                <w:szCs w:val="20"/>
              </w:rPr>
            </w:pPr>
            <w:r w:rsidRPr="00C404DD">
              <w:rPr>
                <w:b/>
                <w:i/>
                <w:color w:val="000000"/>
                <w:sz w:val="20"/>
                <w:szCs w:val="20"/>
              </w:rPr>
              <w:t>Príloha VII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F451B" w:rsidRPr="00C404DD" w:rsidRDefault="008F451B" w:rsidP="00E96052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:rsidR="008F451B" w:rsidRPr="00C404DD" w:rsidRDefault="008F451B" w:rsidP="00E96052">
            <w:pPr>
              <w:jc w:val="center"/>
              <w:rPr>
                <w:b/>
                <w:color w:val="000000"/>
              </w:rPr>
            </w:pPr>
          </w:p>
        </w:tc>
      </w:tr>
      <w:tr w:rsidR="008F451B" w:rsidRPr="00C404DD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F451B" w:rsidRPr="00C404DD" w:rsidRDefault="008F451B" w:rsidP="00E96052">
            <w:pPr>
              <w:ind w:firstLine="232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8.3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F451B" w:rsidRPr="00C404DD" w:rsidRDefault="008F451B" w:rsidP="00E96052">
            <w:pPr>
              <w:ind w:left="105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Odkaz na environmentálne overenie a používanie značiek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:rsidR="008F451B" w:rsidRPr="00C404DD" w:rsidRDefault="008F451B" w:rsidP="00E96052">
            <w:pPr>
              <w:jc w:val="center"/>
            </w:pPr>
          </w:p>
        </w:tc>
      </w:tr>
      <w:tr w:rsidR="008F451B" w:rsidRPr="00C404DD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F451B" w:rsidRPr="00C404DD" w:rsidRDefault="008F451B" w:rsidP="00C16CFA">
            <w:pPr>
              <w:rPr>
                <w:b/>
                <w:i/>
                <w:color w:val="000000"/>
                <w:sz w:val="20"/>
                <w:szCs w:val="20"/>
              </w:rPr>
            </w:pPr>
            <w:r w:rsidRPr="00C404DD">
              <w:rPr>
                <w:b/>
                <w:i/>
                <w:color w:val="000000"/>
                <w:sz w:val="20"/>
                <w:szCs w:val="20"/>
              </w:rPr>
              <w:t>čl. 10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F451B" w:rsidRPr="00C404DD" w:rsidRDefault="008F451B" w:rsidP="00E96052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:rsidR="008F451B" w:rsidRPr="00C404DD" w:rsidRDefault="008F451B" w:rsidP="00E96052">
            <w:pPr>
              <w:jc w:val="center"/>
            </w:pPr>
          </w:p>
        </w:tc>
      </w:tr>
      <w:tr w:rsidR="008F451B" w:rsidRPr="00C404DD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F451B" w:rsidRPr="00C404DD" w:rsidRDefault="008F451B" w:rsidP="00E96052">
            <w:pPr>
              <w:ind w:firstLine="232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8.4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F451B" w:rsidRPr="00C404DD" w:rsidRDefault="008F451B" w:rsidP="00E96052">
            <w:pPr>
              <w:ind w:left="105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Dôvernosť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:rsidR="008F451B" w:rsidRPr="00C404DD" w:rsidRDefault="008F451B" w:rsidP="00E96052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8F451B" w:rsidRPr="00C404DD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F451B" w:rsidRPr="00C404DD" w:rsidRDefault="008F451B" w:rsidP="00C16CFA">
            <w:pPr>
              <w:rPr>
                <w:b/>
                <w:i/>
                <w:color w:val="000000"/>
                <w:sz w:val="20"/>
                <w:szCs w:val="20"/>
              </w:rPr>
            </w:pPr>
            <w:r w:rsidRPr="00C404DD">
              <w:rPr>
                <w:b/>
                <w:i/>
                <w:color w:val="000000"/>
                <w:sz w:val="20"/>
                <w:szCs w:val="20"/>
              </w:rPr>
              <w:t>čl. 20 (6), 25 (1)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F451B" w:rsidRPr="00C404DD" w:rsidRDefault="008F451B" w:rsidP="00E96052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:rsidR="008F451B" w:rsidRPr="00C404DD" w:rsidRDefault="008F451B" w:rsidP="00E96052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8F451B" w:rsidRPr="00C404DD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F451B" w:rsidRPr="00C404DD" w:rsidRDefault="008F451B" w:rsidP="00E96052">
            <w:pPr>
              <w:ind w:firstLine="232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8.5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F451B" w:rsidRPr="00C404DD" w:rsidRDefault="008F451B" w:rsidP="00E96052">
            <w:pPr>
              <w:ind w:left="105"/>
              <w:rPr>
                <w:b/>
                <w:color w:val="000000"/>
              </w:rPr>
            </w:pPr>
            <w:r w:rsidRPr="00C404DD">
              <w:rPr>
                <w:b/>
                <w:color w:val="000000"/>
              </w:rPr>
              <w:t>Výmena informácií medzi environmentálnym overovateľom a jeho klientmi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:rsidR="008F451B" w:rsidRPr="00C404DD" w:rsidRDefault="008F451B" w:rsidP="00E96052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8F451B" w:rsidRPr="00C404DD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F451B" w:rsidRPr="00C404DD" w:rsidRDefault="008F451B" w:rsidP="008F451B">
            <w:pPr>
              <w:rPr>
                <w:b/>
                <w:i/>
                <w:color w:val="000000"/>
                <w:sz w:val="20"/>
                <w:szCs w:val="20"/>
              </w:rPr>
            </w:pPr>
            <w:r w:rsidRPr="00C404DD">
              <w:rPr>
                <w:b/>
                <w:i/>
                <w:color w:val="000000"/>
                <w:sz w:val="20"/>
                <w:szCs w:val="20"/>
              </w:rPr>
              <w:t>čl. 8 (1, 2, 3, 4), 20 (6), 25 (1)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F451B" w:rsidRPr="00C404DD" w:rsidRDefault="008F451B" w:rsidP="00E96052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:rsidR="008F451B" w:rsidRPr="00C404DD" w:rsidRDefault="008F451B" w:rsidP="00E96052">
            <w:pPr>
              <w:jc w:val="center"/>
              <w:rPr>
                <w:rFonts w:eastAsia="Wingdings"/>
                <w:color w:val="000000"/>
              </w:rPr>
            </w:pPr>
          </w:p>
        </w:tc>
      </w:tr>
    </w:tbl>
    <w:p w:rsidR="00E96052" w:rsidRPr="00E96052" w:rsidRDefault="00E96052" w:rsidP="00E96052"/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6"/>
        <w:gridCol w:w="3118"/>
        <w:gridCol w:w="5435"/>
      </w:tblGrid>
      <w:tr w:rsidR="007D3C96" w:rsidRPr="00E96052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E831CA" w:rsidRDefault="00E831CA" w:rsidP="00E831CA">
            <w:pPr>
              <w:jc w:val="center"/>
              <w:rPr>
                <w:b/>
                <w:color w:val="000000"/>
              </w:rPr>
            </w:pPr>
            <w:r w:rsidRPr="00CE7A53">
              <w:rPr>
                <w:b/>
                <w:color w:val="000000"/>
              </w:rPr>
              <w:t>Článok normy</w:t>
            </w:r>
            <w:r>
              <w:rPr>
                <w:b/>
                <w:color w:val="000000"/>
              </w:rPr>
              <w:t>/</w:t>
            </w:r>
          </w:p>
          <w:p w:rsidR="007D3C96" w:rsidRPr="00E96052" w:rsidRDefault="00E831CA" w:rsidP="00E831CA">
            <w:pPr>
              <w:jc w:val="center"/>
              <w:rPr>
                <w:b/>
                <w:color w:val="000000"/>
              </w:rPr>
            </w:pPr>
            <w:r w:rsidRPr="004644B7">
              <w:rPr>
                <w:b/>
                <w:i/>
                <w:color w:val="000000"/>
              </w:rPr>
              <w:t>nariadenia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Pr="00E96052" w:rsidRDefault="007D3C96" w:rsidP="00E96052">
            <w:pPr>
              <w:ind w:left="105"/>
              <w:jc w:val="center"/>
              <w:rPr>
                <w:b/>
                <w:color w:val="000000"/>
              </w:rPr>
            </w:pPr>
            <w:r w:rsidRPr="00E96052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7D3C96" w:rsidRPr="00E96052" w:rsidRDefault="00D613FB" w:rsidP="00E96052">
            <w:pPr>
              <w:jc w:val="center"/>
              <w:rPr>
                <w:b/>
                <w:color w:val="000000"/>
              </w:rPr>
            </w:pPr>
            <w:r w:rsidRPr="0078141E">
              <w:rPr>
                <w:b/>
                <w:color w:val="000000"/>
              </w:rPr>
              <w:t xml:space="preserve">Popis plnenia požiadavky </w:t>
            </w:r>
            <w:r>
              <w:rPr>
                <w:b/>
                <w:color w:val="000000"/>
              </w:rPr>
              <w:t>-</w:t>
            </w:r>
            <w:r w:rsidRPr="0078141E">
              <w:rPr>
                <w:b/>
                <w:color w:val="000000"/>
              </w:rPr>
              <w:t xml:space="preserve"> odkazy na </w:t>
            </w:r>
            <w:r>
              <w:rPr>
                <w:b/>
                <w:color w:val="000000"/>
              </w:rPr>
              <w:t>články relevantných dokumentov *)</w:t>
            </w:r>
          </w:p>
        </w:tc>
      </w:tr>
      <w:tr w:rsidR="007D3C96" w:rsidRPr="00E96052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Pr="00E96052" w:rsidRDefault="007D3C96" w:rsidP="00E96052">
            <w:pPr>
              <w:ind w:firstLine="232"/>
              <w:rPr>
                <w:b/>
                <w:color w:val="000000"/>
              </w:rPr>
            </w:pPr>
            <w:r w:rsidRPr="00E96052">
              <w:rPr>
                <w:b/>
                <w:color w:val="000000"/>
              </w:rPr>
              <w:t>9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Pr="00E96052" w:rsidRDefault="007D3C96" w:rsidP="00E96052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Požiadavky na procesy</w:t>
            </w:r>
          </w:p>
        </w:tc>
        <w:tc>
          <w:tcPr>
            <w:tcW w:w="543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D3C96" w:rsidRPr="00E96052" w:rsidRDefault="007D3C96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8F451B" w:rsidRPr="00E96052" w:rsidTr="00D613FB">
        <w:trPr>
          <w:trHeight w:val="262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F451B" w:rsidRPr="00E96052" w:rsidRDefault="008F451B" w:rsidP="00E96052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F451B" w:rsidRDefault="008F451B" w:rsidP="00E96052">
            <w:pPr>
              <w:ind w:left="105"/>
              <w:rPr>
                <w:b/>
                <w:color w:val="000000"/>
              </w:rPr>
            </w:pPr>
            <w:r w:rsidRPr="007D3C96">
              <w:rPr>
                <w:b/>
                <w:color w:val="000000"/>
              </w:rPr>
              <w:t>Činnosti pred environmentálnym overovaním</w:t>
            </w:r>
          </w:p>
        </w:tc>
        <w:tc>
          <w:tcPr>
            <w:tcW w:w="5435" w:type="dxa"/>
            <w:vMerge w:val="restart"/>
            <w:tcBorders>
              <w:top w:val="single" w:sz="4" w:space="0" w:color="auto"/>
              <w:left w:val="single" w:sz="4" w:space="0" w:color="auto"/>
              <w:right w:val="single" w:sz="7" w:space="0" w:color="000000"/>
            </w:tcBorders>
          </w:tcPr>
          <w:p w:rsidR="008F451B" w:rsidRPr="00E96052" w:rsidRDefault="008F451B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8F451B" w:rsidRPr="00E96052" w:rsidTr="00D613FB">
        <w:trPr>
          <w:trHeight w:val="262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F451B" w:rsidRDefault="008F451B" w:rsidP="008F451B">
            <w:pPr>
              <w:rPr>
                <w:b/>
                <w:i/>
                <w:color w:val="000000"/>
                <w:sz w:val="20"/>
                <w:szCs w:val="20"/>
              </w:rPr>
            </w:pPr>
            <w:r w:rsidRPr="008F451B">
              <w:rPr>
                <w:b/>
                <w:i/>
                <w:color w:val="000000"/>
                <w:sz w:val="20"/>
                <w:szCs w:val="20"/>
              </w:rPr>
              <w:t xml:space="preserve">čl. 6 (1, 2), 7 (1), </w:t>
            </w:r>
          </w:p>
          <w:p w:rsidR="008F451B" w:rsidRDefault="008F451B" w:rsidP="008F451B">
            <w:pPr>
              <w:rPr>
                <w:b/>
                <w:i/>
                <w:color w:val="000000"/>
                <w:sz w:val="20"/>
                <w:szCs w:val="20"/>
              </w:rPr>
            </w:pPr>
            <w:r w:rsidRPr="008F451B">
              <w:rPr>
                <w:b/>
                <w:i/>
                <w:color w:val="000000"/>
                <w:sz w:val="20"/>
                <w:szCs w:val="20"/>
              </w:rPr>
              <w:t xml:space="preserve">18 (1, 2), 19 (1, 2), </w:t>
            </w:r>
          </w:p>
          <w:p w:rsidR="004F67C6" w:rsidRDefault="008F451B" w:rsidP="008F451B">
            <w:pPr>
              <w:rPr>
                <w:b/>
                <w:i/>
                <w:color w:val="000000"/>
                <w:sz w:val="20"/>
                <w:szCs w:val="20"/>
              </w:rPr>
            </w:pPr>
            <w:r w:rsidRPr="008F451B">
              <w:rPr>
                <w:b/>
                <w:i/>
                <w:color w:val="000000"/>
                <w:sz w:val="20"/>
                <w:szCs w:val="20"/>
              </w:rPr>
              <w:t xml:space="preserve">23 (2, 6), </w:t>
            </w:r>
          </w:p>
          <w:p w:rsidR="008F451B" w:rsidRDefault="008F451B" w:rsidP="008F451B">
            <w:pPr>
              <w:rPr>
                <w:b/>
                <w:i/>
                <w:color w:val="000000"/>
                <w:sz w:val="20"/>
                <w:szCs w:val="20"/>
              </w:rPr>
            </w:pPr>
            <w:r w:rsidRPr="008F451B">
              <w:rPr>
                <w:b/>
                <w:i/>
                <w:color w:val="000000"/>
                <w:sz w:val="20"/>
                <w:szCs w:val="20"/>
              </w:rPr>
              <w:t xml:space="preserve">25 (1, 2, 3, 4, 5), </w:t>
            </w:r>
          </w:p>
          <w:p w:rsidR="00E831CA" w:rsidRDefault="008F451B" w:rsidP="008F451B">
            <w:pPr>
              <w:rPr>
                <w:b/>
                <w:i/>
                <w:color w:val="000000"/>
                <w:sz w:val="20"/>
                <w:szCs w:val="20"/>
              </w:rPr>
            </w:pPr>
            <w:r w:rsidRPr="008F451B">
              <w:rPr>
                <w:b/>
                <w:i/>
                <w:color w:val="000000"/>
                <w:sz w:val="20"/>
                <w:szCs w:val="20"/>
              </w:rPr>
              <w:t xml:space="preserve">26 (1, 2, 3), </w:t>
            </w:r>
            <w:r w:rsidR="00E831CA" w:rsidRPr="008F451B">
              <w:rPr>
                <w:b/>
                <w:i/>
                <w:color w:val="000000"/>
                <w:sz w:val="20"/>
                <w:szCs w:val="20"/>
              </w:rPr>
              <w:t>46</w:t>
            </w:r>
            <w:r w:rsidR="00E831CA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  <w:r w:rsidR="00E831CA" w:rsidRPr="00E831CA">
              <w:rPr>
                <w:b/>
                <w:i/>
                <w:color w:val="000000"/>
                <w:sz w:val="20"/>
                <w:szCs w:val="20"/>
              </w:rPr>
              <w:t>(</w:t>
            </w:r>
            <w:r w:rsidR="00E831CA" w:rsidRPr="008F451B">
              <w:rPr>
                <w:b/>
                <w:i/>
                <w:color w:val="000000"/>
                <w:sz w:val="20"/>
                <w:szCs w:val="20"/>
                <w:u w:val="single"/>
              </w:rPr>
              <w:t>SRD</w:t>
            </w:r>
            <w:r w:rsidRPr="008F451B">
              <w:rPr>
                <w:b/>
                <w:i/>
                <w:color w:val="000000"/>
                <w:sz w:val="20"/>
                <w:szCs w:val="20"/>
              </w:rPr>
              <w:t xml:space="preserve">), </w:t>
            </w:r>
            <w:r w:rsidR="00E831CA">
              <w:rPr>
                <w:b/>
                <w:i/>
                <w:color w:val="000000"/>
                <w:sz w:val="20"/>
                <w:szCs w:val="20"/>
              </w:rPr>
              <w:t xml:space="preserve">RK (EÚ) </w:t>
            </w:r>
            <w:r w:rsidR="00E831CA" w:rsidRPr="008F451B">
              <w:rPr>
                <w:b/>
                <w:i/>
                <w:color w:val="000000"/>
                <w:sz w:val="20"/>
                <w:szCs w:val="20"/>
              </w:rPr>
              <w:t>2017/2285</w:t>
            </w:r>
          </w:p>
          <w:p w:rsidR="008F451B" w:rsidRPr="008F451B" w:rsidRDefault="008F451B" w:rsidP="00E831CA">
            <w:pPr>
              <w:rPr>
                <w:b/>
                <w:i/>
                <w:color w:val="000000"/>
                <w:sz w:val="20"/>
                <w:szCs w:val="20"/>
              </w:rPr>
            </w:pPr>
            <w:r w:rsidRPr="008F451B">
              <w:rPr>
                <w:b/>
                <w:i/>
                <w:color w:val="000000"/>
                <w:sz w:val="20"/>
                <w:szCs w:val="20"/>
              </w:rPr>
              <w:lastRenderedPageBreak/>
              <w:t>(</w:t>
            </w:r>
            <w:r w:rsidR="00E831CA" w:rsidRPr="008F451B">
              <w:rPr>
                <w:b/>
                <w:i/>
                <w:color w:val="000000"/>
                <w:sz w:val="20"/>
                <w:szCs w:val="20"/>
                <w:u w:val="single"/>
              </w:rPr>
              <w:t>Užívateľská príručka</w:t>
            </w:r>
            <w:r w:rsidRPr="008F451B">
              <w:rPr>
                <w:b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F451B" w:rsidRPr="007D3C96" w:rsidRDefault="008F451B" w:rsidP="00E96052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4" w:space="0" w:color="auto"/>
              <w:right w:val="single" w:sz="7" w:space="0" w:color="000000"/>
            </w:tcBorders>
          </w:tcPr>
          <w:p w:rsidR="008F451B" w:rsidRPr="00E96052" w:rsidRDefault="008F451B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1A624C" w:rsidRPr="00E96052" w:rsidTr="00D613FB">
        <w:trPr>
          <w:trHeight w:val="262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E96052" w:rsidRDefault="001A624C" w:rsidP="00E96052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9.2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Default="001A624C" w:rsidP="00E96052">
            <w:pPr>
              <w:ind w:left="105"/>
              <w:rPr>
                <w:b/>
                <w:color w:val="000000"/>
              </w:rPr>
            </w:pPr>
            <w:r w:rsidRPr="007D3C96">
              <w:rPr>
                <w:b/>
                <w:color w:val="000000"/>
              </w:rPr>
              <w:t>Plánovanie environmentálneho overovania</w:t>
            </w:r>
          </w:p>
        </w:tc>
        <w:tc>
          <w:tcPr>
            <w:tcW w:w="5435" w:type="dxa"/>
            <w:vMerge w:val="restart"/>
            <w:tcBorders>
              <w:top w:val="single" w:sz="4" w:space="0" w:color="auto"/>
              <w:left w:val="single" w:sz="4" w:space="0" w:color="auto"/>
              <w:right w:val="single" w:sz="7" w:space="0" w:color="000000"/>
            </w:tcBorders>
          </w:tcPr>
          <w:p w:rsidR="001A624C" w:rsidRPr="00E96052" w:rsidRDefault="001A624C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1A624C" w:rsidRPr="00E96052" w:rsidTr="00D613FB">
        <w:trPr>
          <w:trHeight w:val="262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8F451B" w:rsidRDefault="001A624C" w:rsidP="008F451B">
            <w:pPr>
              <w:rPr>
                <w:b/>
                <w:i/>
                <w:color w:val="000000"/>
                <w:sz w:val="20"/>
                <w:szCs w:val="20"/>
              </w:rPr>
            </w:pPr>
            <w:r w:rsidRPr="008F451B">
              <w:rPr>
                <w:b/>
                <w:i/>
                <w:color w:val="000000"/>
                <w:sz w:val="20"/>
                <w:szCs w:val="20"/>
              </w:rPr>
              <w:t>čl. 18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7D3C96" w:rsidRDefault="001A624C" w:rsidP="00E96052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4" w:space="0" w:color="auto"/>
              <w:right w:val="single" w:sz="7" w:space="0" w:color="000000"/>
            </w:tcBorders>
          </w:tcPr>
          <w:p w:rsidR="001A624C" w:rsidRPr="00E96052" w:rsidRDefault="001A624C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1A624C" w:rsidRPr="00E96052" w:rsidTr="00D613FB">
        <w:trPr>
          <w:trHeight w:val="262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E96052" w:rsidRDefault="001A624C" w:rsidP="00E96052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9.3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Default="001A624C" w:rsidP="00E96052">
            <w:pPr>
              <w:ind w:left="105"/>
              <w:rPr>
                <w:b/>
                <w:color w:val="000000"/>
              </w:rPr>
            </w:pPr>
            <w:r w:rsidRPr="007D3C96">
              <w:rPr>
                <w:b/>
                <w:color w:val="000000"/>
              </w:rPr>
              <w:t>Prvotné environmentálne overovanie</w:t>
            </w:r>
          </w:p>
        </w:tc>
        <w:tc>
          <w:tcPr>
            <w:tcW w:w="5435" w:type="dxa"/>
            <w:vMerge w:val="restart"/>
            <w:tcBorders>
              <w:top w:val="single" w:sz="4" w:space="0" w:color="auto"/>
              <w:left w:val="single" w:sz="4" w:space="0" w:color="auto"/>
              <w:right w:val="single" w:sz="7" w:space="0" w:color="000000"/>
            </w:tcBorders>
          </w:tcPr>
          <w:p w:rsidR="001A624C" w:rsidRPr="00E96052" w:rsidRDefault="001A624C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1A624C" w:rsidRPr="00E96052" w:rsidTr="00D613FB">
        <w:trPr>
          <w:trHeight w:val="262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40AC7" w:rsidRDefault="001225C7" w:rsidP="008F451B">
            <w:pPr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č</w:t>
            </w:r>
            <w:r w:rsidR="001A624C" w:rsidRPr="008F451B">
              <w:rPr>
                <w:b/>
                <w:i/>
                <w:color w:val="000000"/>
                <w:sz w:val="20"/>
                <w:szCs w:val="20"/>
              </w:rPr>
              <w:t xml:space="preserve">l. 7 (1), 18 (5), </w:t>
            </w:r>
            <w:r w:rsidR="00B40AC7">
              <w:rPr>
                <w:b/>
                <w:i/>
                <w:color w:val="000000"/>
                <w:sz w:val="20"/>
                <w:szCs w:val="20"/>
              </w:rPr>
              <w:t>Príloha VII,</w:t>
            </w:r>
          </w:p>
          <w:p w:rsidR="007E3ED4" w:rsidRDefault="001A624C" w:rsidP="008F451B">
            <w:pPr>
              <w:rPr>
                <w:b/>
                <w:i/>
                <w:color w:val="000000"/>
                <w:sz w:val="20"/>
                <w:szCs w:val="20"/>
              </w:rPr>
            </w:pPr>
            <w:r w:rsidRPr="008F451B">
              <w:rPr>
                <w:b/>
                <w:i/>
                <w:color w:val="000000"/>
                <w:sz w:val="20"/>
                <w:szCs w:val="20"/>
              </w:rPr>
              <w:t xml:space="preserve">Príloha I, II, III </w:t>
            </w:r>
          </w:p>
          <w:p w:rsidR="007E3ED4" w:rsidRDefault="001A624C" w:rsidP="008F451B">
            <w:pPr>
              <w:rPr>
                <w:b/>
                <w:i/>
                <w:color w:val="000000"/>
                <w:sz w:val="20"/>
                <w:szCs w:val="20"/>
              </w:rPr>
            </w:pPr>
            <w:r w:rsidRPr="008F451B">
              <w:rPr>
                <w:b/>
                <w:i/>
                <w:color w:val="000000"/>
                <w:sz w:val="20"/>
                <w:szCs w:val="20"/>
              </w:rPr>
              <w:t>(</w:t>
            </w:r>
            <w:r w:rsidRPr="001A624C">
              <w:rPr>
                <w:b/>
                <w:i/>
                <w:color w:val="000000"/>
                <w:sz w:val="20"/>
                <w:szCs w:val="20"/>
                <w:u w:val="single"/>
              </w:rPr>
              <w:t>NK (EÚ) 2017/1505</w:t>
            </w:r>
            <w:r w:rsidRPr="008F451B">
              <w:rPr>
                <w:b/>
                <w:i/>
                <w:color w:val="000000"/>
                <w:sz w:val="20"/>
                <w:szCs w:val="20"/>
              </w:rPr>
              <w:t xml:space="preserve">), </w:t>
            </w:r>
          </w:p>
          <w:p w:rsidR="001A624C" w:rsidRDefault="00D068CF" w:rsidP="008F451B">
            <w:pPr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 xml:space="preserve">Príloha </w:t>
            </w:r>
            <w:r w:rsidR="001A624C">
              <w:rPr>
                <w:b/>
                <w:i/>
                <w:color w:val="000000"/>
                <w:sz w:val="20"/>
                <w:szCs w:val="20"/>
              </w:rPr>
              <w:t xml:space="preserve">IV </w:t>
            </w:r>
          </w:p>
          <w:p w:rsidR="001A624C" w:rsidRPr="007E3ED4" w:rsidRDefault="001A624C" w:rsidP="008F451B">
            <w:pPr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(</w:t>
            </w:r>
            <w:r w:rsidRPr="001A624C">
              <w:rPr>
                <w:b/>
                <w:i/>
                <w:color w:val="000000"/>
                <w:sz w:val="20"/>
                <w:szCs w:val="20"/>
                <w:u w:val="single"/>
              </w:rPr>
              <w:t>NK (EÚ</w:t>
            </w:r>
            <w:r w:rsidRPr="004F67C6">
              <w:rPr>
                <w:b/>
                <w:i/>
                <w:color w:val="000000"/>
                <w:sz w:val="20"/>
                <w:szCs w:val="20"/>
                <w:u w:val="single"/>
              </w:rPr>
              <w:t>)</w:t>
            </w:r>
            <w:r w:rsidR="007E3ED4" w:rsidRPr="004F67C6">
              <w:rPr>
                <w:b/>
                <w:i/>
                <w:color w:val="000000"/>
                <w:sz w:val="20"/>
                <w:szCs w:val="20"/>
                <w:u w:val="single"/>
              </w:rPr>
              <w:t xml:space="preserve"> </w:t>
            </w:r>
            <w:r w:rsidRPr="004F67C6">
              <w:rPr>
                <w:b/>
                <w:i/>
                <w:color w:val="000000"/>
                <w:sz w:val="20"/>
                <w:szCs w:val="20"/>
                <w:u w:val="single"/>
              </w:rPr>
              <w:t>2</w:t>
            </w:r>
            <w:r w:rsidRPr="001A624C">
              <w:rPr>
                <w:b/>
                <w:i/>
                <w:color w:val="000000"/>
                <w:sz w:val="20"/>
                <w:szCs w:val="20"/>
                <w:u w:val="single"/>
              </w:rPr>
              <w:t>018/2026</w:t>
            </w:r>
            <w:r w:rsidR="00B40AC7">
              <w:rPr>
                <w:b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7D3C96" w:rsidRDefault="001A624C" w:rsidP="00E96052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4" w:space="0" w:color="auto"/>
              <w:right w:val="single" w:sz="7" w:space="0" w:color="000000"/>
            </w:tcBorders>
          </w:tcPr>
          <w:p w:rsidR="001A624C" w:rsidRPr="00E96052" w:rsidRDefault="001A624C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1A624C" w:rsidRPr="00E96052" w:rsidTr="00D613FB">
        <w:trPr>
          <w:trHeight w:val="262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E96052" w:rsidRDefault="001A624C" w:rsidP="00E96052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9.4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Default="001A624C" w:rsidP="00E96052">
            <w:pPr>
              <w:ind w:left="105"/>
              <w:rPr>
                <w:b/>
                <w:color w:val="000000"/>
              </w:rPr>
            </w:pPr>
            <w:r w:rsidRPr="007D3C96">
              <w:rPr>
                <w:b/>
                <w:color w:val="000000"/>
              </w:rPr>
              <w:t>Vykonávanie environmentálnych overovaní</w:t>
            </w:r>
          </w:p>
        </w:tc>
        <w:tc>
          <w:tcPr>
            <w:tcW w:w="5435" w:type="dxa"/>
            <w:vMerge w:val="restart"/>
            <w:tcBorders>
              <w:top w:val="single" w:sz="4" w:space="0" w:color="auto"/>
              <w:left w:val="single" w:sz="4" w:space="0" w:color="auto"/>
              <w:right w:val="single" w:sz="7" w:space="0" w:color="000000"/>
            </w:tcBorders>
          </w:tcPr>
          <w:p w:rsidR="001A624C" w:rsidRPr="00E96052" w:rsidRDefault="001A624C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1A624C" w:rsidRPr="00E96052" w:rsidTr="00D613FB">
        <w:trPr>
          <w:trHeight w:val="262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1A624C" w:rsidRDefault="001A624C" w:rsidP="001A624C">
            <w:pPr>
              <w:rPr>
                <w:b/>
                <w:i/>
                <w:color w:val="000000"/>
                <w:sz w:val="20"/>
                <w:szCs w:val="20"/>
              </w:rPr>
            </w:pPr>
            <w:r w:rsidRPr="001A624C">
              <w:rPr>
                <w:b/>
                <w:i/>
                <w:color w:val="000000"/>
                <w:sz w:val="20"/>
                <w:szCs w:val="20"/>
              </w:rPr>
              <w:t>čl. 18, 25 (6,</w:t>
            </w:r>
            <w:r w:rsidR="00A27B24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  <w:r w:rsidRPr="001A624C">
              <w:rPr>
                <w:b/>
                <w:i/>
                <w:color w:val="000000"/>
                <w:sz w:val="20"/>
                <w:szCs w:val="20"/>
              </w:rPr>
              <w:t>7,</w:t>
            </w:r>
            <w:r w:rsidR="00A27B24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  <w:r w:rsidRPr="001A624C">
              <w:rPr>
                <w:b/>
                <w:i/>
                <w:color w:val="000000"/>
                <w:sz w:val="20"/>
                <w:szCs w:val="20"/>
              </w:rPr>
              <w:t>8)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7D3C96" w:rsidRDefault="001A624C" w:rsidP="00E96052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4" w:space="0" w:color="auto"/>
              <w:right w:val="single" w:sz="7" w:space="0" w:color="000000"/>
            </w:tcBorders>
          </w:tcPr>
          <w:p w:rsidR="001A624C" w:rsidRPr="00E96052" w:rsidRDefault="001A624C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1A624C" w:rsidRPr="00E96052" w:rsidTr="00D613FB">
        <w:trPr>
          <w:trHeight w:val="262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E96052" w:rsidRDefault="001A624C" w:rsidP="00E96052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9.5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Default="001A624C" w:rsidP="00E96052">
            <w:pPr>
              <w:ind w:left="105"/>
              <w:rPr>
                <w:b/>
                <w:color w:val="000000"/>
              </w:rPr>
            </w:pPr>
            <w:r w:rsidRPr="007D3C96">
              <w:rPr>
                <w:b/>
                <w:color w:val="000000"/>
              </w:rPr>
              <w:t>Rozhodnutie o validácii environmentálneho vyhlásenia</w:t>
            </w:r>
          </w:p>
        </w:tc>
        <w:tc>
          <w:tcPr>
            <w:tcW w:w="5435" w:type="dxa"/>
            <w:vMerge w:val="restart"/>
            <w:tcBorders>
              <w:top w:val="single" w:sz="4" w:space="0" w:color="auto"/>
              <w:left w:val="single" w:sz="4" w:space="0" w:color="auto"/>
              <w:right w:val="single" w:sz="7" w:space="0" w:color="000000"/>
            </w:tcBorders>
          </w:tcPr>
          <w:p w:rsidR="001A624C" w:rsidRPr="00E96052" w:rsidRDefault="001A624C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1A624C" w:rsidRPr="00E96052" w:rsidTr="00D613FB">
        <w:trPr>
          <w:trHeight w:val="262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1A624C" w:rsidRDefault="001A624C" w:rsidP="001A624C">
            <w:pPr>
              <w:rPr>
                <w:b/>
                <w:i/>
                <w:color w:val="000000"/>
                <w:sz w:val="20"/>
                <w:szCs w:val="20"/>
              </w:rPr>
            </w:pPr>
            <w:r w:rsidRPr="001A624C">
              <w:rPr>
                <w:b/>
                <w:i/>
                <w:color w:val="000000"/>
                <w:sz w:val="20"/>
                <w:szCs w:val="20"/>
              </w:rPr>
              <w:t>čl. 25 (8, 9)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7D3C96" w:rsidRDefault="001A624C" w:rsidP="00E96052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4" w:space="0" w:color="auto"/>
              <w:right w:val="single" w:sz="7" w:space="0" w:color="000000"/>
            </w:tcBorders>
          </w:tcPr>
          <w:p w:rsidR="001A624C" w:rsidRPr="00E96052" w:rsidRDefault="001A624C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1A624C" w:rsidRPr="00E96052" w:rsidTr="00D613FB">
        <w:trPr>
          <w:trHeight w:val="262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E96052" w:rsidRDefault="001A624C" w:rsidP="00E96052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9.6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Default="001A624C" w:rsidP="00E96052">
            <w:pPr>
              <w:ind w:left="105"/>
              <w:rPr>
                <w:b/>
                <w:color w:val="000000"/>
              </w:rPr>
            </w:pPr>
            <w:r w:rsidRPr="007D3C96">
              <w:rPr>
                <w:b/>
                <w:color w:val="000000"/>
              </w:rPr>
              <w:t>Udržiavanie platnosti validácie environmentálneho vyhlásenia</w:t>
            </w:r>
          </w:p>
        </w:tc>
        <w:tc>
          <w:tcPr>
            <w:tcW w:w="5435" w:type="dxa"/>
            <w:vMerge w:val="restart"/>
            <w:tcBorders>
              <w:top w:val="single" w:sz="4" w:space="0" w:color="auto"/>
              <w:left w:val="single" w:sz="4" w:space="0" w:color="auto"/>
              <w:right w:val="single" w:sz="7" w:space="0" w:color="000000"/>
            </w:tcBorders>
          </w:tcPr>
          <w:p w:rsidR="001A624C" w:rsidRPr="00E96052" w:rsidRDefault="001A624C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1A624C" w:rsidRPr="00E96052" w:rsidTr="00D613FB">
        <w:trPr>
          <w:trHeight w:val="262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1A624C" w:rsidRDefault="001A624C" w:rsidP="001A624C">
            <w:pPr>
              <w:rPr>
                <w:b/>
                <w:i/>
                <w:color w:val="000000"/>
                <w:sz w:val="20"/>
                <w:szCs w:val="20"/>
              </w:rPr>
            </w:pPr>
            <w:r w:rsidRPr="001A624C">
              <w:rPr>
                <w:b/>
                <w:i/>
                <w:color w:val="000000"/>
                <w:sz w:val="20"/>
                <w:szCs w:val="20"/>
              </w:rPr>
              <w:t>čl. 18 (6, 7)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7D3C96" w:rsidRDefault="001A624C" w:rsidP="00E96052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4" w:space="0" w:color="auto"/>
              <w:right w:val="single" w:sz="7" w:space="0" w:color="000000"/>
            </w:tcBorders>
          </w:tcPr>
          <w:p w:rsidR="001A624C" w:rsidRPr="00E96052" w:rsidRDefault="001A624C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1A624C" w:rsidRPr="00E96052" w:rsidTr="00D613FB">
        <w:trPr>
          <w:trHeight w:val="262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E96052" w:rsidRDefault="001A624C" w:rsidP="00E96052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9.7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Default="001A624C" w:rsidP="00E96052">
            <w:pPr>
              <w:ind w:left="105"/>
              <w:rPr>
                <w:b/>
                <w:color w:val="000000"/>
              </w:rPr>
            </w:pPr>
            <w:r w:rsidRPr="007D3C96">
              <w:rPr>
                <w:b/>
                <w:color w:val="000000"/>
              </w:rPr>
              <w:t>Odvolania</w:t>
            </w:r>
          </w:p>
        </w:tc>
        <w:tc>
          <w:tcPr>
            <w:tcW w:w="5435" w:type="dxa"/>
            <w:vMerge w:val="restart"/>
            <w:tcBorders>
              <w:top w:val="single" w:sz="4" w:space="0" w:color="auto"/>
              <w:left w:val="single" w:sz="4" w:space="0" w:color="auto"/>
              <w:right w:val="single" w:sz="7" w:space="0" w:color="000000"/>
            </w:tcBorders>
          </w:tcPr>
          <w:p w:rsidR="001A624C" w:rsidRPr="00E96052" w:rsidRDefault="001A624C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1A624C" w:rsidRPr="00E96052" w:rsidTr="00D613FB">
        <w:trPr>
          <w:trHeight w:val="262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1A624C" w:rsidRDefault="001A624C" w:rsidP="001A624C">
            <w:pPr>
              <w:rPr>
                <w:b/>
                <w:i/>
                <w:color w:val="000000"/>
                <w:sz w:val="20"/>
                <w:szCs w:val="20"/>
              </w:rPr>
            </w:pPr>
            <w:r w:rsidRPr="001A624C">
              <w:rPr>
                <w:b/>
                <w:i/>
                <w:color w:val="000000"/>
                <w:sz w:val="20"/>
                <w:szCs w:val="20"/>
              </w:rPr>
              <w:t>čl. 20 (6)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7D3C96" w:rsidRDefault="001A624C" w:rsidP="00E96052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4" w:space="0" w:color="auto"/>
              <w:right w:val="single" w:sz="7" w:space="0" w:color="000000"/>
            </w:tcBorders>
          </w:tcPr>
          <w:p w:rsidR="001A624C" w:rsidRPr="00E96052" w:rsidRDefault="001A624C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1A624C" w:rsidRPr="00E96052" w:rsidTr="00D613FB">
        <w:trPr>
          <w:trHeight w:val="262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Default="001A624C" w:rsidP="00E96052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9.8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Default="001A624C" w:rsidP="00E96052">
            <w:pPr>
              <w:ind w:left="105"/>
              <w:rPr>
                <w:b/>
                <w:color w:val="000000"/>
              </w:rPr>
            </w:pPr>
            <w:r w:rsidRPr="007D3C96">
              <w:rPr>
                <w:b/>
                <w:color w:val="000000"/>
              </w:rPr>
              <w:t>Sťažnosti</w:t>
            </w:r>
          </w:p>
        </w:tc>
        <w:tc>
          <w:tcPr>
            <w:tcW w:w="5435" w:type="dxa"/>
            <w:vMerge w:val="restart"/>
            <w:tcBorders>
              <w:top w:val="single" w:sz="4" w:space="0" w:color="auto"/>
              <w:left w:val="single" w:sz="4" w:space="0" w:color="auto"/>
              <w:right w:val="single" w:sz="7" w:space="0" w:color="000000"/>
            </w:tcBorders>
          </w:tcPr>
          <w:p w:rsidR="001A624C" w:rsidRPr="00E96052" w:rsidRDefault="001A624C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1A624C" w:rsidRPr="00E96052" w:rsidTr="00D613FB">
        <w:trPr>
          <w:trHeight w:val="262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1A624C" w:rsidRDefault="001A624C" w:rsidP="001A624C">
            <w:pPr>
              <w:rPr>
                <w:b/>
                <w:i/>
                <w:color w:val="000000"/>
                <w:sz w:val="20"/>
                <w:szCs w:val="20"/>
              </w:rPr>
            </w:pPr>
            <w:r w:rsidRPr="001A624C">
              <w:rPr>
                <w:b/>
                <w:i/>
                <w:color w:val="000000"/>
                <w:sz w:val="20"/>
                <w:szCs w:val="20"/>
              </w:rPr>
              <w:t>čl. 20 (6)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7D3C96" w:rsidRDefault="001A624C" w:rsidP="00E96052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4" w:space="0" w:color="auto"/>
              <w:right w:val="single" w:sz="7" w:space="0" w:color="000000"/>
            </w:tcBorders>
          </w:tcPr>
          <w:p w:rsidR="001A624C" w:rsidRPr="00E96052" w:rsidRDefault="001A624C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1A624C" w:rsidRPr="00E96052" w:rsidTr="00D613FB">
        <w:trPr>
          <w:trHeight w:val="262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Default="001A624C" w:rsidP="00E96052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9.9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Default="001A624C" w:rsidP="00E96052">
            <w:pPr>
              <w:ind w:left="105"/>
              <w:rPr>
                <w:b/>
                <w:color w:val="000000"/>
              </w:rPr>
            </w:pPr>
            <w:r w:rsidRPr="007D3C96">
              <w:rPr>
                <w:b/>
                <w:color w:val="000000"/>
              </w:rPr>
              <w:t>Záznamy o klientoch</w:t>
            </w:r>
          </w:p>
        </w:tc>
        <w:tc>
          <w:tcPr>
            <w:tcW w:w="5435" w:type="dxa"/>
            <w:vMerge w:val="restart"/>
            <w:tcBorders>
              <w:top w:val="single" w:sz="4" w:space="0" w:color="auto"/>
              <w:left w:val="single" w:sz="4" w:space="0" w:color="auto"/>
              <w:right w:val="single" w:sz="7" w:space="0" w:color="000000"/>
            </w:tcBorders>
          </w:tcPr>
          <w:p w:rsidR="001A624C" w:rsidRPr="00E96052" w:rsidRDefault="001A624C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1A624C" w:rsidRPr="00E96052" w:rsidTr="00D613FB">
        <w:trPr>
          <w:trHeight w:val="262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1A624C" w:rsidRDefault="001A624C" w:rsidP="001A624C">
            <w:pPr>
              <w:rPr>
                <w:b/>
                <w:i/>
                <w:color w:val="000000"/>
                <w:sz w:val="20"/>
                <w:szCs w:val="20"/>
              </w:rPr>
            </w:pPr>
            <w:r w:rsidRPr="001A624C">
              <w:rPr>
                <w:b/>
                <w:i/>
                <w:color w:val="000000"/>
                <w:sz w:val="20"/>
                <w:szCs w:val="20"/>
              </w:rPr>
              <w:t>čl. 25 (5, 6, 7, 8, 9), Príloha VII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7D3C96" w:rsidRDefault="001A624C" w:rsidP="00E96052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:rsidR="001A624C" w:rsidRPr="00E96052" w:rsidRDefault="001A624C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</w:tbl>
    <w:p w:rsidR="00E96052" w:rsidRPr="00E96052" w:rsidRDefault="00E96052" w:rsidP="00E96052">
      <w:pPr>
        <w:ind w:firstLine="232"/>
      </w:pPr>
    </w:p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6"/>
        <w:gridCol w:w="3118"/>
        <w:gridCol w:w="5435"/>
      </w:tblGrid>
      <w:tr w:rsidR="007D3C96" w:rsidRPr="00E96052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E831CA" w:rsidRDefault="00E831CA" w:rsidP="00E831CA">
            <w:pPr>
              <w:jc w:val="center"/>
              <w:rPr>
                <w:b/>
                <w:color w:val="000000"/>
              </w:rPr>
            </w:pPr>
            <w:r w:rsidRPr="00CE7A53">
              <w:rPr>
                <w:b/>
                <w:color w:val="000000"/>
              </w:rPr>
              <w:t>Článok normy</w:t>
            </w:r>
            <w:r>
              <w:rPr>
                <w:b/>
                <w:color w:val="000000"/>
              </w:rPr>
              <w:t>/</w:t>
            </w:r>
          </w:p>
          <w:p w:rsidR="007D3C96" w:rsidRPr="00E96052" w:rsidRDefault="00E831CA" w:rsidP="00E831CA">
            <w:pPr>
              <w:jc w:val="center"/>
              <w:rPr>
                <w:b/>
                <w:color w:val="000000"/>
              </w:rPr>
            </w:pPr>
            <w:r w:rsidRPr="004644B7">
              <w:rPr>
                <w:b/>
                <w:i/>
                <w:color w:val="000000"/>
              </w:rPr>
              <w:t>nariadenia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Pr="00E96052" w:rsidRDefault="007D3C96" w:rsidP="00E96052">
            <w:pPr>
              <w:ind w:left="105"/>
              <w:jc w:val="center"/>
              <w:rPr>
                <w:b/>
                <w:color w:val="000000"/>
              </w:rPr>
            </w:pPr>
            <w:r w:rsidRPr="00E96052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7D3C96" w:rsidRPr="00E96052" w:rsidRDefault="00D613FB" w:rsidP="00E96052">
            <w:pPr>
              <w:jc w:val="center"/>
              <w:rPr>
                <w:b/>
                <w:color w:val="000000"/>
              </w:rPr>
            </w:pPr>
            <w:r w:rsidRPr="0078141E">
              <w:rPr>
                <w:b/>
                <w:color w:val="000000"/>
              </w:rPr>
              <w:t xml:space="preserve">Popis plnenia požiadavky </w:t>
            </w:r>
            <w:r>
              <w:rPr>
                <w:b/>
                <w:color w:val="000000"/>
              </w:rPr>
              <w:t>-</w:t>
            </w:r>
            <w:r w:rsidRPr="0078141E">
              <w:rPr>
                <w:b/>
                <w:color w:val="000000"/>
              </w:rPr>
              <w:t xml:space="preserve"> odkazy na </w:t>
            </w:r>
            <w:r>
              <w:rPr>
                <w:b/>
                <w:color w:val="000000"/>
              </w:rPr>
              <w:t>články relevantných dokumentov *)</w:t>
            </w:r>
          </w:p>
        </w:tc>
      </w:tr>
      <w:tr w:rsidR="007D3C96" w:rsidRPr="00E96052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Pr="00E96052" w:rsidRDefault="007D3C96" w:rsidP="00E96052">
            <w:pPr>
              <w:ind w:firstLine="232"/>
              <w:rPr>
                <w:b/>
                <w:color w:val="000000"/>
              </w:rPr>
            </w:pPr>
            <w:r w:rsidRPr="00E96052">
              <w:rPr>
                <w:b/>
                <w:color w:val="000000"/>
              </w:rPr>
              <w:t>10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Pr="00E96052" w:rsidRDefault="007D3C96" w:rsidP="00E96052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Požiadavky na systém manažérstva</w:t>
            </w:r>
          </w:p>
        </w:tc>
        <w:tc>
          <w:tcPr>
            <w:tcW w:w="5435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7D3C96" w:rsidRPr="00E96052" w:rsidRDefault="007D3C96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7E3ED4" w:rsidRPr="00E96052" w:rsidTr="00D613FB">
        <w:trPr>
          <w:trHeight w:val="262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E3ED4" w:rsidRPr="00E96052" w:rsidRDefault="007E3ED4" w:rsidP="00E96052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E3ED4" w:rsidRDefault="007E3ED4" w:rsidP="00E96052">
            <w:pPr>
              <w:ind w:left="105"/>
              <w:rPr>
                <w:b/>
                <w:color w:val="000000"/>
              </w:rPr>
            </w:pPr>
            <w:r w:rsidRPr="007D3C96">
              <w:rPr>
                <w:b/>
                <w:color w:val="000000"/>
              </w:rPr>
              <w:t>Možnosti</w:t>
            </w:r>
          </w:p>
        </w:tc>
        <w:tc>
          <w:tcPr>
            <w:tcW w:w="5435" w:type="dxa"/>
            <w:vMerge w:val="restart"/>
            <w:tcBorders>
              <w:left w:val="single" w:sz="4" w:space="0" w:color="auto"/>
              <w:right w:val="single" w:sz="8" w:space="0" w:color="000000"/>
            </w:tcBorders>
          </w:tcPr>
          <w:p w:rsidR="007E3ED4" w:rsidRPr="00E96052" w:rsidRDefault="007E3ED4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7E3ED4" w:rsidRPr="00E96052" w:rsidTr="00D613FB">
        <w:trPr>
          <w:trHeight w:val="262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E3ED4" w:rsidRPr="007E3ED4" w:rsidRDefault="007E3ED4" w:rsidP="007E3ED4">
            <w:pPr>
              <w:rPr>
                <w:b/>
                <w:i/>
                <w:color w:val="000000"/>
                <w:sz w:val="20"/>
                <w:szCs w:val="20"/>
              </w:rPr>
            </w:pPr>
            <w:r w:rsidRPr="007E3ED4">
              <w:rPr>
                <w:b/>
                <w:i/>
                <w:color w:val="000000"/>
                <w:sz w:val="20"/>
                <w:szCs w:val="20"/>
              </w:rPr>
              <w:t>čl. 20 (6)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E3ED4" w:rsidRPr="007D3C96" w:rsidRDefault="007E3ED4" w:rsidP="00E96052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8" w:space="0" w:color="000000"/>
            </w:tcBorders>
          </w:tcPr>
          <w:p w:rsidR="007E3ED4" w:rsidRPr="00E96052" w:rsidRDefault="007E3ED4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7D3C96" w:rsidRPr="00E96052" w:rsidTr="00D613FB">
        <w:trPr>
          <w:trHeight w:val="262"/>
        </w:trPr>
        <w:tc>
          <w:tcPr>
            <w:tcW w:w="1976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Pr="00E96052" w:rsidRDefault="00073510" w:rsidP="00E96052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10.2.1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Default="00073510" w:rsidP="00E96052">
            <w:pPr>
              <w:ind w:left="105"/>
              <w:rPr>
                <w:b/>
                <w:color w:val="000000"/>
              </w:rPr>
            </w:pPr>
            <w:r w:rsidRPr="00073510">
              <w:rPr>
                <w:b/>
                <w:color w:val="000000"/>
              </w:rPr>
              <w:t>Možnosť A: Požiadavky všeobecného systému manažérstva / Všeobecne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7D3C96" w:rsidRPr="00E96052" w:rsidRDefault="007D3C96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7D3C96" w:rsidRPr="00E96052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Pr="00E96052" w:rsidRDefault="00073510" w:rsidP="00E96052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10.2.2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Default="00073510" w:rsidP="00E96052">
            <w:pPr>
              <w:ind w:left="105"/>
              <w:rPr>
                <w:b/>
                <w:color w:val="000000"/>
              </w:rPr>
            </w:pPr>
            <w:r w:rsidRPr="00073510">
              <w:rPr>
                <w:b/>
                <w:color w:val="000000"/>
              </w:rPr>
              <w:t>Príručka systému manažérstva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7D3C96" w:rsidRPr="00E96052" w:rsidRDefault="007D3C96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7D3C96" w:rsidRPr="00E96052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Pr="00E96052" w:rsidRDefault="00073510" w:rsidP="00E96052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10.2.3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Default="00073510" w:rsidP="00E96052">
            <w:pPr>
              <w:ind w:left="105"/>
              <w:rPr>
                <w:b/>
                <w:color w:val="000000"/>
              </w:rPr>
            </w:pPr>
            <w:r w:rsidRPr="00073510">
              <w:rPr>
                <w:b/>
                <w:color w:val="000000"/>
              </w:rPr>
              <w:t>Riadenie dokumentov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7D3C96" w:rsidRPr="00E96052" w:rsidRDefault="007D3C96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7D3C96" w:rsidRPr="00E96052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Pr="00E96052" w:rsidRDefault="00073510" w:rsidP="00E96052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10.2.4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Default="00073510" w:rsidP="00E96052">
            <w:pPr>
              <w:ind w:left="105"/>
              <w:rPr>
                <w:b/>
                <w:color w:val="000000"/>
              </w:rPr>
            </w:pPr>
            <w:r w:rsidRPr="00073510">
              <w:rPr>
                <w:b/>
                <w:color w:val="000000"/>
              </w:rPr>
              <w:t>Riadenie záznamov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7D3C96" w:rsidRPr="00E96052" w:rsidRDefault="007D3C96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7D3C96" w:rsidRPr="00E96052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Pr="00E96052" w:rsidRDefault="00073510" w:rsidP="00E96052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10.2.5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Default="00073510" w:rsidP="00E96052">
            <w:pPr>
              <w:ind w:left="105"/>
              <w:rPr>
                <w:b/>
                <w:color w:val="000000"/>
              </w:rPr>
            </w:pPr>
            <w:r w:rsidRPr="00073510">
              <w:rPr>
                <w:b/>
                <w:color w:val="000000"/>
              </w:rPr>
              <w:t>Preskúmanie manažmentom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7D3C96" w:rsidRPr="00E96052" w:rsidRDefault="007D3C96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7D3C96" w:rsidRPr="00E96052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Pr="00E96052" w:rsidRDefault="00073510" w:rsidP="00E96052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10.2.6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Default="00073510" w:rsidP="00E96052">
            <w:pPr>
              <w:ind w:left="105"/>
              <w:rPr>
                <w:b/>
                <w:color w:val="000000"/>
              </w:rPr>
            </w:pPr>
            <w:r w:rsidRPr="00073510">
              <w:rPr>
                <w:b/>
                <w:color w:val="000000"/>
              </w:rPr>
              <w:t>Interné audity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7D3C96" w:rsidRPr="00E96052" w:rsidRDefault="007D3C96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7D3C96" w:rsidRPr="00E96052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Pr="00E96052" w:rsidRDefault="00073510" w:rsidP="00E96052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10.2.7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Default="00073510" w:rsidP="00E96052">
            <w:pPr>
              <w:ind w:left="105"/>
              <w:rPr>
                <w:b/>
                <w:color w:val="000000"/>
              </w:rPr>
            </w:pPr>
            <w:r w:rsidRPr="00073510">
              <w:rPr>
                <w:b/>
                <w:color w:val="000000"/>
              </w:rPr>
              <w:t>Nápravné činnosti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7D3C96" w:rsidRPr="00E96052" w:rsidRDefault="007D3C96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7D3C96" w:rsidRPr="00E96052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Pr="00E96052" w:rsidRDefault="00073510" w:rsidP="00E96052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10.3.1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Default="00073510" w:rsidP="00E96052">
            <w:pPr>
              <w:ind w:left="105"/>
              <w:rPr>
                <w:b/>
                <w:color w:val="000000"/>
              </w:rPr>
            </w:pPr>
            <w:r w:rsidRPr="00073510">
              <w:rPr>
                <w:b/>
                <w:color w:val="000000"/>
              </w:rPr>
              <w:t>Možnosť B: Požiadavky systému manažérstva v súlade s ISO 9001 / Všeobecne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7D3C96" w:rsidRPr="00E96052" w:rsidRDefault="007D3C96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7D3C96" w:rsidRPr="00E96052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Pr="00E96052" w:rsidRDefault="00073510" w:rsidP="00E96052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10.3.2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Default="00073510" w:rsidP="00E96052">
            <w:pPr>
              <w:ind w:left="105"/>
              <w:rPr>
                <w:b/>
                <w:color w:val="000000"/>
              </w:rPr>
            </w:pPr>
            <w:r w:rsidRPr="00073510">
              <w:rPr>
                <w:b/>
                <w:color w:val="000000"/>
              </w:rPr>
              <w:t>Rozsah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7D3C96" w:rsidRPr="00E96052" w:rsidRDefault="007D3C96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7D3C96" w:rsidRPr="00E96052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Pr="00E96052" w:rsidRDefault="00073510" w:rsidP="00E96052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10.3.3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Default="00073510" w:rsidP="00E96052">
            <w:pPr>
              <w:ind w:left="105"/>
              <w:rPr>
                <w:b/>
                <w:color w:val="000000"/>
              </w:rPr>
            </w:pPr>
            <w:r w:rsidRPr="00073510">
              <w:rPr>
                <w:b/>
                <w:color w:val="000000"/>
              </w:rPr>
              <w:t>Sústredenie na zákazníka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7D3C96" w:rsidRPr="00E96052" w:rsidRDefault="007D3C96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7D3C96" w:rsidRPr="00E96052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Pr="00E96052" w:rsidRDefault="00073510" w:rsidP="00E96052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10.3.4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Default="00073510" w:rsidP="00E96052">
            <w:pPr>
              <w:ind w:left="105"/>
              <w:rPr>
                <w:b/>
                <w:color w:val="000000"/>
              </w:rPr>
            </w:pPr>
            <w:r w:rsidRPr="00073510">
              <w:rPr>
                <w:b/>
                <w:color w:val="000000"/>
              </w:rPr>
              <w:t>Preskúmanie manažmentom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7D3C96" w:rsidRPr="00E96052" w:rsidRDefault="007D3C96" w:rsidP="00E96052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</w:tbl>
    <w:p w:rsidR="00920EBA" w:rsidRDefault="00920EBA" w:rsidP="00317D8B">
      <w:pPr>
        <w:keepLines/>
        <w:jc w:val="both"/>
        <w:sectPr w:rsidR="00920EBA" w:rsidSect="001D7A49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:rsidR="008011E3" w:rsidRDefault="008011E3" w:rsidP="00317D8B">
      <w:pPr>
        <w:keepLines/>
        <w:jc w:val="both"/>
      </w:pPr>
    </w:p>
    <w:p w:rsidR="00920EBA" w:rsidRPr="00F5502A" w:rsidRDefault="00920EBA" w:rsidP="00920EBA">
      <w:pPr>
        <w:pStyle w:val="Hlavika"/>
        <w:keepLines/>
        <w:tabs>
          <w:tab w:val="clear" w:pos="4536"/>
          <w:tab w:val="clear" w:pos="9072"/>
        </w:tabs>
      </w:pPr>
      <w:r>
        <w:rPr>
          <w:b/>
          <w:color w:val="000000"/>
        </w:rPr>
        <w:t>*) Všetky dokumenty, na ktoré sa odvolávate vložte do AIS.</w:t>
      </w:r>
      <w:r w:rsidRPr="00F5502A">
        <w:t xml:space="preserve"> </w:t>
      </w:r>
    </w:p>
    <w:p w:rsidR="00920EBA" w:rsidRDefault="00920EBA" w:rsidP="00317D8B">
      <w:pPr>
        <w:keepLines/>
        <w:jc w:val="both"/>
      </w:pPr>
    </w:p>
    <w:p w:rsidR="00920EBA" w:rsidRPr="001D10D1" w:rsidRDefault="00920EBA" w:rsidP="00317D8B">
      <w:pPr>
        <w:keepLines/>
        <w:jc w:val="both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060"/>
        <w:gridCol w:w="1080"/>
        <w:gridCol w:w="10"/>
        <w:gridCol w:w="890"/>
        <w:gridCol w:w="4550"/>
      </w:tblGrid>
      <w:tr w:rsidR="008011E3" w:rsidRPr="001D10D1" w:rsidTr="003D3B13">
        <w:trPr>
          <w:cantSplit/>
          <w:trHeight w:val="45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011E3" w:rsidRPr="001D10D1" w:rsidRDefault="008011E3" w:rsidP="00317D8B">
            <w:pPr>
              <w:pStyle w:val="Hlavika"/>
              <w:keepLines/>
              <w:tabs>
                <w:tab w:val="clear" w:pos="4536"/>
                <w:tab w:val="clear" w:pos="9072"/>
              </w:tabs>
              <w:spacing w:before="90"/>
              <w:ind w:left="-70"/>
            </w:pPr>
            <w:r w:rsidRPr="001D10D1">
              <w:t>Dátum: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8011E3" w:rsidRPr="001D10D1" w:rsidRDefault="008011E3" w:rsidP="00317D8B">
            <w:pPr>
              <w:keepLines/>
              <w:framePr w:hSpace="141" w:wrap="around" w:vAnchor="text" w:hAnchor="text" w:x="40" w:y="1"/>
              <w:rPr>
                <w:sz w:val="8"/>
              </w:rPr>
            </w:pPr>
          </w:p>
          <w:bookmarkStart w:id="6" w:name="T5"/>
          <w:p w:rsidR="008011E3" w:rsidRPr="001D10D1" w:rsidRDefault="00606D61" w:rsidP="00317D8B">
            <w:pPr>
              <w:keepLines/>
            </w:pPr>
            <w:r w:rsidRPr="001D10D1"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8011E3" w:rsidRPr="001D10D1">
              <w:instrText xml:space="preserve"> FORMTEXT </w:instrText>
            </w:r>
            <w:r w:rsidRPr="001D10D1">
              <w:fldChar w:fldCharType="separate"/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Pr="001D10D1">
              <w:fldChar w:fldCharType="end"/>
            </w:r>
            <w:bookmarkEnd w:id="6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011E3" w:rsidRPr="001D10D1" w:rsidRDefault="008011E3" w:rsidP="00317D8B">
            <w:pPr>
              <w:keepLines/>
              <w:spacing w:before="90"/>
              <w:ind w:left="-70"/>
            </w:pPr>
          </w:p>
        </w:tc>
        <w:tc>
          <w:tcPr>
            <w:tcW w:w="54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11E3" w:rsidRPr="001D10D1" w:rsidRDefault="008011E3" w:rsidP="00317D8B">
            <w:pPr>
              <w:keepLines/>
            </w:pPr>
          </w:p>
        </w:tc>
      </w:tr>
      <w:tr w:rsidR="008011E3" w:rsidRPr="001D10D1" w:rsidTr="003D3B13">
        <w:trPr>
          <w:gridBefore w:val="2"/>
          <w:wBefore w:w="3960" w:type="dxa"/>
          <w:cantSplit/>
          <w:trHeight w:val="454"/>
        </w:trPr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11E3" w:rsidRPr="001D10D1" w:rsidRDefault="008011E3" w:rsidP="00317D8B">
            <w:pPr>
              <w:keepLines/>
              <w:spacing w:before="90"/>
              <w:ind w:left="-70"/>
            </w:pPr>
            <w:r w:rsidRPr="001D10D1">
              <w:t>Meno a priezvisko:</w:t>
            </w:r>
          </w:p>
        </w:tc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</w:tcPr>
          <w:p w:rsidR="008011E3" w:rsidRPr="001D10D1" w:rsidRDefault="008011E3" w:rsidP="00317D8B">
            <w:pPr>
              <w:keepLines/>
              <w:framePr w:hSpace="141" w:wrap="around" w:vAnchor="text" w:hAnchor="text" w:x="40" w:y="1"/>
              <w:rPr>
                <w:sz w:val="8"/>
              </w:rPr>
            </w:pPr>
          </w:p>
          <w:bookmarkStart w:id="7" w:name="T7"/>
          <w:p w:rsidR="008011E3" w:rsidRPr="001D10D1" w:rsidRDefault="00606D61" w:rsidP="00317D8B">
            <w:pPr>
              <w:keepLines/>
            </w:pPr>
            <w:r w:rsidRPr="001D10D1"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8011E3" w:rsidRPr="001D10D1">
              <w:instrText xml:space="preserve"> FORMTEXT </w:instrText>
            </w:r>
            <w:r w:rsidRPr="001D10D1">
              <w:fldChar w:fldCharType="separate"/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Pr="001D10D1">
              <w:fldChar w:fldCharType="end"/>
            </w:r>
            <w:bookmarkEnd w:id="7"/>
          </w:p>
        </w:tc>
      </w:tr>
      <w:tr w:rsidR="008011E3" w:rsidRPr="001D10D1" w:rsidTr="003D3B13">
        <w:trPr>
          <w:gridBefore w:val="2"/>
          <w:wBefore w:w="3960" w:type="dxa"/>
          <w:cantSplit/>
          <w:trHeight w:val="454"/>
        </w:trPr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11E3" w:rsidRPr="001D10D1" w:rsidRDefault="008011E3" w:rsidP="00317D8B">
            <w:pPr>
              <w:keepLines/>
              <w:spacing w:before="90"/>
              <w:ind w:left="-70"/>
            </w:pPr>
          </w:p>
        </w:tc>
        <w:tc>
          <w:tcPr>
            <w:tcW w:w="5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11E3" w:rsidRPr="001D10D1" w:rsidRDefault="008011E3" w:rsidP="00317D8B">
            <w:pPr>
              <w:keepLines/>
            </w:pPr>
          </w:p>
        </w:tc>
      </w:tr>
    </w:tbl>
    <w:p w:rsidR="00EA0459" w:rsidRPr="001D10D1" w:rsidRDefault="00EA0459" w:rsidP="00317D8B">
      <w:pPr>
        <w:pStyle w:val="Pta"/>
        <w:keepLines/>
        <w:tabs>
          <w:tab w:val="clear" w:pos="4153"/>
          <w:tab w:val="clear" w:pos="8306"/>
        </w:tabs>
        <w:rPr>
          <w:noProof/>
          <w:sz w:val="2"/>
        </w:rPr>
      </w:pPr>
    </w:p>
    <w:sectPr w:rsidR="00EA0459" w:rsidRPr="001D10D1" w:rsidSect="001D7A49">
      <w:type w:val="continuous"/>
      <w:pgSz w:w="11906" w:h="16838" w:code="9"/>
      <w:pgMar w:top="1418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6DC" w:rsidRDefault="005406DC">
      <w:r>
        <w:separator/>
      </w:r>
    </w:p>
  </w:endnote>
  <w:endnote w:type="continuationSeparator" w:id="0">
    <w:p w:rsidR="005406DC" w:rsidRDefault="00540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6F8" w:rsidRPr="00997854" w:rsidRDefault="00A166F8" w:rsidP="00A166F8">
    <w:pPr>
      <w:pStyle w:val="Pta"/>
      <w:tabs>
        <w:tab w:val="clear" w:pos="4153"/>
        <w:tab w:val="clear" w:pos="8306"/>
        <w:tab w:val="right" w:pos="10490"/>
      </w:tabs>
      <w:rPr>
        <w:b/>
      </w:rPr>
    </w:pPr>
    <w:r w:rsidRPr="00997854">
      <w:rPr>
        <w:b/>
      </w:rPr>
      <w:t>TL 05</w:t>
    </w:r>
    <w:r>
      <w:rPr>
        <w:b/>
      </w:rPr>
      <w:t>/OA9/2</w:t>
    </w:r>
  </w:p>
  <w:p w:rsidR="008011E3" w:rsidRDefault="00A166F8" w:rsidP="00A166F8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E83EBB">
      <w:t>:</w:t>
    </w:r>
    <w:r>
      <w:rPr>
        <w:b/>
      </w:rPr>
      <w:t xml:space="preserve"> </w:t>
    </w:r>
    <w:r w:rsidR="0050524E">
      <w:rPr>
        <w:b/>
      </w:rPr>
      <w:t>29.11</w:t>
    </w:r>
    <w:r>
      <w:rPr>
        <w:b/>
      </w:rPr>
      <w:t>.19</w:t>
    </w:r>
    <w:r w:rsidR="00EA0459">
      <w:rPr>
        <w:b/>
      </w:rPr>
      <w:tab/>
    </w:r>
    <w:r w:rsidR="00EA0459">
      <w:t xml:space="preserve">Strana: </w:t>
    </w:r>
    <w:r w:rsidR="00606D61" w:rsidRPr="00997854">
      <w:rPr>
        <w:rStyle w:val="slostrany"/>
        <w:b/>
      </w:rPr>
      <w:fldChar w:fldCharType="begin"/>
    </w:r>
    <w:r w:rsidR="00EA0459" w:rsidRPr="00997854">
      <w:rPr>
        <w:rStyle w:val="slostrany"/>
        <w:b/>
      </w:rPr>
      <w:instrText xml:space="preserve"> PAGE </w:instrText>
    </w:r>
    <w:r w:rsidR="00606D61" w:rsidRPr="00997854">
      <w:rPr>
        <w:rStyle w:val="slostrany"/>
        <w:b/>
      </w:rPr>
      <w:fldChar w:fldCharType="separate"/>
    </w:r>
    <w:r w:rsidR="0050524E">
      <w:rPr>
        <w:rStyle w:val="slostrany"/>
        <w:b/>
        <w:noProof/>
      </w:rPr>
      <w:t>4</w:t>
    </w:r>
    <w:r w:rsidR="00606D61" w:rsidRPr="00997854">
      <w:rPr>
        <w:rStyle w:val="slostrany"/>
        <w:b/>
      </w:rPr>
      <w:fldChar w:fldCharType="end"/>
    </w:r>
    <w:r w:rsidR="00EA0459" w:rsidRPr="00997854">
      <w:rPr>
        <w:rStyle w:val="slostrany"/>
        <w:b/>
      </w:rPr>
      <w:t xml:space="preserve"> </w:t>
    </w:r>
    <w:r w:rsidR="00EA0459" w:rsidRPr="00DB2276">
      <w:rPr>
        <w:rStyle w:val="slostrany"/>
        <w:b/>
      </w:rPr>
      <w:t>/</w:t>
    </w:r>
    <w:r w:rsidR="00EA0459">
      <w:rPr>
        <w:rStyle w:val="slostrany"/>
        <w:b/>
      </w:rPr>
      <w:t xml:space="preserve"> </w:t>
    </w:r>
    <w:r w:rsidR="00647D03">
      <w:rPr>
        <w:rStyle w:val="slostrany"/>
        <w:b/>
        <w:noProof/>
      </w:rPr>
      <w:fldChar w:fldCharType="begin"/>
    </w:r>
    <w:r w:rsidR="00647D03">
      <w:rPr>
        <w:rStyle w:val="slostrany"/>
        <w:b/>
        <w:noProof/>
      </w:rPr>
      <w:instrText xml:space="preserve"> NUMPAGES   \* MERGEFORMAT </w:instrText>
    </w:r>
    <w:r w:rsidR="00647D03">
      <w:rPr>
        <w:rStyle w:val="slostrany"/>
        <w:b/>
        <w:noProof/>
      </w:rPr>
      <w:fldChar w:fldCharType="separate"/>
    </w:r>
    <w:r w:rsidR="0050524E">
      <w:rPr>
        <w:rStyle w:val="slostrany"/>
        <w:b/>
        <w:noProof/>
      </w:rPr>
      <w:t>4</w:t>
    </w:r>
    <w:r w:rsidR="00647D03">
      <w:rPr>
        <w:rStyle w:val="slostrany"/>
        <w:b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6F8" w:rsidRPr="00997854" w:rsidRDefault="00A166F8" w:rsidP="00A166F8">
    <w:pPr>
      <w:pStyle w:val="Pta"/>
      <w:tabs>
        <w:tab w:val="clear" w:pos="4153"/>
        <w:tab w:val="clear" w:pos="8306"/>
        <w:tab w:val="right" w:pos="10490"/>
      </w:tabs>
      <w:rPr>
        <w:b/>
      </w:rPr>
    </w:pPr>
    <w:r w:rsidRPr="00997854">
      <w:rPr>
        <w:b/>
      </w:rPr>
      <w:t>TL 05</w:t>
    </w:r>
    <w:r>
      <w:rPr>
        <w:b/>
      </w:rPr>
      <w:t>/OA9/2</w:t>
    </w:r>
  </w:p>
  <w:p w:rsidR="008011E3" w:rsidRPr="009A64FA" w:rsidRDefault="00A166F8" w:rsidP="00A166F8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E83EBB">
      <w:t>:</w:t>
    </w:r>
    <w:r>
      <w:rPr>
        <w:b/>
      </w:rPr>
      <w:t xml:space="preserve"> </w:t>
    </w:r>
    <w:r w:rsidR="0050524E">
      <w:rPr>
        <w:b/>
      </w:rPr>
      <w:t>29.11</w:t>
    </w:r>
    <w:r>
      <w:rPr>
        <w:b/>
      </w:rPr>
      <w:t>.19</w:t>
    </w:r>
    <w:r w:rsidR="00A37057">
      <w:rPr>
        <w:b/>
      </w:rPr>
      <w:tab/>
    </w:r>
    <w:r w:rsidR="008011E3">
      <w:t xml:space="preserve">Strana: </w:t>
    </w:r>
    <w:r w:rsidR="00606D61" w:rsidRPr="00997854">
      <w:rPr>
        <w:rStyle w:val="slostrany"/>
        <w:b/>
      </w:rPr>
      <w:fldChar w:fldCharType="begin"/>
    </w:r>
    <w:r w:rsidR="008011E3" w:rsidRPr="00997854">
      <w:rPr>
        <w:rStyle w:val="slostrany"/>
        <w:b/>
      </w:rPr>
      <w:instrText xml:space="preserve"> PAGE </w:instrText>
    </w:r>
    <w:r w:rsidR="00606D61" w:rsidRPr="00997854">
      <w:rPr>
        <w:rStyle w:val="slostrany"/>
        <w:b/>
      </w:rPr>
      <w:fldChar w:fldCharType="separate"/>
    </w:r>
    <w:r w:rsidR="0050524E">
      <w:rPr>
        <w:rStyle w:val="slostrany"/>
        <w:b/>
        <w:noProof/>
      </w:rPr>
      <w:t>1</w:t>
    </w:r>
    <w:r w:rsidR="00606D61" w:rsidRPr="00997854">
      <w:rPr>
        <w:rStyle w:val="slostrany"/>
        <w:b/>
      </w:rPr>
      <w:fldChar w:fldCharType="end"/>
    </w:r>
    <w:r w:rsidR="008011E3" w:rsidRPr="00997854">
      <w:rPr>
        <w:rStyle w:val="slostrany"/>
        <w:b/>
      </w:rPr>
      <w:t xml:space="preserve"> </w:t>
    </w:r>
    <w:r w:rsidR="008011E3" w:rsidRPr="00DB2276">
      <w:rPr>
        <w:rStyle w:val="slostrany"/>
        <w:b/>
      </w:rPr>
      <w:t>/</w:t>
    </w:r>
    <w:r w:rsidR="008011E3">
      <w:rPr>
        <w:rStyle w:val="slostrany"/>
        <w:b/>
      </w:rPr>
      <w:t xml:space="preserve"> </w:t>
    </w:r>
    <w:r>
      <w:rPr>
        <w:rStyle w:val="slostrany"/>
        <w:b/>
      </w:rPr>
      <w:fldChar w:fldCharType="begin"/>
    </w:r>
    <w:r>
      <w:rPr>
        <w:rStyle w:val="slostrany"/>
        <w:b/>
      </w:rPr>
      <w:instrText xml:space="preserve"> NUMPAGES   \* MERGEFORMAT </w:instrText>
    </w:r>
    <w:r>
      <w:rPr>
        <w:rStyle w:val="slostrany"/>
        <w:b/>
      </w:rPr>
      <w:fldChar w:fldCharType="separate"/>
    </w:r>
    <w:r w:rsidR="0050524E">
      <w:rPr>
        <w:rStyle w:val="slostrany"/>
        <w:b/>
        <w:noProof/>
      </w:rPr>
      <w:t>4</w:t>
    </w:r>
    <w:r>
      <w:rPr>
        <w:rStyle w:val="slostrany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6DC" w:rsidRDefault="005406DC">
      <w:r>
        <w:separator/>
      </w:r>
    </w:p>
  </w:footnote>
  <w:footnote w:type="continuationSeparator" w:id="0">
    <w:p w:rsidR="005406DC" w:rsidRDefault="005406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80"/>
      <w:gridCol w:w="9410"/>
    </w:tblGrid>
    <w:tr w:rsidR="00EA0459" w:rsidTr="00EA0459">
      <w:trPr>
        <w:trHeight w:hRule="exact" w:val="454"/>
      </w:trPr>
      <w:tc>
        <w:tcPr>
          <w:tcW w:w="1080" w:type="dxa"/>
          <w:shd w:val="pct10" w:color="000000" w:fill="FFFFFF"/>
        </w:tcPr>
        <w:p w:rsidR="00EA0459" w:rsidRPr="001A3ED2" w:rsidRDefault="00EA0459">
          <w:pPr>
            <w:pStyle w:val="Hlavika"/>
            <w:rPr>
              <w:sz w:val="20"/>
              <w:szCs w:val="22"/>
            </w:rPr>
          </w:pPr>
          <w:r w:rsidRPr="001A3ED2">
            <w:rPr>
              <w:sz w:val="20"/>
              <w:szCs w:val="22"/>
            </w:rPr>
            <w:t>Žiadateľ:</w:t>
          </w:r>
        </w:p>
      </w:tc>
      <w:tc>
        <w:tcPr>
          <w:tcW w:w="9410" w:type="dxa"/>
        </w:tcPr>
        <w:p w:rsidR="00EA0459" w:rsidRPr="001A3ED2" w:rsidRDefault="00E158E0" w:rsidP="00E158E0">
          <w:pPr>
            <w:pStyle w:val="Hlavika"/>
            <w:ind w:left="113"/>
            <w:rPr>
              <w:sz w:val="20"/>
              <w:szCs w:val="22"/>
            </w:rPr>
          </w:pPr>
          <w:r>
            <w:rPr>
              <w:sz w:val="18"/>
              <w:szCs w:val="22"/>
            </w:rPr>
            <w:fldChar w:fldCharType="begin"/>
          </w:r>
          <w:r>
            <w:rPr>
              <w:sz w:val="18"/>
              <w:szCs w:val="22"/>
            </w:rPr>
            <w:instrText xml:space="preserve"> REF \* CHARFORMAT T1  \* MERGEFORMAT </w:instrText>
          </w:r>
          <w:r>
            <w:rPr>
              <w:sz w:val="18"/>
              <w:szCs w:val="22"/>
            </w:rPr>
            <w:fldChar w:fldCharType="separate"/>
          </w:r>
          <w:r w:rsidR="00A166F8" w:rsidRPr="00A166F8">
            <w:rPr>
              <w:sz w:val="18"/>
              <w:szCs w:val="22"/>
            </w:rPr>
            <w:t>názov / obchodné meno</w:t>
          </w:r>
          <w:r>
            <w:rPr>
              <w:sz w:val="18"/>
              <w:szCs w:val="22"/>
            </w:rPr>
            <w:fldChar w:fldCharType="end"/>
          </w:r>
          <w:r w:rsidR="00EA0459" w:rsidRPr="001A3ED2">
            <w:rPr>
              <w:sz w:val="18"/>
              <w:szCs w:val="22"/>
            </w:rPr>
            <w:t xml:space="preserve">, </w:t>
          </w:r>
          <w:r>
            <w:rPr>
              <w:sz w:val="18"/>
              <w:szCs w:val="22"/>
            </w:rPr>
            <w:fldChar w:fldCharType="begin"/>
          </w:r>
          <w:r>
            <w:rPr>
              <w:sz w:val="18"/>
              <w:szCs w:val="22"/>
            </w:rPr>
            <w:instrText xml:space="preserve"> REF \* CHARFORMAT T2  \* MERGEFORMAT </w:instrText>
          </w:r>
          <w:r>
            <w:rPr>
              <w:sz w:val="18"/>
              <w:szCs w:val="22"/>
            </w:rPr>
            <w:fldChar w:fldCharType="separate"/>
          </w:r>
          <w:r w:rsidR="00A166F8" w:rsidRPr="00A166F8">
            <w:rPr>
              <w:sz w:val="18"/>
              <w:szCs w:val="22"/>
            </w:rPr>
            <w:t>adresa sídla</w:t>
          </w:r>
          <w:r>
            <w:rPr>
              <w:sz w:val="18"/>
              <w:szCs w:val="22"/>
            </w:rPr>
            <w:fldChar w:fldCharType="end"/>
          </w:r>
        </w:p>
      </w:tc>
    </w:tr>
  </w:tbl>
  <w:p w:rsidR="008011E3" w:rsidRDefault="008011E3">
    <w:pPr>
      <w:pStyle w:val="Hlavika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4DE7"/>
    <w:multiLevelType w:val="hybridMultilevel"/>
    <w:tmpl w:val="198C4FD6"/>
    <w:lvl w:ilvl="0" w:tplc="31561698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2FC043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90E3A8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2B664B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55297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8BE85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FAB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D855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EB03D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</w:abstractNum>
  <w:abstractNum w:abstractNumId="2">
    <w:nsid w:val="168A5A8C"/>
    <w:multiLevelType w:val="hybridMultilevel"/>
    <w:tmpl w:val="68F4CA9C"/>
    <w:lvl w:ilvl="0" w:tplc="DC1A5CA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79ECCE2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46DDE2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E1D66D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A3A3E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5161B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3A22D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9D04A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086F9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70726F3"/>
    <w:multiLevelType w:val="hybridMultilevel"/>
    <w:tmpl w:val="97D8AE98"/>
    <w:lvl w:ilvl="0" w:tplc="512456EC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ED94D788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341207F0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C1B60082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E06C1F0A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3F52AC04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8CC6F412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15D4BE08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C51C6328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4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21AE45C1"/>
    <w:multiLevelType w:val="hybridMultilevel"/>
    <w:tmpl w:val="FD6A5BD4"/>
    <w:lvl w:ilvl="0" w:tplc="71900760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5F6AF3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432F1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1830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AE2D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B5442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EC3E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F246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B4AA9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000DB0"/>
    <w:multiLevelType w:val="hybridMultilevel"/>
    <w:tmpl w:val="3000E4BA"/>
    <w:lvl w:ilvl="0" w:tplc="42B22092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cs="Times New Roman" w:hint="default"/>
      </w:rPr>
    </w:lvl>
    <w:lvl w:ilvl="1" w:tplc="D2161FF8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2" w:tplc="C15A3B1A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9C586B94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8872DF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73AD9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DF8B5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2A007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F7A5A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>
    <w:nsid w:val="48D25F38"/>
    <w:multiLevelType w:val="hybridMultilevel"/>
    <w:tmpl w:val="ABDC96F8"/>
    <w:lvl w:ilvl="0" w:tplc="1130C71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DB6EF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EE65B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73A37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E6231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006C5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DC090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D74CE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1B2B0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AD27A85"/>
    <w:multiLevelType w:val="multilevel"/>
    <w:tmpl w:val="6B725DB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6D3147A7"/>
    <w:multiLevelType w:val="hybridMultilevel"/>
    <w:tmpl w:val="64C6896A"/>
    <w:lvl w:ilvl="0" w:tplc="7B2A622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F3CC8D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BCCE6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E56EE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7F484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34C06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07CE2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EACAE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E3867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>
    <w:nsid w:val="716A38D9"/>
    <w:multiLevelType w:val="hybridMultilevel"/>
    <w:tmpl w:val="198C4FD6"/>
    <w:lvl w:ilvl="0" w:tplc="09240B4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927AFB0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80AA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C01C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8CDA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56E89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4E92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A64F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07622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2"/>
  </w:num>
  <w:num w:numId="4">
    <w:abstractNumId w:val="3"/>
  </w:num>
  <w:num w:numId="5">
    <w:abstractNumId w:val="11"/>
  </w:num>
  <w:num w:numId="6">
    <w:abstractNumId w:val="2"/>
  </w:num>
  <w:num w:numId="7">
    <w:abstractNumId w:val="8"/>
  </w:num>
  <w:num w:numId="8">
    <w:abstractNumId w:val="7"/>
  </w:num>
  <w:num w:numId="9">
    <w:abstractNumId w:val="10"/>
  </w:num>
  <w:num w:numId="10">
    <w:abstractNumId w:val="9"/>
  </w:num>
  <w:num w:numId="11">
    <w:abstractNumId w:val="1"/>
  </w:num>
  <w:num w:numId="12">
    <w:abstractNumId w:val="6"/>
  </w:num>
  <w:num w:numId="13">
    <w:abstractNumId w:val="1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oMYCv+kvYIbZlYKxHcL3gR2IPj0=" w:salt="cqHzFKqExtpH9Ojbf+NIqQ==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EB8"/>
    <w:rsid w:val="00004F63"/>
    <w:rsid w:val="00024E3C"/>
    <w:rsid w:val="00024EE5"/>
    <w:rsid w:val="000310CB"/>
    <w:rsid w:val="00034DB9"/>
    <w:rsid w:val="000414A4"/>
    <w:rsid w:val="000558FC"/>
    <w:rsid w:val="00073510"/>
    <w:rsid w:val="000E2426"/>
    <w:rsid w:val="001225C7"/>
    <w:rsid w:val="001319FD"/>
    <w:rsid w:val="001362EA"/>
    <w:rsid w:val="001446CB"/>
    <w:rsid w:val="00174445"/>
    <w:rsid w:val="001745B7"/>
    <w:rsid w:val="00184FE3"/>
    <w:rsid w:val="001A3ED2"/>
    <w:rsid w:val="001A624C"/>
    <w:rsid w:val="001B00FA"/>
    <w:rsid w:val="001B4CEA"/>
    <w:rsid w:val="001D10D1"/>
    <w:rsid w:val="001D7A49"/>
    <w:rsid w:val="001F0239"/>
    <w:rsid w:val="00226D45"/>
    <w:rsid w:val="00240D69"/>
    <w:rsid w:val="00264CD7"/>
    <w:rsid w:val="002B1F59"/>
    <w:rsid w:val="002B7856"/>
    <w:rsid w:val="002C6558"/>
    <w:rsid w:val="00303288"/>
    <w:rsid w:val="00317D8B"/>
    <w:rsid w:val="003217DD"/>
    <w:rsid w:val="00340F7F"/>
    <w:rsid w:val="003571F8"/>
    <w:rsid w:val="003830A8"/>
    <w:rsid w:val="00384945"/>
    <w:rsid w:val="003967BF"/>
    <w:rsid w:val="0039790D"/>
    <w:rsid w:val="003B42F8"/>
    <w:rsid w:val="003D3B13"/>
    <w:rsid w:val="00450D25"/>
    <w:rsid w:val="004651E5"/>
    <w:rsid w:val="004838C9"/>
    <w:rsid w:val="004956A9"/>
    <w:rsid w:val="004977C8"/>
    <w:rsid w:val="004A74E5"/>
    <w:rsid w:val="004B71AD"/>
    <w:rsid w:val="004D4904"/>
    <w:rsid w:val="004F67C6"/>
    <w:rsid w:val="0050524E"/>
    <w:rsid w:val="00505744"/>
    <w:rsid w:val="00524522"/>
    <w:rsid w:val="005406DC"/>
    <w:rsid w:val="00562B8B"/>
    <w:rsid w:val="005F0FBD"/>
    <w:rsid w:val="005F5DEC"/>
    <w:rsid w:val="00606D61"/>
    <w:rsid w:val="006211C5"/>
    <w:rsid w:val="00647D03"/>
    <w:rsid w:val="006B5359"/>
    <w:rsid w:val="006C31F8"/>
    <w:rsid w:val="006E3A14"/>
    <w:rsid w:val="00706193"/>
    <w:rsid w:val="00717680"/>
    <w:rsid w:val="00746A21"/>
    <w:rsid w:val="00765223"/>
    <w:rsid w:val="007A5EB8"/>
    <w:rsid w:val="007B0BDD"/>
    <w:rsid w:val="007C5094"/>
    <w:rsid w:val="007D3C96"/>
    <w:rsid w:val="007E3ED4"/>
    <w:rsid w:val="007F7D36"/>
    <w:rsid w:val="007F7FF6"/>
    <w:rsid w:val="008011E3"/>
    <w:rsid w:val="00804826"/>
    <w:rsid w:val="008214DE"/>
    <w:rsid w:val="008371BB"/>
    <w:rsid w:val="00843840"/>
    <w:rsid w:val="00870C1B"/>
    <w:rsid w:val="008B3E7F"/>
    <w:rsid w:val="008B57A1"/>
    <w:rsid w:val="008C6172"/>
    <w:rsid w:val="008D14FE"/>
    <w:rsid w:val="008F451B"/>
    <w:rsid w:val="009001B3"/>
    <w:rsid w:val="00915A80"/>
    <w:rsid w:val="00920EBA"/>
    <w:rsid w:val="009312FA"/>
    <w:rsid w:val="00940057"/>
    <w:rsid w:val="00952D4D"/>
    <w:rsid w:val="00997854"/>
    <w:rsid w:val="009A64FA"/>
    <w:rsid w:val="009A750E"/>
    <w:rsid w:val="009B6C26"/>
    <w:rsid w:val="00A166F8"/>
    <w:rsid w:val="00A27B24"/>
    <w:rsid w:val="00A37057"/>
    <w:rsid w:val="00A750B8"/>
    <w:rsid w:val="00A81E56"/>
    <w:rsid w:val="00AD297E"/>
    <w:rsid w:val="00AE50D8"/>
    <w:rsid w:val="00B23504"/>
    <w:rsid w:val="00B40AC7"/>
    <w:rsid w:val="00B4192D"/>
    <w:rsid w:val="00B532D7"/>
    <w:rsid w:val="00B6112B"/>
    <w:rsid w:val="00B6343C"/>
    <w:rsid w:val="00B64BAB"/>
    <w:rsid w:val="00BB795B"/>
    <w:rsid w:val="00BD337B"/>
    <w:rsid w:val="00BE3FC3"/>
    <w:rsid w:val="00BF161D"/>
    <w:rsid w:val="00C16CFA"/>
    <w:rsid w:val="00C17A30"/>
    <w:rsid w:val="00C305EC"/>
    <w:rsid w:val="00C37910"/>
    <w:rsid w:val="00C404DD"/>
    <w:rsid w:val="00C73348"/>
    <w:rsid w:val="00C76336"/>
    <w:rsid w:val="00C764A4"/>
    <w:rsid w:val="00C92002"/>
    <w:rsid w:val="00CA1897"/>
    <w:rsid w:val="00CB03C4"/>
    <w:rsid w:val="00CB3923"/>
    <w:rsid w:val="00CD0ACB"/>
    <w:rsid w:val="00CD5DCC"/>
    <w:rsid w:val="00D032E3"/>
    <w:rsid w:val="00D068CF"/>
    <w:rsid w:val="00D272FB"/>
    <w:rsid w:val="00D37975"/>
    <w:rsid w:val="00D51BFF"/>
    <w:rsid w:val="00D54CAE"/>
    <w:rsid w:val="00D613FB"/>
    <w:rsid w:val="00D92ED2"/>
    <w:rsid w:val="00DA3596"/>
    <w:rsid w:val="00DB2276"/>
    <w:rsid w:val="00DB5589"/>
    <w:rsid w:val="00DD019E"/>
    <w:rsid w:val="00DF4FE6"/>
    <w:rsid w:val="00E11BEB"/>
    <w:rsid w:val="00E158E0"/>
    <w:rsid w:val="00E831CA"/>
    <w:rsid w:val="00E84344"/>
    <w:rsid w:val="00E96052"/>
    <w:rsid w:val="00EA0459"/>
    <w:rsid w:val="00EA5AA9"/>
    <w:rsid w:val="00EB2830"/>
    <w:rsid w:val="00ED7709"/>
    <w:rsid w:val="00ED7B40"/>
    <w:rsid w:val="00EE60C2"/>
    <w:rsid w:val="00EF1416"/>
    <w:rsid w:val="00F12ACB"/>
    <w:rsid w:val="00F37760"/>
    <w:rsid w:val="00FF1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y">
    <w:name w:val="Normal"/>
    <w:qFormat/>
    <w:rsid w:val="00E831CA"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1446CB"/>
    <w:pPr>
      <w:keepNext/>
      <w:numPr>
        <w:numId w:val="10"/>
      </w:numPr>
      <w:outlineLvl w:val="0"/>
    </w:pPr>
    <w:rPr>
      <w:b/>
      <w:bCs/>
      <w:sz w:val="20"/>
      <w:szCs w:val="20"/>
    </w:rPr>
  </w:style>
  <w:style w:type="paragraph" w:styleId="Nadpis2">
    <w:name w:val="heading 2"/>
    <w:basedOn w:val="Normlny"/>
    <w:next w:val="Normlny"/>
    <w:link w:val="Nadpis2Char"/>
    <w:uiPriority w:val="99"/>
    <w:qFormat/>
    <w:rsid w:val="001446CB"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1446CB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1446CB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1446CB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1446CB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9"/>
    <w:qFormat/>
    <w:rsid w:val="001446CB"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uiPriority w:val="99"/>
    <w:qFormat/>
    <w:rsid w:val="001446CB"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1446CB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211C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6211C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6211C5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6211C5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6211C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6211C5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6211C5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6211C5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6211C5"/>
    <w:rPr>
      <w:rFonts w:ascii="Cambria" w:hAnsi="Cambria" w:cs="Times New Roman"/>
    </w:rPr>
  </w:style>
  <w:style w:type="character" w:styleId="slostrany">
    <w:name w:val="page number"/>
    <w:uiPriority w:val="99"/>
    <w:rsid w:val="001446CB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1446CB"/>
    <w:rPr>
      <w:bCs/>
      <w:i/>
      <w:iCs/>
    </w:rPr>
  </w:style>
  <w:style w:type="character" w:customStyle="1" w:styleId="Zkladntext2Char">
    <w:name w:val="Základný text 2 Char"/>
    <w:link w:val="Zkladntext2"/>
    <w:uiPriority w:val="99"/>
    <w:semiHidden/>
    <w:locked/>
    <w:rsid w:val="006211C5"/>
    <w:rPr>
      <w:rFonts w:cs="Times New Roman"/>
      <w:sz w:val="24"/>
      <w:szCs w:val="24"/>
    </w:rPr>
  </w:style>
  <w:style w:type="paragraph" w:styleId="Zkladntext">
    <w:name w:val="Body Text"/>
    <w:basedOn w:val="Normlny"/>
    <w:link w:val="ZkladntextChar"/>
    <w:uiPriority w:val="99"/>
    <w:rsid w:val="001446CB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character" w:customStyle="1" w:styleId="ZkladntextChar">
    <w:name w:val="Základný text Char"/>
    <w:link w:val="Zkladntext"/>
    <w:uiPriority w:val="99"/>
    <w:semiHidden/>
    <w:locked/>
    <w:rsid w:val="006211C5"/>
    <w:rPr>
      <w:rFonts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sid w:val="001446C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6211C5"/>
    <w:rPr>
      <w:rFonts w:cs="Times New Roman"/>
      <w:sz w:val="2"/>
    </w:rPr>
  </w:style>
  <w:style w:type="paragraph" w:styleId="Pta">
    <w:name w:val="footer"/>
    <w:basedOn w:val="Normlny"/>
    <w:link w:val="PtaChar"/>
    <w:uiPriority w:val="99"/>
    <w:rsid w:val="001446CB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link w:val="Pta"/>
    <w:uiPriority w:val="99"/>
    <w:locked/>
    <w:rsid w:val="006211C5"/>
    <w:rPr>
      <w:rFonts w:cs="Times New Roman"/>
      <w:sz w:val="24"/>
      <w:szCs w:val="24"/>
    </w:rPr>
  </w:style>
  <w:style w:type="paragraph" w:customStyle="1" w:styleId="BodyText31">
    <w:name w:val="Body Text 31"/>
    <w:basedOn w:val="Normlny"/>
    <w:uiPriority w:val="99"/>
    <w:rsid w:val="001446CB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1446C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6211C5"/>
    <w:rPr>
      <w:rFonts w:cs="Times New Roman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1446CB"/>
    <w:pPr>
      <w:jc w:val="center"/>
    </w:pPr>
    <w:rPr>
      <w:b/>
      <w:bCs/>
      <w:sz w:val="32"/>
      <w:lang w:eastAsia="cs-CZ"/>
    </w:rPr>
  </w:style>
  <w:style w:type="character" w:customStyle="1" w:styleId="NzovChar">
    <w:name w:val="Názov Char"/>
    <w:link w:val="Nzov"/>
    <w:uiPriority w:val="99"/>
    <w:locked/>
    <w:rsid w:val="006211C5"/>
    <w:rPr>
      <w:rFonts w:ascii="Cambria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y"/>
    <w:link w:val="PodtitulChar"/>
    <w:uiPriority w:val="99"/>
    <w:qFormat/>
    <w:rsid w:val="001446CB"/>
    <w:pPr>
      <w:jc w:val="center"/>
    </w:pPr>
    <w:rPr>
      <w:rFonts w:ascii="Arial" w:hAnsi="Arial" w:cs="Arial"/>
      <w:b/>
      <w:bCs/>
      <w:sz w:val="32"/>
      <w:lang w:eastAsia="cs-CZ"/>
    </w:rPr>
  </w:style>
  <w:style w:type="character" w:customStyle="1" w:styleId="PodtitulChar">
    <w:name w:val="Podtitul Char"/>
    <w:link w:val="Podtitul"/>
    <w:uiPriority w:val="99"/>
    <w:locked/>
    <w:rsid w:val="006211C5"/>
    <w:rPr>
      <w:rFonts w:ascii="Cambria" w:hAnsi="Cambria"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semiHidden/>
    <w:locked/>
    <w:rsid w:val="00FF168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link w:val="truktradokumentu"/>
    <w:uiPriority w:val="99"/>
    <w:semiHidden/>
    <w:rsid w:val="00E360B4"/>
    <w:rPr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y">
    <w:name w:val="Normal"/>
    <w:qFormat/>
    <w:rsid w:val="00E831CA"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1446CB"/>
    <w:pPr>
      <w:keepNext/>
      <w:numPr>
        <w:numId w:val="10"/>
      </w:numPr>
      <w:outlineLvl w:val="0"/>
    </w:pPr>
    <w:rPr>
      <w:b/>
      <w:bCs/>
      <w:sz w:val="20"/>
      <w:szCs w:val="20"/>
    </w:rPr>
  </w:style>
  <w:style w:type="paragraph" w:styleId="Nadpis2">
    <w:name w:val="heading 2"/>
    <w:basedOn w:val="Normlny"/>
    <w:next w:val="Normlny"/>
    <w:link w:val="Nadpis2Char"/>
    <w:uiPriority w:val="99"/>
    <w:qFormat/>
    <w:rsid w:val="001446CB"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1446CB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1446CB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1446CB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1446CB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9"/>
    <w:qFormat/>
    <w:rsid w:val="001446CB"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uiPriority w:val="99"/>
    <w:qFormat/>
    <w:rsid w:val="001446CB"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1446CB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211C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6211C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6211C5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6211C5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6211C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6211C5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6211C5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6211C5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6211C5"/>
    <w:rPr>
      <w:rFonts w:ascii="Cambria" w:hAnsi="Cambria" w:cs="Times New Roman"/>
    </w:rPr>
  </w:style>
  <w:style w:type="character" w:styleId="slostrany">
    <w:name w:val="page number"/>
    <w:uiPriority w:val="99"/>
    <w:rsid w:val="001446CB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1446CB"/>
    <w:rPr>
      <w:bCs/>
      <w:i/>
      <w:iCs/>
    </w:rPr>
  </w:style>
  <w:style w:type="character" w:customStyle="1" w:styleId="Zkladntext2Char">
    <w:name w:val="Základný text 2 Char"/>
    <w:link w:val="Zkladntext2"/>
    <w:uiPriority w:val="99"/>
    <w:semiHidden/>
    <w:locked/>
    <w:rsid w:val="006211C5"/>
    <w:rPr>
      <w:rFonts w:cs="Times New Roman"/>
      <w:sz w:val="24"/>
      <w:szCs w:val="24"/>
    </w:rPr>
  </w:style>
  <w:style w:type="paragraph" w:styleId="Zkladntext">
    <w:name w:val="Body Text"/>
    <w:basedOn w:val="Normlny"/>
    <w:link w:val="ZkladntextChar"/>
    <w:uiPriority w:val="99"/>
    <w:rsid w:val="001446CB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character" w:customStyle="1" w:styleId="ZkladntextChar">
    <w:name w:val="Základný text Char"/>
    <w:link w:val="Zkladntext"/>
    <w:uiPriority w:val="99"/>
    <w:semiHidden/>
    <w:locked/>
    <w:rsid w:val="006211C5"/>
    <w:rPr>
      <w:rFonts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sid w:val="001446C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6211C5"/>
    <w:rPr>
      <w:rFonts w:cs="Times New Roman"/>
      <w:sz w:val="2"/>
    </w:rPr>
  </w:style>
  <w:style w:type="paragraph" w:styleId="Pta">
    <w:name w:val="footer"/>
    <w:basedOn w:val="Normlny"/>
    <w:link w:val="PtaChar"/>
    <w:uiPriority w:val="99"/>
    <w:rsid w:val="001446CB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link w:val="Pta"/>
    <w:uiPriority w:val="99"/>
    <w:locked/>
    <w:rsid w:val="006211C5"/>
    <w:rPr>
      <w:rFonts w:cs="Times New Roman"/>
      <w:sz w:val="24"/>
      <w:szCs w:val="24"/>
    </w:rPr>
  </w:style>
  <w:style w:type="paragraph" w:customStyle="1" w:styleId="BodyText31">
    <w:name w:val="Body Text 31"/>
    <w:basedOn w:val="Normlny"/>
    <w:uiPriority w:val="99"/>
    <w:rsid w:val="001446CB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1446C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6211C5"/>
    <w:rPr>
      <w:rFonts w:cs="Times New Roman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1446CB"/>
    <w:pPr>
      <w:jc w:val="center"/>
    </w:pPr>
    <w:rPr>
      <w:b/>
      <w:bCs/>
      <w:sz w:val="32"/>
      <w:lang w:eastAsia="cs-CZ"/>
    </w:rPr>
  </w:style>
  <w:style w:type="character" w:customStyle="1" w:styleId="NzovChar">
    <w:name w:val="Názov Char"/>
    <w:link w:val="Nzov"/>
    <w:uiPriority w:val="99"/>
    <w:locked/>
    <w:rsid w:val="006211C5"/>
    <w:rPr>
      <w:rFonts w:ascii="Cambria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y"/>
    <w:link w:val="PodtitulChar"/>
    <w:uiPriority w:val="99"/>
    <w:qFormat/>
    <w:rsid w:val="001446CB"/>
    <w:pPr>
      <w:jc w:val="center"/>
    </w:pPr>
    <w:rPr>
      <w:rFonts w:ascii="Arial" w:hAnsi="Arial" w:cs="Arial"/>
      <w:b/>
      <w:bCs/>
      <w:sz w:val="32"/>
      <w:lang w:eastAsia="cs-CZ"/>
    </w:rPr>
  </w:style>
  <w:style w:type="character" w:customStyle="1" w:styleId="PodtitulChar">
    <w:name w:val="Podtitul Char"/>
    <w:link w:val="Podtitul"/>
    <w:uiPriority w:val="99"/>
    <w:locked/>
    <w:rsid w:val="006211C5"/>
    <w:rPr>
      <w:rFonts w:ascii="Cambria" w:hAnsi="Cambria"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semiHidden/>
    <w:locked/>
    <w:rsid w:val="00FF168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link w:val="truktradokumentu"/>
    <w:uiPriority w:val="99"/>
    <w:semiHidden/>
    <w:rsid w:val="00E360B4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9_EMAS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549E4-AD0F-4FFB-B17B-729B3973D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TL05OA9_EMAS.dot</Template>
  <TotalTime>9</TotalTime>
  <Pages>4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TL05OA9_EMAS</vt:lpstr>
    </vt:vector>
  </TitlesOfParts>
  <Company>SNAS</Company>
  <LinksUpToDate>false</LinksUpToDate>
  <CharactersWithSpaces>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TL05OA9_EMAS</dc:title>
  <dc:subject>Overovateľ EMAS/osv. o odbor. spôsobilosti EMAS</dc:subject>
  <dc:creator>Cucorova</dc:creator>
  <dc:description>Príloha k žiadosti o akreditáciu SNASver. 01.01.05, TL 05 SNAS</dc:description>
  <cp:lastModifiedBy>Andrea Cucorová</cp:lastModifiedBy>
  <cp:revision>6</cp:revision>
  <cp:lastPrinted>2012-06-11T12:42:00Z</cp:lastPrinted>
  <dcterms:created xsi:type="dcterms:W3CDTF">2019-09-04T09:21:00Z</dcterms:created>
  <dcterms:modified xsi:type="dcterms:W3CDTF">2019-11-29T14:22:00Z</dcterms:modified>
</cp:coreProperties>
</file>