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7B4CE2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:rsidR="008011E3" w:rsidRPr="007B4CE2" w:rsidRDefault="00C427EA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b/>
                <w:lang w:val="en-GB"/>
              </w:rPr>
            </w:pPr>
            <w:r w:rsidRPr="007B4CE2">
              <w:rPr>
                <w:b/>
                <w:lang w:val="en-GB"/>
              </w:rPr>
              <w:t>Applicant:</w:t>
            </w:r>
          </w:p>
        </w:tc>
        <w:tc>
          <w:tcPr>
            <w:tcW w:w="9407" w:type="dxa"/>
          </w:tcPr>
          <w:p w:rsidR="008011E3" w:rsidRPr="007B4CE2" w:rsidRDefault="008A650F" w:rsidP="008A650F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ame / Business name"/>
                  </w:textInput>
                </w:ffData>
              </w:fldChar>
            </w:r>
            <w:bookmarkStart w:id="0" w:name="T1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bookmarkStart w:id="1" w:name="_GoBack"/>
            <w:r>
              <w:rPr>
                <w:b/>
                <w:noProof/>
                <w:lang w:val="en-GB"/>
              </w:rPr>
              <w:t>Name / Business name</w:t>
            </w:r>
            <w:bookmarkEnd w:id="1"/>
            <w:r>
              <w:rPr>
                <w:b/>
                <w:lang w:val="en-GB"/>
              </w:rPr>
              <w:fldChar w:fldCharType="end"/>
            </w:r>
            <w:bookmarkEnd w:id="0"/>
            <w:r>
              <w:rPr>
                <w:b/>
                <w:lang w:val="en-GB"/>
              </w:rPr>
              <w:t xml:space="preserve">, </w:t>
            </w:r>
            <w:r>
              <w:rPr>
                <w:b/>
                <w:lang w:val="en-GB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dress"/>
                  </w:textInput>
                </w:ffData>
              </w:fldChar>
            </w:r>
            <w:bookmarkStart w:id="2" w:name="T2"/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Address</w:t>
            </w:r>
            <w:r>
              <w:rPr>
                <w:b/>
                <w:lang w:val="en-GB"/>
              </w:rPr>
              <w:fldChar w:fldCharType="end"/>
            </w:r>
            <w:bookmarkEnd w:id="2"/>
            <w:r w:rsidR="004D4904" w:rsidRPr="007B4CE2">
              <w:rPr>
                <w:lang w:val="en-GB"/>
              </w:rPr>
              <w:t xml:space="preserve"> </w:t>
            </w:r>
          </w:p>
        </w:tc>
      </w:tr>
    </w:tbl>
    <w:p w:rsidR="008011E3" w:rsidRPr="007B4CE2" w:rsidRDefault="008011E3">
      <w:pPr>
        <w:pStyle w:val="Pta"/>
        <w:tabs>
          <w:tab w:val="clear" w:pos="4153"/>
          <w:tab w:val="clear" w:pos="8306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7B4CE2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8011E3" w:rsidRPr="007B4CE2" w:rsidRDefault="00C427EA" w:rsidP="001B4CEA">
            <w:pPr>
              <w:pStyle w:val="Nzov"/>
              <w:tabs>
                <w:tab w:val="center" w:pos="5292"/>
              </w:tabs>
              <w:jc w:val="left"/>
              <w:rPr>
                <w:lang w:val="en-GB"/>
              </w:rPr>
            </w:pPr>
            <w:r w:rsidRPr="007B4CE2">
              <w:rPr>
                <w:lang w:val="en-GB"/>
              </w:rPr>
              <w:t>Annex</w:t>
            </w:r>
            <w:r w:rsidR="008011E3" w:rsidRPr="007B4CE2">
              <w:rPr>
                <w:lang w:val="en-GB"/>
              </w:rPr>
              <w:t xml:space="preserve"> OA </w:t>
            </w:r>
            <w:r w:rsidR="001B4CEA" w:rsidRPr="007B4CE2">
              <w:rPr>
                <w:lang w:val="en-GB"/>
              </w:rPr>
              <w:t>9</w:t>
            </w:r>
            <w:r w:rsidR="00E96052" w:rsidRPr="007B4CE2">
              <w:rPr>
                <w:lang w:val="en-GB"/>
              </w:rPr>
              <w:t>-2</w:t>
            </w:r>
            <w:r w:rsidRPr="007B4CE2">
              <w:rPr>
                <w:lang w:val="en-GB"/>
              </w:rPr>
              <w:t>. Part:</w:t>
            </w:r>
            <w:r w:rsidRPr="007B4CE2">
              <w:rPr>
                <w:lang w:val="en-GB"/>
              </w:rPr>
              <w:tab/>
              <w:t>Environmental Verifier</w:t>
            </w:r>
          </w:p>
        </w:tc>
      </w:tr>
    </w:tbl>
    <w:p w:rsidR="008011E3" w:rsidRPr="007B4CE2" w:rsidRDefault="008011E3">
      <w:pPr>
        <w:pStyle w:val="Hlavika"/>
        <w:tabs>
          <w:tab w:val="clear" w:pos="4536"/>
          <w:tab w:val="clear" w:pos="9072"/>
        </w:tabs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8505"/>
      </w:tblGrid>
      <w:tr w:rsidR="008011E3" w:rsidRPr="007B4CE2" w:rsidTr="00746A21">
        <w:tc>
          <w:tcPr>
            <w:tcW w:w="1985" w:type="dxa"/>
            <w:shd w:val="pct10" w:color="000000" w:fill="FFFFFF"/>
            <w:vAlign w:val="center"/>
          </w:tcPr>
          <w:p w:rsidR="008011E3" w:rsidRPr="007B4CE2" w:rsidRDefault="00C427EA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  <w:lang w:val="en-GB"/>
              </w:rPr>
            </w:pPr>
            <w:r w:rsidRPr="007B4CE2">
              <w:rPr>
                <w:sz w:val="20"/>
                <w:lang w:val="en-GB"/>
              </w:rPr>
              <w:t>Conformity Assessment Body:</w:t>
            </w:r>
          </w:p>
        </w:tc>
        <w:tc>
          <w:tcPr>
            <w:tcW w:w="8505" w:type="dxa"/>
            <w:vAlign w:val="center"/>
          </w:tcPr>
          <w:p w:rsidR="008011E3" w:rsidRPr="007B4CE2" w:rsidRDefault="008A650F" w:rsidP="008A650F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  <w:lang w:val="en-GB"/>
              </w:rPr>
            </w:pPr>
            <w:r>
              <w:rPr>
                <w:b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ame, Address"/>
                  </w:textInput>
                </w:ffData>
              </w:fldChar>
            </w:r>
            <w:r>
              <w:rPr>
                <w:b/>
                <w:lang w:val="en-GB"/>
              </w:rPr>
              <w:instrText xml:space="preserve"> FORMTEXT </w:instrText>
            </w:r>
            <w:r>
              <w:rPr>
                <w:b/>
                <w:lang w:val="en-GB"/>
              </w:rPr>
            </w:r>
            <w:r>
              <w:rPr>
                <w:b/>
                <w:lang w:val="en-GB"/>
              </w:rPr>
              <w:fldChar w:fldCharType="separate"/>
            </w:r>
            <w:r>
              <w:rPr>
                <w:b/>
                <w:noProof/>
                <w:lang w:val="en-GB"/>
              </w:rPr>
              <w:t>Name, Address</w:t>
            </w:r>
            <w:r>
              <w:rPr>
                <w:b/>
                <w:lang w:val="en-GB"/>
              </w:rPr>
              <w:fldChar w:fldCharType="end"/>
            </w:r>
            <w:r>
              <w:rPr>
                <w:b/>
                <w:lang w:val="en-GB"/>
              </w:rPr>
              <w:t xml:space="preserve"> </w:t>
            </w:r>
          </w:p>
        </w:tc>
      </w:tr>
    </w:tbl>
    <w:p w:rsidR="008011E3" w:rsidRPr="007B4CE2" w:rsidRDefault="008011E3">
      <w:pPr>
        <w:rPr>
          <w:sz w:val="10"/>
          <w:lang w:val="en-GB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7B4CE2" w:rsidTr="00004F63">
        <w:trPr>
          <w:cantSplit/>
        </w:trPr>
        <w:tc>
          <w:tcPr>
            <w:tcW w:w="3118" w:type="dxa"/>
            <w:shd w:val="pct10" w:color="000000" w:fill="FFFFFF"/>
          </w:tcPr>
          <w:p w:rsidR="00C427EA" w:rsidRPr="007B4CE2" w:rsidRDefault="00C427EA" w:rsidP="00C427EA">
            <w:pPr>
              <w:shd w:val="pct10" w:color="000000" w:fill="FFFFFF"/>
              <w:jc w:val="center"/>
              <w:rPr>
                <w:b/>
                <w:sz w:val="16"/>
                <w:lang w:val="en-GB"/>
              </w:rPr>
            </w:pPr>
            <w:r w:rsidRPr="007B4CE2">
              <w:rPr>
                <w:b/>
                <w:sz w:val="16"/>
                <w:lang w:val="en-GB"/>
              </w:rPr>
              <w:t>Certificate No.</w:t>
            </w:r>
          </w:p>
          <w:p w:rsidR="003B42F8" w:rsidRPr="007B4CE2" w:rsidRDefault="00C427EA" w:rsidP="00C427EA">
            <w:pPr>
              <w:shd w:val="pct10" w:color="000000" w:fill="FFFFFF"/>
              <w:jc w:val="center"/>
              <w:rPr>
                <w:sz w:val="16"/>
                <w:lang w:val="en-GB"/>
              </w:rPr>
            </w:pPr>
            <w:r w:rsidRPr="007B4CE2">
              <w:rPr>
                <w:sz w:val="16"/>
                <w:lang w:val="en-GB"/>
              </w:rPr>
              <w:t>(not required for Accreditation)</w:t>
            </w:r>
          </w:p>
        </w:tc>
        <w:tc>
          <w:tcPr>
            <w:tcW w:w="3261" w:type="dxa"/>
            <w:shd w:val="pct10" w:color="000000" w:fill="FFFFFF"/>
          </w:tcPr>
          <w:p w:rsidR="003B42F8" w:rsidRPr="007B4CE2" w:rsidRDefault="00C427EA" w:rsidP="00004F63">
            <w:pPr>
              <w:shd w:val="pct10" w:color="000000" w:fill="FFFFFF"/>
              <w:rPr>
                <w:lang w:val="en-GB"/>
              </w:rPr>
            </w:pPr>
            <w:r w:rsidRPr="007B4CE2">
              <w:rPr>
                <w:b/>
                <w:sz w:val="16"/>
                <w:lang w:val="en-GB"/>
              </w:rPr>
              <w:t xml:space="preserve">Membership number of the registered SNAS member </w:t>
            </w:r>
            <w:r w:rsidRPr="007B4CE2">
              <w:rPr>
                <w:sz w:val="16"/>
                <w:lang w:val="en-GB"/>
              </w:rPr>
              <w:t>(only if registered)</w:t>
            </w:r>
          </w:p>
        </w:tc>
      </w:tr>
      <w:tr w:rsidR="003B42F8" w:rsidRPr="007B4CE2" w:rsidTr="00004F63">
        <w:trPr>
          <w:cantSplit/>
          <w:trHeight w:hRule="exact" w:val="284"/>
        </w:trPr>
        <w:tc>
          <w:tcPr>
            <w:tcW w:w="3118" w:type="dxa"/>
          </w:tcPr>
          <w:p w:rsidR="003B42F8" w:rsidRPr="007B4CE2" w:rsidRDefault="00606D61" w:rsidP="00004F63">
            <w:pPr>
              <w:jc w:val="center"/>
              <w:rPr>
                <w:b/>
                <w:lang w:val="en-GB"/>
              </w:rPr>
            </w:pPr>
            <w:r w:rsidRPr="007B4CE2">
              <w:rPr>
                <w:b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7B4CE2">
              <w:rPr>
                <w:b/>
                <w:lang w:val="en-GB"/>
              </w:rPr>
              <w:instrText xml:space="preserve"> FORMTEXT </w:instrText>
            </w:r>
            <w:r w:rsidRPr="007B4CE2">
              <w:rPr>
                <w:b/>
                <w:lang w:val="en-GB"/>
              </w:rPr>
            </w:r>
            <w:r w:rsidRPr="007B4CE2">
              <w:rPr>
                <w:b/>
                <w:lang w:val="en-GB"/>
              </w:rPr>
              <w:fldChar w:fldCharType="separate"/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Pr="007B4CE2">
              <w:rPr>
                <w:b/>
                <w:lang w:val="en-GB"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3B42F8" w:rsidRPr="007B4CE2" w:rsidRDefault="00606D61" w:rsidP="00004F63">
            <w:pPr>
              <w:jc w:val="center"/>
              <w:rPr>
                <w:b/>
                <w:lang w:val="en-GB"/>
              </w:rPr>
            </w:pPr>
            <w:r w:rsidRPr="007B4CE2">
              <w:rPr>
                <w:b/>
                <w:lang w:val="en-GB"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7B4CE2">
              <w:rPr>
                <w:b/>
                <w:lang w:val="en-GB"/>
              </w:rPr>
              <w:instrText xml:space="preserve"> FORMTEXT </w:instrText>
            </w:r>
            <w:r w:rsidRPr="007B4CE2">
              <w:rPr>
                <w:b/>
                <w:lang w:val="en-GB"/>
              </w:rPr>
            </w:r>
            <w:r w:rsidRPr="007B4CE2">
              <w:rPr>
                <w:b/>
                <w:lang w:val="en-GB"/>
              </w:rPr>
              <w:fldChar w:fldCharType="separate"/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="003B42F8" w:rsidRPr="007B4CE2">
              <w:rPr>
                <w:b/>
                <w:noProof/>
                <w:lang w:val="en-GB"/>
              </w:rPr>
              <w:t> </w:t>
            </w:r>
            <w:r w:rsidRPr="007B4CE2">
              <w:rPr>
                <w:b/>
                <w:lang w:val="en-GB"/>
              </w:rPr>
              <w:fldChar w:fldCharType="end"/>
            </w:r>
            <w:bookmarkEnd w:id="4"/>
          </w:p>
        </w:tc>
      </w:tr>
    </w:tbl>
    <w:p w:rsidR="008A650F" w:rsidRDefault="008A650F" w:rsidP="00DB5589">
      <w:pPr>
        <w:pStyle w:val="Nadpis2"/>
        <w:numPr>
          <w:ilvl w:val="0"/>
          <w:numId w:val="0"/>
        </w:numPr>
        <w:spacing w:before="0" w:after="0"/>
        <w:rPr>
          <w:i w:val="0"/>
          <w:lang w:val="en-GB"/>
        </w:rPr>
        <w:sectPr w:rsidR="008A650F" w:rsidSect="001D7A49"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</w:p>
    <w:p w:rsidR="00746A21" w:rsidRPr="007B4CE2" w:rsidRDefault="00746A21" w:rsidP="00DB5589">
      <w:pPr>
        <w:pStyle w:val="Nadpis2"/>
        <w:numPr>
          <w:ilvl w:val="0"/>
          <w:numId w:val="0"/>
        </w:numPr>
        <w:spacing w:before="0" w:after="0"/>
        <w:rPr>
          <w:i w:val="0"/>
          <w:lang w:val="en-GB"/>
        </w:rPr>
      </w:pPr>
    </w:p>
    <w:p w:rsidR="00E96052" w:rsidRPr="007B4CE2" w:rsidRDefault="00532EBF" w:rsidP="00E96052">
      <w:pPr>
        <w:rPr>
          <w:sz w:val="10"/>
          <w:szCs w:val="10"/>
          <w:lang w:val="en-GB"/>
        </w:rPr>
      </w:pPr>
      <w:r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>Declaration of compliance with requirements of ISO/IEC 17021-1</w:t>
      </w:r>
      <w:r w:rsidR="00BA72B9"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: </w:t>
      </w:r>
      <w:r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>2015</w:t>
      </w:r>
      <w:r w:rsidR="00BA72B9"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 xml:space="preserve"> </w:t>
      </w:r>
      <w:r w:rsidRPr="007B4CE2">
        <w:rPr>
          <w:rFonts w:ascii="Arial" w:hAnsi="Arial" w:cs="Arial"/>
          <w:b/>
          <w:bCs/>
          <w:iCs/>
          <w:sz w:val="28"/>
          <w:szCs w:val="28"/>
          <w:lang w:val="en-GB"/>
        </w:rPr>
        <w:t>standard and Regulation (EC) No 1221/2009 of the European Parliament and of the Council</w:t>
      </w:r>
    </w:p>
    <w:p w:rsidR="00E96052" w:rsidRPr="007B4CE2" w:rsidRDefault="00E96052" w:rsidP="00E96052">
      <w:pPr>
        <w:keepLines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420"/>
        <w:gridCol w:w="3118"/>
        <w:gridCol w:w="5435"/>
      </w:tblGrid>
      <w:tr w:rsidR="00E96052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9B6C26" w:rsidRPr="007B4CE2" w:rsidRDefault="00E4275E" w:rsidP="009B6C26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of standard</w:t>
            </w:r>
            <w:r w:rsidR="009B6C26" w:rsidRPr="007B4CE2">
              <w:rPr>
                <w:b/>
                <w:color w:val="000000"/>
                <w:lang w:val="en-GB"/>
              </w:rPr>
              <w:t>/</w:t>
            </w:r>
          </w:p>
          <w:p w:rsidR="00E96052" w:rsidRPr="007B4CE2" w:rsidRDefault="00E4275E" w:rsidP="009B6C26">
            <w:pPr>
              <w:jc w:val="center"/>
              <w:rPr>
                <w:b/>
                <w:lang w:val="en-GB"/>
              </w:rPr>
            </w:pPr>
            <w:r w:rsidRPr="007B4CE2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E4275E" w:rsidP="00E96052">
            <w:pPr>
              <w:ind w:left="105"/>
              <w:jc w:val="center"/>
              <w:rPr>
                <w:b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7B4CE2" w:rsidRDefault="00E4275E" w:rsidP="00E96052">
            <w:pPr>
              <w:jc w:val="center"/>
              <w:rPr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General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7B4CE2" w:rsidRDefault="00E96052" w:rsidP="00E96052">
            <w:pPr>
              <w:jc w:val="center"/>
              <w:rPr>
                <w:lang w:val="en-GB"/>
              </w:rPr>
            </w:pPr>
          </w:p>
        </w:tc>
      </w:tr>
      <w:tr w:rsidR="006B5359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7B4CE2" w:rsidRDefault="006B5359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 xml:space="preserve">5.1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Legal and contractual matters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6B5359" w:rsidRPr="008A650F" w:rsidRDefault="006B5359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6B5359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7B4CE2" w:rsidRDefault="00B029CB" w:rsidP="006B5359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6B5359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2 (20), 20 (1), </w:t>
            </w:r>
          </w:p>
          <w:p w:rsidR="006B5359" w:rsidRPr="007B4CE2" w:rsidRDefault="006B5359" w:rsidP="006B5359">
            <w:pPr>
              <w:rPr>
                <w:b/>
                <w:color w:val="000000"/>
                <w:sz w:val="20"/>
                <w:szCs w:val="20"/>
                <w:lang w:val="en-GB"/>
              </w:rPr>
            </w:pPr>
            <w:r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25 (1, 2)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6B5359" w:rsidRPr="007B4CE2" w:rsidRDefault="006B5359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6B5359" w:rsidRPr="008A650F" w:rsidRDefault="006B5359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E96052">
            <w:pPr>
              <w:ind w:left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5.2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Management of impartiality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8A650F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(4, 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8A650F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E96052">
            <w:pPr>
              <w:ind w:left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5.3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A37641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Liability and financing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8A650F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(5)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7B4CE2" w:rsidRDefault="002B7856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E96052" w:rsidRPr="007B4CE2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96052" w:rsidRPr="007B4CE2" w:rsidRDefault="00E96052" w:rsidP="00E96052">
            <w:pPr>
              <w:ind w:firstLine="232"/>
              <w:rPr>
                <w:b/>
                <w:lang w:val="en-GB"/>
              </w:rPr>
            </w:pPr>
          </w:p>
        </w:tc>
      </w:tr>
      <w:tr w:rsidR="00E96052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4275E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of standard/</w:t>
            </w:r>
          </w:p>
          <w:p w:rsidR="00E96052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7B4CE2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94725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Structural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7B4CE2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6.1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94725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 xml:space="preserve">Organizational structure and top </w:t>
            </w:r>
            <w:r w:rsidR="007B4CE2" w:rsidRPr="007B4CE2">
              <w:rPr>
                <w:b/>
                <w:color w:val="000000"/>
                <w:lang w:val="en-GB"/>
              </w:rPr>
              <w:t>management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8A650F" w:rsidRDefault="002B785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2B7856">
            <w:pPr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8A650F" w:rsidRDefault="002B785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6.2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94725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Operational control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2B7856" w:rsidRPr="008A650F" w:rsidRDefault="002B785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2B7856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B029CB" w:rsidP="002B7856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2B7856" w:rsidRPr="007B4CE2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2B7856" w:rsidRPr="007B4CE2" w:rsidRDefault="002B7856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2B7856" w:rsidRPr="007B4CE2" w:rsidRDefault="002B7856" w:rsidP="00E96052">
            <w:pPr>
              <w:jc w:val="center"/>
              <w:rPr>
                <w:rFonts w:ascii="Wingdings" w:eastAsia="Wingdings" w:hAnsi="Wingdings"/>
                <w:color w:val="000000"/>
                <w:lang w:val="en-GB"/>
              </w:rPr>
            </w:pPr>
          </w:p>
        </w:tc>
      </w:tr>
      <w:tr w:rsidR="00E96052" w:rsidRPr="007B4CE2" w:rsidTr="00D613FB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</w:p>
        </w:tc>
      </w:tr>
      <w:tr w:rsidR="00E96052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4275E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of standard/</w:t>
            </w:r>
          </w:p>
          <w:p w:rsidR="00E96052" w:rsidRPr="007B4CE2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7B4CE2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7B4CE2" w:rsidTr="00D613FB">
        <w:trPr>
          <w:trHeight w:val="262"/>
        </w:trPr>
        <w:tc>
          <w:tcPr>
            <w:tcW w:w="1976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7B4CE2" w:rsidRDefault="006365E5" w:rsidP="00E96052">
            <w:pPr>
              <w:ind w:left="105"/>
              <w:rPr>
                <w:b/>
                <w:color w:val="000000"/>
                <w:lang w:val="en-GB"/>
              </w:rPr>
            </w:pPr>
            <w:r w:rsidRPr="007B4CE2">
              <w:rPr>
                <w:b/>
                <w:color w:val="000000"/>
                <w:lang w:val="en-GB"/>
              </w:rPr>
              <w:t>Resource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7B4CE2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6365E5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Competence of personnel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(1, 2, 3)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firstLine="232"/>
              <w:rPr>
                <w:b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41AAF" w:rsidP="00E96052">
            <w:pPr>
              <w:ind w:left="105"/>
              <w:rPr>
                <w:b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 xml:space="preserve">Personnel involved in the </w:t>
            </w:r>
            <w:r w:rsidRPr="008A650F">
              <w:rPr>
                <w:b/>
                <w:color w:val="000000"/>
                <w:lang w:val="en-GB"/>
              </w:rPr>
              <w:lastRenderedPageBreak/>
              <w:t>environmental verification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lastRenderedPageBreak/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(1, 2, 3,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41AAF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Use of individual external members of the environmental verifier team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(4, 5, 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41AAF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Personnel records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7.5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41AAF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Outsourcing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184FE3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B029CB" w:rsidP="00184FE3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84FE3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84FE3" w:rsidRPr="008A650F" w:rsidRDefault="00184FE3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84FE3" w:rsidRPr="008A650F" w:rsidRDefault="00184FE3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E96052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8A650F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8A650F" w:rsidRDefault="00E96052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E96052" w:rsidRPr="008A650F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E96052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4275E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of standard/</w:t>
            </w:r>
          </w:p>
          <w:p w:rsidR="00E96052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8A650F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:rsidR="00E96052" w:rsidRPr="008A650F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E96052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8A650F" w:rsidRDefault="00E96052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96052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Information requirements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E96052" w:rsidRPr="008A650F" w:rsidRDefault="00E96052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Public information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B029CB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433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DF27D4" w:rsidP="00E96052">
            <w:pPr>
              <w:ind w:left="105"/>
              <w:rPr>
                <w:b/>
                <w:i/>
                <w:iCs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Environmental verification documents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433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4F67C6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25 (9), </w:t>
            </w:r>
          </w:p>
          <w:p w:rsidR="008F451B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b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Reference to environmental verification and use of marks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10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Confidentiality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F45761" w:rsidP="00C16CF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8.5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DF27D4" w:rsidP="00DF27D4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 xml:space="preserve">Information exchange </w:t>
            </w:r>
            <w:r w:rsidR="007B4CE2" w:rsidRPr="008A650F">
              <w:rPr>
                <w:b/>
                <w:color w:val="000000"/>
                <w:lang w:val="en-GB"/>
              </w:rPr>
              <w:t>between the</w:t>
            </w:r>
            <w:r w:rsidRPr="008A650F">
              <w:rPr>
                <w:b/>
                <w:color w:val="000000"/>
                <w:lang w:val="en-GB"/>
              </w:rPr>
              <w:t xml:space="preserve"> environmental verifier and its clients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8 (1, 2, 3, 4), 20 (6), 25 (1)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:rsidR="00E96052" w:rsidRPr="008A650F" w:rsidRDefault="00E96052" w:rsidP="00E96052">
      <w:pPr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4275E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of standard/</w:t>
            </w:r>
          </w:p>
          <w:p w:rsidR="007D3C96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3C96" w:rsidRPr="008A650F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7D3C9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Process requirements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Activities prior to environmental verification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8F451B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8F451B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6 (1, 2), 7 (1), </w:t>
            </w:r>
          </w:p>
          <w:p w:rsidR="008F451B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18 (1, 2), 19 (1, 2), </w:t>
            </w:r>
          </w:p>
          <w:p w:rsidR="004F67C6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23 (2, 6), </w:t>
            </w:r>
          </w:p>
          <w:p w:rsidR="008F451B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25 (1, 2, 3, 4, 5), </w:t>
            </w:r>
          </w:p>
          <w:p w:rsidR="00E831CA" w:rsidRPr="008A650F" w:rsidRDefault="008F451B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26 (1, 2, 3), </w:t>
            </w:r>
            <w:r w:rsidR="00E831CA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46 (</w:t>
            </w:r>
            <w:r w:rsidR="00E831CA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SRD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), 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Commission Decision (EU</w:t>
            </w:r>
            <w:r w:rsidR="00E831CA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) 2017/2285</w:t>
            </w:r>
          </w:p>
          <w:p w:rsidR="008F451B" w:rsidRPr="008A650F" w:rsidRDefault="008F451B" w:rsidP="00E831CA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lastRenderedPageBreak/>
              <w:t>(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User´s Guide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8F451B" w:rsidRPr="008A650F" w:rsidRDefault="008F451B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8F451B" w:rsidRPr="008A650F" w:rsidRDefault="008F451B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lastRenderedPageBreak/>
              <w:t>9.2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Environmental verification planning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18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Initial environmental verification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B40AC7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. 7 (1), 18 (5), 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B40AC7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VII,</w:t>
            </w:r>
          </w:p>
          <w:p w:rsidR="007E3ED4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I, II, III </w:t>
            </w:r>
          </w:p>
          <w:p w:rsidR="007E3ED4" w:rsidRPr="008A650F" w:rsidRDefault="001A624C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(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Commission Regulation (EU</w:t>
            </w:r>
            <w:r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) 2017/1505</w:t>
            </w: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), </w:t>
            </w:r>
          </w:p>
          <w:p w:rsidR="001A624C" w:rsidRPr="008A650F" w:rsidRDefault="00F45761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Annex</w:t>
            </w:r>
            <w:r w:rsidR="00D068CF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IV </w:t>
            </w:r>
          </w:p>
          <w:p w:rsidR="001A624C" w:rsidRPr="008A650F" w:rsidRDefault="001A624C" w:rsidP="008F451B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(</w:t>
            </w:r>
            <w:r w:rsidR="00F45761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Commission Regulation (EU</w:t>
            </w:r>
            <w:r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)</w:t>
            </w:r>
            <w:r w:rsidR="007E3ED4"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 xml:space="preserve"> </w:t>
            </w:r>
            <w:r w:rsidRPr="008A650F">
              <w:rPr>
                <w:b/>
                <w:i/>
                <w:color w:val="000000"/>
                <w:sz w:val="20"/>
                <w:szCs w:val="20"/>
                <w:u w:val="single"/>
                <w:lang w:val="en-GB"/>
              </w:rPr>
              <w:t>2018/2026</w:t>
            </w:r>
            <w:r w:rsidR="00B40AC7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Conducting of environmental verifications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18, 25 (6,</w:t>
            </w:r>
            <w:r w:rsidR="00A27B24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7,</w:t>
            </w:r>
            <w:r w:rsidR="00A27B24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8)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Decision on validation of the environmental statement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25 (8, 9)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Maintaining validation of the environmental statement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18 (6, 7)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Appeals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Complaints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9.9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DF27D4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Client records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1A624C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F45761" w:rsidP="001A624C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Art. 25 (5, 6, 7, 8, 9), Annex</w:t>
            </w:r>
            <w:r w:rsidR="001A624C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 xml:space="preserve"> VII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1A624C" w:rsidRPr="008A650F" w:rsidRDefault="001A624C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1A624C" w:rsidRPr="008A650F" w:rsidRDefault="001A624C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:rsidR="00E96052" w:rsidRPr="008A650F" w:rsidRDefault="00E96052" w:rsidP="00E96052">
      <w:pPr>
        <w:ind w:firstLine="232"/>
        <w:rPr>
          <w:lang w:val="en-GB"/>
        </w:rPr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6"/>
        <w:gridCol w:w="3118"/>
        <w:gridCol w:w="5435"/>
      </w:tblGrid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E4275E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of standard/</w:t>
            </w:r>
          </w:p>
          <w:p w:rsidR="007D3C96" w:rsidRPr="008A650F" w:rsidRDefault="00E4275E" w:rsidP="00E4275E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i/>
                <w:color w:val="000000"/>
                <w:lang w:val="en-GB"/>
              </w:rPr>
              <w:t>Regulation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E4275E" w:rsidP="00E96052">
            <w:pPr>
              <w:ind w:left="105"/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Article title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7D3C96" w:rsidRPr="008A650F" w:rsidRDefault="00E4275E" w:rsidP="00E96052">
            <w:pPr>
              <w:jc w:val="center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Description of compliance with requirement - references to relevant document articles *)</w:t>
            </w: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7D3C96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system requirements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E3ED4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Pr="008A650F" w:rsidRDefault="007E3ED4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Options</w:t>
            </w:r>
          </w:p>
        </w:tc>
        <w:tc>
          <w:tcPr>
            <w:tcW w:w="5435" w:type="dxa"/>
            <w:vMerge w:val="restart"/>
            <w:tcBorders>
              <w:left w:val="single" w:sz="4" w:space="0" w:color="auto"/>
              <w:right w:val="single" w:sz="8" w:space="0" w:color="000000"/>
            </w:tcBorders>
          </w:tcPr>
          <w:p w:rsidR="007E3ED4" w:rsidRPr="008A650F" w:rsidRDefault="007E3ED4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E3ED4" w:rsidRPr="008A650F" w:rsidTr="00D613FB">
        <w:trPr>
          <w:trHeight w:val="262"/>
        </w:trPr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Pr="008A650F" w:rsidRDefault="00AB58D8" w:rsidP="007E3ED4">
            <w:pPr>
              <w:rPr>
                <w:b/>
                <w:i/>
                <w:color w:val="000000"/>
                <w:sz w:val="20"/>
                <w:szCs w:val="20"/>
                <w:lang w:val="en-GB"/>
              </w:rPr>
            </w:pPr>
            <w:r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Art</w:t>
            </w:r>
            <w:r w:rsidR="007E3ED4" w:rsidRPr="008A650F">
              <w:rPr>
                <w:b/>
                <w:i/>
                <w:color w:val="000000"/>
                <w:sz w:val="20"/>
                <w:szCs w:val="20"/>
                <w:lang w:val="en-GB"/>
              </w:rPr>
              <w:t>. 20 (6)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E3ED4" w:rsidRPr="008A650F" w:rsidRDefault="007E3ED4" w:rsidP="00E96052">
            <w:pPr>
              <w:ind w:left="105"/>
              <w:rPr>
                <w:b/>
                <w:color w:val="000000"/>
                <w:lang w:val="en-GB"/>
              </w:rPr>
            </w:pPr>
          </w:p>
        </w:tc>
        <w:tc>
          <w:tcPr>
            <w:tcW w:w="5435" w:type="dxa"/>
            <w:vMerge/>
            <w:tcBorders>
              <w:left w:val="single" w:sz="4" w:space="0" w:color="auto"/>
              <w:bottom w:val="single" w:sz="7" w:space="0" w:color="000000"/>
              <w:right w:val="single" w:sz="8" w:space="0" w:color="000000"/>
            </w:tcBorders>
          </w:tcPr>
          <w:p w:rsidR="007E3ED4" w:rsidRPr="008A650F" w:rsidRDefault="007E3ED4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9810EB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Option</w:t>
            </w:r>
            <w:r w:rsidR="00073510" w:rsidRPr="008A650F">
              <w:rPr>
                <w:b/>
                <w:color w:val="000000"/>
                <w:lang w:val="en-GB"/>
              </w:rPr>
              <w:t xml:space="preserve"> A: </w:t>
            </w:r>
            <w:r w:rsidRPr="008A650F">
              <w:rPr>
                <w:b/>
                <w:color w:val="000000"/>
                <w:lang w:val="en-GB"/>
              </w:rPr>
              <w:t>General management system requirements / General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system manual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Control of documents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Control of records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lastRenderedPageBreak/>
              <w:t>10.2.5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10.2.6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Internal audits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10.2.7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Corrective actions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10.3.1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9810EB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Option</w:t>
            </w:r>
            <w:r w:rsidR="00073510" w:rsidRPr="008A650F">
              <w:rPr>
                <w:b/>
                <w:color w:val="000000"/>
                <w:lang w:val="en-GB"/>
              </w:rPr>
              <w:t xml:space="preserve"> B: </w:t>
            </w:r>
            <w:r w:rsidRPr="008A650F">
              <w:rPr>
                <w:b/>
                <w:color w:val="000000"/>
                <w:lang w:val="en-GB"/>
              </w:rPr>
              <w:t>Management system requirements in accordance with ISO 9001 / General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10.3.2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Scope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10.3.3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Customer focus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  <w:tr w:rsidR="007D3C96" w:rsidRPr="008A650F" w:rsidTr="00D613FB">
        <w:trPr>
          <w:trHeight w:val="262"/>
        </w:trPr>
        <w:tc>
          <w:tcPr>
            <w:tcW w:w="19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073510" w:rsidP="00E96052">
            <w:pPr>
              <w:ind w:firstLine="232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10.3.4</w:t>
            </w:r>
          </w:p>
        </w:tc>
        <w:tc>
          <w:tcPr>
            <w:tcW w:w="31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:rsidR="007D3C96" w:rsidRPr="008A650F" w:rsidRDefault="009810EB" w:rsidP="00E96052">
            <w:pPr>
              <w:ind w:left="105"/>
              <w:rPr>
                <w:b/>
                <w:color w:val="000000"/>
                <w:lang w:val="en-GB"/>
              </w:rPr>
            </w:pPr>
            <w:r w:rsidRPr="008A650F">
              <w:rPr>
                <w:b/>
                <w:color w:val="000000"/>
                <w:lang w:val="en-GB"/>
              </w:rPr>
              <w:t>Management review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7D3C96" w:rsidRPr="008A650F" w:rsidRDefault="007D3C96" w:rsidP="00E96052">
            <w:pPr>
              <w:jc w:val="center"/>
              <w:rPr>
                <w:rFonts w:eastAsia="Wingdings"/>
                <w:color w:val="000000"/>
                <w:lang w:val="en-GB"/>
              </w:rPr>
            </w:pPr>
          </w:p>
        </w:tc>
      </w:tr>
    </w:tbl>
    <w:p w:rsidR="00920EBA" w:rsidRPr="008A650F" w:rsidRDefault="00920EBA" w:rsidP="00317D8B">
      <w:pPr>
        <w:keepLines/>
        <w:jc w:val="both"/>
        <w:rPr>
          <w:lang w:val="en-GB"/>
        </w:rPr>
        <w:sectPr w:rsidR="00920EBA" w:rsidRPr="008A650F" w:rsidSect="001D7A49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8011E3" w:rsidRPr="008A650F" w:rsidRDefault="008011E3" w:rsidP="00317D8B">
      <w:pPr>
        <w:keepLines/>
        <w:jc w:val="both"/>
        <w:rPr>
          <w:lang w:val="en-GB"/>
        </w:rPr>
      </w:pPr>
    </w:p>
    <w:p w:rsidR="00920EBA" w:rsidRPr="007B4CE2" w:rsidRDefault="00920EBA" w:rsidP="00920EBA">
      <w:pPr>
        <w:pStyle w:val="Hlavika"/>
        <w:keepLines/>
        <w:tabs>
          <w:tab w:val="clear" w:pos="4536"/>
          <w:tab w:val="clear" w:pos="9072"/>
        </w:tabs>
        <w:rPr>
          <w:lang w:val="en-GB"/>
        </w:rPr>
      </w:pPr>
      <w:r w:rsidRPr="007B4CE2">
        <w:rPr>
          <w:b/>
          <w:color w:val="000000"/>
          <w:lang w:val="en-GB"/>
        </w:rPr>
        <w:t xml:space="preserve">*) </w:t>
      </w:r>
      <w:r w:rsidR="007B4CE2" w:rsidRPr="007B4CE2">
        <w:rPr>
          <w:b/>
          <w:color w:val="000000"/>
          <w:lang w:val="en-GB"/>
        </w:rPr>
        <w:t>Insert all documents referred to in the AIS.</w:t>
      </w:r>
    </w:p>
    <w:p w:rsidR="00920EBA" w:rsidRPr="007B4CE2" w:rsidRDefault="00920EBA" w:rsidP="00317D8B">
      <w:pPr>
        <w:keepLines/>
        <w:jc w:val="both"/>
        <w:rPr>
          <w:lang w:val="en-GB"/>
        </w:rPr>
      </w:pPr>
    </w:p>
    <w:p w:rsidR="00920EBA" w:rsidRPr="007B4CE2" w:rsidRDefault="00920EBA" w:rsidP="00317D8B">
      <w:pPr>
        <w:keepLines/>
        <w:jc w:val="both"/>
        <w:rPr>
          <w:lang w:val="en-GB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7B4CE2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7B4CE2" w:rsidRDefault="007B4CE2" w:rsidP="00317D8B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  <w:rPr>
                <w:lang w:val="en-GB"/>
              </w:rPr>
            </w:pPr>
            <w:r w:rsidRPr="007B4CE2">
              <w:rPr>
                <w:lang w:val="en-GB"/>
              </w:rPr>
              <w:t>Date</w:t>
            </w:r>
            <w:r w:rsidR="008011E3" w:rsidRPr="007B4CE2">
              <w:rPr>
                <w:lang w:val="en-GB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7B4CE2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5" w:name="T5"/>
          <w:p w:rsidR="008011E3" w:rsidRPr="007B4CE2" w:rsidRDefault="00606D61" w:rsidP="00317D8B">
            <w:pPr>
              <w:keepLines/>
              <w:rPr>
                <w:lang w:val="en-GB"/>
              </w:rPr>
            </w:pPr>
            <w:r w:rsidRPr="007B4CE2">
              <w:rPr>
                <w:lang w:val="en-GB"/>
              </w:rPr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7B4CE2">
              <w:rPr>
                <w:lang w:val="en-GB"/>
              </w:rPr>
              <w:instrText xml:space="preserve"> FORMTEXT </w:instrText>
            </w:r>
            <w:r w:rsidRPr="007B4CE2">
              <w:rPr>
                <w:lang w:val="en-GB"/>
              </w:rPr>
            </w:r>
            <w:r w:rsidRPr="007B4CE2">
              <w:rPr>
                <w:lang w:val="en-GB"/>
              </w:rPr>
              <w:fldChar w:fldCharType="separate"/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Pr="007B4CE2">
              <w:rPr>
                <w:lang w:val="en-GB"/>
              </w:rPr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7B4CE2" w:rsidRDefault="008011E3" w:rsidP="00317D8B">
            <w:pPr>
              <w:keepLines/>
              <w:spacing w:before="90"/>
              <w:ind w:left="-70"/>
              <w:rPr>
                <w:lang w:val="en-GB"/>
              </w:rPr>
            </w:pP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7B4CE2" w:rsidRDefault="008011E3" w:rsidP="00317D8B">
            <w:pPr>
              <w:keepLines/>
              <w:rPr>
                <w:lang w:val="en-GB"/>
              </w:rPr>
            </w:pPr>
          </w:p>
        </w:tc>
      </w:tr>
      <w:tr w:rsidR="008011E3" w:rsidRPr="007B4CE2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7B4CE2" w:rsidRDefault="007B4CE2" w:rsidP="00317D8B">
            <w:pPr>
              <w:keepLines/>
              <w:spacing w:before="90"/>
              <w:ind w:left="-70"/>
              <w:rPr>
                <w:lang w:val="en-GB"/>
              </w:rPr>
            </w:pPr>
            <w:r w:rsidRPr="007B4CE2">
              <w:rPr>
                <w:lang w:val="en-GB"/>
              </w:rPr>
              <w:t>Name and surname</w:t>
            </w:r>
            <w:r w:rsidR="008011E3" w:rsidRPr="007B4CE2">
              <w:rPr>
                <w:lang w:val="en-GB"/>
              </w:rPr>
              <w:t>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7B4CE2" w:rsidRDefault="008011E3" w:rsidP="00317D8B">
            <w:pPr>
              <w:keepLines/>
              <w:framePr w:hSpace="141" w:wrap="around" w:vAnchor="text" w:hAnchor="text" w:x="40" w:y="1"/>
              <w:rPr>
                <w:sz w:val="8"/>
                <w:lang w:val="en-GB"/>
              </w:rPr>
            </w:pPr>
          </w:p>
          <w:bookmarkStart w:id="6" w:name="T7"/>
          <w:p w:rsidR="008011E3" w:rsidRPr="007B4CE2" w:rsidRDefault="00606D61" w:rsidP="00317D8B">
            <w:pPr>
              <w:keepLines/>
              <w:rPr>
                <w:lang w:val="en-GB"/>
              </w:rPr>
            </w:pPr>
            <w:r w:rsidRPr="007B4CE2">
              <w:rPr>
                <w:lang w:val="en-GB"/>
              </w:rPr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7B4CE2">
              <w:rPr>
                <w:lang w:val="en-GB"/>
              </w:rPr>
              <w:instrText xml:space="preserve"> FORMTEXT </w:instrText>
            </w:r>
            <w:r w:rsidRPr="007B4CE2">
              <w:rPr>
                <w:lang w:val="en-GB"/>
              </w:rPr>
            </w:r>
            <w:r w:rsidRPr="007B4CE2">
              <w:rPr>
                <w:lang w:val="en-GB"/>
              </w:rPr>
              <w:fldChar w:fldCharType="separate"/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="008011E3" w:rsidRPr="007B4CE2">
              <w:rPr>
                <w:noProof/>
                <w:lang w:val="en-GB"/>
              </w:rPr>
              <w:t> </w:t>
            </w:r>
            <w:r w:rsidRPr="007B4CE2">
              <w:rPr>
                <w:lang w:val="en-GB"/>
              </w:rPr>
              <w:fldChar w:fldCharType="end"/>
            </w:r>
            <w:bookmarkEnd w:id="6"/>
          </w:p>
        </w:tc>
      </w:tr>
      <w:tr w:rsidR="008011E3" w:rsidRPr="001D10D1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  <w:spacing w:before="90"/>
              <w:ind w:left="-70"/>
            </w:pP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317D8B">
            <w:pPr>
              <w:keepLines/>
            </w:pPr>
          </w:p>
        </w:tc>
      </w:tr>
    </w:tbl>
    <w:p w:rsidR="00EA0459" w:rsidRPr="001D10D1" w:rsidRDefault="00EA0459" w:rsidP="00317D8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sectPr w:rsidR="00EA0459" w:rsidRPr="001D10D1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05C" w:rsidRDefault="003B705C">
      <w:r>
        <w:separator/>
      </w:r>
    </w:p>
  </w:endnote>
  <w:endnote w:type="continuationSeparator" w:id="0">
    <w:p w:rsidR="003B705C" w:rsidRDefault="003B7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/OA9/2</w:t>
    </w:r>
    <w:r w:rsidR="00C427EA">
      <w:rPr>
        <w:b/>
      </w:rPr>
      <w:t xml:space="preserve"> </w:t>
    </w:r>
    <w:r w:rsidR="00C427EA" w:rsidRPr="00C427EA">
      <w:rPr>
        <w:b/>
      </w:rPr>
      <w:t>[A]</w:t>
    </w:r>
  </w:p>
  <w:p w:rsidR="008011E3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070830">
      <w:rPr>
        <w:b/>
      </w:rPr>
      <w:t>29.11</w:t>
    </w:r>
    <w:r>
      <w:rPr>
        <w:b/>
      </w:rPr>
      <w:t>.19</w:t>
    </w:r>
    <w:r w:rsidR="00EA0459">
      <w:rPr>
        <w:b/>
      </w:rPr>
      <w:tab/>
    </w:r>
    <w:r w:rsidR="00EA0459">
      <w:t xml:space="preserve">Strana: </w:t>
    </w:r>
    <w:r w:rsidR="00606D61" w:rsidRPr="00997854">
      <w:rPr>
        <w:rStyle w:val="slostrany"/>
        <w:b/>
      </w:rPr>
      <w:fldChar w:fldCharType="begin"/>
    </w:r>
    <w:r w:rsidR="00EA0459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070830">
      <w:rPr>
        <w:rStyle w:val="slostrany"/>
        <w:b/>
        <w:noProof/>
      </w:rPr>
      <w:t>4</w:t>
    </w:r>
    <w:r w:rsidR="00606D61" w:rsidRPr="00997854">
      <w:rPr>
        <w:rStyle w:val="slostrany"/>
        <w:b/>
      </w:rPr>
      <w:fldChar w:fldCharType="end"/>
    </w:r>
    <w:r w:rsidR="00EA0459" w:rsidRPr="00997854">
      <w:rPr>
        <w:rStyle w:val="slostrany"/>
        <w:b/>
      </w:rPr>
      <w:t xml:space="preserve"> </w:t>
    </w:r>
    <w:r w:rsidR="00EA0459" w:rsidRPr="00DB2276">
      <w:rPr>
        <w:rStyle w:val="slostrany"/>
        <w:b/>
      </w:rPr>
      <w:t>/</w:t>
    </w:r>
    <w:r w:rsidR="00EA0459">
      <w:rPr>
        <w:rStyle w:val="slostrany"/>
        <w:b/>
      </w:rPr>
      <w:t xml:space="preserve"> </w:t>
    </w:r>
    <w:r w:rsidR="00647D03">
      <w:rPr>
        <w:rStyle w:val="slostrany"/>
        <w:b/>
        <w:noProof/>
      </w:rPr>
      <w:fldChar w:fldCharType="begin"/>
    </w:r>
    <w:r w:rsidR="00647D03">
      <w:rPr>
        <w:rStyle w:val="slostrany"/>
        <w:b/>
        <w:noProof/>
      </w:rPr>
      <w:instrText xml:space="preserve"> NUMPAGES   \* MERGEFORMAT </w:instrText>
    </w:r>
    <w:r w:rsidR="00647D03">
      <w:rPr>
        <w:rStyle w:val="slostrany"/>
        <w:b/>
        <w:noProof/>
      </w:rPr>
      <w:fldChar w:fldCharType="separate"/>
    </w:r>
    <w:r w:rsidR="00070830">
      <w:rPr>
        <w:rStyle w:val="slostrany"/>
        <w:b/>
        <w:noProof/>
      </w:rPr>
      <w:t>4</w:t>
    </w:r>
    <w:r w:rsidR="00647D03">
      <w:rPr>
        <w:rStyle w:val="slostrany"/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6F8" w:rsidRPr="00997854" w:rsidRDefault="00A166F8" w:rsidP="00A166F8">
    <w:pPr>
      <w:pStyle w:val="Pta"/>
      <w:tabs>
        <w:tab w:val="clear" w:pos="4153"/>
        <w:tab w:val="clear" w:pos="8306"/>
        <w:tab w:val="right" w:pos="10490"/>
      </w:tabs>
      <w:rPr>
        <w:b/>
      </w:rPr>
    </w:pPr>
    <w:r w:rsidRPr="00997854">
      <w:rPr>
        <w:b/>
      </w:rPr>
      <w:t>TL 05</w:t>
    </w:r>
    <w:r>
      <w:rPr>
        <w:b/>
      </w:rPr>
      <w:t>/OA9/2</w:t>
    </w:r>
    <w:r w:rsidR="00C427EA">
      <w:rPr>
        <w:b/>
      </w:rPr>
      <w:t xml:space="preserve"> </w:t>
    </w:r>
    <w:r w:rsidR="00C427EA" w:rsidRPr="00C427EA">
      <w:rPr>
        <w:b/>
      </w:rPr>
      <w:t>[A]</w:t>
    </w:r>
  </w:p>
  <w:p w:rsidR="008011E3" w:rsidRPr="009A64FA" w:rsidRDefault="00A166F8" w:rsidP="00A166F8">
    <w:pPr>
      <w:pStyle w:val="Pta"/>
      <w:tabs>
        <w:tab w:val="clear" w:pos="4153"/>
        <w:tab w:val="clear" w:pos="8306"/>
        <w:tab w:val="right" w:pos="10490"/>
      </w:tabs>
    </w:pPr>
    <w:r>
      <w:t>Verzia</w:t>
    </w:r>
    <w:r w:rsidRPr="00E83EBB">
      <w:t>:</w:t>
    </w:r>
    <w:r>
      <w:rPr>
        <w:b/>
      </w:rPr>
      <w:t xml:space="preserve"> </w:t>
    </w:r>
    <w:r w:rsidR="00070830">
      <w:rPr>
        <w:b/>
      </w:rPr>
      <w:t>29.11</w:t>
    </w:r>
    <w:r>
      <w:rPr>
        <w:b/>
      </w:rPr>
      <w:t>.19</w:t>
    </w:r>
    <w:r w:rsidR="00A37057">
      <w:rPr>
        <w:b/>
      </w:rPr>
      <w:tab/>
    </w:r>
    <w:r w:rsidR="008011E3">
      <w:t xml:space="preserve">Strana: </w:t>
    </w:r>
    <w:r w:rsidR="00606D61" w:rsidRPr="00997854">
      <w:rPr>
        <w:rStyle w:val="slostrany"/>
        <w:b/>
      </w:rPr>
      <w:fldChar w:fldCharType="begin"/>
    </w:r>
    <w:r w:rsidR="008011E3" w:rsidRPr="00997854">
      <w:rPr>
        <w:rStyle w:val="slostrany"/>
        <w:b/>
      </w:rPr>
      <w:instrText xml:space="preserve"> PAGE </w:instrText>
    </w:r>
    <w:r w:rsidR="00606D61" w:rsidRPr="00997854">
      <w:rPr>
        <w:rStyle w:val="slostrany"/>
        <w:b/>
      </w:rPr>
      <w:fldChar w:fldCharType="separate"/>
    </w:r>
    <w:r w:rsidR="00070830">
      <w:rPr>
        <w:rStyle w:val="slostrany"/>
        <w:b/>
        <w:noProof/>
      </w:rPr>
      <w:t>1</w:t>
    </w:r>
    <w:r w:rsidR="00606D61" w:rsidRPr="00997854">
      <w:rPr>
        <w:rStyle w:val="slostrany"/>
        <w:b/>
      </w:rPr>
      <w:fldChar w:fldCharType="end"/>
    </w:r>
    <w:r w:rsidR="008011E3" w:rsidRPr="00997854">
      <w:rPr>
        <w:rStyle w:val="slostrany"/>
        <w:b/>
      </w:rPr>
      <w:t xml:space="preserve"> </w:t>
    </w:r>
    <w:r w:rsidR="008011E3" w:rsidRPr="00DB2276">
      <w:rPr>
        <w:rStyle w:val="slostrany"/>
        <w:b/>
      </w:rPr>
      <w:t>/</w:t>
    </w:r>
    <w:r w:rsidR="008011E3">
      <w:rPr>
        <w:rStyle w:val="slostrany"/>
        <w:b/>
      </w:rPr>
      <w:t xml:space="preserve"> </w:t>
    </w:r>
    <w:r>
      <w:rPr>
        <w:rStyle w:val="slostrany"/>
        <w:b/>
      </w:rPr>
      <w:fldChar w:fldCharType="begin"/>
    </w:r>
    <w:r>
      <w:rPr>
        <w:rStyle w:val="slostrany"/>
        <w:b/>
      </w:rPr>
      <w:instrText xml:space="preserve"> NUMPAGES   \* MERGEFORMAT </w:instrText>
    </w:r>
    <w:r>
      <w:rPr>
        <w:rStyle w:val="slostrany"/>
        <w:b/>
      </w:rPr>
      <w:fldChar w:fldCharType="separate"/>
    </w:r>
    <w:r w:rsidR="00070830">
      <w:rPr>
        <w:rStyle w:val="slostrany"/>
        <w:b/>
        <w:noProof/>
      </w:rPr>
      <w:t>4</w:t>
    </w:r>
    <w:r>
      <w:rPr>
        <w:rStyle w:val="slostrany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05C" w:rsidRDefault="003B705C">
      <w:r>
        <w:separator/>
      </w:r>
    </w:p>
  </w:footnote>
  <w:footnote w:type="continuationSeparator" w:id="0">
    <w:p w:rsidR="003B705C" w:rsidRDefault="003B7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EA0459" w:rsidTr="00EA0459">
      <w:trPr>
        <w:trHeight w:hRule="exact" w:val="454"/>
      </w:trPr>
      <w:tc>
        <w:tcPr>
          <w:tcW w:w="1080" w:type="dxa"/>
          <w:shd w:val="pct10" w:color="000000" w:fill="FFFFFF"/>
        </w:tcPr>
        <w:p w:rsidR="00EA0459" w:rsidRPr="00B029CB" w:rsidRDefault="00C427EA">
          <w:pPr>
            <w:pStyle w:val="Hlavika"/>
            <w:rPr>
              <w:b/>
              <w:sz w:val="20"/>
              <w:szCs w:val="22"/>
              <w:lang w:val="en-GB"/>
            </w:rPr>
          </w:pPr>
          <w:r w:rsidRPr="00B029CB">
            <w:rPr>
              <w:b/>
              <w:sz w:val="20"/>
              <w:szCs w:val="22"/>
              <w:lang w:val="en-GB"/>
            </w:rPr>
            <w:t>Applicant:</w:t>
          </w:r>
        </w:p>
      </w:tc>
      <w:tc>
        <w:tcPr>
          <w:tcW w:w="9410" w:type="dxa"/>
        </w:tcPr>
        <w:p w:rsidR="00EA0459" w:rsidRPr="00B029CB" w:rsidRDefault="00C427EA" w:rsidP="00E158E0">
          <w:pPr>
            <w:pStyle w:val="Hlavika"/>
            <w:ind w:left="113"/>
            <w:rPr>
              <w:sz w:val="20"/>
              <w:szCs w:val="22"/>
              <w:lang w:val="en-GB"/>
            </w:rPr>
          </w:pPr>
          <w:r w:rsidRPr="00B029CB">
            <w:rPr>
              <w:sz w:val="18"/>
              <w:szCs w:val="22"/>
              <w:lang w:val="en-GB"/>
            </w:rPr>
            <w:t>Name / Business name, Address</w:t>
          </w:r>
        </w:p>
      </w:tc>
    </w:tr>
  </w:tbl>
  <w:p w:rsidR="008011E3" w:rsidRDefault="008011E3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n0jnzH5yi3RnCLIoO8i0YaIg4R8=" w:salt="yVDNhtNbLbFnTD8tpuxiAA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EB8"/>
    <w:rsid w:val="00004F63"/>
    <w:rsid w:val="00024E3C"/>
    <w:rsid w:val="00024EE5"/>
    <w:rsid w:val="000310CB"/>
    <w:rsid w:val="00034DB9"/>
    <w:rsid w:val="000414A4"/>
    <w:rsid w:val="000558FC"/>
    <w:rsid w:val="00070830"/>
    <w:rsid w:val="00073510"/>
    <w:rsid w:val="000E2426"/>
    <w:rsid w:val="001225C7"/>
    <w:rsid w:val="001319FD"/>
    <w:rsid w:val="001362EA"/>
    <w:rsid w:val="00141AAF"/>
    <w:rsid w:val="001446CB"/>
    <w:rsid w:val="00174445"/>
    <w:rsid w:val="001745B7"/>
    <w:rsid w:val="00184FE3"/>
    <w:rsid w:val="001A3ED2"/>
    <w:rsid w:val="001A624C"/>
    <w:rsid w:val="001B00FA"/>
    <w:rsid w:val="001B4CEA"/>
    <w:rsid w:val="001D10D1"/>
    <w:rsid w:val="001D7A49"/>
    <w:rsid w:val="001F0239"/>
    <w:rsid w:val="00226D45"/>
    <w:rsid w:val="00240D69"/>
    <w:rsid w:val="00264CD7"/>
    <w:rsid w:val="002B1F59"/>
    <w:rsid w:val="002B7856"/>
    <w:rsid w:val="002C6558"/>
    <w:rsid w:val="00303288"/>
    <w:rsid w:val="00317D8B"/>
    <w:rsid w:val="003217DD"/>
    <w:rsid w:val="00340F7F"/>
    <w:rsid w:val="003571F8"/>
    <w:rsid w:val="003830A8"/>
    <w:rsid w:val="003967BF"/>
    <w:rsid w:val="0039790D"/>
    <w:rsid w:val="003B42F8"/>
    <w:rsid w:val="003B705C"/>
    <w:rsid w:val="003D3B13"/>
    <w:rsid w:val="00450D25"/>
    <w:rsid w:val="004651E5"/>
    <w:rsid w:val="004838C9"/>
    <w:rsid w:val="004956A9"/>
    <w:rsid w:val="004977C8"/>
    <w:rsid w:val="004A74E5"/>
    <w:rsid w:val="004B71AD"/>
    <w:rsid w:val="004D4904"/>
    <w:rsid w:val="004F67C6"/>
    <w:rsid w:val="00505744"/>
    <w:rsid w:val="00524522"/>
    <w:rsid w:val="00532EBF"/>
    <w:rsid w:val="00562B8B"/>
    <w:rsid w:val="005E5B51"/>
    <w:rsid w:val="005F0FBD"/>
    <w:rsid w:val="005F5DEC"/>
    <w:rsid w:val="00606D61"/>
    <w:rsid w:val="006211C5"/>
    <w:rsid w:val="006365E5"/>
    <w:rsid w:val="00647D03"/>
    <w:rsid w:val="006B5359"/>
    <w:rsid w:val="006C31F8"/>
    <w:rsid w:val="006E3A14"/>
    <w:rsid w:val="00706193"/>
    <w:rsid w:val="00717680"/>
    <w:rsid w:val="00746A21"/>
    <w:rsid w:val="00765223"/>
    <w:rsid w:val="007A5EB8"/>
    <w:rsid w:val="007B0BDD"/>
    <w:rsid w:val="007B4CE2"/>
    <w:rsid w:val="007C19AB"/>
    <w:rsid w:val="007C5094"/>
    <w:rsid w:val="007D3C96"/>
    <w:rsid w:val="007E3ED4"/>
    <w:rsid w:val="007F7D36"/>
    <w:rsid w:val="007F7FF6"/>
    <w:rsid w:val="008011E3"/>
    <w:rsid w:val="00804826"/>
    <w:rsid w:val="008214DE"/>
    <w:rsid w:val="008371BB"/>
    <w:rsid w:val="00843840"/>
    <w:rsid w:val="00870C1B"/>
    <w:rsid w:val="008A650F"/>
    <w:rsid w:val="008B3E7F"/>
    <w:rsid w:val="008B57A1"/>
    <w:rsid w:val="008C6172"/>
    <w:rsid w:val="008D14FE"/>
    <w:rsid w:val="008F451B"/>
    <w:rsid w:val="009001B3"/>
    <w:rsid w:val="00915A80"/>
    <w:rsid w:val="00920EBA"/>
    <w:rsid w:val="009312FA"/>
    <w:rsid w:val="00940057"/>
    <w:rsid w:val="0094725B"/>
    <w:rsid w:val="00952D4D"/>
    <w:rsid w:val="009810EB"/>
    <w:rsid w:val="00997854"/>
    <w:rsid w:val="009A64FA"/>
    <w:rsid w:val="009A750E"/>
    <w:rsid w:val="009B6C26"/>
    <w:rsid w:val="00A166F8"/>
    <w:rsid w:val="00A27B24"/>
    <w:rsid w:val="00A37057"/>
    <w:rsid w:val="00A37641"/>
    <w:rsid w:val="00A750B8"/>
    <w:rsid w:val="00A81E56"/>
    <w:rsid w:val="00AB58D8"/>
    <w:rsid w:val="00AD297E"/>
    <w:rsid w:val="00AE50D8"/>
    <w:rsid w:val="00B029CB"/>
    <w:rsid w:val="00B23504"/>
    <w:rsid w:val="00B40AC7"/>
    <w:rsid w:val="00B4192D"/>
    <w:rsid w:val="00B532D7"/>
    <w:rsid w:val="00B6112B"/>
    <w:rsid w:val="00B6343C"/>
    <w:rsid w:val="00B64BAB"/>
    <w:rsid w:val="00BA72B9"/>
    <w:rsid w:val="00BB795B"/>
    <w:rsid w:val="00BD337B"/>
    <w:rsid w:val="00BE3FC3"/>
    <w:rsid w:val="00BF161D"/>
    <w:rsid w:val="00C16CFA"/>
    <w:rsid w:val="00C17A30"/>
    <w:rsid w:val="00C305EC"/>
    <w:rsid w:val="00C37910"/>
    <w:rsid w:val="00C427EA"/>
    <w:rsid w:val="00C73348"/>
    <w:rsid w:val="00C76336"/>
    <w:rsid w:val="00C764A4"/>
    <w:rsid w:val="00C92002"/>
    <w:rsid w:val="00CA1897"/>
    <w:rsid w:val="00CB03C4"/>
    <w:rsid w:val="00CB3923"/>
    <w:rsid w:val="00CD0ACB"/>
    <w:rsid w:val="00CD5DCC"/>
    <w:rsid w:val="00D032E3"/>
    <w:rsid w:val="00D068CF"/>
    <w:rsid w:val="00D272FB"/>
    <w:rsid w:val="00D37975"/>
    <w:rsid w:val="00D51BFF"/>
    <w:rsid w:val="00D54CAE"/>
    <w:rsid w:val="00D613FB"/>
    <w:rsid w:val="00D92ED2"/>
    <w:rsid w:val="00DA3596"/>
    <w:rsid w:val="00DB2276"/>
    <w:rsid w:val="00DB5589"/>
    <w:rsid w:val="00DD019E"/>
    <w:rsid w:val="00DF27D4"/>
    <w:rsid w:val="00DF4FE6"/>
    <w:rsid w:val="00E11BEB"/>
    <w:rsid w:val="00E158E0"/>
    <w:rsid w:val="00E4275E"/>
    <w:rsid w:val="00E831CA"/>
    <w:rsid w:val="00E84344"/>
    <w:rsid w:val="00E96052"/>
    <w:rsid w:val="00EA0459"/>
    <w:rsid w:val="00EA5AA9"/>
    <w:rsid w:val="00EB2830"/>
    <w:rsid w:val="00ED7709"/>
    <w:rsid w:val="00ED7B40"/>
    <w:rsid w:val="00EE60C2"/>
    <w:rsid w:val="00EF1416"/>
    <w:rsid w:val="00F12ACB"/>
    <w:rsid w:val="00F30C3B"/>
    <w:rsid w:val="00F37760"/>
    <w:rsid w:val="00F45761"/>
    <w:rsid w:val="00FF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E4275E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E4275E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9_EMAS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64B7AE-AD91-4336-9A08-E36C3C28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TL05OA9_EMAS.dot</Template>
  <TotalTime>3</TotalTime>
  <Pages>4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TL05OA9_EMAS</vt:lpstr>
    </vt:vector>
  </TitlesOfParts>
  <Company>SNAS</Company>
  <LinksUpToDate>false</LinksUpToDate>
  <CharactersWithSpaces>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TL05OA9_EMAS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3</cp:revision>
  <cp:lastPrinted>2012-06-11T12:42:00Z</cp:lastPrinted>
  <dcterms:created xsi:type="dcterms:W3CDTF">2019-10-31T15:42:00Z</dcterms:created>
  <dcterms:modified xsi:type="dcterms:W3CDTF">2019-11-29T14:24:00Z</dcterms:modified>
</cp:coreProperties>
</file>