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0"/>
        <w:gridCol w:w="9410"/>
      </w:tblGrid>
      <w:tr w:rsidR="00674C47" w:rsidRPr="00F5502A" w:rsidTr="00937F5D">
        <w:trPr>
          <w:trHeight w:hRule="exact" w:val="454"/>
        </w:trPr>
        <w:tc>
          <w:tcPr>
            <w:tcW w:w="1080" w:type="dxa"/>
            <w:shd w:val="pct10" w:color="000000" w:fill="FFFFFF"/>
            <w:vAlign w:val="center"/>
          </w:tcPr>
          <w:p w:rsidR="00674C47" w:rsidRPr="00CB58F4" w:rsidRDefault="00937F5D" w:rsidP="00937F5D">
            <w:pPr>
              <w:pStyle w:val="Nadpis2"/>
              <w:numPr>
                <w:ilvl w:val="0"/>
                <w:numId w:val="0"/>
              </w:numPr>
              <w:spacing w:before="0" w:after="0"/>
              <w:rPr>
                <w:i w:val="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Applicant</w:t>
            </w:r>
            <w:r w:rsidR="00674C47" w:rsidRPr="00CB58F4">
              <w:rPr>
                <w:rFonts w:ascii="Times New Roman" w:hAnsi="Times New Roman" w:cs="Times New Roman"/>
                <w:i w:val="0"/>
                <w:sz w:val="20"/>
                <w:szCs w:val="20"/>
              </w:rPr>
              <w:t>:</w:t>
            </w:r>
          </w:p>
        </w:tc>
        <w:tc>
          <w:tcPr>
            <w:tcW w:w="9410" w:type="dxa"/>
            <w:vAlign w:val="center"/>
          </w:tcPr>
          <w:p w:rsidR="00674C47" w:rsidRPr="00D23753" w:rsidRDefault="005A2373" w:rsidP="005A237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rPr>
                <w:b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bookmarkStart w:id="1" w:name="_GoBack"/>
            <w:r>
              <w:rPr>
                <w:b/>
                <w:noProof/>
              </w:rPr>
              <w:t>name / business name</w:t>
            </w:r>
            <w:bookmarkEnd w:id="1"/>
            <w:r>
              <w:rPr>
                <w:b/>
              </w:rPr>
              <w:fldChar w:fldCharType="end"/>
            </w:r>
            <w:bookmarkEnd w:id="0"/>
            <w:r>
              <w:rPr>
                <w:b/>
              </w:rPr>
              <w:t xml:space="preserve">, </w:t>
            </w:r>
            <w:r>
              <w:rPr>
                <w:b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 of registered office"/>
                  </w:textInput>
                </w:ffData>
              </w:fldChar>
            </w:r>
            <w:bookmarkStart w:id="2" w:name="T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address of registered office</w:t>
            </w:r>
            <w:r>
              <w:rPr>
                <w:b/>
              </w:rPr>
              <w:fldChar w:fldCharType="end"/>
            </w:r>
            <w:bookmarkEnd w:id="2"/>
            <w:r>
              <w:rPr>
                <w:b/>
              </w:rPr>
              <w:t xml:space="preserve"> </w:t>
            </w:r>
          </w:p>
        </w:tc>
      </w:tr>
    </w:tbl>
    <w:p w:rsidR="00674C47" w:rsidRPr="00F5502A" w:rsidRDefault="00674C47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F5502A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674C47" w:rsidRPr="00F5502A" w:rsidRDefault="00937F5D">
            <w:pPr>
              <w:pStyle w:val="Nzov"/>
              <w:tabs>
                <w:tab w:val="left" w:pos="-2700"/>
                <w:tab w:val="left" w:pos="4032"/>
              </w:tabs>
              <w:jc w:val="left"/>
            </w:pPr>
            <w:r>
              <w:t>Annex</w:t>
            </w:r>
            <w:r w:rsidR="00674C47" w:rsidRPr="00F5502A">
              <w:t xml:space="preserve"> OA </w:t>
            </w:r>
            <w:r w:rsidR="001437D5">
              <w:t xml:space="preserve">6 </w:t>
            </w:r>
            <w:r w:rsidR="00CB58F4">
              <w:t>-</w:t>
            </w:r>
            <w:r w:rsidR="001437D5">
              <w:t xml:space="preserve"> </w:t>
            </w:r>
            <w:r w:rsidR="00CB58F4">
              <w:t>2</w:t>
            </w:r>
            <w:r w:rsidR="008B29E4">
              <w:t xml:space="preserve">. </w:t>
            </w:r>
            <w:r>
              <w:t>part</w:t>
            </w:r>
            <w:r w:rsidR="00674C47" w:rsidRPr="00F5502A">
              <w:t>:</w:t>
            </w:r>
            <w:r w:rsidR="00674C47" w:rsidRPr="00F5502A">
              <w:tab/>
            </w:r>
            <w:r w:rsidRPr="00937F5D">
              <w:t xml:space="preserve">Product Certifying </w:t>
            </w:r>
            <w:r>
              <w:t>Body</w:t>
            </w:r>
          </w:p>
        </w:tc>
      </w:tr>
    </w:tbl>
    <w:p w:rsidR="00674C47" w:rsidRPr="00F5502A" w:rsidRDefault="00674C4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F5502A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74C47" w:rsidRPr="00D23753" w:rsidRDefault="00937F5D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937F5D">
              <w:rPr>
                <w:sz w:val="20"/>
              </w:rPr>
              <w:t>Conformity assessment body</w:t>
            </w:r>
            <w:r w:rsidR="00674C47" w:rsidRPr="00D23753">
              <w:rPr>
                <w:sz w:val="20"/>
              </w:rPr>
              <w:t>: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:rsidR="00674C47" w:rsidRPr="00D23753" w:rsidRDefault="00F3550E" w:rsidP="00F3550E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 of registered offic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name, address of registered office</w:t>
            </w:r>
            <w:r>
              <w:rPr>
                <w:b/>
              </w:rPr>
              <w:fldChar w:fldCharType="end"/>
            </w:r>
          </w:p>
        </w:tc>
      </w:tr>
    </w:tbl>
    <w:p w:rsidR="00674C47" w:rsidRPr="00F5502A" w:rsidRDefault="00674C47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F5502A" w:rsidTr="00127DE1">
        <w:trPr>
          <w:cantSplit/>
        </w:trPr>
        <w:tc>
          <w:tcPr>
            <w:tcW w:w="3118" w:type="dxa"/>
            <w:shd w:val="pct10" w:color="000000" w:fill="FFFFFF"/>
          </w:tcPr>
          <w:p w:rsidR="00377C5C" w:rsidRPr="00F5502A" w:rsidRDefault="00937F5D" w:rsidP="00127DE1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937F5D">
              <w:rPr>
                <w:b/>
                <w:sz w:val="16"/>
              </w:rPr>
              <w:t>Certificate number</w:t>
            </w:r>
            <w:r w:rsidR="00377C5C" w:rsidRPr="00F5502A">
              <w:rPr>
                <w:b/>
                <w:sz w:val="16"/>
              </w:rPr>
              <w:br/>
            </w:r>
            <w:r>
              <w:rPr>
                <w:sz w:val="14"/>
              </w:rPr>
              <w:t>(</w:t>
            </w:r>
            <w:r w:rsidRPr="00937F5D">
              <w:rPr>
                <w:sz w:val="14"/>
              </w:rPr>
              <w:t>Not applicable for accreditation</w:t>
            </w:r>
            <w:r w:rsidR="00377C5C" w:rsidRPr="00F5502A">
              <w:rPr>
                <w:sz w:val="14"/>
              </w:rPr>
              <w:t>)</w:t>
            </w:r>
          </w:p>
        </w:tc>
        <w:tc>
          <w:tcPr>
            <w:tcW w:w="3261" w:type="dxa"/>
            <w:shd w:val="pct10" w:color="000000" w:fill="FFFFFF"/>
          </w:tcPr>
          <w:p w:rsidR="00377C5C" w:rsidRPr="00F5502A" w:rsidRDefault="00937F5D" w:rsidP="00937F5D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937F5D">
              <w:rPr>
                <w:b/>
                <w:sz w:val="16"/>
              </w:rPr>
              <w:t>Registered SNAS member number</w:t>
            </w:r>
            <w:r w:rsidR="00377C5C" w:rsidRPr="00F5502A">
              <w:rPr>
                <w:b/>
                <w:sz w:val="16"/>
              </w:rPr>
              <w:t>:</w:t>
            </w:r>
          </w:p>
          <w:p w:rsidR="00377C5C" w:rsidRPr="005B04F3" w:rsidRDefault="00377C5C" w:rsidP="00937F5D">
            <w:pPr>
              <w:shd w:val="pct10" w:color="000000" w:fill="FFFFFF"/>
              <w:jc w:val="center"/>
              <w:rPr>
                <w:bCs/>
              </w:rPr>
            </w:pPr>
            <w:r w:rsidRPr="005B04F3">
              <w:rPr>
                <w:bCs/>
                <w:sz w:val="14"/>
              </w:rPr>
              <w:t>(</w:t>
            </w:r>
            <w:r w:rsidR="00937F5D" w:rsidRPr="005B04F3">
              <w:rPr>
                <w:bCs/>
                <w:sz w:val="14"/>
              </w:rPr>
              <w:t>Only for registered accredited entities</w:t>
            </w:r>
            <w:r w:rsidRPr="005B04F3">
              <w:rPr>
                <w:bCs/>
                <w:sz w:val="14"/>
              </w:rPr>
              <w:t>)</w:t>
            </w:r>
          </w:p>
        </w:tc>
      </w:tr>
      <w:tr w:rsidR="00377C5C" w:rsidRPr="00F5502A" w:rsidTr="00127DE1">
        <w:trPr>
          <w:cantSplit/>
          <w:trHeight w:hRule="exact" w:val="284"/>
        </w:trPr>
        <w:tc>
          <w:tcPr>
            <w:tcW w:w="3118" w:type="dxa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4"/>
          </w:p>
        </w:tc>
      </w:tr>
    </w:tbl>
    <w:p w:rsidR="005A2373" w:rsidRDefault="005A2373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</w:rPr>
        <w:sectPr w:rsidR="005A2373" w:rsidSect="002C4604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1975A5" w:rsidRDefault="001975A5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</w:rPr>
      </w:pPr>
    </w:p>
    <w:p w:rsidR="005D3EE4" w:rsidRPr="00251DC1" w:rsidRDefault="007D08AB" w:rsidP="001975A5">
      <w:pPr>
        <w:rPr>
          <w:sz w:val="10"/>
          <w:szCs w:val="10"/>
        </w:rPr>
      </w:pPr>
      <w:r w:rsidRPr="007D08AB">
        <w:rPr>
          <w:rFonts w:ascii="Arial" w:hAnsi="Arial" w:cs="Arial"/>
          <w:b/>
          <w:bCs/>
          <w:iCs/>
          <w:sz w:val="28"/>
          <w:szCs w:val="28"/>
        </w:rPr>
        <w:t xml:space="preserve">Declaration of compliance with requirements 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of </w:t>
      </w:r>
      <w:r w:rsidR="00CB58F4" w:rsidRPr="00CB58F4">
        <w:rPr>
          <w:rFonts w:ascii="Arial" w:hAnsi="Arial" w:cs="Arial"/>
          <w:b/>
          <w:bCs/>
          <w:iCs/>
          <w:sz w:val="28"/>
          <w:szCs w:val="28"/>
        </w:rPr>
        <w:t>ISO/IEC 170</w:t>
      </w:r>
      <w:r w:rsidR="001437D5">
        <w:rPr>
          <w:rFonts w:ascii="Arial" w:hAnsi="Arial" w:cs="Arial"/>
          <w:b/>
          <w:bCs/>
          <w:iCs/>
          <w:sz w:val="28"/>
          <w:szCs w:val="28"/>
        </w:rPr>
        <w:t>65</w:t>
      </w:r>
      <w:r w:rsidR="00CB58F4" w:rsidRPr="00CB58F4">
        <w:rPr>
          <w:rFonts w:ascii="Arial" w:hAnsi="Arial" w:cs="Arial"/>
          <w:b/>
          <w:bCs/>
          <w:iCs/>
          <w:sz w:val="28"/>
          <w:szCs w:val="28"/>
        </w:rPr>
        <w:t>: 2012</w:t>
      </w:r>
      <w:r w:rsidRPr="007D08AB">
        <w:rPr>
          <w:rFonts w:ascii="Arial" w:hAnsi="Arial" w:cs="Arial"/>
          <w:b/>
          <w:bCs/>
          <w:iCs/>
          <w:sz w:val="28"/>
          <w:szCs w:val="28"/>
        </w:rPr>
        <w:t xml:space="preserve"> standard</w:t>
      </w:r>
    </w:p>
    <w:p w:rsidR="00674C47" w:rsidRDefault="00674C47" w:rsidP="00C9135A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481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69"/>
        <w:gridCol w:w="3969"/>
        <w:gridCol w:w="5387"/>
      </w:tblGrid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0D7766" w:rsidP="006D4256">
            <w:pPr>
              <w:jc w:val="center"/>
              <w:rPr>
                <w:b/>
              </w:rPr>
            </w:pPr>
            <w:r w:rsidRPr="000D7766">
              <w:rPr>
                <w:b/>
              </w:rPr>
              <w:t xml:space="preserve">Article </w:t>
            </w:r>
            <w:r>
              <w:rPr>
                <w:b/>
              </w:rPr>
              <w:t xml:space="preserve">of </w:t>
            </w:r>
            <w:r w:rsidRPr="000D7766">
              <w:rPr>
                <w:b/>
              </w:rPr>
              <w:t>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0D7766" w:rsidP="006D4256">
            <w:pPr>
              <w:ind w:left="105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0D7766">
              <w:rPr>
                <w:b/>
              </w:rPr>
              <w:t xml:space="preserve">itle </w:t>
            </w:r>
            <w:r>
              <w:rPr>
                <w:b/>
              </w:rPr>
              <w:t>of a</w:t>
            </w:r>
            <w:r w:rsidRPr="000D7766">
              <w:rPr>
                <w:b/>
              </w:rPr>
              <w:t>rticle</w:t>
            </w:r>
          </w:p>
        </w:tc>
        <w:tc>
          <w:tcPr>
            <w:tcW w:w="53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78141E" w:rsidRDefault="000D7766" w:rsidP="00963D1D">
            <w:pPr>
              <w:jc w:val="center"/>
            </w:pPr>
            <w:r w:rsidRPr="000D7766">
              <w:rPr>
                <w:b/>
                <w:color w:val="000000"/>
              </w:rPr>
              <w:t>Description of fulfillment of the requirement and references to documents, resp. parts thereof</w:t>
            </w: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130946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BB79E0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General requirements</w:t>
            </w:r>
          </w:p>
        </w:tc>
        <w:tc>
          <w:tcPr>
            <w:tcW w:w="53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78141E" w:rsidRDefault="00130946" w:rsidP="006D4256">
            <w:pPr>
              <w:jc w:val="center"/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4.1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BB79E0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Legal responsibility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left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4.2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BB79E0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Management of impartiality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left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445702" w:rsidRDefault="00BB79E0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Liability and financing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left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445702" w:rsidRDefault="00BB79E0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Non-discriminatory conditions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8542D9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Default="008542D9" w:rsidP="006D4256">
            <w:pPr>
              <w:ind w:left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Default="00BB79E0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Confidentiality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42D9" w:rsidRPr="0078141E" w:rsidRDefault="008542D9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8542D9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Default="008542D9" w:rsidP="006D4256">
            <w:pPr>
              <w:ind w:left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Default="00BB79E0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Publicly av</w:t>
            </w:r>
            <w:r w:rsidR="00A30F3E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>ilable information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42D9" w:rsidRPr="0078141E" w:rsidRDefault="008542D9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9552CA" w:rsidTr="00963D1D">
        <w:trPr>
          <w:gridAfter w:val="3"/>
          <w:wAfter w:w="9925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9552CA" w:rsidRDefault="00CB58F4" w:rsidP="006D4256">
            <w:pPr>
              <w:ind w:firstLine="232"/>
              <w:rPr>
                <w:b/>
              </w:rPr>
            </w:pP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BB79E0" w:rsidP="00130946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</w:rPr>
              <w:t xml:space="preserve">Article </w:t>
            </w:r>
            <w:r>
              <w:rPr>
                <w:b/>
              </w:rPr>
              <w:t xml:space="preserve">of </w:t>
            </w:r>
            <w:r w:rsidRPr="000D7766">
              <w:rPr>
                <w:b/>
              </w:rPr>
              <w:t>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BB79E0" w:rsidP="00130946">
            <w:pPr>
              <w:ind w:left="105"/>
              <w:jc w:val="center"/>
              <w:rPr>
                <w:b/>
                <w:color w:val="000000"/>
              </w:rPr>
            </w:pPr>
            <w:r>
              <w:rPr>
                <w:b/>
              </w:rPr>
              <w:t>T</w:t>
            </w:r>
            <w:r w:rsidRPr="000D7766">
              <w:rPr>
                <w:b/>
              </w:rPr>
              <w:t xml:space="preserve">itle </w:t>
            </w:r>
            <w:r>
              <w:rPr>
                <w:b/>
              </w:rPr>
              <w:t>of a</w:t>
            </w:r>
            <w:r w:rsidRPr="000D7766">
              <w:rPr>
                <w:b/>
              </w:rPr>
              <w:t>rticle</w:t>
            </w:r>
          </w:p>
        </w:tc>
        <w:tc>
          <w:tcPr>
            <w:tcW w:w="53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78141E" w:rsidRDefault="00EA1703" w:rsidP="00963D1D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  <w:color w:val="000000"/>
              </w:rPr>
              <w:t>Description of fulfillment of the requirement and references to documents, resp. parts thereof</w:t>
            </w: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130946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F112EB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Structural requirements</w:t>
            </w:r>
          </w:p>
        </w:tc>
        <w:tc>
          <w:tcPr>
            <w:tcW w:w="53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78141E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F112EB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Organizational structure and top management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F112EB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Mechanism for safeguarding impartiality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9552CA" w:rsidTr="00963D1D">
        <w:trPr>
          <w:gridAfter w:val="3"/>
          <w:wAfter w:w="9925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BB79E0" w:rsidP="00130946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</w:rPr>
              <w:t xml:space="preserve">Article </w:t>
            </w:r>
            <w:r>
              <w:rPr>
                <w:b/>
              </w:rPr>
              <w:t xml:space="preserve">of </w:t>
            </w:r>
            <w:r w:rsidRPr="000D7766">
              <w:rPr>
                <w:b/>
              </w:rPr>
              <w:t>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BB79E0" w:rsidP="00130946">
            <w:pPr>
              <w:ind w:left="105"/>
              <w:jc w:val="center"/>
              <w:rPr>
                <w:b/>
                <w:color w:val="000000"/>
              </w:rPr>
            </w:pPr>
            <w:r>
              <w:rPr>
                <w:b/>
              </w:rPr>
              <w:t>T</w:t>
            </w:r>
            <w:r w:rsidRPr="000D7766">
              <w:rPr>
                <w:b/>
              </w:rPr>
              <w:t xml:space="preserve">itle </w:t>
            </w:r>
            <w:r>
              <w:rPr>
                <w:b/>
              </w:rPr>
              <w:t>of a</w:t>
            </w:r>
            <w:r w:rsidRPr="000D7766">
              <w:rPr>
                <w:b/>
              </w:rPr>
              <w:t>rticle</w:t>
            </w:r>
          </w:p>
        </w:tc>
        <w:tc>
          <w:tcPr>
            <w:tcW w:w="53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78141E" w:rsidRDefault="00EA1703" w:rsidP="00963D1D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  <w:color w:val="000000"/>
              </w:rPr>
              <w:t>Description of fulfillment of the requirement and references to documents, resp. parts thereof</w:t>
            </w: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130946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695B7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Resource requirements</w:t>
            </w:r>
          </w:p>
        </w:tc>
        <w:tc>
          <w:tcPr>
            <w:tcW w:w="53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78141E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6.1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695B7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Certification body personnel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</w:rPr>
            </w:pPr>
            <w:r w:rsidRPr="009552CA">
              <w:rPr>
                <w:b/>
                <w:color w:val="000000"/>
              </w:rPr>
              <w:t>6.2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695B78" w:rsidP="006D4256">
            <w:pPr>
              <w:ind w:left="105"/>
              <w:rPr>
                <w:b/>
              </w:rPr>
            </w:pPr>
            <w:r>
              <w:rPr>
                <w:b/>
              </w:rPr>
              <w:t>Resources for evaluation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BB79E0" w:rsidP="00130946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</w:rPr>
              <w:t xml:space="preserve">Article </w:t>
            </w:r>
            <w:r>
              <w:rPr>
                <w:b/>
              </w:rPr>
              <w:t xml:space="preserve">of </w:t>
            </w:r>
            <w:r w:rsidRPr="000D7766">
              <w:rPr>
                <w:b/>
              </w:rPr>
              <w:t>standard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B26FE" w:rsidRDefault="00BB79E0" w:rsidP="00130946">
            <w:pPr>
              <w:ind w:left="105"/>
              <w:jc w:val="center"/>
              <w:rPr>
                <w:b/>
                <w:color w:val="000000"/>
              </w:rPr>
            </w:pPr>
            <w:r>
              <w:rPr>
                <w:b/>
              </w:rPr>
              <w:t>T</w:t>
            </w:r>
            <w:r w:rsidRPr="000D7766">
              <w:rPr>
                <w:b/>
              </w:rPr>
              <w:t xml:space="preserve">itle </w:t>
            </w:r>
            <w:r>
              <w:rPr>
                <w:b/>
              </w:rPr>
              <w:t>of a</w:t>
            </w:r>
            <w:r w:rsidRPr="000D7766">
              <w:rPr>
                <w:b/>
              </w:rPr>
              <w:t>rticle</w:t>
            </w:r>
          </w:p>
        </w:tc>
        <w:tc>
          <w:tcPr>
            <w:tcW w:w="5387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78141E" w:rsidRDefault="00EA1703" w:rsidP="00963D1D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  <w:color w:val="000000"/>
              </w:rPr>
              <w:t>Description of fulfillment of the requirement and references to documents, resp. parts thereof</w:t>
            </w: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130946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9552CA" w:rsidRDefault="004D1204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="00695B78">
              <w:rPr>
                <w:b/>
                <w:color w:val="000000"/>
              </w:rPr>
              <w:t>rocess requirements</w:t>
            </w:r>
          </w:p>
        </w:tc>
        <w:tc>
          <w:tcPr>
            <w:tcW w:w="53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78141E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49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7.1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695B7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General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311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9552CA" w:rsidRDefault="00CB58F4" w:rsidP="006D4256">
            <w:pPr>
              <w:ind w:firstLine="232"/>
              <w:rPr>
                <w:b/>
                <w:color w:val="000000"/>
              </w:rPr>
            </w:pPr>
            <w:r w:rsidRPr="009552CA">
              <w:rPr>
                <w:b/>
                <w:color w:val="000000"/>
              </w:rPr>
              <w:t>7.2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4D1204" w:rsidRDefault="00A07D76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Application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B26FE" w:rsidRDefault="00CB58F4" w:rsidP="006D4256">
            <w:pPr>
              <w:ind w:firstLine="232"/>
              <w:rPr>
                <w:b/>
                <w:color w:val="000000"/>
              </w:rPr>
            </w:pPr>
            <w:r w:rsidRPr="00AB26FE">
              <w:rPr>
                <w:b/>
                <w:color w:val="000000"/>
              </w:rPr>
              <w:t>7.3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B26FE" w:rsidRDefault="00A07D76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Application review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78141E" w:rsidRDefault="00CB58F4" w:rsidP="006D4256">
            <w:pPr>
              <w:jc w:val="center"/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B26FE" w:rsidRDefault="00CB58F4" w:rsidP="006D4256">
            <w:pPr>
              <w:ind w:firstLine="232"/>
              <w:rPr>
                <w:b/>
                <w:color w:val="000000"/>
              </w:rPr>
            </w:pPr>
            <w:r w:rsidRPr="00AB26FE">
              <w:rPr>
                <w:b/>
                <w:color w:val="000000"/>
              </w:rPr>
              <w:t>7.4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AB26FE" w:rsidRDefault="00A07D76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A07D76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Review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Certifi</w:t>
            </w:r>
            <w:r w:rsidR="00191A68">
              <w:rPr>
                <w:b/>
                <w:color w:val="000000"/>
              </w:rPr>
              <w:t>cation decision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Certifi</w:t>
            </w:r>
            <w:r w:rsidR="00191A68">
              <w:rPr>
                <w:b/>
                <w:color w:val="000000"/>
              </w:rPr>
              <w:t>cation documentation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191A6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Directory of certified products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191A6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Surveillance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7.10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191A6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Changes affecting certification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191A6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Termination, reduction, suspension or withdrawal of certification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191A6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Records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78141E" w:rsidTr="00963D1D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4D1204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AB26FE" w:rsidRDefault="00191A68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Complaints and appeals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5A2373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:rsidR="00130946" w:rsidRDefault="00130946"/>
    <w:p w:rsidR="00130946" w:rsidRDefault="00130946"/>
    <w:tbl>
      <w:tblPr>
        <w:tblW w:w="10481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387"/>
      </w:tblGrid>
      <w:tr w:rsidR="00130946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Default="00BB79E0" w:rsidP="00130946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</w:rPr>
              <w:t xml:space="preserve">Article </w:t>
            </w:r>
            <w:r>
              <w:rPr>
                <w:b/>
              </w:rPr>
              <w:t xml:space="preserve">of </w:t>
            </w:r>
            <w:r w:rsidRPr="000D7766">
              <w:rPr>
                <w:b/>
              </w:rPr>
              <w:t>standard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B26FE" w:rsidRDefault="00BB79E0" w:rsidP="00130946">
            <w:pPr>
              <w:ind w:left="105"/>
              <w:jc w:val="center"/>
              <w:rPr>
                <w:b/>
                <w:color w:val="000000"/>
              </w:rPr>
            </w:pPr>
            <w:r>
              <w:rPr>
                <w:b/>
              </w:rPr>
              <w:t>T</w:t>
            </w:r>
            <w:r w:rsidRPr="000D7766">
              <w:rPr>
                <w:b/>
              </w:rPr>
              <w:t xml:space="preserve">itle </w:t>
            </w:r>
            <w:r>
              <w:rPr>
                <w:b/>
              </w:rPr>
              <w:t>of a</w:t>
            </w:r>
            <w:r w:rsidRPr="000D7766">
              <w:rPr>
                <w:b/>
              </w:rPr>
              <w:t>rticle</w:t>
            </w:r>
          </w:p>
        </w:tc>
        <w:tc>
          <w:tcPr>
            <w:tcW w:w="53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78141E" w:rsidRDefault="00EA1703" w:rsidP="00963D1D">
            <w:pPr>
              <w:jc w:val="center"/>
              <w:rPr>
                <w:b/>
                <w:color w:val="000000"/>
              </w:rPr>
            </w:pPr>
            <w:r w:rsidRPr="000D7766">
              <w:rPr>
                <w:b/>
                <w:color w:val="000000"/>
              </w:rPr>
              <w:t>Description of fulfillment of the requirement and references to documents,</w:t>
            </w:r>
            <w:r w:rsidR="00963D1D">
              <w:rPr>
                <w:b/>
                <w:color w:val="000000"/>
              </w:rPr>
              <w:t xml:space="preserve"> </w:t>
            </w:r>
            <w:r w:rsidRPr="000D7766">
              <w:rPr>
                <w:b/>
                <w:color w:val="000000"/>
              </w:rPr>
              <w:t>resp. parts thereof</w:t>
            </w:r>
          </w:p>
        </w:tc>
      </w:tr>
      <w:tr w:rsidR="00130946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B26FE" w:rsidRDefault="00130946" w:rsidP="006D4256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AB26FE" w:rsidRDefault="00E3639F" w:rsidP="006D4256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Management system requirements</w:t>
            </w:r>
          </w:p>
        </w:tc>
        <w:tc>
          <w:tcPr>
            <w:tcW w:w="53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78141E" w:rsidRDefault="00130946" w:rsidP="006D4256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65040C">
              <w:rPr>
                <w:b/>
                <w:iCs/>
                <w:color w:val="000000"/>
              </w:rPr>
              <w:t>8.1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E3639F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Options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65040C">
              <w:rPr>
                <w:b/>
                <w:iCs/>
                <w:color w:val="000000"/>
              </w:rPr>
              <w:t>8.2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0C2ED4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General management system documentation</w:t>
            </w:r>
            <w:r w:rsidR="0065040C">
              <w:rPr>
                <w:b/>
                <w:iCs/>
                <w:color w:val="000000"/>
              </w:rPr>
              <w:t xml:space="preserve"> (</w:t>
            </w:r>
            <w:r>
              <w:rPr>
                <w:b/>
                <w:iCs/>
                <w:color w:val="000000"/>
              </w:rPr>
              <w:t>Option</w:t>
            </w:r>
            <w:r w:rsidR="0065040C">
              <w:rPr>
                <w:b/>
                <w:iCs/>
                <w:color w:val="000000"/>
              </w:rPr>
              <w:t xml:space="preserve"> A)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65040C">
              <w:rPr>
                <w:b/>
                <w:iCs/>
                <w:color w:val="000000"/>
              </w:rPr>
              <w:t>8.3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0C2ED4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Control of documents</w:t>
            </w:r>
            <w:r w:rsidR="0065040C">
              <w:rPr>
                <w:b/>
                <w:iCs/>
                <w:color w:val="000000"/>
              </w:rPr>
              <w:t xml:space="preserve"> (</w:t>
            </w:r>
            <w:r>
              <w:rPr>
                <w:b/>
                <w:iCs/>
                <w:color w:val="000000"/>
              </w:rPr>
              <w:t>Option A</w:t>
            </w:r>
            <w:r w:rsidR="0065040C">
              <w:rPr>
                <w:b/>
                <w:iCs/>
                <w:color w:val="000000"/>
              </w:rPr>
              <w:t>)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65040C">
              <w:rPr>
                <w:b/>
                <w:iCs/>
                <w:color w:val="000000"/>
              </w:rPr>
              <w:t>8.4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0C2ED4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Control of records</w:t>
            </w:r>
            <w:r w:rsidR="0065040C">
              <w:rPr>
                <w:b/>
                <w:iCs/>
                <w:color w:val="000000"/>
              </w:rPr>
              <w:t xml:space="preserve"> (</w:t>
            </w:r>
            <w:r>
              <w:rPr>
                <w:b/>
                <w:iCs/>
                <w:color w:val="000000"/>
              </w:rPr>
              <w:t>Option A</w:t>
            </w:r>
            <w:r w:rsidR="0065040C">
              <w:rPr>
                <w:b/>
                <w:iCs/>
                <w:color w:val="000000"/>
              </w:rPr>
              <w:t>)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65040C">
              <w:rPr>
                <w:b/>
                <w:iCs/>
                <w:color w:val="000000"/>
              </w:rPr>
              <w:t>8.5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0C2ED4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Management review</w:t>
            </w:r>
            <w:r w:rsidR="0065040C">
              <w:rPr>
                <w:b/>
                <w:iCs/>
                <w:color w:val="000000"/>
              </w:rPr>
              <w:t xml:space="preserve"> (</w:t>
            </w:r>
            <w:r>
              <w:rPr>
                <w:b/>
                <w:iCs/>
                <w:color w:val="000000"/>
              </w:rPr>
              <w:t>Option A</w:t>
            </w:r>
            <w:r w:rsidR="0065040C">
              <w:rPr>
                <w:b/>
                <w:iCs/>
                <w:color w:val="000000"/>
              </w:rPr>
              <w:t>)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65040C">
              <w:rPr>
                <w:b/>
                <w:iCs/>
                <w:color w:val="000000"/>
              </w:rPr>
              <w:t>8.6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65040C" w:rsidRDefault="0065040C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Intern</w:t>
            </w:r>
            <w:r w:rsidR="000C2ED4">
              <w:rPr>
                <w:b/>
                <w:iCs/>
                <w:color w:val="000000"/>
              </w:rPr>
              <w:t>al audits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5A2373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65040C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65040C" w:rsidRDefault="0065040C" w:rsidP="006D4256">
            <w:pPr>
              <w:ind w:firstLine="232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8.7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65040C" w:rsidRDefault="000C2ED4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Corrective actions</w:t>
            </w:r>
            <w:r w:rsidR="0065040C">
              <w:rPr>
                <w:b/>
                <w:iCs/>
                <w:color w:val="000000"/>
              </w:rPr>
              <w:t xml:space="preserve"> (</w:t>
            </w:r>
            <w:r>
              <w:rPr>
                <w:b/>
                <w:iCs/>
                <w:color w:val="000000"/>
              </w:rPr>
              <w:t>Option A</w:t>
            </w:r>
            <w:r w:rsidR="0065040C">
              <w:rPr>
                <w:b/>
                <w:iCs/>
                <w:color w:val="000000"/>
              </w:rPr>
              <w:t>)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5040C" w:rsidRPr="005A2373" w:rsidRDefault="0065040C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65040C" w:rsidRPr="0078141E" w:rsidTr="00963D1D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65040C" w:rsidRDefault="0065040C" w:rsidP="006D4256">
            <w:pPr>
              <w:ind w:firstLine="232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8.8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65040C" w:rsidRDefault="000C2ED4" w:rsidP="006D4256">
            <w:pPr>
              <w:ind w:left="105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Preventive actions (Option A)</w:t>
            </w:r>
          </w:p>
        </w:tc>
        <w:tc>
          <w:tcPr>
            <w:tcW w:w="5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5040C" w:rsidRPr="005A2373" w:rsidRDefault="0065040C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</w:tbl>
    <w:p w:rsidR="00CB58F4" w:rsidRDefault="00CB58F4" w:rsidP="00CB58F4">
      <w:pPr>
        <w:ind w:firstLine="232"/>
      </w:pPr>
    </w:p>
    <w:p w:rsidR="005A2373" w:rsidRDefault="005A2373" w:rsidP="00C9135A">
      <w:pPr>
        <w:pStyle w:val="Hlavika"/>
        <w:keepLines/>
        <w:tabs>
          <w:tab w:val="clear" w:pos="4536"/>
          <w:tab w:val="clear" w:pos="9072"/>
        </w:tabs>
        <w:sectPr w:rsidR="005A2373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CB58F4" w:rsidRPr="00F5502A" w:rsidRDefault="00CB58F4" w:rsidP="00C9135A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976"/>
        <w:gridCol w:w="4464"/>
      </w:tblGrid>
      <w:tr w:rsidR="00674C47" w:rsidRPr="00F5502A" w:rsidTr="00177E54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F5502A">
              <w:t>D</w:t>
            </w:r>
            <w:r w:rsidR="00177E54">
              <w:t>ate</w:t>
            </w:r>
            <w:r w:rsidRPr="00F5502A"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5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B58F4">
            <w:pPr>
              <w:keepLines/>
              <w:spacing w:before="90"/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</w:pPr>
          </w:p>
        </w:tc>
      </w:tr>
      <w:tr w:rsidR="00674C47" w:rsidRPr="00F5502A" w:rsidTr="00177E54">
        <w:trPr>
          <w:gridBefore w:val="2"/>
          <w:wBefore w:w="3960" w:type="dxa"/>
          <w:cantSplit/>
          <w:trHeight w:val="454"/>
        </w:trPr>
        <w:tc>
          <w:tcPr>
            <w:tcW w:w="2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177E54" w:rsidP="00C9135A">
            <w:pPr>
              <w:keepLines/>
              <w:spacing w:before="90"/>
              <w:ind w:left="-70"/>
            </w:pPr>
            <w:r w:rsidRPr="00177E54">
              <w:t xml:space="preserve">Name and </w:t>
            </w:r>
            <w:r>
              <w:t>s</w:t>
            </w:r>
            <w:r w:rsidRPr="00177E54">
              <w:t>urname</w:t>
            </w:r>
            <w:r w:rsidR="00674C47" w:rsidRPr="00F5502A">
              <w:t>: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6" w:name="T7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6"/>
          </w:p>
        </w:tc>
      </w:tr>
      <w:tr w:rsidR="00674C47" w:rsidRPr="00F5502A" w:rsidTr="00177E54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</w:pPr>
          </w:p>
        </w:tc>
      </w:tr>
    </w:tbl>
    <w:p w:rsidR="00551382" w:rsidRPr="00F5502A" w:rsidRDefault="00551382" w:rsidP="00C9135A">
      <w:pPr>
        <w:keepLines/>
        <w:jc w:val="both"/>
        <w:rPr>
          <w:sz w:val="6"/>
        </w:rPr>
      </w:pPr>
    </w:p>
    <w:sectPr w:rsidR="00551382" w:rsidRPr="00F5502A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A1" w:rsidRDefault="00455CA1">
      <w:r>
        <w:separator/>
      </w:r>
    </w:p>
  </w:endnote>
  <w:endnote w:type="continuationSeparator" w:id="0">
    <w:p w:rsidR="00455CA1" w:rsidRDefault="0045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C47" w:rsidRPr="00551382" w:rsidRDefault="00674C47">
    <w:pPr>
      <w:pStyle w:val="Pta"/>
      <w:rPr>
        <w:b/>
      </w:rPr>
    </w:pPr>
    <w:r w:rsidRPr="00551382">
      <w:rPr>
        <w:b/>
      </w:rPr>
      <w:t>TL 05</w:t>
    </w:r>
    <w:r w:rsidR="006F5C96">
      <w:rPr>
        <w:b/>
      </w:rPr>
      <w:t>/</w:t>
    </w:r>
    <w:r w:rsidR="00CB58F4">
      <w:rPr>
        <w:b/>
      </w:rPr>
      <w:t>OA</w:t>
    </w:r>
    <w:r w:rsidR="005637F1">
      <w:rPr>
        <w:b/>
      </w:rPr>
      <w:t>6</w:t>
    </w:r>
    <w:r w:rsidR="00CB58F4">
      <w:rPr>
        <w:b/>
      </w:rPr>
      <w:t>/2</w:t>
    </w:r>
    <w:r w:rsidR="005A2373">
      <w:rPr>
        <w:b/>
      </w:rPr>
      <w:t xml:space="preserve"> [A]</w:t>
    </w:r>
  </w:p>
  <w:p w:rsidR="00674C47" w:rsidRDefault="00674C47" w:rsidP="00551382">
    <w:pPr>
      <w:pStyle w:val="Pta"/>
      <w:tabs>
        <w:tab w:val="clear" w:pos="4153"/>
        <w:tab w:val="clear" w:pos="8306"/>
        <w:tab w:val="right" w:pos="10490"/>
      </w:tabs>
    </w:pPr>
    <w:r>
      <w:t>Ver</w:t>
    </w:r>
    <w:r w:rsidR="00697BC1">
      <w:t>sion</w:t>
    </w:r>
    <w:r>
      <w:t xml:space="preserve">: </w:t>
    </w:r>
    <w:r w:rsidR="00F9132B">
      <w:rPr>
        <w:b/>
      </w:rPr>
      <w:t>29.11</w:t>
    </w:r>
    <w:r w:rsidR="00974E67">
      <w:rPr>
        <w:b/>
      </w:rPr>
      <w:t>.1</w:t>
    </w:r>
    <w:r w:rsidR="00CB58F4">
      <w:rPr>
        <w:b/>
      </w:rPr>
      <w:t>9</w:t>
    </w:r>
    <w:r w:rsidR="00551382" w:rsidRPr="00551382">
      <w:t xml:space="preserve"> </w:t>
    </w:r>
    <w:r w:rsidR="00551382">
      <w:tab/>
    </w:r>
    <w:r w:rsidR="00697BC1">
      <w:t>Page</w:t>
    </w:r>
    <w:r w:rsidR="00551382">
      <w:t xml:space="preserve">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F9132B">
      <w:rPr>
        <w:rStyle w:val="slostrany"/>
        <w:b/>
        <w:noProof/>
      </w:rPr>
      <w:t>2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 w:rsidR="00F9132B">
      <w:rPr>
        <w:rStyle w:val="slostrany"/>
        <w:b/>
        <w:noProof/>
      </w:rPr>
      <w:t>2</w:t>
    </w:r>
    <w:r w:rsidR="007A752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EBB" w:rsidRPr="00997854" w:rsidRDefault="00E83EBB" w:rsidP="00377C5C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</w:t>
    </w:r>
    <w:r w:rsidR="005637F1">
      <w:rPr>
        <w:b/>
      </w:rPr>
      <w:t>6</w:t>
    </w:r>
    <w:r w:rsidR="00CB58F4">
      <w:rPr>
        <w:b/>
      </w:rPr>
      <w:t>/2</w:t>
    </w:r>
    <w:r w:rsidR="005A2373">
      <w:rPr>
        <w:b/>
      </w:rPr>
      <w:t xml:space="preserve"> [A]</w:t>
    </w:r>
    <w:r w:rsidRPr="00997854">
      <w:rPr>
        <w:b/>
      </w:rPr>
      <w:t xml:space="preserve"> </w:t>
    </w:r>
  </w:p>
  <w:p w:rsidR="00674C47" w:rsidRPr="00E83EBB" w:rsidRDefault="00E83EBB" w:rsidP="00377C5C">
    <w:pPr>
      <w:pStyle w:val="Pta"/>
      <w:tabs>
        <w:tab w:val="clear" w:pos="4153"/>
        <w:tab w:val="clear" w:pos="8306"/>
        <w:tab w:val="right" w:pos="10490"/>
      </w:tabs>
    </w:pPr>
    <w:r>
      <w:t>Ver</w:t>
    </w:r>
    <w:r w:rsidR="00697BC1">
      <w:t>sion</w:t>
    </w:r>
    <w:r w:rsidRPr="00E83EBB">
      <w:t>:</w:t>
    </w:r>
    <w:r>
      <w:rPr>
        <w:b/>
      </w:rPr>
      <w:t xml:space="preserve"> </w:t>
    </w:r>
    <w:r w:rsidR="00F9132B">
      <w:rPr>
        <w:b/>
      </w:rPr>
      <w:t>29.11</w:t>
    </w:r>
    <w:r w:rsidR="00E92BB3">
      <w:rPr>
        <w:b/>
      </w:rPr>
      <w:t>.1</w:t>
    </w:r>
    <w:r w:rsidR="008B29E4">
      <w:rPr>
        <w:b/>
      </w:rPr>
      <w:t>9</w:t>
    </w:r>
    <w:r>
      <w:rPr>
        <w:b/>
      </w:rPr>
      <w:tab/>
    </w:r>
    <w:r w:rsidR="00697BC1">
      <w:t>Page</w:t>
    </w:r>
    <w:r>
      <w:t xml:space="preserve">: </w:t>
    </w:r>
    <w:r w:rsidR="009B1DA7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F9132B"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="00F9132B">
      <w:rPr>
        <w:rStyle w:val="slostrany"/>
        <w:b/>
        <w:noProof/>
      </w:rPr>
      <w:fldChar w:fldCharType="begin"/>
    </w:r>
    <w:r w:rsidR="00F9132B">
      <w:rPr>
        <w:rStyle w:val="slostrany"/>
        <w:b/>
        <w:noProof/>
      </w:rPr>
      <w:instrText xml:space="preserve"> NUMPAGES   \* MERGEFORMAT </w:instrText>
    </w:r>
    <w:r w:rsidR="00F9132B">
      <w:rPr>
        <w:rStyle w:val="slostrany"/>
        <w:b/>
        <w:noProof/>
      </w:rPr>
      <w:fldChar w:fldCharType="separate"/>
    </w:r>
    <w:r w:rsidR="00F9132B">
      <w:rPr>
        <w:rStyle w:val="slostrany"/>
        <w:b/>
        <w:noProof/>
      </w:rPr>
      <w:t>2</w:t>
    </w:r>
    <w:r w:rsidR="00F9132B">
      <w:rPr>
        <w:rStyle w:val="slostrany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A1" w:rsidRDefault="00455CA1">
      <w:r>
        <w:separator/>
      </w:r>
    </w:p>
  </w:footnote>
  <w:footnote w:type="continuationSeparator" w:id="0">
    <w:p w:rsidR="00455CA1" w:rsidRDefault="00455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551382" w:rsidTr="00963D1D">
      <w:trPr>
        <w:trHeight w:hRule="exact" w:val="454"/>
      </w:trPr>
      <w:tc>
        <w:tcPr>
          <w:tcW w:w="1080" w:type="dxa"/>
          <w:shd w:val="pct10" w:color="000000" w:fill="FFFFFF"/>
          <w:vAlign w:val="center"/>
        </w:tcPr>
        <w:p w:rsidR="00551382" w:rsidRDefault="00963D1D">
          <w:pPr>
            <w:pStyle w:val="Hlavika"/>
            <w:rPr>
              <w:sz w:val="20"/>
            </w:rPr>
          </w:pPr>
          <w:r>
            <w:rPr>
              <w:sz w:val="20"/>
            </w:rPr>
            <w:t>Applicant</w:t>
          </w:r>
          <w:r w:rsidR="00551382">
            <w:rPr>
              <w:sz w:val="20"/>
            </w:rPr>
            <w:t>:</w:t>
          </w:r>
        </w:p>
      </w:tc>
      <w:tc>
        <w:tcPr>
          <w:tcW w:w="9410" w:type="dxa"/>
          <w:vAlign w:val="center"/>
        </w:tcPr>
        <w:p w:rsidR="00551382" w:rsidRDefault="005A2373" w:rsidP="005A2373">
          <w:pPr>
            <w:pStyle w:val="Hlavika"/>
            <w:ind w:left="110"/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REF  T1 </w:instrText>
          </w:r>
          <w:r>
            <w:rPr>
              <w:sz w:val="20"/>
            </w:rPr>
            <w:fldChar w:fldCharType="separate"/>
          </w:r>
          <w:r>
            <w:rPr>
              <w:b/>
              <w:noProof/>
            </w:rPr>
            <w:t>name / business name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,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REF  T2 </w:instrText>
          </w:r>
          <w:r>
            <w:rPr>
              <w:sz w:val="20"/>
            </w:rPr>
            <w:fldChar w:fldCharType="separate"/>
          </w:r>
          <w:r>
            <w:rPr>
              <w:b/>
              <w:noProof/>
            </w:rPr>
            <w:t>address of registered office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</w:t>
          </w:r>
        </w:p>
      </w:tc>
    </w:tr>
  </w:tbl>
  <w:p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+dxWzIDE+gz8CypegwT5sK+slg=" w:salt="8dD93JK7utfXQfyWt+ObOA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3D"/>
    <w:rsid w:val="00015D1E"/>
    <w:rsid w:val="00022C96"/>
    <w:rsid w:val="000C2ED4"/>
    <w:rsid w:val="000D7766"/>
    <w:rsid w:val="00127DE1"/>
    <w:rsid w:val="00130946"/>
    <w:rsid w:val="001437D5"/>
    <w:rsid w:val="0017431E"/>
    <w:rsid w:val="00177C2B"/>
    <w:rsid w:val="00177E54"/>
    <w:rsid w:val="00191A68"/>
    <w:rsid w:val="0019305E"/>
    <w:rsid w:val="00195D17"/>
    <w:rsid w:val="001975A5"/>
    <w:rsid w:val="001A147C"/>
    <w:rsid w:val="001C1A16"/>
    <w:rsid w:val="001E008D"/>
    <w:rsid w:val="001E63A5"/>
    <w:rsid w:val="001F558C"/>
    <w:rsid w:val="00251DC1"/>
    <w:rsid w:val="002844DE"/>
    <w:rsid w:val="00294DE8"/>
    <w:rsid w:val="002A6DBF"/>
    <w:rsid w:val="002C4604"/>
    <w:rsid w:val="002C5ADD"/>
    <w:rsid w:val="002C6DAF"/>
    <w:rsid w:val="00354983"/>
    <w:rsid w:val="00362AEC"/>
    <w:rsid w:val="00377C5C"/>
    <w:rsid w:val="00395C81"/>
    <w:rsid w:val="003F49CF"/>
    <w:rsid w:val="0042352C"/>
    <w:rsid w:val="00455CA1"/>
    <w:rsid w:val="0049364A"/>
    <w:rsid w:val="004D00C8"/>
    <w:rsid w:val="004D1204"/>
    <w:rsid w:val="00522442"/>
    <w:rsid w:val="00524874"/>
    <w:rsid w:val="00551382"/>
    <w:rsid w:val="005637F1"/>
    <w:rsid w:val="005A2373"/>
    <w:rsid w:val="005A31BC"/>
    <w:rsid w:val="005B04F3"/>
    <w:rsid w:val="005C354D"/>
    <w:rsid w:val="005C3E63"/>
    <w:rsid w:val="005D3EE4"/>
    <w:rsid w:val="005E48D5"/>
    <w:rsid w:val="005E758F"/>
    <w:rsid w:val="006477EB"/>
    <w:rsid w:val="0065040C"/>
    <w:rsid w:val="006742E4"/>
    <w:rsid w:val="00674C47"/>
    <w:rsid w:val="00695B78"/>
    <w:rsid w:val="00697BC1"/>
    <w:rsid w:val="00697C3D"/>
    <w:rsid w:val="006F5C96"/>
    <w:rsid w:val="0070248E"/>
    <w:rsid w:val="00713F0A"/>
    <w:rsid w:val="00775B61"/>
    <w:rsid w:val="00780820"/>
    <w:rsid w:val="007A7523"/>
    <w:rsid w:val="007D08AB"/>
    <w:rsid w:val="007F65E9"/>
    <w:rsid w:val="00827D3D"/>
    <w:rsid w:val="008542D9"/>
    <w:rsid w:val="008845FC"/>
    <w:rsid w:val="008A0BAD"/>
    <w:rsid w:val="008B29E4"/>
    <w:rsid w:val="008C0CDC"/>
    <w:rsid w:val="00914DED"/>
    <w:rsid w:val="00937F5D"/>
    <w:rsid w:val="0094445A"/>
    <w:rsid w:val="00957B7F"/>
    <w:rsid w:val="00963D1D"/>
    <w:rsid w:val="00966706"/>
    <w:rsid w:val="00974E67"/>
    <w:rsid w:val="00977DB2"/>
    <w:rsid w:val="009B1DA7"/>
    <w:rsid w:val="009C05A2"/>
    <w:rsid w:val="009E7135"/>
    <w:rsid w:val="00A07D76"/>
    <w:rsid w:val="00A308F8"/>
    <w:rsid w:val="00A30F3E"/>
    <w:rsid w:val="00A36D43"/>
    <w:rsid w:val="00A9491C"/>
    <w:rsid w:val="00B00EBC"/>
    <w:rsid w:val="00B315E9"/>
    <w:rsid w:val="00B40845"/>
    <w:rsid w:val="00BB79E0"/>
    <w:rsid w:val="00BE4E7E"/>
    <w:rsid w:val="00C26214"/>
    <w:rsid w:val="00C429A3"/>
    <w:rsid w:val="00C43048"/>
    <w:rsid w:val="00C9135A"/>
    <w:rsid w:val="00CB20C8"/>
    <w:rsid w:val="00CB58F4"/>
    <w:rsid w:val="00D23753"/>
    <w:rsid w:val="00D51097"/>
    <w:rsid w:val="00D53E11"/>
    <w:rsid w:val="00D94A55"/>
    <w:rsid w:val="00DB7A03"/>
    <w:rsid w:val="00DD5DFC"/>
    <w:rsid w:val="00DE6345"/>
    <w:rsid w:val="00E0324B"/>
    <w:rsid w:val="00E16B0A"/>
    <w:rsid w:val="00E36280"/>
    <w:rsid w:val="00E3639F"/>
    <w:rsid w:val="00E83EBB"/>
    <w:rsid w:val="00E92BB3"/>
    <w:rsid w:val="00E93641"/>
    <w:rsid w:val="00EA1703"/>
    <w:rsid w:val="00EB57E1"/>
    <w:rsid w:val="00EB6E31"/>
    <w:rsid w:val="00ED46B7"/>
    <w:rsid w:val="00F112EB"/>
    <w:rsid w:val="00F15573"/>
    <w:rsid w:val="00F3550E"/>
    <w:rsid w:val="00F534E1"/>
    <w:rsid w:val="00F548CE"/>
    <w:rsid w:val="00F5502A"/>
    <w:rsid w:val="00F850A5"/>
    <w:rsid w:val="00F9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en-US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en-US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Company>SNAS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dc:description>Príloha k žiadosti o akreditáciu SNAS_x000d_
ver. 01.01.05, TL 05 SNAS</dc:description>
  <cp:lastModifiedBy>Andrea Cucorová</cp:lastModifiedBy>
  <cp:revision>4</cp:revision>
  <cp:lastPrinted>2013-08-23T08:25:00Z</cp:lastPrinted>
  <dcterms:created xsi:type="dcterms:W3CDTF">2019-10-31T15:17:00Z</dcterms:created>
  <dcterms:modified xsi:type="dcterms:W3CDTF">2019-11-29T14:02:00Z</dcterms:modified>
</cp:coreProperties>
</file>