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80"/>
        <w:gridCol w:w="9410"/>
      </w:tblGrid>
      <w:tr w:rsidR="00674C47" w:rsidRPr="00F5502A" w:rsidTr="009C05A2">
        <w:trPr>
          <w:trHeight w:hRule="exact" w:val="454"/>
        </w:trPr>
        <w:tc>
          <w:tcPr>
            <w:tcW w:w="1080" w:type="dxa"/>
            <w:shd w:val="pct10" w:color="000000" w:fill="FFFFFF"/>
          </w:tcPr>
          <w:p w:rsidR="00674C47" w:rsidRPr="00CB58F4" w:rsidRDefault="00674C47" w:rsidP="00D23753">
            <w:pPr>
              <w:pStyle w:val="Nadpis2"/>
              <w:numPr>
                <w:ilvl w:val="0"/>
                <w:numId w:val="0"/>
              </w:numPr>
              <w:rPr>
                <w:i w:val="0"/>
              </w:rPr>
            </w:pPr>
            <w:r w:rsidRPr="00CB58F4">
              <w:rPr>
                <w:rFonts w:ascii="Times New Roman" w:hAnsi="Times New Roman" w:cs="Times New Roman"/>
                <w:i w:val="0"/>
                <w:sz w:val="20"/>
                <w:szCs w:val="20"/>
              </w:rPr>
              <w:t>Žiadateľ:</w:t>
            </w:r>
          </w:p>
        </w:tc>
        <w:tc>
          <w:tcPr>
            <w:tcW w:w="9410" w:type="dxa"/>
          </w:tcPr>
          <w:p w:rsidR="00E92BB3" w:rsidRDefault="00E92BB3" w:rsidP="00195D17">
            <w:pPr>
              <w:pStyle w:val="Zkladntext"/>
              <w:tabs>
                <w:tab w:val="clear" w:pos="-240"/>
                <w:tab w:val="clear" w:pos="0"/>
                <w:tab w:val="clear" w:pos="960"/>
                <w:tab w:val="clear" w:pos="1560"/>
                <w:tab w:val="clear" w:pos="2160"/>
                <w:tab w:val="clear" w:pos="2760"/>
                <w:tab w:val="clear" w:pos="3360"/>
                <w:tab w:val="clear" w:pos="3960"/>
                <w:tab w:val="clear" w:pos="4560"/>
                <w:tab w:val="clear" w:pos="5160"/>
                <w:tab w:val="clear" w:pos="5760"/>
                <w:tab w:val="clear" w:pos="6360"/>
                <w:tab w:val="clear" w:pos="6960"/>
                <w:tab w:val="clear" w:pos="7560"/>
                <w:tab w:val="clear" w:pos="8160"/>
                <w:tab w:val="clear" w:pos="8760"/>
              </w:tabs>
              <w:ind w:left="113"/>
              <w:jc w:val="left"/>
            </w:pPr>
          </w:p>
          <w:p w:rsidR="00674C47" w:rsidRPr="00D23753" w:rsidRDefault="00851BDC" w:rsidP="00851BDC">
            <w:pPr>
              <w:pStyle w:val="Zkladntext"/>
              <w:tabs>
                <w:tab w:val="clear" w:pos="-240"/>
                <w:tab w:val="clear" w:pos="0"/>
                <w:tab w:val="clear" w:pos="960"/>
                <w:tab w:val="clear" w:pos="1560"/>
                <w:tab w:val="clear" w:pos="2160"/>
                <w:tab w:val="clear" w:pos="2760"/>
                <w:tab w:val="clear" w:pos="3360"/>
                <w:tab w:val="clear" w:pos="3960"/>
                <w:tab w:val="clear" w:pos="4560"/>
                <w:tab w:val="clear" w:pos="5160"/>
                <w:tab w:val="clear" w:pos="5760"/>
                <w:tab w:val="clear" w:pos="6360"/>
                <w:tab w:val="clear" w:pos="6960"/>
                <w:tab w:val="clear" w:pos="7560"/>
                <w:tab w:val="clear" w:pos="8160"/>
                <w:tab w:val="clear" w:pos="8760"/>
              </w:tabs>
              <w:ind w:left="113"/>
              <w:jc w:val="left"/>
            </w:pPr>
            <w:r>
              <w:fldChar w:fldCharType="begin">
                <w:ffData>
                  <w:name w:val="T1"/>
                  <w:enabled/>
                  <w:calcOnExit w:val="0"/>
                  <w:textInput>
                    <w:default w:val="názov / obchodné meno"/>
                  </w:textInput>
                </w:ffData>
              </w:fldChar>
            </w:r>
            <w:bookmarkStart w:id="0" w:name="T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názov / obchodné meno</w:t>
            </w:r>
            <w:r>
              <w:fldChar w:fldCharType="end"/>
            </w:r>
            <w:bookmarkEnd w:id="0"/>
            <w:r w:rsidR="00195D17">
              <w:t xml:space="preserve">, </w:t>
            </w:r>
            <w:r>
              <w:fldChar w:fldCharType="begin">
                <w:ffData>
                  <w:name w:val="T2"/>
                  <w:enabled/>
                  <w:calcOnExit w:val="0"/>
                  <w:textInput>
                    <w:default w:val="adresa sídla"/>
                  </w:textInput>
                </w:ffData>
              </w:fldChar>
            </w:r>
            <w:bookmarkStart w:id="1" w:name="T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adresa sídla</w:t>
            </w:r>
            <w:r>
              <w:fldChar w:fldCharType="end"/>
            </w:r>
            <w:bookmarkEnd w:id="1"/>
          </w:p>
        </w:tc>
      </w:tr>
    </w:tbl>
    <w:p w:rsidR="00674C47" w:rsidRPr="00F5502A" w:rsidRDefault="00674C47">
      <w:pPr>
        <w:pStyle w:val="Pta"/>
        <w:tabs>
          <w:tab w:val="clear" w:pos="4153"/>
          <w:tab w:val="clear" w:pos="8306"/>
        </w:tabs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490"/>
      </w:tblGrid>
      <w:tr w:rsidR="00674C47" w:rsidRPr="00F5502A" w:rsidTr="009C05A2">
        <w:trPr>
          <w:trHeight w:val="567"/>
        </w:trPr>
        <w:tc>
          <w:tcPr>
            <w:tcW w:w="10490" w:type="dxa"/>
            <w:shd w:val="pct10" w:color="000000" w:fill="FFFFFF"/>
            <w:vAlign w:val="center"/>
          </w:tcPr>
          <w:p w:rsidR="00674C47" w:rsidRPr="00F5502A" w:rsidRDefault="00674C47">
            <w:pPr>
              <w:pStyle w:val="Nzov"/>
              <w:tabs>
                <w:tab w:val="left" w:pos="-2700"/>
                <w:tab w:val="left" w:pos="4032"/>
              </w:tabs>
              <w:jc w:val="left"/>
            </w:pPr>
            <w:r w:rsidRPr="00F5502A">
              <w:t xml:space="preserve">Príloha OA </w:t>
            </w:r>
            <w:r w:rsidR="001437D5">
              <w:t xml:space="preserve">6 </w:t>
            </w:r>
            <w:r w:rsidR="00CB58F4">
              <w:t>-</w:t>
            </w:r>
            <w:r w:rsidR="001437D5">
              <w:t xml:space="preserve"> </w:t>
            </w:r>
            <w:r w:rsidR="00CB58F4">
              <w:t>2</w:t>
            </w:r>
            <w:r w:rsidR="008B29E4">
              <w:t>. časť</w:t>
            </w:r>
            <w:r w:rsidRPr="00F5502A">
              <w:t>:</w:t>
            </w:r>
            <w:r w:rsidRPr="00F5502A">
              <w:tab/>
              <w:t xml:space="preserve">Orgán certifikujúci </w:t>
            </w:r>
            <w:r w:rsidR="001437D5">
              <w:t>produkty</w:t>
            </w:r>
          </w:p>
        </w:tc>
      </w:tr>
    </w:tbl>
    <w:p w:rsidR="00674C47" w:rsidRPr="00F5502A" w:rsidRDefault="00674C47"/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60"/>
        <w:gridCol w:w="8330"/>
      </w:tblGrid>
      <w:tr w:rsidR="00674C47" w:rsidRPr="00F5502A" w:rsidTr="001975A5">
        <w:tc>
          <w:tcPr>
            <w:tcW w:w="2160" w:type="dxa"/>
            <w:tcBorders>
              <w:bottom w:val="single" w:sz="4" w:space="0" w:color="auto"/>
            </w:tcBorders>
            <w:shd w:val="pct10" w:color="000000" w:fill="FFFFFF"/>
            <w:vAlign w:val="center"/>
          </w:tcPr>
          <w:p w:rsidR="00674C47" w:rsidRPr="00D23753" w:rsidRDefault="00674C47">
            <w:pPr>
              <w:pStyle w:val="Zkladntext31"/>
              <w:tabs>
                <w:tab w:val="clear" w:pos="284"/>
              </w:tabs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D23753">
              <w:rPr>
                <w:sz w:val="20"/>
              </w:rPr>
              <w:t>O</w:t>
            </w:r>
            <w:r w:rsidR="00E0324B" w:rsidRPr="00D23753">
              <w:rPr>
                <w:sz w:val="20"/>
              </w:rPr>
              <w:t>rgán posudzovania zhody</w:t>
            </w:r>
            <w:r w:rsidRPr="00D23753">
              <w:rPr>
                <w:sz w:val="20"/>
              </w:rPr>
              <w:t>:</w:t>
            </w:r>
          </w:p>
        </w:tc>
        <w:tc>
          <w:tcPr>
            <w:tcW w:w="8330" w:type="dxa"/>
            <w:tcBorders>
              <w:bottom w:val="single" w:sz="4" w:space="0" w:color="auto"/>
            </w:tcBorders>
            <w:vAlign w:val="center"/>
          </w:tcPr>
          <w:p w:rsidR="00674C47" w:rsidRPr="00D23753" w:rsidRDefault="00251DC1">
            <w:pPr>
              <w:pStyle w:val="Hlavika"/>
              <w:tabs>
                <w:tab w:val="clear" w:pos="4536"/>
                <w:tab w:val="clear" w:pos="9072"/>
              </w:tabs>
              <w:rPr>
                <w:sz w:val="20"/>
                <w:szCs w:val="20"/>
              </w:rPr>
            </w:pPr>
            <w:r w:rsidRPr="00D23753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ázov, adresa sídla"/>
                  </w:textInput>
                </w:ffData>
              </w:fldChar>
            </w:r>
            <w:r w:rsidRPr="00D23753">
              <w:rPr>
                <w:sz w:val="20"/>
                <w:szCs w:val="20"/>
              </w:rPr>
              <w:instrText xml:space="preserve"> FORMTEXT </w:instrText>
            </w:r>
            <w:r w:rsidRPr="00D23753">
              <w:rPr>
                <w:sz w:val="20"/>
                <w:szCs w:val="20"/>
              </w:rPr>
            </w:r>
            <w:r w:rsidRPr="00D23753">
              <w:rPr>
                <w:sz w:val="20"/>
                <w:szCs w:val="20"/>
              </w:rPr>
              <w:fldChar w:fldCharType="separate"/>
            </w:r>
            <w:r w:rsidRPr="00D23753">
              <w:rPr>
                <w:noProof/>
                <w:sz w:val="20"/>
                <w:szCs w:val="20"/>
              </w:rPr>
              <w:t>názov, adresa sídla</w:t>
            </w:r>
            <w:r w:rsidRPr="00D23753">
              <w:rPr>
                <w:sz w:val="20"/>
                <w:szCs w:val="20"/>
              </w:rPr>
              <w:fldChar w:fldCharType="end"/>
            </w:r>
          </w:p>
        </w:tc>
      </w:tr>
    </w:tbl>
    <w:p w:rsidR="00674C47" w:rsidRPr="00F5502A" w:rsidRDefault="00674C47">
      <w:pPr>
        <w:rPr>
          <w:sz w:val="10"/>
        </w:rPr>
      </w:pPr>
    </w:p>
    <w:tbl>
      <w:tblPr>
        <w:tblW w:w="0" w:type="auto"/>
        <w:tblInd w:w="4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8"/>
        <w:gridCol w:w="3261"/>
      </w:tblGrid>
      <w:tr w:rsidR="00377C5C" w:rsidRPr="00F5502A" w:rsidTr="00127DE1">
        <w:trPr>
          <w:cantSplit/>
        </w:trPr>
        <w:tc>
          <w:tcPr>
            <w:tcW w:w="3118" w:type="dxa"/>
            <w:shd w:val="pct10" w:color="000000" w:fill="FFFFFF"/>
          </w:tcPr>
          <w:p w:rsidR="00377C5C" w:rsidRPr="00F5502A" w:rsidRDefault="00377C5C" w:rsidP="00127DE1">
            <w:pPr>
              <w:shd w:val="pct10" w:color="000000" w:fill="FFFFFF"/>
              <w:jc w:val="center"/>
              <w:rPr>
                <w:b/>
                <w:sz w:val="16"/>
              </w:rPr>
            </w:pPr>
            <w:r w:rsidRPr="00F5502A">
              <w:rPr>
                <w:b/>
                <w:sz w:val="16"/>
              </w:rPr>
              <w:t>Číslo osvedčenia</w:t>
            </w:r>
            <w:r w:rsidRPr="00F5502A">
              <w:rPr>
                <w:b/>
                <w:sz w:val="16"/>
              </w:rPr>
              <w:br/>
            </w:r>
            <w:r w:rsidRPr="00F5502A">
              <w:rPr>
                <w:sz w:val="14"/>
              </w:rPr>
              <w:t>(Neuvádza sa pri akreditácii)</w:t>
            </w:r>
          </w:p>
        </w:tc>
        <w:tc>
          <w:tcPr>
            <w:tcW w:w="3261" w:type="dxa"/>
            <w:shd w:val="pct10" w:color="000000" w:fill="FFFFFF"/>
          </w:tcPr>
          <w:p w:rsidR="00377C5C" w:rsidRPr="00F5502A" w:rsidRDefault="00377C5C" w:rsidP="00127DE1">
            <w:pPr>
              <w:shd w:val="pct10" w:color="000000" w:fill="FFFFFF"/>
              <w:rPr>
                <w:b/>
                <w:sz w:val="16"/>
              </w:rPr>
            </w:pPr>
            <w:r w:rsidRPr="00F5502A">
              <w:rPr>
                <w:b/>
                <w:sz w:val="16"/>
              </w:rPr>
              <w:t>Členské číslo registrovaného člena SNAS:</w:t>
            </w:r>
          </w:p>
          <w:p w:rsidR="00377C5C" w:rsidRPr="00F5502A" w:rsidRDefault="00377C5C" w:rsidP="00127DE1">
            <w:pPr>
              <w:shd w:val="pct10" w:color="000000" w:fill="FFFFFF"/>
            </w:pPr>
            <w:r w:rsidRPr="00F5502A">
              <w:rPr>
                <w:b/>
                <w:sz w:val="14"/>
              </w:rPr>
              <w:t>(Len u registrovaných akreditovaných subjektov)</w:t>
            </w:r>
          </w:p>
        </w:tc>
      </w:tr>
      <w:tr w:rsidR="00377C5C" w:rsidRPr="00F5502A" w:rsidTr="00127DE1">
        <w:trPr>
          <w:cantSplit/>
          <w:trHeight w:hRule="exact" w:val="284"/>
        </w:trPr>
        <w:tc>
          <w:tcPr>
            <w:tcW w:w="3118" w:type="dxa"/>
          </w:tcPr>
          <w:p w:rsidR="00377C5C" w:rsidRPr="00F5502A" w:rsidRDefault="009B1DA7" w:rsidP="00127DE1">
            <w:pPr>
              <w:jc w:val="center"/>
              <w:rPr>
                <w:b/>
              </w:rPr>
            </w:pPr>
            <w:r w:rsidRPr="00F5502A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2" w:name="Text1"/>
            <w:r w:rsidR="00377C5C" w:rsidRPr="00F5502A">
              <w:rPr>
                <w:b/>
              </w:rPr>
              <w:instrText xml:space="preserve"> FORMTEXT </w:instrText>
            </w:r>
            <w:r w:rsidRPr="00F5502A">
              <w:rPr>
                <w:b/>
              </w:rPr>
            </w:r>
            <w:r w:rsidRPr="00F5502A">
              <w:rPr>
                <w:b/>
              </w:rPr>
              <w:fldChar w:fldCharType="separate"/>
            </w:r>
            <w:r w:rsidR="00377C5C" w:rsidRPr="00F5502A">
              <w:rPr>
                <w:b/>
                <w:noProof/>
              </w:rPr>
              <w:t> </w:t>
            </w:r>
            <w:r w:rsidR="00377C5C" w:rsidRPr="00F5502A">
              <w:rPr>
                <w:b/>
                <w:noProof/>
              </w:rPr>
              <w:t> </w:t>
            </w:r>
            <w:r w:rsidR="00377C5C" w:rsidRPr="00F5502A">
              <w:rPr>
                <w:b/>
                <w:noProof/>
              </w:rPr>
              <w:t> </w:t>
            </w:r>
            <w:r w:rsidR="00377C5C" w:rsidRPr="00F5502A">
              <w:rPr>
                <w:b/>
                <w:noProof/>
              </w:rPr>
              <w:t> </w:t>
            </w:r>
            <w:r w:rsidR="00377C5C" w:rsidRPr="00F5502A">
              <w:rPr>
                <w:b/>
                <w:noProof/>
              </w:rPr>
              <w:t> </w:t>
            </w:r>
            <w:r w:rsidRPr="00F5502A">
              <w:rPr>
                <w:b/>
              </w:rPr>
              <w:fldChar w:fldCharType="end"/>
            </w:r>
            <w:bookmarkEnd w:id="2"/>
          </w:p>
        </w:tc>
        <w:tc>
          <w:tcPr>
            <w:tcW w:w="3261" w:type="dxa"/>
            <w:vAlign w:val="center"/>
          </w:tcPr>
          <w:p w:rsidR="00377C5C" w:rsidRPr="00F5502A" w:rsidRDefault="009B1DA7" w:rsidP="00127DE1">
            <w:pPr>
              <w:jc w:val="center"/>
              <w:rPr>
                <w:b/>
              </w:rPr>
            </w:pPr>
            <w:r w:rsidRPr="00F5502A">
              <w:rPr>
                <w:b/>
              </w:rPr>
              <w:fldChar w:fldCharType="begin">
                <w:ffData>
                  <w:name w:val="T4"/>
                  <w:enabled/>
                  <w:calcOnExit w:val="0"/>
                  <w:textInput>
                    <w:maxLength w:val="3"/>
                  </w:textInput>
                </w:ffData>
              </w:fldChar>
            </w:r>
            <w:bookmarkStart w:id="3" w:name="T4"/>
            <w:r w:rsidR="00377C5C" w:rsidRPr="00F5502A">
              <w:rPr>
                <w:b/>
              </w:rPr>
              <w:instrText xml:space="preserve"> FORMTEXT </w:instrText>
            </w:r>
            <w:r w:rsidRPr="00F5502A">
              <w:rPr>
                <w:b/>
              </w:rPr>
            </w:r>
            <w:r w:rsidRPr="00F5502A">
              <w:rPr>
                <w:b/>
              </w:rPr>
              <w:fldChar w:fldCharType="separate"/>
            </w:r>
            <w:r w:rsidR="00377C5C" w:rsidRPr="00F5502A">
              <w:rPr>
                <w:b/>
                <w:noProof/>
              </w:rPr>
              <w:t> </w:t>
            </w:r>
            <w:r w:rsidR="00377C5C" w:rsidRPr="00F5502A">
              <w:rPr>
                <w:b/>
                <w:noProof/>
              </w:rPr>
              <w:t> </w:t>
            </w:r>
            <w:r w:rsidR="00377C5C" w:rsidRPr="00F5502A">
              <w:rPr>
                <w:b/>
                <w:noProof/>
              </w:rPr>
              <w:t> </w:t>
            </w:r>
            <w:r w:rsidRPr="00F5502A">
              <w:rPr>
                <w:b/>
              </w:rPr>
              <w:fldChar w:fldCharType="end"/>
            </w:r>
            <w:bookmarkEnd w:id="3"/>
          </w:p>
        </w:tc>
      </w:tr>
    </w:tbl>
    <w:p w:rsidR="001975A5" w:rsidRDefault="001975A5" w:rsidP="001975A5">
      <w:pPr>
        <w:pStyle w:val="Nadpis2"/>
        <w:keepNext w:val="0"/>
        <w:numPr>
          <w:ilvl w:val="0"/>
          <w:numId w:val="0"/>
        </w:numPr>
        <w:spacing w:before="0" w:after="0"/>
        <w:rPr>
          <w:i w:val="0"/>
        </w:rPr>
      </w:pPr>
    </w:p>
    <w:p w:rsidR="002644CE" w:rsidRDefault="002644CE" w:rsidP="001975A5">
      <w:pPr>
        <w:rPr>
          <w:rFonts w:ascii="Arial" w:hAnsi="Arial" w:cs="Arial"/>
          <w:b/>
          <w:bCs/>
          <w:iCs/>
          <w:sz w:val="28"/>
          <w:szCs w:val="28"/>
        </w:rPr>
        <w:sectPr w:rsidR="002644CE" w:rsidSect="002C4604">
          <w:headerReference w:type="default" r:id="rId8"/>
          <w:footerReference w:type="default" r:id="rId9"/>
          <w:footerReference w:type="first" r:id="rId10"/>
          <w:type w:val="continuous"/>
          <w:pgSz w:w="11906" w:h="16838" w:code="9"/>
          <w:pgMar w:top="567" w:right="567" w:bottom="992" w:left="851" w:header="567" w:footer="357" w:gutter="0"/>
          <w:cols w:space="708"/>
          <w:titlePg/>
          <w:docGrid w:linePitch="360"/>
        </w:sectPr>
      </w:pPr>
    </w:p>
    <w:p w:rsidR="005D3EE4" w:rsidRPr="00251DC1" w:rsidRDefault="00CB58F4" w:rsidP="001975A5">
      <w:pPr>
        <w:rPr>
          <w:sz w:val="10"/>
          <w:szCs w:val="10"/>
        </w:rPr>
      </w:pPr>
      <w:bookmarkStart w:id="4" w:name="_GoBack"/>
      <w:bookmarkEnd w:id="4"/>
      <w:r w:rsidRPr="00CB58F4">
        <w:rPr>
          <w:rFonts w:ascii="Arial" w:hAnsi="Arial" w:cs="Arial"/>
          <w:b/>
          <w:bCs/>
          <w:iCs/>
          <w:sz w:val="28"/>
          <w:szCs w:val="28"/>
        </w:rPr>
        <w:lastRenderedPageBreak/>
        <w:t>Deklarovanie plnenia požiadaviek normy ISO/IEC 170</w:t>
      </w:r>
      <w:r w:rsidR="001437D5">
        <w:rPr>
          <w:rFonts w:ascii="Arial" w:hAnsi="Arial" w:cs="Arial"/>
          <w:b/>
          <w:bCs/>
          <w:iCs/>
          <w:sz w:val="28"/>
          <w:szCs w:val="28"/>
        </w:rPr>
        <w:t>65</w:t>
      </w:r>
      <w:r w:rsidRPr="00CB58F4">
        <w:rPr>
          <w:rFonts w:ascii="Arial" w:hAnsi="Arial" w:cs="Arial"/>
          <w:b/>
          <w:bCs/>
          <w:iCs/>
          <w:sz w:val="28"/>
          <w:szCs w:val="28"/>
        </w:rPr>
        <w:t>: 2012</w:t>
      </w:r>
    </w:p>
    <w:p w:rsidR="00674C47" w:rsidRDefault="00674C47" w:rsidP="00C9135A">
      <w:pPr>
        <w:pStyle w:val="Hlavika"/>
        <w:keepLines/>
        <w:tabs>
          <w:tab w:val="clear" w:pos="4536"/>
          <w:tab w:val="clear" w:pos="9072"/>
        </w:tabs>
      </w:pPr>
    </w:p>
    <w:tbl>
      <w:tblPr>
        <w:tblW w:w="10529" w:type="dxa"/>
        <w:tblBorders>
          <w:top w:val="nil"/>
          <w:left w:val="nil"/>
          <w:bottom w:val="nil"/>
          <w:right w:val="nil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6"/>
        <w:gridCol w:w="569"/>
        <w:gridCol w:w="3969"/>
        <w:gridCol w:w="5435"/>
      </w:tblGrid>
      <w:tr w:rsidR="00130946" w:rsidRPr="00012942" w:rsidTr="002644CE">
        <w:trPr>
          <w:trHeight w:val="262"/>
        </w:trPr>
        <w:tc>
          <w:tcPr>
            <w:tcW w:w="11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30946" w:rsidRPr="00012942" w:rsidRDefault="00130946" w:rsidP="006D4256">
            <w:pPr>
              <w:jc w:val="center"/>
              <w:rPr>
                <w:b/>
              </w:rPr>
            </w:pPr>
            <w:r w:rsidRPr="00012942">
              <w:rPr>
                <w:b/>
                <w:color w:val="000000"/>
              </w:rPr>
              <w:t>Článok normy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30946" w:rsidRPr="00012942" w:rsidRDefault="00130946" w:rsidP="006D4256">
            <w:pPr>
              <w:ind w:left="105"/>
              <w:jc w:val="center"/>
              <w:rPr>
                <w:b/>
              </w:rPr>
            </w:pPr>
            <w:r w:rsidRPr="00012942">
              <w:rPr>
                <w:b/>
                <w:color w:val="000000"/>
              </w:rPr>
              <w:t>Názov článku</w:t>
            </w:r>
          </w:p>
        </w:tc>
        <w:tc>
          <w:tcPr>
            <w:tcW w:w="5435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vAlign w:val="center"/>
          </w:tcPr>
          <w:p w:rsidR="00130946" w:rsidRPr="00012942" w:rsidRDefault="00D97805" w:rsidP="006D4256">
            <w:pPr>
              <w:jc w:val="center"/>
            </w:pPr>
            <w:r w:rsidRPr="00012942">
              <w:rPr>
                <w:b/>
                <w:color w:val="000000"/>
              </w:rPr>
              <w:t>Popis plnenia požiadavky - odkazy na články relevantných dokumentov *)</w:t>
            </w:r>
          </w:p>
        </w:tc>
      </w:tr>
      <w:tr w:rsidR="00130946" w:rsidRPr="00012942" w:rsidTr="002644CE">
        <w:trPr>
          <w:trHeight w:val="262"/>
        </w:trPr>
        <w:tc>
          <w:tcPr>
            <w:tcW w:w="11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30946" w:rsidRPr="00012942" w:rsidRDefault="00130946" w:rsidP="006D4256">
            <w:pPr>
              <w:ind w:firstLine="232"/>
              <w:rPr>
                <w:b/>
                <w:color w:val="000000"/>
              </w:rPr>
            </w:pPr>
            <w:r w:rsidRPr="00012942">
              <w:rPr>
                <w:b/>
                <w:color w:val="000000"/>
              </w:rPr>
              <w:t>4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30946" w:rsidRPr="00012942" w:rsidRDefault="00130946" w:rsidP="006D4256">
            <w:pPr>
              <w:ind w:left="105"/>
              <w:rPr>
                <w:b/>
                <w:color w:val="000000"/>
              </w:rPr>
            </w:pPr>
            <w:r w:rsidRPr="00012942">
              <w:rPr>
                <w:b/>
                <w:color w:val="000000"/>
              </w:rPr>
              <w:t>Všeobecné požiadavky</w:t>
            </w:r>
          </w:p>
        </w:tc>
        <w:tc>
          <w:tcPr>
            <w:tcW w:w="5435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30946" w:rsidRPr="00012942" w:rsidRDefault="00130946" w:rsidP="006D4256">
            <w:pPr>
              <w:jc w:val="center"/>
            </w:pPr>
          </w:p>
        </w:tc>
      </w:tr>
      <w:tr w:rsidR="00CB58F4" w:rsidRPr="00012942" w:rsidTr="002644CE">
        <w:trPr>
          <w:trHeight w:val="262"/>
        </w:trPr>
        <w:tc>
          <w:tcPr>
            <w:tcW w:w="11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012942" w:rsidRDefault="00CB58F4" w:rsidP="006D4256">
            <w:pPr>
              <w:ind w:firstLine="232"/>
              <w:rPr>
                <w:b/>
                <w:color w:val="000000"/>
              </w:rPr>
            </w:pPr>
            <w:r w:rsidRPr="00012942">
              <w:rPr>
                <w:b/>
                <w:color w:val="000000"/>
              </w:rPr>
              <w:t>4.1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012942" w:rsidRDefault="00CB58F4" w:rsidP="006D4256">
            <w:pPr>
              <w:ind w:left="105"/>
              <w:rPr>
                <w:b/>
                <w:color w:val="000000"/>
              </w:rPr>
            </w:pPr>
            <w:r w:rsidRPr="00012942">
              <w:rPr>
                <w:b/>
                <w:color w:val="000000"/>
              </w:rPr>
              <w:t>Zákonn</w:t>
            </w:r>
            <w:r w:rsidR="008542D9" w:rsidRPr="00012942">
              <w:rPr>
                <w:b/>
                <w:color w:val="000000"/>
              </w:rPr>
              <w:t>á zodpovednosť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B58F4" w:rsidRPr="00012942" w:rsidRDefault="00CB58F4" w:rsidP="006D4256">
            <w:pPr>
              <w:jc w:val="center"/>
              <w:rPr>
                <w:b/>
                <w:color w:val="000000"/>
              </w:rPr>
            </w:pPr>
          </w:p>
        </w:tc>
      </w:tr>
      <w:tr w:rsidR="00CB58F4" w:rsidRPr="00012942" w:rsidTr="002644CE">
        <w:trPr>
          <w:trHeight w:val="262"/>
        </w:trPr>
        <w:tc>
          <w:tcPr>
            <w:tcW w:w="11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012942" w:rsidRDefault="00CB58F4" w:rsidP="006D4256">
            <w:pPr>
              <w:ind w:left="232"/>
              <w:rPr>
                <w:b/>
                <w:color w:val="000000"/>
              </w:rPr>
            </w:pPr>
            <w:r w:rsidRPr="00012942">
              <w:rPr>
                <w:b/>
                <w:color w:val="000000"/>
              </w:rPr>
              <w:t>4.2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012942" w:rsidRDefault="008542D9" w:rsidP="006D4256">
            <w:pPr>
              <w:ind w:left="105"/>
              <w:rPr>
                <w:b/>
                <w:color w:val="000000"/>
              </w:rPr>
            </w:pPr>
            <w:r w:rsidRPr="00012942">
              <w:rPr>
                <w:b/>
                <w:color w:val="000000"/>
              </w:rPr>
              <w:t>Manažérstvo nestrannosti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B58F4" w:rsidRPr="00012942" w:rsidRDefault="00CB58F4" w:rsidP="006D4256">
            <w:pPr>
              <w:jc w:val="center"/>
              <w:rPr>
                <w:b/>
                <w:color w:val="000000"/>
              </w:rPr>
            </w:pPr>
          </w:p>
        </w:tc>
      </w:tr>
      <w:tr w:rsidR="00CB58F4" w:rsidRPr="00012942" w:rsidTr="002644CE">
        <w:trPr>
          <w:trHeight w:val="262"/>
        </w:trPr>
        <w:tc>
          <w:tcPr>
            <w:tcW w:w="11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012942" w:rsidRDefault="00CB58F4" w:rsidP="006D4256">
            <w:pPr>
              <w:ind w:left="232"/>
              <w:rPr>
                <w:b/>
                <w:color w:val="000000"/>
              </w:rPr>
            </w:pPr>
            <w:r w:rsidRPr="00012942">
              <w:rPr>
                <w:b/>
                <w:color w:val="000000"/>
              </w:rPr>
              <w:t>4.3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012942" w:rsidRDefault="008542D9" w:rsidP="006D4256">
            <w:pPr>
              <w:ind w:left="105"/>
              <w:rPr>
                <w:b/>
                <w:color w:val="000000"/>
              </w:rPr>
            </w:pPr>
            <w:r w:rsidRPr="00012942">
              <w:rPr>
                <w:b/>
                <w:color w:val="000000"/>
              </w:rPr>
              <w:t>Záväzky a financovanie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B58F4" w:rsidRPr="00012942" w:rsidRDefault="00CB58F4" w:rsidP="006D4256">
            <w:pPr>
              <w:jc w:val="center"/>
              <w:rPr>
                <w:b/>
                <w:color w:val="000000"/>
              </w:rPr>
            </w:pPr>
          </w:p>
        </w:tc>
      </w:tr>
      <w:tr w:rsidR="00CB58F4" w:rsidRPr="00012942" w:rsidTr="002644CE">
        <w:trPr>
          <w:trHeight w:val="262"/>
        </w:trPr>
        <w:tc>
          <w:tcPr>
            <w:tcW w:w="11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012942" w:rsidRDefault="00CB58F4" w:rsidP="006D4256">
            <w:pPr>
              <w:ind w:left="232"/>
              <w:rPr>
                <w:b/>
                <w:color w:val="000000"/>
              </w:rPr>
            </w:pPr>
            <w:r w:rsidRPr="00012942">
              <w:rPr>
                <w:b/>
                <w:color w:val="000000"/>
              </w:rPr>
              <w:t>4.4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012942" w:rsidRDefault="008542D9" w:rsidP="006D4256">
            <w:pPr>
              <w:ind w:left="105"/>
              <w:rPr>
                <w:b/>
                <w:color w:val="000000"/>
              </w:rPr>
            </w:pPr>
            <w:r w:rsidRPr="00012942">
              <w:rPr>
                <w:b/>
                <w:color w:val="000000"/>
              </w:rPr>
              <w:t>Nediskriminačné podmienky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B58F4" w:rsidRPr="00012942" w:rsidRDefault="00CB58F4" w:rsidP="006D4256">
            <w:pPr>
              <w:jc w:val="center"/>
              <w:rPr>
                <w:b/>
                <w:color w:val="000000"/>
              </w:rPr>
            </w:pPr>
          </w:p>
        </w:tc>
      </w:tr>
      <w:tr w:rsidR="008542D9" w:rsidRPr="00012942" w:rsidTr="002644CE">
        <w:trPr>
          <w:trHeight w:val="262"/>
        </w:trPr>
        <w:tc>
          <w:tcPr>
            <w:tcW w:w="11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8542D9" w:rsidRPr="00012942" w:rsidRDefault="008542D9" w:rsidP="006D4256">
            <w:pPr>
              <w:ind w:left="232"/>
              <w:rPr>
                <w:b/>
                <w:color w:val="000000"/>
              </w:rPr>
            </w:pPr>
            <w:r w:rsidRPr="00012942">
              <w:rPr>
                <w:b/>
                <w:color w:val="000000"/>
              </w:rPr>
              <w:t>4.5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8542D9" w:rsidRPr="00012942" w:rsidRDefault="008542D9" w:rsidP="006D4256">
            <w:pPr>
              <w:ind w:left="105"/>
              <w:rPr>
                <w:b/>
                <w:color w:val="000000"/>
              </w:rPr>
            </w:pPr>
            <w:r w:rsidRPr="00012942">
              <w:rPr>
                <w:b/>
                <w:color w:val="000000"/>
              </w:rPr>
              <w:t>Dôvernosť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42D9" w:rsidRPr="00012942" w:rsidRDefault="008542D9" w:rsidP="006D4256">
            <w:pPr>
              <w:jc w:val="center"/>
              <w:rPr>
                <w:b/>
                <w:color w:val="000000"/>
              </w:rPr>
            </w:pPr>
          </w:p>
        </w:tc>
      </w:tr>
      <w:tr w:rsidR="008542D9" w:rsidRPr="00012942" w:rsidTr="002644CE">
        <w:trPr>
          <w:trHeight w:val="262"/>
        </w:trPr>
        <w:tc>
          <w:tcPr>
            <w:tcW w:w="11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8542D9" w:rsidRPr="00012942" w:rsidRDefault="008542D9" w:rsidP="006D4256">
            <w:pPr>
              <w:ind w:left="232"/>
              <w:rPr>
                <w:b/>
                <w:color w:val="000000"/>
              </w:rPr>
            </w:pPr>
            <w:r w:rsidRPr="00012942">
              <w:rPr>
                <w:b/>
                <w:color w:val="000000"/>
              </w:rPr>
              <w:t>4.6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8542D9" w:rsidRPr="00012942" w:rsidRDefault="008542D9" w:rsidP="006D4256">
            <w:pPr>
              <w:ind w:left="105"/>
              <w:rPr>
                <w:b/>
                <w:color w:val="000000"/>
              </w:rPr>
            </w:pPr>
            <w:r w:rsidRPr="00012942">
              <w:rPr>
                <w:b/>
                <w:color w:val="000000"/>
              </w:rPr>
              <w:t>Verejne dostupné informácie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542D9" w:rsidRPr="00012942" w:rsidRDefault="008542D9" w:rsidP="006D4256">
            <w:pPr>
              <w:jc w:val="center"/>
              <w:rPr>
                <w:b/>
                <w:color w:val="000000"/>
              </w:rPr>
            </w:pPr>
          </w:p>
        </w:tc>
      </w:tr>
      <w:tr w:rsidR="00CB58F4" w:rsidRPr="00012942" w:rsidTr="002644CE">
        <w:trPr>
          <w:gridAfter w:val="3"/>
          <w:wAfter w:w="9973" w:type="dxa"/>
          <w:trHeight w:val="262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</w:tcPr>
          <w:p w:rsidR="00CB58F4" w:rsidRPr="00012942" w:rsidRDefault="00CB58F4" w:rsidP="006D4256">
            <w:pPr>
              <w:ind w:firstLine="232"/>
              <w:rPr>
                <w:b/>
              </w:rPr>
            </w:pPr>
          </w:p>
        </w:tc>
      </w:tr>
      <w:tr w:rsidR="00130946" w:rsidRPr="00012942" w:rsidTr="002644CE">
        <w:trPr>
          <w:trHeight w:val="262"/>
        </w:trPr>
        <w:tc>
          <w:tcPr>
            <w:tcW w:w="11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30946" w:rsidRPr="00012942" w:rsidRDefault="00130946" w:rsidP="00130946">
            <w:pPr>
              <w:jc w:val="center"/>
              <w:rPr>
                <w:b/>
                <w:color w:val="000000"/>
              </w:rPr>
            </w:pPr>
            <w:r w:rsidRPr="00012942">
              <w:rPr>
                <w:b/>
                <w:color w:val="000000"/>
              </w:rPr>
              <w:t>Článok normy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30946" w:rsidRPr="00012942" w:rsidRDefault="00130946" w:rsidP="00130946">
            <w:pPr>
              <w:ind w:left="105"/>
              <w:jc w:val="center"/>
              <w:rPr>
                <w:b/>
                <w:color w:val="000000"/>
              </w:rPr>
            </w:pPr>
            <w:r w:rsidRPr="00012942">
              <w:rPr>
                <w:b/>
                <w:color w:val="000000"/>
              </w:rPr>
              <w:t>Názov článku</w:t>
            </w:r>
          </w:p>
        </w:tc>
        <w:tc>
          <w:tcPr>
            <w:tcW w:w="5435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vAlign w:val="center"/>
          </w:tcPr>
          <w:p w:rsidR="00130946" w:rsidRPr="00012942" w:rsidRDefault="00D97805" w:rsidP="00130946">
            <w:pPr>
              <w:jc w:val="center"/>
              <w:rPr>
                <w:b/>
                <w:color w:val="000000"/>
              </w:rPr>
            </w:pPr>
            <w:r w:rsidRPr="00012942">
              <w:rPr>
                <w:b/>
                <w:color w:val="000000"/>
              </w:rPr>
              <w:t>Popis plnenia požiadavky - odkazy na články relevantných dokumentov *)</w:t>
            </w:r>
          </w:p>
        </w:tc>
      </w:tr>
      <w:tr w:rsidR="00130946" w:rsidRPr="00012942" w:rsidTr="002644CE">
        <w:trPr>
          <w:trHeight w:val="262"/>
        </w:trPr>
        <w:tc>
          <w:tcPr>
            <w:tcW w:w="11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30946" w:rsidRPr="00012942" w:rsidRDefault="00130946" w:rsidP="006D4256">
            <w:pPr>
              <w:ind w:firstLine="232"/>
              <w:rPr>
                <w:b/>
                <w:color w:val="000000"/>
              </w:rPr>
            </w:pPr>
            <w:r w:rsidRPr="00012942">
              <w:rPr>
                <w:b/>
                <w:color w:val="000000"/>
              </w:rPr>
              <w:t>5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30946" w:rsidRPr="00012942" w:rsidRDefault="00130946" w:rsidP="006D4256">
            <w:pPr>
              <w:ind w:left="105"/>
              <w:rPr>
                <w:b/>
                <w:color w:val="000000"/>
              </w:rPr>
            </w:pPr>
            <w:r w:rsidRPr="00012942">
              <w:rPr>
                <w:b/>
                <w:color w:val="000000"/>
              </w:rPr>
              <w:t>Požiadavky na štruktúru</w:t>
            </w:r>
          </w:p>
        </w:tc>
        <w:tc>
          <w:tcPr>
            <w:tcW w:w="5435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30946" w:rsidRPr="00012942" w:rsidRDefault="00130946" w:rsidP="006D4256">
            <w:pPr>
              <w:jc w:val="center"/>
              <w:rPr>
                <w:b/>
                <w:color w:val="000000"/>
              </w:rPr>
            </w:pPr>
          </w:p>
        </w:tc>
      </w:tr>
      <w:tr w:rsidR="00CB58F4" w:rsidRPr="00012942" w:rsidTr="002644CE">
        <w:trPr>
          <w:trHeight w:val="262"/>
        </w:trPr>
        <w:tc>
          <w:tcPr>
            <w:tcW w:w="11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012942" w:rsidRDefault="00CB58F4" w:rsidP="006D4256">
            <w:pPr>
              <w:ind w:firstLine="232"/>
              <w:rPr>
                <w:b/>
                <w:color w:val="000000"/>
              </w:rPr>
            </w:pPr>
            <w:r w:rsidRPr="00012942">
              <w:rPr>
                <w:b/>
                <w:color w:val="000000"/>
              </w:rPr>
              <w:t>5.1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012942" w:rsidRDefault="00780820" w:rsidP="006D4256">
            <w:pPr>
              <w:ind w:left="105"/>
              <w:rPr>
                <w:b/>
                <w:color w:val="000000"/>
              </w:rPr>
            </w:pPr>
            <w:r w:rsidRPr="00012942">
              <w:rPr>
                <w:b/>
                <w:color w:val="000000"/>
              </w:rPr>
              <w:t>Organizačná štruktúra a vrcholový manažment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B58F4" w:rsidRPr="00012942" w:rsidRDefault="00CB58F4" w:rsidP="006D4256">
            <w:pPr>
              <w:jc w:val="center"/>
              <w:rPr>
                <w:rFonts w:eastAsia="Wingdings"/>
                <w:color w:val="000000"/>
              </w:rPr>
            </w:pPr>
          </w:p>
        </w:tc>
      </w:tr>
      <w:tr w:rsidR="00CB58F4" w:rsidRPr="00012942" w:rsidTr="002644CE">
        <w:trPr>
          <w:trHeight w:val="262"/>
        </w:trPr>
        <w:tc>
          <w:tcPr>
            <w:tcW w:w="11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012942" w:rsidRDefault="00CB58F4" w:rsidP="006D4256">
            <w:pPr>
              <w:ind w:firstLine="232"/>
              <w:rPr>
                <w:b/>
                <w:color w:val="000000"/>
              </w:rPr>
            </w:pPr>
            <w:r w:rsidRPr="00012942">
              <w:rPr>
                <w:b/>
                <w:color w:val="000000"/>
              </w:rPr>
              <w:t>5.2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012942" w:rsidRDefault="00780820" w:rsidP="006D4256">
            <w:pPr>
              <w:ind w:left="105"/>
              <w:rPr>
                <w:b/>
                <w:color w:val="000000"/>
              </w:rPr>
            </w:pPr>
            <w:r w:rsidRPr="00012942">
              <w:rPr>
                <w:b/>
                <w:color w:val="000000"/>
              </w:rPr>
              <w:t>Mechanizmus na zachovanie nestrannosti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B58F4" w:rsidRPr="00012942" w:rsidRDefault="00CB58F4" w:rsidP="006D4256">
            <w:pPr>
              <w:jc w:val="center"/>
              <w:rPr>
                <w:rFonts w:eastAsia="Wingdings"/>
                <w:color w:val="000000"/>
              </w:rPr>
            </w:pPr>
          </w:p>
        </w:tc>
      </w:tr>
      <w:tr w:rsidR="00CB58F4" w:rsidRPr="00012942" w:rsidTr="002644CE">
        <w:trPr>
          <w:gridAfter w:val="3"/>
          <w:wAfter w:w="9973" w:type="dxa"/>
          <w:trHeight w:val="262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</w:tcPr>
          <w:p w:rsidR="00CB58F4" w:rsidRPr="00012942" w:rsidRDefault="00CB58F4" w:rsidP="006D4256">
            <w:pPr>
              <w:ind w:firstLine="232"/>
              <w:rPr>
                <w:b/>
                <w:color w:val="000000"/>
              </w:rPr>
            </w:pPr>
          </w:p>
        </w:tc>
      </w:tr>
      <w:tr w:rsidR="00130946" w:rsidRPr="00012942" w:rsidTr="002644CE">
        <w:trPr>
          <w:trHeight w:val="262"/>
        </w:trPr>
        <w:tc>
          <w:tcPr>
            <w:tcW w:w="11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30946" w:rsidRPr="00012942" w:rsidRDefault="00130946" w:rsidP="00130946">
            <w:pPr>
              <w:jc w:val="center"/>
              <w:rPr>
                <w:b/>
                <w:color w:val="000000"/>
              </w:rPr>
            </w:pPr>
            <w:r w:rsidRPr="00012942">
              <w:rPr>
                <w:b/>
                <w:color w:val="000000"/>
              </w:rPr>
              <w:t>Článok normy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30946" w:rsidRPr="00012942" w:rsidRDefault="00130946" w:rsidP="00130946">
            <w:pPr>
              <w:ind w:left="105"/>
              <w:jc w:val="center"/>
              <w:rPr>
                <w:b/>
                <w:color w:val="000000"/>
              </w:rPr>
            </w:pPr>
            <w:r w:rsidRPr="00012942">
              <w:rPr>
                <w:b/>
                <w:color w:val="000000"/>
              </w:rPr>
              <w:t>Názov článku</w:t>
            </w:r>
          </w:p>
        </w:tc>
        <w:tc>
          <w:tcPr>
            <w:tcW w:w="5435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vAlign w:val="center"/>
          </w:tcPr>
          <w:p w:rsidR="00130946" w:rsidRPr="00012942" w:rsidRDefault="00D97805" w:rsidP="00130946">
            <w:pPr>
              <w:jc w:val="center"/>
              <w:rPr>
                <w:b/>
                <w:color w:val="000000"/>
              </w:rPr>
            </w:pPr>
            <w:r w:rsidRPr="00012942">
              <w:rPr>
                <w:b/>
                <w:color w:val="000000"/>
              </w:rPr>
              <w:t>Popis plnenia požiadavky - odkazy na články relevantných dokumentov *)</w:t>
            </w:r>
          </w:p>
        </w:tc>
      </w:tr>
      <w:tr w:rsidR="00130946" w:rsidRPr="00012942" w:rsidTr="002644CE">
        <w:trPr>
          <w:trHeight w:val="262"/>
        </w:trPr>
        <w:tc>
          <w:tcPr>
            <w:tcW w:w="11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30946" w:rsidRPr="00012942" w:rsidRDefault="00130946" w:rsidP="006D4256">
            <w:pPr>
              <w:ind w:firstLine="232"/>
              <w:rPr>
                <w:b/>
                <w:color w:val="000000"/>
              </w:rPr>
            </w:pPr>
            <w:r w:rsidRPr="00012942">
              <w:rPr>
                <w:b/>
                <w:color w:val="000000"/>
              </w:rPr>
              <w:t>6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30946" w:rsidRPr="00012942" w:rsidRDefault="00130946" w:rsidP="006D4256">
            <w:pPr>
              <w:ind w:left="105"/>
              <w:rPr>
                <w:b/>
                <w:color w:val="000000"/>
              </w:rPr>
            </w:pPr>
            <w:r w:rsidRPr="00012942">
              <w:rPr>
                <w:b/>
                <w:color w:val="000000"/>
              </w:rPr>
              <w:t>Požiadavky na zdroje</w:t>
            </w:r>
          </w:p>
        </w:tc>
        <w:tc>
          <w:tcPr>
            <w:tcW w:w="5435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30946" w:rsidRPr="00012942" w:rsidRDefault="00130946" w:rsidP="006D4256">
            <w:pPr>
              <w:jc w:val="center"/>
              <w:rPr>
                <w:b/>
                <w:color w:val="000000"/>
              </w:rPr>
            </w:pPr>
          </w:p>
        </w:tc>
      </w:tr>
      <w:tr w:rsidR="00CB58F4" w:rsidRPr="00012942" w:rsidTr="002644CE">
        <w:trPr>
          <w:trHeight w:val="262"/>
        </w:trPr>
        <w:tc>
          <w:tcPr>
            <w:tcW w:w="11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012942" w:rsidRDefault="00CB58F4" w:rsidP="006D4256">
            <w:pPr>
              <w:ind w:firstLine="232"/>
              <w:rPr>
                <w:b/>
                <w:color w:val="000000"/>
              </w:rPr>
            </w:pPr>
            <w:r w:rsidRPr="00012942">
              <w:rPr>
                <w:b/>
                <w:color w:val="000000"/>
              </w:rPr>
              <w:t>6.1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012942" w:rsidRDefault="00C26214" w:rsidP="006D4256">
            <w:pPr>
              <w:ind w:left="105"/>
              <w:rPr>
                <w:b/>
                <w:color w:val="000000"/>
              </w:rPr>
            </w:pPr>
            <w:r w:rsidRPr="00012942">
              <w:rPr>
                <w:b/>
                <w:color w:val="000000"/>
              </w:rPr>
              <w:t>Pracovníci certifikačného orgánu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B58F4" w:rsidRPr="00012942" w:rsidRDefault="00CB58F4" w:rsidP="006D4256">
            <w:pPr>
              <w:jc w:val="center"/>
              <w:rPr>
                <w:b/>
                <w:color w:val="000000"/>
              </w:rPr>
            </w:pPr>
          </w:p>
        </w:tc>
      </w:tr>
      <w:tr w:rsidR="00CB58F4" w:rsidRPr="00012942" w:rsidTr="002644CE">
        <w:trPr>
          <w:trHeight w:val="262"/>
        </w:trPr>
        <w:tc>
          <w:tcPr>
            <w:tcW w:w="11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012942" w:rsidRDefault="00CB58F4" w:rsidP="006D4256">
            <w:pPr>
              <w:ind w:firstLine="232"/>
              <w:rPr>
                <w:b/>
              </w:rPr>
            </w:pPr>
            <w:r w:rsidRPr="00012942">
              <w:rPr>
                <w:b/>
                <w:color w:val="000000"/>
              </w:rPr>
              <w:t>6.2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012942" w:rsidRDefault="00C26214" w:rsidP="006D4256">
            <w:pPr>
              <w:ind w:left="105"/>
              <w:rPr>
                <w:b/>
              </w:rPr>
            </w:pPr>
            <w:r w:rsidRPr="00012942">
              <w:rPr>
                <w:b/>
              </w:rPr>
              <w:t>Zdroje informácií na hodnotenie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B58F4" w:rsidRPr="00012942" w:rsidRDefault="00CB58F4" w:rsidP="006D4256">
            <w:pPr>
              <w:jc w:val="center"/>
            </w:pPr>
          </w:p>
        </w:tc>
      </w:tr>
      <w:tr w:rsidR="00CB58F4" w:rsidRPr="00012942" w:rsidTr="002644CE">
        <w:trPr>
          <w:trHeight w:val="262"/>
        </w:trPr>
        <w:tc>
          <w:tcPr>
            <w:tcW w:w="112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012942" w:rsidRDefault="00CB58F4" w:rsidP="006D4256">
            <w:pPr>
              <w:ind w:firstLine="232"/>
              <w:rPr>
                <w:b/>
                <w:color w:val="000000"/>
              </w:rPr>
            </w:pPr>
          </w:p>
        </w:tc>
        <w:tc>
          <w:tcPr>
            <w:tcW w:w="39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012942" w:rsidRDefault="00CB58F4" w:rsidP="006D4256">
            <w:pPr>
              <w:ind w:left="105"/>
              <w:rPr>
                <w:b/>
                <w:color w:val="000000"/>
              </w:rPr>
            </w:pPr>
          </w:p>
        </w:tc>
        <w:tc>
          <w:tcPr>
            <w:tcW w:w="543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CB58F4" w:rsidRPr="00012942" w:rsidRDefault="00CB58F4" w:rsidP="006D4256">
            <w:pPr>
              <w:jc w:val="center"/>
              <w:rPr>
                <w:b/>
                <w:color w:val="000000"/>
              </w:rPr>
            </w:pPr>
          </w:p>
        </w:tc>
      </w:tr>
      <w:tr w:rsidR="00130946" w:rsidRPr="00012942" w:rsidTr="002644CE">
        <w:trPr>
          <w:trHeight w:val="262"/>
        </w:trPr>
        <w:tc>
          <w:tcPr>
            <w:tcW w:w="1125" w:type="dxa"/>
            <w:gridSpan w:val="2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30946" w:rsidRPr="00012942" w:rsidRDefault="00130946" w:rsidP="00130946">
            <w:pPr>
              <w:jc w:val="center"/>
              <w:rPr>
                <w:b/>
                <w:color w:val="000000"/>
              </w:rPr>
            </w:pPr>
            <w:r w:rsidRPr="00012942">
              <w:rPr>
                <w:b/>
                <w:color w:val="000000"/>
              </w:rPr>
              <w:t>Článok normy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30946" w:rsidRPr="00012942" w:rsidRDefault="00130946" w:rsidP="00130946">
            <w:pPr>
              <w:ind w:left="105"/>
              <w:jc w:val="center"/>
              <w:rPr>
                <w:b/>
                <w:color w:val="000000"/>
              </w:rPr>
            </w:pPr>
            <w:r w:rsidRPr="00012942">
              <w:rPr>
                <w:b/>
                <w:color w:val="000000"/>
              </w:rPr>
              <w:t>Názov článku</w:t>
            </w:r>
          </w:p>
        </w:tc>
        <w:tc>
          <w:tcPr>
            <w:tcW w:w="5435" w:type="dxa"/>
            <w:vMerge w:val="restart"/>
            <w:tcBorders>
              <w:top w:val="single" w:sz="8" w:space="0" w:color="000000"/>
              <w:left w:val="single" w:sz="7" w:space="0" w:color="000000"/>
              <w:right w:val="single" w:sz="7" w:space="0" w:color="000000"/>
            </w:tcBorders>
            <w:vAlign w:val="center"/>
          </w:tcPr>
          <w:p w:rsidR="00130946" w:rsidRPr="00012942" w:rsidRDefault="00D97805" w:rsidP="00130946">
            <w:pPr>
              <w:jc w:val="center"/>
              <w:rPr>
                <w:b/>
                <w:color w:val="000000"/>
              </w:rPr>
            </w:pPr>
            <w:r w:rsidRPr="00012942">
              <w:rPr>
                <w:b/>
                <w:color w:val="000000"/>
              </w:rPr>
              <w:t>Popis plnenia požiadavky - odkazy na články relevantných dokumentov *)</w:t>
            </w:r>
          </w:p>
        </w:tc>
      </w:tr>
      <w:tr w:rsidR="00130946" w:rsidRPr="00012942" w:rsidTr="002644CE">
        <w:trPr>
          <w:trHeight w:val="262"/>
        </w:trPr>
        <w:tc>
          <w:tcPr>
            <w:tcW w:w="1125" w:type="dxa"/>
            <w:gridSpan w:val="2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30946" w:rsidRPr="00012942" w:rsidRDefault="00130946" w:rsidP="006D4256">
            <w:pPr>
              <w:ind w:firstLine="232"/>
              <w:rPr>
                <w:b/>
                <w:color w:val="000000"/>
              </w:rPr>
            </w:pPr>
            <w:r w:rsidRPr="00012942">
              <w:rPr>
                <w:b/>
                <w:color w:val="000000"/>
              </w:rPr>
              <w:t>7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30946" w:rsidRPr="00012942" w:rsidRDefault="004D1204" w:rsidP="006D4256">
            <w:pPr>
              <w:ind w:left="105"/>
              <w:rPr>
                <w:b/>
                <w:color w:val="000000"/>
              </w:rPr>
            </w:pPr>
            <w:r w:rsidRPr="00012942">
              <w:rPr>
                <w:b/>
                <w:color w:val="000000"/>
              </w:rPr>
              <w:t>P</w:t>
            </w:r>
            <w:r w:rsidR="00130946" w:rsidRPr="00012942">
              <w:rPr>
                <w:b/>
                <w:color w:val="000000"/>
              </w:rPr>
              <w:t xml:space="preserve">ožiadavky na </w:t>
            </w:r>
            <w:r w:rsidRPr="00012942">
              <w:rPr>
                <w:b/>
                <w:color w:val="000000"/>
              </w:rPr>
              <w:t>proces</w:t>
            </w:r>
          </w:p>
        </w:tc>
        <w:tc>
          <w:tcPr>
            <w:tcW w:w="5435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30946" w:rsidRPr="00012942" w:rsidRDefault="00130946" w:rsidP="006D4256">
            <w:pPr>
              <w:jc w:val="center"/>
              <w:rPr>
                <w:b/>
                <w:color w:val="000000"/>
              </w:rPr>
            </w:pPr>
          </w:p>
        </w:tc>
      </w:tr>
      <w:tr w:rsidR="00CB58F4" w:rsidRPr="00012942" w:rsidTr="002644CE">
        <w:trPr>
          <w:trHeight w:val="249"/>
        </w:trPr>
        <w:tc>
          <w:tcPr>
            <w:tcW w:w="11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012942" w:rsidRDefault="00CB58F4" w:rsidP="006D4256">
            <w:pPr>
              <w:ind w:firstLine="232"/>
              <w:rPr>
                <w:b/>
                <w:color w:val="000000"/>
              </w:rPr>
            </w:pPr>
            <w:r w:rsidRPr="00012942">
              <w:rPr>
                <w:b/>
                <w:color w:val="000000"/>
              </w:rPr>
              <w:t>7.1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012942" w:rsidRDefault="004D1204" w:rsidP="006D4256">
            <w:pPr>
              <w:ind w:left="105"/>
              <w:rPr>
                <w:b/>
                <w:color w:val="000000"/>
              </w:rPr>
            </w:pPr>
            <w:r w:rsidRPr="00012942">
              <w:rPr>
                <w:b/>
                <w:color w:val="000000"/>
              </w:rPr>
              <w:t>Všeobecne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B58F4" w:rsidRPr="00012942" w:rsidRDefault="00CB58F4" w:rsidP="006D4256">
            <w:pPr>
              <w:jc w:val="center"/>
              <w:rPr>
                <w:b/>
                <w:color w:val="000000"/>
              </w:rPr>
            </w:pPr>
          </w:p>
        </w:tc>
      </w:tr>
      <w:tr w:rsidR="00CB58F4" w:rsidRPr="00012942" w:rsidTr="002644CE">
        <w:trPr>
          <w:trHeight w:val="311"/>
        </w:trPr>
        <w:tc>
          <w:tcPr>
            <w:tcW w:w="11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012942" w:rsidRDefault="00CB58F4" w:rsidP="006D4256">
            <w:pPr>
              <w:ind w:firstLine="232"/>
              <w:rPr>
                <w:b/>
                <w:color w:val="000000"/>
              </w:rPr>
            </w:pPr>
            <w:r w:rsidRPr="00012942">
              <w:rPr>
                <w:b/>
                <w:color w:val="000000"/>
              </w:rPr>
              <w:t>7.2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012942" w:rsidRDefault="004D1204" w:rsidP="006D4256">
            <w:pPr>
              <w:ind w:left="105"/>
              <w:rPr>
                <w:b/>
                <w:color w:val="000000"/>
              </w:rPr>
            </w:pPr>
            <w:r w:rsidRPr="00012942">
              <w:rPr>
                <w:b/>
                <w:color w:val="000000"/>
              </w:rPr>
              <w:t>Žiadosť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B58F4" w:rsidRPr="00012942" w:rsidRDefault="00CB58F4" w:rsidP="006D4256">
            <w:pPr>
              <w:jc w:val="center"/>
              <w:rPr>
                <w:b/>
                <w:color w:val="000000"/>
              </w:rPr>
            </w:pPr>
          </w:p>
        </w:tc>
      </w:tr>
      <w:tr w:rsidR="00CB58F4" w:rsidRPr="00012942" w:rsidTr="002644CE">
        <w:trPr>
          <w:trHeight w:val="262"/>
        </w:trPr>
        <w:tc>
          <w:tcPr>
            <w:tcW w:w="11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012942" w:rsidRDefault="00CB58F4" w:rsidP="006D4256">
            <w:pPr>
              <w:ind w:firstLine="232"/>
              <w:rPr>
                <w:b/>
                <w:color w:val="000000"/>
              </w:rPr>
            </w:pPr>
            <w:r w:rsidRPr="00012942">
              <w:rPr>
                <w:b/>
                <w:color w:val="000000"/>
              </w:rPr>
              <w:t>7.3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012942" w:rsidRDefault="004D1204" w:rsidP="006D4256">
            <w:pPr>
              <w:ind w:left="105"/>
              <w:rPr>
                <w:b/>
                <w:color w:val="000000"/>
              </w:rPr>
            </w:pPr>
            <w:r w:rsidRPr="00012942">
              <w:rPr>
                <w:b/>
                <w:color w:val="000000"/>
              </w:rPr>
              <w:t>Preskúmanie žiadosti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B58F4" w:rsidRPr="00012942" w:rsidRDefault="00CB58F4" w:rsidP="006D4256">
            <w:pPr>
              <w:jc w:val="center"/>
            </w:pPr>
          </w:p>
        </w:tc>
      </w:tr>
      <w:tr w:rsidR="00CB58F4" w:rsidRPr="00012942" w:rsidTr="002644CE">
        <w:trPr>
          <w:trHeight w:val="262"/>
        </w:trPr>
        <w:tc>
          <w:tcPr>
            <w:tcW w:w="11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012942" w:rsidRDefault="00CB58F4" w:rsidP="006D4256">
            <w:pPr>
              <w:ind w:firstLine="232"/>
              <w:rPr>
                <w:b/>
                <w:color w:val="000000"/>
              </w:rPr>
            </w:pPr>
            <w:r w:rsidRPr="00012942">
              <w:rPr>
                <w:b/>
                <w:color w:val="000000"/>
              </w:rPr>
              <w:t>7.4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012942" w:rsidRDefault="004D1204" w:rsidP="006D4256">
            <w:pPr>
              <w:ind w:left="105"/>
              <w:rPr>
                <w:b/>
                <w:color w:val="000000"/>
              </w:rPr>
            </w:pPr>
            <w:r w:rsidRPr="00012942">
              <w:rPr>
                <w:b/>
                <w:color w:val="000000"/>
              </w:rPr>
              <w:t>Vyhodnocovanie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B58F4" w:rsidRPr="00012942" w:rsidRDefault="00CB58F4" w:rsidP="006D4256">
            <w:pPr>
              <w:jc w:val="center"/>
              <w:rPr>
                <w:rFonts w:eastAsia="Wingdings"/>
                <w:color w:val="000000"/>
              </w:rPr>
            </w:pPr>
          </w:p>
        </w:tc>
      </w:tr>
      <w:tr w:rsidR="004D1204" w:rsidRPr="00012942" w:rsidTr="002644CE">
        <w:trPr>
          <w:trHeight w:val="262"/>
        </w:trPr>
        <w:tc>
          <w:tcPr>
            <w:tcW w:w="11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D1204" w:rsidRPr="00012942" w:rsidRDefault="004D1204" w:rsidP="006D4256">
            <w:pPr>
              <w:ind w:firstLine="232"/>
              <w:rPr>
                <w:b/>
                <w:color w:val="000000"/>
              </w:rPr>
            </w:pPr>
            <w:r w:rsidRPr="00012942">
              <w:rPr>
                <w:b/>
                <w:color w:val="000000"/>
              </w:rPr>
              <w:t>7.5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D1204" w:rsidRPr="00012942" w:rsidRDefault="004D1204" w:rsidP="006D4256">
            <w:pPr>
              <w:ind w:left="105"/>
              <w:rPr>
                <w:b/>
                <w:color w:val="000000"/>
              </w:rPr>
            </w:pPr>
            <w:r w:rsidRPr="00012942">
              <w:rPr>
                <w:b/>
                <w:color w:val="000000"/>
              </w:rPr>
              <w:t>Preskúmanie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D1204" w:rsidRPr="00012942" w:rsidRDefault="004D1204" w:rsidP="006D4256">
            <w:pPr>
              <w:jc w:val="center"/>
              <w:rPr>
                <w:rFonts w:eastAsia="Wingdings"/>
                <w:color w:val="000000"/>
              </w:rPr>
            </w:pPr>
          </w:p>
        </w:tc>
      </w:tr>
      <w:tr w:rsidR="004D1204" w:rsidRPr="00012942" w:rsidTr="002644CE">
        <w:trPr>
          <w:trHeight w:val="262"/>
        </w:trPr>
        <w:tc>
          <w:tcPr>
            <w:tcW w:w="11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D1204" w:rsidRPr="00012942" w:rsidRDefault="004D1204" w:rsidP="006D4256">
            <w:pPr>
              <w:ind w:firstLine="232"/>
              <w:rPr>
                <w:b/>
                <w:color w:val="000000"/>
              </w:rPr>
            </w:pPr>
            <w:r w:rsidRPr="00012942">
              <w:rPr>
                <w:b/>
                <w:color w:val="000000"/>
              </w:rPr>
              <w:lastRenderedPageBreak/>
              <w:t>7.6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D1204" w:rsidRPr="00012942" w:rsidRDefault="004D1204" w:rsidP="006D4256">
            <w:pPr>
              <w:ind w:left="105"/>
              <w:rPr>
                <w:b/>
                <w:color w:val="000000"/>
              </w:rPr>
            </w:pPr>
            <w:r w:rsidRPr="00012942">
              <w:rPr>
                <w:b/>
                <w:color w:val="000000"/>
              </w:rPr>
              <w:t>Certifikačné rozhodnutie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D1204" w:rsidRPr="00012942" w:rsidRDefault="004D1204" w:rsidP="006D4256">
            <w:pPr>
              <w:jc w:val="center"/>
              <w:rPr>
                <w:rFonts w:eastAsia="Wingdings"/>
                <w:color w:val="000000"/>
              </w:rPr>
            </w:pPr>
          </w:p>
        </w:tc>
      </w:tr>
      <w:tr w:rsidR="004D1204" w:rsidRPr="00012942" w:rsidTr="002644CE">
        <w:trPr>
          <w:trHeight w:val="262"/>
        </w:trPr>
        <w:tc>
          <w:tcPr>
            <w:tcW w:w="11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D1204" w:rsidRPr="00012942" w:rsidRDefault="004D1204" w:rsidP="006D4256">
            <w:pPr>
              <w:ind w:firstLine="232"/>
              <w:rPr>
                <w:b/>
                <w:color w:val="000000"/>
              </w:rPr>
            </w:pPr>
            <w:r w:rsidRPr="00012942">
              <w:rPr>
                <w:b/>
                <w:color w:val="000000"/>
              </w:rPr>
              <w:t>7.7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D1204" w:rsidRPr="00012942" w:rsidRDefault="004D1204" w:rsidP="006D4256">
            <w:pPr>
              <w:ind w:left="105"/>
              <w:rPr>
                <w:b/>
                <w:color w:val="000000"/>
              </w:rPr>
            </w:pPr>
            <w:r w:rsidRPr="00012942">
              <w:rPr>
                <w:b/>
                <w:color w:val="000000"/>
              </w:rPr>
              <w:t>Certifikačná dokumentácia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D1204" w:rsidRPr="00012942" w:rsidRDefault="004D1204" w:rsidP="006D4256">
            <w:pPr>
              <w:jc w:val="center"/>
              <w:rPr>
                <w:rFonts w:eastAsia="Wingdings"/>
                <w:color w:val="000000"/>
              </w:rPr>
            </w:pPr>
          </w:p>
        </w:tc>
      </w:tr>
      <w:tr w:rsidR="004D1204" w:rsidRPr="00012942" w:rsidTr="002644CE">
        <w:trPr>
          <w:trHeight w:val="262"/>
        </w:trPr>
        <w:tc>
          <w:tcPr>
            <w:tcW w:w="11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D1204" w:rsidRPr="00012942" w:rsidRDefault="004D1204" w:rsidP="006D4256">
            <w:pPr>
              <w:ind w:firstLine="232"/>
              <w:rPr>
                <w:b/>
                <w:color w:val="000000"/>
              </w:rPr>
            </w:pPr>
            <w:r w:rsidRPr="00012942">
              <w:rPr>
                <w:b/>
                <w:color w:val="000000"/>
              </w:rPr>
              <w:t>7.8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D1204" w:rsidRPr="00012942" w:rsidRDefault="00395C81" w:rsidP="006D4256">
            <w:pPr>
              <w:ind w:left="105"/>
              <w:rPr>
                <w:b/>
                <w:color w:val="000000"/>
              </w:rPr>
            </w:pPr>
            <w:r w:rsidRPr="00012942">
              <w:rPr>
                <w:b/>
                <w:color w:val="000000"/>
              </w:rPr>
              <w:t>Zoznam certifikovaných produktov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D1204" w:rsidRPr="00012942" w:rsidRDefault="004D1204" w:rsidP="006D4256">
            <w:pPr>
              <w:jc w:val="center"/>
              <w:rPr>
                <w:rFonts w:eastAsia="Wingdings"/>
                <w:color w:val="000000"/>
              </w:rPr>
            </w:pPr>
          </w:p>
        </w:tc>
      </w:tr>
      <w:tr w:rsidR="004D1204" w:rsidRPr="00012942" w:rsidTr="002644CE">
        <w:trPr>
          <w:trHeight w:val="262"/>
        </w:trPr>
        <w:tc>
          <w:tcPr>
            <w:tcW w:w="11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D1204" w:rsidRPr="00012942" w:rsidRDefault="004D1204" w:rsidP="006D4256">
            <w:pPr>
              <w:ind w:firstLine="232"/>
              <w:rPr>
                <w:b/>
                <w:color w:val="000000"/>
              </w:rPr>
            </w:pPr>
            <w:r w:rsidRPr="00012942">
              <w:rPr>
                <w:b/>
                <w:color w:val="000000"/>
              </w:rPr>
              <w:t>7.9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D1204" w:rsidRPr="00012942" w:rsidRDefault="00395C81" w:rsidP="006D4256">
            <w:pPr>
              <w:ind w:left="105"/>
              <w:rPr>
                <w:b/>
                <w:color w:val="000000"/>
              </w:rPr>
            </w:pPr>
            <w:r w:rsidRPr="00012942">
              <w:rPr>
                <w:b/>
                <w:color w:val="000000"/>
              </w:rPr>
              <w:t>Dozor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D1204" w:rsidRPr="00012942" w:rsidRDefault="004D1204" w:rsidP="006D4256">
            <w:pPr>
              <w:jc w:val="center"/>
              <w:rPr>
                <w:rFonts w:eastAsia="Wingdings"/>
                <w:color w:val="000000"/>
              </w:rPr>
            </w:pPr>
          </w:p>
        </w:tc>
      </w:tr>
      <w:tr w:rsidR="004D1204" w:rsidRPr="00012942" w:rsidTr="002644CE">
        <w:trPr>
          <w:trHeight w:val="262"/>
        </w:trPr>
        <w:tc>
          <w:tcPr>
            <w:tcW w:w="11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D1204" w:rsidRPr="00012942" w:rsidRDefault="004D1204" w:rsidP="006D4256">
            <w:pPr>
              <w:ind w:firstLine="232"/>
              <w:rPr>
                <w:b/>
                <w:color w:val="000000"/>
              </w:rPr>
            </w:pPr>
            <w:r w:rsidRPr="00012942">
              <w:rPr>
                <w:b/>
                <w:color w:val="000000"/>
              </w:rPr>
              <w:t>7.10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D1204" w:rsidRPr="00012942" w:rsidRDefault="00395C81" w:rsidP="006D4256">
            <w:pPr>
              <w:ind w:left="105"/>
              <w:rPr>
                <w:b/>
                <w:color w:val="000000"/>
              </w:rPr>
            </w:pPr>
            <w:r w:rsidRPr="00012942">
              <w:rPr>
                <w:b/>
                <w:color w:val="000000"/>
              </w:rPr>
              <w:t>Zmeny ovplyvňujúce certifikáciu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D1204" w:rsidRPr="00012942" w:rsidRDefault="004D1204" w:rsidP="006D4256">
            <w:pPr>
              <w:jc w:val="center"/>
              <w:rPr>
                <w:rFonts w:eastAsia="Wingdings"/>
                <w:color w:val="000000"/>
              </w:rPr>
            </w:pPr>
          </w:p>
        </w:tc>
      </w:tr>
      <w:tr w:rsidR="004D1204" w:rsidRPr="00012942" w:rsidTr="002644CE">
        <w:trPr>
          <w:trHeight w:val="262"/>
        </w:trPr>
        <w:tc>
          <w:tcPr>
            <w:tcW w:w="11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D1204" w:rsidRPr="00012942" w:rsidRDefault="004D1204" w:rsidP="006D4256">
            <w:pPr>
              <w:ind w:firstLine="232"/>
              <w:rPr>
                <w:b/>
                <w:color w:val="000000"/>
              </w:rPr>
            </w:pPr>
            <w:r w:rsidRPr="00012942">
              <w:rPr>
                <w:b/>
                <w:color w:val="000000"/>
              </w:rPr>
              <w:t>7.11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D1204" w:rsidRPr="00012942" w:rsidRDefault="00395C81" w:rsidP="006D4256">
            <w:pPr>
              <w:ind w:left="105"/>
              <w:rPr>
                <w:b/>
                <w:color w:val="000000"/>
              </w:rPr>
            </w:pPr>
            <w:r w:rsidRPr="00012942">
              <w:rPr>
                <w:b/>
                <w:color w:val="000000"/>
              </w:rPr>
              <w:t>Ukončenie, zúženie rozsahu, pozastavenie alebo odňatie certifikácie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D1204" w:rsidRPr="00012942" w:rsidRDefault="004D1204" w:rsidP="006D4256">
            <w:pPr>
              <w:jc w:val="center"/>
              <w:rPr>
                <w:rFonts w:eastAsia="Wingdings"/>
                <w:color w:val="000000"/>
              </w:rPr>
            </w:pPr>
          </w:p>
        </w:tc>
      </w:tr>
      <w:tr w:rsidR="004D1204" w:rsidRPr="00012942" w:rsidTr="002644CE">
        <w:trPr>
          <w:trHeight w:val="262"/>
        </w:trPr>
        <w:tc>
          <w:tcPr>
            <w:tcW w:w="11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D1204" w:rsidRPr="00012942" w:rsidRDefault="004D1204" w:rsidP="006D4256">
            <w:pPr>
              <w:ind w:firstLine="232"/>
              <w:rPr>
                <w:b/>
                <w:color w:val="000000"/>
              </w:rPr>
            </w:pPr>
            <w:r w:rsidRPr="00012942">
              <w:rPr>
                <w:b/>
                <w:color w:val="000000"/>
              </w:rPr>
              <w:t>7.12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D1204" w:rsidRPr="00012942" w:rsidRDefault="00395C81" w:rsidP="006D4256">
            <w:pPr>
              <w:ind w:left="105"/>
              <w:rPr>
                <w:b/>
                <w:color w:val="000000"/>
              </w:rPr>
            </w:pPr>
            <w:r w:rsidRPr="00012942">
              <w:rPr>
                <w:b/>
                <w:color w:val="000000"/>
              </w:rPr>
              <w:t>Záznamy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D1204" w:rsidRPr="00012942" w:rsidRDefault="004D1204" w:rsidP="006D4256">
            <w:pPr>
              <w:jc w:val="center"/>
              <w:rPr>
                <w:rFonts w:eastAsia="Wingdings"/>
                <w:color w:val="000000"/>
              </w:rPr>
            </w:pPr>
          </w:p>
        </w:tc>
      </w:tr>
      <w:tr w:rsidR="004D1204" w:rsidRPr="00012942" w:rsidTr="002644CE">
        <w:trPr>
          <w:trHeight w:val="262"/>
        </w:trPr>
        <w:tc>
          <w:tcPr>
            <w:tcW w:w="112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D1204" w:rsidRPr="00012942" w:rsidRDefault="004D1204" w:rsidP="006D4256">
            <w:pPr>
              <w:ind w:firstLine="232"/>
              <w:rPr>
                <w:b/>
                <w:color w:val="000000"/>
              </w:rPr>
            </w:pPr>
            <w:r w:rsidRPr="00012942">
              <w:rPr>
                <w:b/>
                <w:color w:val="000000"/>
              </w:rPr>
              <w:t>7.13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D1204" w:rsidRPr="00012942" w:rsidRDefault="00395C81" w:rsidP="006D4256">
            <w:pPr>
              <w:ind w:left="105"/>
              <w:rPr>
                <w:b/>
                <w:color w:val="000000"/>
              </w:rPr>
            </w:pPr>
            <w:r w:rsidRPr="00012942">
              <w:rPr>
                <w:b/>
                <w:color w:val="000000"/>
              </w:rPr>
              <w:t>Sťažnosti a odvolania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D1204" w:rsidRPr="00012942" w:rsidRDefault="004D1204" w:rsidP="006D4256">
            <w:pPr>
              <w:jc w:val="center"/>
              <w:rPr>
                <w:rFonts w:eastAsia="Wingdings"/>
                <w:color w:val="000000"/>
              </w:rPr>
            </w:pPr>
          </w:p>
        </w:tc>
      </w:tr>
    </w:tbl>
    <w:p w:rsidR="00130946" w:rsidRDefault="00130946"/>
    <w:p w:rsidR="00130946" w:rsidRDefault="00130946"/>
    <w:tbl>
      <w:tblPr>
        <w:tblW w:w="10529" w:type="dxa"/>
        <w:tblBorders>
          <w:top w:val="nil"/>
          <w:left w:val="nil"/>
          <w:bottom w:val="nil"/>
          <w:right w:val="nil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5"/>
        <w:gridCol w:w="3969"/>
        <w:gridCol w:w="5435"/>
      </w:tblGrid>
      <w:tr w:rsidR="00130946" w:rsidRPr="00012942" w:rsidTr="002644CE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30946" w:rsidRPr="00012942" w:rsidRDefault="00130946" w:rsidP="00130946">
            <w:pPr>
              <w:jc w:val="center"/>
              <w:rPr>
                <w:b/>
                <w:color w:val="000000"/>
              </w:rPr>
            </w:pPr>
            <w:r w:rsidRPr="00012942">
              <w:rPr>
                <w:b/>
                <w:color w:val="000000"/>
              </w:rPr>
              <w:t>Článok normy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30946" w:rsidRPr="00012942" w:rsidRDefault="00130946" w:rsidP="00130946">
            <w:pPr>
              <w:ind w:left="105"/>
              <w:jc w:val="center"/>
              <w:rPr>
                <w:b/>
                <w:color w:val="000000"/>
              </w:rPr>
            </w:pPr>
            <w:r w:rsidRPr="00012942">
              <w:rPr>
                <w:b/>
                <w:color w:val="000000"/>
              </w:rPr>
              <w:t>Názov článku</w:t>
            </w:r>
          </w:p>
        </w:tc>
        <w:tc>
          <w:tcPr>
            <w:tcW w:w="5435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vAlign w:val="center"/>
          </w:tcPr>
          <w:p w:rsidR="00130946" w:rsidRPr="00012942" w:rsidRDefault="00D97805" w:rsidP="00130946">
            <w:pPr>
              <w:jc w:val="center"/>
              <w:rPr>
                <w:b/>
                <w:color w:val="000000"/>
              </w:rPr>
            </w:pPr>
            <w:r w:rsidRPr="00012942">
              <w:rPr>
                <w:b/>
                <w:color w:val="000000"/>
              </w:rPr>
              <w:t>Popis plnenia požiadavky - odkazy na články relevantných dokumentov *)</w:t>
            </w:r>
          </w:p>
        </w:tc>
      </w:tr>
      <w:tr w:rsidR="00130946" w:rsidRPr="00012942" w:rsidTr="002644CE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30946" w:rsidRPr="00012942" w:rsidRDefault="00130946" w:rsidP="006D4256">
            <w:pPr>
              <w:ind w:firstLine="232"/>
              <w:rPr>
                <w:b/>
                <w:color w:val="000000"/>
              </w:rPr>
            </w:pPr>
            <w:r w:rsidRPr="00012942">
              <w:rPr>
                <w:b/>
                <w:color w:val="000000"/>
              </w:rPr>
              <w:t>8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30946" w:rsidRPr="00012942" w:rsidRDefault="0065040C" w:rsidP="006D4256">
            <w:pPr>
              <w:ind w:left="105"/>
              <w:rPr>
                <w:b/>
                <w:color w:val="000000"/>
              </w:rPr>
            </w:pPr>
            <w:r w:rsidRPr="00012942">
              <w:rPr>
                <w:b/>
                <w:color w:val="000000"/>
              </w:rPr>
              <w:t>Požiadavky na systém manažérstva</w:t>
            </w:r>
          </w:p>
        </w:tc>
        <w:tc>
          <w:tcPr>
            <w:tcW w:w="5435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30946" w:rsidRPr="00012942" w:rsidRDefault="00130946" w:rsidP="006D4256">
            <w:pPr>
              <w:jc w:val="center"/>
              <w:rPr>
                <w:rFonts w:eastAsia="Wingdings"/>
                <w:color w:val="000000"/>
              </w:rPr>
            </w:pPr>
          </w:p>
        </w:tc>
      </w:tr>
      <w:tr w:rsidR="00CB58F4" w:rsidRPr="00012942" w:rsidTr="002644CE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012942" w:rsidRDefault="00CB58F4" w:rsidP="006D4256">
            <w:pPr>
              <w:ind w:firstLine="232"/>
              <w:rPr>
                <w:b/>
                <w:iCs/>
                <w:color w:val="000000"/>
              </w:rPr>
            </w:pPr>
            <w:r w:rsidRPr="00012942">
              <w:rPr>
                <w:b/>
                <w:iCs/>
                <w:color w:val="000000"/>
              </w:rPr>
              <w:t>8.1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012942" w:rsidRDefault="0065040C" w:rsidP="006D4256">
            <w:pPr>
              <w:ind w:left="105"/>
              <w:rPr>
                <w:b/>
                <w:iCs/>
                <w:color w:val="000000"/>
              </w:rPr>
            </w:pPr>
            <w:r w:rsidRPr="00012942">
              <w:rPr>
                <w:b/>
                <w:iCs/>
                <w:color w:val="000000"/>
              </w:rPr>
              <w:t>Možnosti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B58F4" w:rsidRPr="00012942" w:rsidRDefault="00CB58F4" w:rsidP="006D4256">
            <w:pPr>
              <w:jc w:val="center"/>
              <w:rPr>
                <w:rFonts w:eastAsia="Wingdings"/>
                <w:iCs/>
                <w:color w:val="000000"/>
              </w:rPr>
            </w:pPr>
          </w:p>
        </w:tc>
      </w:tr>
      <w:tr w:rsidR="00CB58F4" w:rsidRPr="00012942" w:rsidTr="002644CE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012942" w:rsidRDefault="00CB58F4" w:rsidP="006D4256">
            <w:pPr>
              <w:ind w:firstLine="232"/>
              <w:rPr>
                <w:b/>
                <w:iCs/>
                <w:color w:val="000000"/>
              </w:rPr>
            </w:pPr>
            <w:r w:rsidRPr="00012942">
              <w:rPr>
                <w:b/>
                <w:iCs/>
                <w:color w:val="000000"/>
              </w:rPr>
              <w:t>8.2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012942" w:rsidRDefault="0065040C" w:rsidP="006D4256">
            <w:pPr>
              <w:ind w:left="105"/>
              <w:rPr>
                <w:b/>
                <w:iCs/>
                <w:color w:val="000000"/>
              </w:rPr>
            </w:pPr>
            <w:r w:rsidRPr="00012942">
              <w:rPr>
                <w:b/>
                <w:iCs/>
                <w:color w:val="000000"/>
              </w:rPr>
              <w:t>Všeobecná dokumentácia systému manažérstva (Možnosť A)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B58F4" w:rsidRPr="00012942" w:rsidRDefault="00CB58F4" w:rsidP="006D4256">
            <w:pPr>
              <w:jc w:val="center"/>
              <w:rPr>
                <w:rFonts w:eastAsia="Wingdings"/>
                <w:iCs/>
                <w:color w:val="000000"/>
              </w:rPr>
            </w:pPr>
          </w:p>
        </w:tc>
      </w:tr>
      <w:tr w:rsidR="00CB58F4" w:rsidRPr="00012942" w:rsidTr="002644CE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012942" w:rsidRDefault="00CB58F4" w:rsidP="006D4256">
            <w:pPr>
              <w:ind w:firstLine="232"/>
              <w:rPr>
                <w:b/>
                <w:iCs/>
                <w:color w:val="000000"/>
              </w:rPr>
            </w:pPr>
            <w:r w:rsidRPr="00012942">
              <w:rPr>
                <w:b/>
                <w:iCs/>
                <w:color w:val="000000"/>
              </w:rPr>
              <w:t>8.3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012942" w:rsidRDefault="0065040C" w:rsidP="006D4256">
            <w:pPr>
              <w:ind w:left="105"/>
              <w:rPr>
                <w:b/>
                <w:iCs/>
                <w:color w:val="000000"/>
              </w:rPr>
            </w:pPr>
            <w:r w:rsidRPr="00012942">
              <w:rPr>
                <w:b/>
                <w:iCs/>
                <w:color w:val="000000"/>
              </w:rPr>
              <w:t>Riadenie dokumentov (Možnosť A)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B58F4" w:rsidRPr="00012942" w:rsidRDefault="00CB58F4" w:rsidP="006D4256">
            <w:pPr>
              <w:jc w:val="center"/>
              <w:rPr>
                <w:rFonts w:eastAsia="Wingdings"/>
                <w:iCs/>
                <w:color w:val="000000"/>
              </w:rPr>
            </w:pPr>
          </w:p>
        </w:tc>
      </w:tr>
      <w:tr w:rsidR="00CB58F4" w:rsidRPr="00012942" w:rsidTr="002644CE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012942" w:rsidRDefault="00CB58F4" w:rsidP="006D4256">
            <w:pPr>
              <w:ind w:firstLine="232"/>
              <w:rPr>
                <w:b/>
                <w:iCs/>
                <w:color w:val="000000"/>
              </w:rPr>
            </w:pPr>
            <w:r w:rsidRPr="00012942">
              <w:rPr>
                <w:b/>
                <w:iCs/>
                <w:color w:val="000000"/>
              </w:rPr>
              <w:t>8.4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012942" w:rsidRDefault="0065040C" w:rsidP="006D4256">
            <w:pPr>
              <w:ind w:left="105"/>
              <w:rPr>
                <w:b/>
                <w:iCs/>
                <w:color w:val="000000"/>
              </w:rPr>
            </w:pPr>
            <w:r w:rsidRPr="00012942">
              <w:rPr>
                <w:b/>
                <w:iCs/>
                <w:color w:val="000000"/>
              </w:rPr>
              <w:t>Riadenie záznamov (Možnosť A)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B58F4" w:rsidRPr="00012942" w:rsidRDefault="00CB58F4" w:rsidP="006D4256">
            <w:pPr>
              <w:jc w:val="center"/>
              <w:rPr>
                <w:rFonts w:eastAsia="Wingdings"/>
                <w:iCs/>
                <w:color w:val="000000"/>
              </w:rPr>
            </w:pPr>
          </w:p>
        </w:tc>
      </w:tr>
      <w:tr w:rsidR="00CB58F4" w:rsidRPr="00012942" w:rsidTr="002644CE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012942" w:rsidRDefault="00CB58F4" w:rsidP="006D4256">
            <w:pPr>
              <w:ind w:firstLine="232"/>
              <w:rPr>
                <w:b/>
                <w:iCs/>
                <w:color w:val="000000"/>
              </w:rPr>
            </w:pPr>
            <w:r w:rsidRPr="00012942">
              <w:rPr>
                <w:b/>
                <w:iCs/>
                <w:color w:val="000000"/>
              </w:rPr>
              <w:t>8.5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012942" w:rsidRDefault="0065040C" w:rsidP="006D4256">
            <w:pPr>
              <w:ind w:left="105"/>
              <w:rPr>
                <w:b/>
                <w:iCs/>
                <w:color w:val="000000"/>
              </w:rPr>
            </w:pPr>
            <w:r w:rsidRPr="00012942">
              <w:rPr>
                <w:b/>
                <w:iCs/>
                <w:color w:val="000000"/>
              </w:rPr>
              <w:t>Preskúmanie manažmentom (Možnosť A)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B58F4" w:rsidRPr="00012942" w:rsidRDefault="00CB58F4" w:rsidP="006D4256">
            <w:pPr>
              <w:jc w:val="center"/>
              <w:rPr>
                <w:rFonts w:eastAsia="Wingdings"/>
                <w:iCs/>
                <w:color w:val="000000"/>
              </w:rPr>
            </w:pPr>
          </w:p>
        </w:tc>
      </w:tr>
      <w:tr w:rsidR="00CB58F4" w:rsidRPr="00012942" w:rsidTr="002644CE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012942" w:rsidRDefault="00CB58F4" w:rsidP="006D4256">
            <w:pPr>
              <w:ind w:firstLine="232"/>
              <w:rPr>
                <w:b/>
                <w:iCs/>
                <w:color w:val="000000"/>
              </w:rPr>
            </w:pPr>
            <w:r w:rsidRPr="00012942">
              <w:rPr>
                <w:b/>
                <w:iCs/>
                <w:color w:val="000000"/>
              </w:rPr>
              <w:t>8.6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CB58F4" w:rsidRPr="00012942" w:rsidRDefault="0065040C" w:rsidP="006D4256">
            <w:pPr>
              <w:ind w:left="105"/>
              <w:rPr>
                <w:b/>
                <w:iCs/>
                <w:color w:val="000000"/>
              </w:rPr>
            </w:pPr>
            <w:r w:rsidRPr="00012942">
              <w:rPr>
                <w:b/>
                <w:iCs/>
                <w:color w:val="000000"/>
              </w:rPr>
              <w:t>Interné audity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B58F4" w:rsidRPr="00012942" w:rsidRDefault="00CB58F4" w:rsidP="006D4256">
            <w:pPr>
              <w:jc w:val="center"/>
              <w:rPr>
                <w:rFonts w:eastAsia="Wingdings"/>
                <w:iCs/>
                <w:color w:val="000000"/>
              </w:rPr>
            </w:pPr>
          </w:p>
        </w:tc>
      </w:tr>
      <w:tr w:rsidR="0065040C" w:rsidRPr="00012942" w:rsidTr="002644CE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65040C" w:rsidRPr="00012942" w:rsidRDefault="0065040C" w:rsidP="006D4256">
            <w:pPr>
              <w:ind w:firstLine="232"/>
              <w:rPr>
                <w:b/>
                <w:iCs/>
                <w:color w:val="000000"/>
              </w:rPr>
            </w:pPr>
            <w:r w:rsidRPr="00012942">
              <w:rPr>
                <w:b/>
                <w:iCs/>
                <w:color w:val="000000"/>
              </w:rPr>
              <w:t>8.7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65040C" w:rsidRPr="00012942" w:rsidRDefault="0065040C" w:rsidP="006D4256">
            <w:pPr>
              <w:ind w:left="105"/>
              <w:rPr>
                <w:b/>
                <w:iCs/>
                <w:color w:val="000000"/>
              </w:rPr>
            </w:pPr>
            <w:r w:rsidRPr="00012942">
              <w:rPr>
                <w:b/>
                <w:iCs/>
                <w:color w:val="000000"/>
              </w:rPr>
              <w:t>Nápravné činnosti (Možnosť A)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5040C" w:rsidRPr="00012942" w:rsidRDefault="0065040C" w:rsidP="006D4256">
            <w:pPr>
              <w:jc w:val="center"/>
              <w:rPr>
                <w:rFonts w:eastAsia="Wingdings"/>
                <w:iCs/>
                <w:color w:val="000000"/>
              </w:rPr>
            </w:pPr>
          </w:p>
        </w:tc>
      </w:tr>
      <w:tr w:rsidR="0065040C" w:rsidRPr="00012942" w:rsidTr="002644CE">
        <w:trPr>
          <w:trHeight w:val="262"/>
        </w:trPr>
        <w:tc>
          <w:tcPr>
            <w:tcW w:w="112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65040C" w:rsidRPr="00012942" w:rsidRDefault="0065040C" w:rsidP="006D4256">
            <w:pPr>
              <w:ind w:firstLine="232"/>
              <w:rPr>
                <w:b/>
                <w:iCs/>
                <w:color w:val="000000"/>
              </w:rPr>
            </w:pPr>
            <w:r w:rsidRPr="00012942">
              <w:rPr>
                <w:b/>
                <w:iCs/>
                <w:color w:val="000000"/>
              </w:rPr>
              <w:t>8.8</w:t>
            </w:r>
          </w:p>
        </w:tc>
        <w:tc>
          <w:tcPr>
            <w:tcW w:w="39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65040C" w:rsidRPr="00012942" w:rsidRDefault="0065040C" w:rsidP="006D4256">
            <w:pPr>
              <w:ind w:left="105"/>
              <w:rPr>
                <w:b/>
                <w:iCs/>
                <w:color w:val="000000"/>
              </w:rPr>
            </w:pPr>
            <w:r w:rsidRPr="00012942">
              <w:rPr>
                <w:b/>
                <w:iCs/>
                <w:color w:val="000000"/>
              </w:rPr>
              <w:t>Preventívne činnosti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5040C" w:rsidRPr="00012942" w:rsidRDefault="0065040C" w:rsidP="006D4256">
            <w:pPr>
              <w:jc w:val="center"/>
              <w:rPr>
                <w:rFonts w:eastAsia="Wingdings"/>
                <w:iCs/>
                <w:color w:val="000000"/>
              </w:rPr>
            </w:pPr>
          </w:p>
        </w:tc>
      </w:tr>
    </w:tbl>
    <w:p w:rsidR="002644CE" w:rsidRDefault="002644CE" w:rsidP="00CB58F4">
      <w:pPr>
        <w:ind w:firstLine="232"/>
        <w:sectPr w:rsidR="002644CE" w:rsidSect="002C4604">
          <w:type w:val="continuous"/>
          <w:pgSz w:w="11906" w:h="16838" w:code="9"/>
          <w:pgMar w:top="567" w:right="567" w:bottom="992" w:left="851" w:header="567" w:footer="357" w:gutter="0"/>
          <w:cols w:space="708"/>
          <w:formProt w:val="0"/>
          <w:titlePg/>
          <w:docGrid w:linePitch="360"/>
        </w:sectPr>
      </w:pPr>
    </w:p>
    <w:p w:rsidR="00CB58F4" w:rsidRDefault="00CB58F4" w:rsidP="00CB58F4">
      <w:pPr>
        <w:ind w:firstLine="232"/>
      </w:pPr>
    </w:p>
    <w:p w:rsidR="00CB58F4" w:rsidRPr="00F5502A" w:rsidRDefault="002644CE" w:rsidP="00C9135A">
      <w:pPr>
        <w:pStyle w:val="Hlavika"/>
        <w:keepLines/>
        <w:tabs>
          <w:tab w:val="clear" w:pos="4536"/>
          <w:tab w:val="clear" w:pos="9072"/>
        </w:tabs>
      </w:pPr>
      <w:r>
        <w:rPr>
          <w:b/>
          <w:color w:val="000000"/>
        </w:rPr>
        <w:t>*) Všetky dokumenty, na ktoré sa odvolávate vložte do AIS.</w:t>
      </w:r>
      <w:r w:rsidRPr="00F5502A">
        <w:t xml:space="preserve"> 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3060"/>
        <w:gridCol w:w="1080"/>
        <w:gridCol w:w="10"/>
        <w:gridCol w:w="890"/>
        <w:gridCol w:w="4550"/>
      </w:tblGrid>
      <w:tr w:rsidR="00674C47" w:rsidRPr="00F5502A" w:rsidTr="009C05A2">
        <w:trPr>
          <w:cantSplit/>
          <w:trHeight w:val="454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74C47" w:rsidRPr="00F5502A" w:rsidRDefault="00674C47" w:rsidP="00C9135A">
            <w:pPr>
              <w:pStyle w:val="Hlavika"/>
              <w:keepLines/>
              <w:tabs>
                <w:tab w:val="clear" w:pos="4536"/>
                <w:tab w:val="clear" w:pos="9072"/>
              </w:tabs>
              <w:spacing w:before="90"/>
              <w:ind w:left="-70"/>
            </w:pPr>
            <w:r w:rsidRPr="00F5502A">
              <w:t>Dátum: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674C47" w:rsidRPr="00F5502A" w:rsidRDefault="00674C47" w:rsidP="00C9135A">
            <w:pPr>
              <w:keepLines/>
              <w:framePr w:hSpace="141" w:wrap="around" w:vAnchor="text" w:hAnchor="text" w:x="40" w:y="1"/>
              <w:rPr>
                <w:sz w:val="8"/>
              </w:rPr>
            </w:pPr>
          </w:p>
          <w:p w:rsidR="00674C47" w:rsidRPr="00F5502A" w:rsidRDefault="009B1DA7" w:rsidP="00C9135A">
            <w:pPr>
              <w:keepLines/>
            </w:pPr>
            <w:r w:rsidRPr="00F5502A">
              <w:fldChar w:fldCharType="begin">
                <w:ffData>
                  <w:name w:val="T5"/>
                  <w:enabled/>
                  <w:calcOnExit w:val="0"/>
                  <w:textInput>
                    <w:maxLength w:val="12"/>
                  </w:textInput>
                </w:ffData>
              </w:fldChar>
            </w:r>
            <w:bookmarkStart w:id="5" w:name="T5"/>
            <w:r w:rsidR="00674C47" w:rsidRPr="00F5502A">
              <w:instrText xml:space="preserve"> FORMTEXT </w:instrText>
            </w:r>
            <w:r w:rsidRPr="00F5502A">
              <w:fldChar w:fldCharType="separate"/>
            </w:r>
            <w:r w:rsidR="00674C47" w:rsidRPr="00F5502A">
              <w:rPr>
                <w:noProof/>
              </w:rPr>
              <w:t> </w:t>
            </w:r>
            <w:r w:rsidR="00674C47" w:rsidRPr="00F5502A">
              <w:rPr>
                <w:noProof/>
              </w:rPr>
              <w:t> </w:t>
            </w:r>
            <w:r w:rsidR="00674C47" w:rsidRPr="00F5502A">
              <w:rPr>
                <w:noProof/>
              </w:rPr>
              <w:t> </w:t>
            </w:r>
            <w:r w:rsidR="00674C47" w:rsidRPr="00F5502A">
              <w:rPr>
                <w:noProof/>
              </w:rPr>
              <w:t> </w:t>
            </w:r>
            <w:r w:rsidR="00674C47" w:rsidRPr="00F5502A">
              <w:rPr>
                <w:noProof/>
              </w:rPr>
              <w:t> </w:t>
            </w:r>
            <w:r w:rsidRPr="00F5502A">
              <w:fldChar w:fldCharType="end"/>
            </w:r>
            <w:bookmarkEnd w:id="5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74C47" w:rsidRPr="00F5502A" w:rsidRDefault="00674C47" w:rsidP="00CB58F4">
            <w:pPr>
              <w:keepLines/>
              <w:spacing w:before="90"/>
            </w:pPr>
          </w:p>
        </w:tc>
        <w:tc>
          <w:tcPr>
            <w:tcW w:w="54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74C47" w:rsidRPr="00F5502A" w:rsidRDefault="00674C47" w:rsidP="00C9135A">
            <w:pPr>
              <w:keepLines/>
            </w:pPr>
          </w:p>
        </w:tc>
      </w:tr>
      <w:tr w:rsidR="00674C47" w:rsidRPr="00F5502A" w:rsidTr="009C05A2">
        <w:trPr>
          <w:gridBefore w:val="2"/>
          <w:wBefore w:w="3960" w:type="dxa"/>
          <w:cantSplit/>
          <w:trHeight w:val="454"/>
        </w:trPr>
        <w:tc>
          <w:tcPr>
            <w:tcW w:w="1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74C47" w:rsidRPr="00F5502A" w:rsidRDefault="00674C47" w:rsidP="00C9135A">
            <w:pPr>
              <w:keepLines/>
              <w:spacing w:before="90"/>
              <w:ind w:left="-70"/>
            </w:pPr>
            <w:r w:rsidRPr="00F5502A">
              <w:t>Meno a priezvisko:</w:t>
            </w:r>
          </w:p>
        </w:tc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</w:tcPr>
          <w:p w:rsidR="00674C47" w:rsidRPr="00F5502A" w:rsidRDefault="00674C47" w:rsidP="00C9135A">
            <w:pPr>
              <w:keepLines/>
              <w:framePr w:hSpace="141" w:wrap="around" w:vAnchor="text" w:hAnchor="text" w:x="40" w:y="1"/>
              <w:rPr>
                <w:sz w:val="8"/>
              </w:rPr>
            </w:pPr>
          </w:p>
          <w:p w:rsidR="00674C47" w:rsidRPr="00F5502A" w:rsidRDefault="009B1DA7" w:rsidP="00C9135A">
            <w:pPr>
              <w:keepLines/>
            </w:pPr>
            <w:r w:rsidRPr="00F5502A">
              <w:fldChar w:fldCharType="begin">
                <w:ffData>
                  <w:name w:val="T7"/>
                  <w:enabled/>
                  <w:calcOnExit w:val="0"/>
                  <w:textInput>
                    <w:maxLength w:val="50"/>
                  </w:textInput>
                </w:ffData>
              </w:fldChar>
            </w:r>
            <w:bookmarkStart w:id="6" w:name="T7"/>
            <w:r w:rsidR="00674C47" w:rsidRPr="00F5502A">
              <w:instrText xml:space="preserve"> FORMTEXT </w:instrText>
            </w:r>
            <w:r w:rsidRPr="00F5502A">
              <w:fldChar w:fldCharType="separate"/>
            </w:r>
            <w:r w:rsidR="00674C47" w:rsidRPr="00F5502A">
              <w:rPr>
                <w:noProof/>
              </w:rPr>
              <w:t> </w:t>
            </w:r>
            <w:r w:rsidR="00674C47" w:rsidRPr="00F5502A">
              <w:rPr>
                <w:noProof/>
              </w:rPr>
              <w:t> </w:t>
            </w:r>
            <w:r w:rsidR="00674C47" w:rsidRPr="00F5502A">
              <w:rPr>
                <w:noProof/>
              </w:rPr>
              <w:t> </w:t>
            </w:r>
            <w:r w:rsidR="00674C47" w:rsidRPr="00F5502A">
              <w:rPr>
                <w:noProof/>
              </w:rPr>
              <w:t> </w:t>
            </w:r>
            <w:r w:rsidR="00674C47" w:rsidRPr="00F5502A">
              <w:rPr>
                <w:noProof/>
              </w:rPr>
              <w:t> </w:t>
            </w:r>
            <w:r w:rsidRPr="00F5502A">
              <w:fldChar w:fldCharType="end"/>
            </w:r>
            <w:bookmarkEnd w:id="6"/>
          </w:p>
        </w:tc>
      </w:tr>
      <w:tr w:rsidR="00674C47" w:rsidRPr="00F5502A" w:rsidTr="009C05A2">
        <w:trPr>
          <w:gridBefore w:val="2"/>
          <w:wBefore w:w="3960" w:type="dxa"/>
          <w:cantSplit/>
          <w:trHeight w:val="454"/>
        </w:trPr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74C47" w:rsidRPr="00F5502A" w:rsidRDefault="00674C47" w:rsidP="00C9135A">
            <w:pPr>
              <w:keepLines/>
              <w:spacing w:before="90"/>
              <w:ind w:left="-70"/>
            </w:pPr>
          </w:p>
        </w:tc>
        <w:tc>
          <w:tcPr>
            <w:tcW w:w="54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74C47" w:rsidRPr="00F5502A" w:rsidRDefault="00674C47" w:rsidP="00C9135A">
            <w:pPr>
              <w:keepLines/>
            </w:pPr>
          </w:p>
        </w:tc>
      </w:tr>
    </w:tbl>
    <w:p w:rsidR="00551382" w:rsidRPr="00F5502A" w:rsidRDefault="00551382" w:rsidP="002644CE">
      <w:pPr>
        <w:keepLines/>
        <w:jc w:val="both"/>
        <w:rPr>
          <w:sz w:val="6"/>
        </w:rPr>
      </w:pPr>
    </w:p>
    <w:sectPr w:rsidR="00551382" w:rsidRPr="00F5502A" w:rsidSect="002C4604">
      <w:type w:val="continuous"/>
      <w:pgSz w:w="11906" w:h="16838" w:code="9"/>
      <w:pgMar w:top="567" w:right="567" w:bottom="992" w:left="851" w:header="567" w:footer="3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2081" w:rsidRDefault="00742081">
      <w:r>
        <w:separator/>
      </w:r>
    </w:p>
  </w:endnote>
  <w:endnote w:type="continuationSeparator" w:id="0">
    <w:p w:rsidR="00742081" w:rsidRDefault="007420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BDC" w:rsidRPr="00997854" w:rsidRDefault="00851BDC" w:rsidP="00851BDC">
    <w:pPr>
      <w:pStyle w:val="Pta"/>
      <w:tabs>
        <w:tab w:val="clear" w:pos="4153"/>
        <w:tab w:val="clear" w:pos="8306"/>
        <w:tab w:val="right" w:pos="10490"/>
      </w:tabs>
      <w:rPr>
        <w:b/>
      </w:rPr>
    </w:pPr>
    <w:r w:rsidRPr="00997854">
      <w:rPr>
        <w:b/>
      </w:rPr>
      <w:t>TL 05</w:t>
    </w:r>
    <w:r>
      <w:rPr>
        <w:b/>
      </w:rPr>
      <w:t>/OA6/2</w:t>
    </w:r>
  </w:p>
  <w:p w:rsidR="00674C47" w:rsidRDefault="00851BDC" w:rsidP="00851BDC">
    <w:pPr>
      <w:pStyle w:val="Pta"/>
      <w:tabs>
        <w:tab w:val="clear" w:pos="4153"/>
        <w:tab w:val="clear" w:pos="8306"/>
        <w:tab w:val="right" w:pos="10490"/>
      </w:tabs>
    </w:pPr>
    <w:r>
      <w:t>Verzia</w:t>
    </w:r>
    <w:r w:rsidRPr="00E83EBB">
      <w:t>:</w:t>
    </w:r>
    <w:r>
      <w:rPr>
        <w:b/>
      </w:rPr>
      <w:t xml:space="preserve"> </w:t>
    </w:r>
    <w:r w:rsidR="006E5378">
      <w:rPr>
        <w:b/>
      </w:rPr>
      <w:t>29.11</w:t>
    </w:r>
    <w:r>
      <w:rPr>
        <w:b/>
      </w:rPr>
      <w:t>.19</w:t>
    </w:r>
    <w:r w:rsidR="00551382">
      <w:tab/>
      <w:t xml:space="preserve">Strana: </w:t>
    </w:r>
    <w:r w:rsidR="009B1DA7" w:rsidRPr="00997854">
      <w:rPr>
        <w:rStyle w:val="slostrany"/>
        <w:b/>
      </w:rPr>
      <w:fldChar w:fldCharType="begin"/>
    </w:r>
    <w:r w:rsidR="00551382" w:rsidRPr="00997854">
      <w:rPr>
        <w:rStyle w:val="slostrany"/>
        <w:b/>
      </w:rPr>
      <w:instrText xml:space="preserve"> PAGE </w:instrText>
    </w:r>
    <w:r w:rsidR="009B1DA7" w:rsidRPr="00997854">
      <w:rPr>
        <w:rStyle w:val="slostrany"/>
        <w:b/>
      </w:rPr>
      <w:fldChar w:fldCharType="separate"/>
    </w:r>
    <w:r w:rsidR="006E5378">
      <w:rPr>
        <w:rStyle w:val="slostrany"/>
        <w:b/>
        <w:noProof/>
      </w:rPr>
      <w:t>2</w:t>
    </w:r>
    <w:r w:rsidR="009B1DA7" w:rsidRPr="00997854">
      <w:rPr>
        <w:rStyle w:val="slostrany"/>
        <w:b/>
      </w:rPr>
      <w:fldChar w:fldCharType="end"/>
    </w:r>
    <w:r w:rsidR="00551382" w:rsidRPr="00997854">
      <w:rPr>
        <w:rStyle w:val="slostrany"/>
        <w:b/>
      </w:rPr>
      <w:t xml:space="preserve"> </w:t>
    </w:r>
    <w:r w:rsidR="00551382" w:rsidRPr="00DB2276">
      <w:rPr>
        <w:rStyle w:val="slostrany"/>
        <w:b/>
      </w:rPr>
      <w:t>/</w:t>
    </w:r>
    <w:r w:rsidR="00551382">
      <w:rPr>
        <w:rStyle w:val="slostrany"/>
        <w:b/>
      </w:rPr>
      <w:t xml:space="preserve"> </w:t>
    </w:r>
    <w:r w:rsidR="007A7523">
      <w:rPr>
        <w:rStyle w:val="slostrany"/>
        <w:b/>
        <w:noProof/>
      </w:rPr>
      <w:fldChar w:fldCharType="begin"/>
    </w:r>
    <w:r w:rsidR="007A7523">
      <w:rPr>
        <w:rStyle w:val="slostrany"/>
        <w:b/>
        <w:noProof/>
      </w:rPr>
      <w:instrText xml:space="preserve"> NUMPAGES   \* MERGEFORMAT </w:instrText>
    </w:r>
    <w:r w:rsidR="007A7523">
      <w:rPr>
        <w:rStyle w:val="slostrany"/>
        <w:b/>
        <w:noProof/>
      </w:rPr>
      <w:fldChar w:fldCharType="separate"/>
    </w:r>
    <w:r w:rsidR="006E5378">
      <w:rPr>
        <w:rStyle w:val="slostrany"/>
        <w:b/>
        <w:noProof/>
      </w:rPr>
      <w:t>2</w:t>
    </w:r>
    <w:r w:rsidR="007A7523">
      <w:rPr>
        <w:rStyle w:val="slostrany"/>
        <w:b/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44CE" w:rsidRPr="00997854" w:rsidRDefault="002644CE" w:rsidP="002644CE">
    <w:pPr>
      <w:pStyle w:val="Pta"/>
      <w:tabs>
        <w:tab w:val="clear" w:pos="4153"/>
        <w:tab w:val="clear" w:pos="8306"/>
        <w:tab w:val="right" w:pos="10490"/>
      </w:tabs>
      <w:rPr>
        <w:b/>
      </w:rPr>
    </w:pPr>
    <w:r w:rsidRPr="00997854">
      <w:rPr>
        <w:b/>
      </w:rPr>
      <w:t>TL 05</w:t>
    </w:r>
    <w:r w:rsidR="00851BDC">
      <w:rPr>
        <w:b/>
      </w:rPr>
      <w:t>/</w:t>
    </w:r>
    <w:r>
      <w:rPr>
        <w:b/>
      </w:rPr>
      <w:t>OA6</w:t>
    </w:r>
    <w:r w:rsidR="00851BDC">
      <w:rPr>
        <w:b/>
      </w:rPr>
      <w:t>/2</w:t>
    </w:r>
  </w:p>
  <w:p w:rsidR="00674C47" w:rsidRPr="00E83EBB" w:rsidRDefault="002644CE" w:rsidP="002644CE">
    <w:pPr>
      <w:pStyle w:val="Pta"/>
      <w:tabs>
        <w:tab w:val="clear" w:pos="4153"/>
        <w:tab w:val="clear" w:pos="8306"/>
        <w:tab w:val="right" w:pos="10490"/>
      </w:tabs>
    </w:pPr>
    <w:r>
      <w:t>Verzia</w:t>
    </w:r>
    <w:r w:rsidRPr="00E83EBB">
      <w:t>:</w:t>
    </w:r>
    <w:r>
      <w:rPr>
        <w:b/>
      </w:rPr>
      <w:t xml:space="preserve"> </w:t>
    </w:r>
    <w:r w:rsidR="006E5378">
      <w:rPr>
        <w:b/>
      </w:rPr>
      <w:t>29.11</w:t>
    </w:r>
    <w:r>
      <w:rPr>
        <w:b/>
      </w:rPr>
      <w:t>.19</w:t>
    </w:r>
    <w:r w:rsidR="00E83EBB">
      <w:rPr>
        <w:b/>
      </w:rPr>
      <w:tab/>
    </w:r>
    <w:r w:rsidR="00E83EBB">
      <w:t xml:space="preserve">Strana: </w:t>
    </w:r>
    <w:r w:rsidR="009B1DA7" w:rsidRPr="00997854">
      <w:rPr>
        <w:rStyle w:val="slostrany"/>
        <w:b/>
      </w:rPr>
      <w:fldChar w:fldCharType="begin"/>
    </w:r>
    <w:r w:rsidR="00E83EBB" w:rsidRPr="00997854">
      <w:rPr>
        <w:rStyle w:val="slostrany"/>
        <w:b/>
      </w:rPr>
      <w:instrText xml:space="preserve"> PAGE </w:instrText>
    </w:r>
    <w:r w:rsidR="009B1DA7" w:rsidRPr="00997854">
      <w:rPr>
        <w:rStyle w:val="slostrany"/>
        <w:b/>
      </w:rPr>
      <w:fldChar w:fldCharType="separate"/>
    </w:r>
    <w:r w:rsidR="006E5378">
      <w:rPr>
        <w:rStyle w:val="slostrany"/>
        <w:b/>
        <w:noProof/>
      </w:rPr>
      <w:t>1</w:t>
    </w:r>
    <w:r w:rsidR="009B1DA7" w:rsidRPr="00997854">
      <w:rPr>
        <w:rStyle w:val="slostrany"/>
        <w:b/>
      </w:rPr>
      <w:fldChar w:fldCharType="end"/>
    </w:r>
    <w:r w:rsidR="00E83EBB" w:rsidRPr="00997854">
      <w:rPr>
        <w:rStyle w:val="slostrany"/>
        <w:b/>
      </w:rPr>
      <w:t xml:space="preserve"> </w:t>
    </w:r>
    <w:r w:rsidR="00E83EBB" w:rsidRPr="00DB2276">
      <w:rPr>
        <w:rStyle w:val="slostrany"/>
        <w:b/>
      </w:rPr>
      <w:t>/</w:t>
    </w:r>
    <w:r w:rsidR="00E83EBB">
      <w:rPr>
        <w:rStyle w:val="slostrany"/>
        <w:b/>
      </w:rPr>
      <w:t xml:space="preserve"> </w:t>
    </w:r>
    <w:r w:rsidR="007731AB">
      <w:rPr>
        <w:rStyle w:val="slostrany"/>
        <w:b/>
        <w:noProof/>
      </w:rPr>
      <w:fldChar w:fldCharType="begin"/>
    </w:r>
    <w:r w:rsidR="007731AB">
      <w:rPr>
        <w:rStyle w:val="slostrany"/>
        <w:b/>
        <w:noProof/>
      </w:rPr>
      <w:instrText xml:space="preserve"> NUMPAGES   \* MERGEFORMAT </w:instrText>
    </w:r>
    <w:r w:rsidR="007731AB">
      <w:rPr>
        <w:rStyle w:val="slostrany"/>
        <w:b/>
        <w:noProof/>
      </w:rPr>
      <w:fldChar w:fldCharType="separate"/>
    </w:r>
    <w:r w:rsidR="006E5378">
      <w:rPr>
        <w:rStyle w:val="slostrany"/>
        <w:b/>
        <w:noProof/>
      </w:rPr>
      <w:t>2</w:t>
    </w:r>
    <w:r w:rsidR="007731AB">
      <w:rPr>
        <w:rStyle w:val="slostrany"/>
        <w:b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2081" w:rsidRDefault="00742081">
      <w:r>
        <w:separator/>
      </w:r>
    </w:p>
  </w:footnote>
  <w:footnote w:type="continuationSeparator" w:id="0">
    <w:p w:rsidR="00742081" w:rsidRDefault="007420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80"/>
      <w:gridCol w:w="9410"/>
    </w:tblGrid>
    <w:tr w:rsidR="00551382" w:rsidTr="00551382">
      <w:trPr>
        <w:trHeight w:hRule="exact" w:val="454"/>
      </w:trPr>
      <w:tc>
        <w:tcPr>
          <w:tcW w:w="1080" w:type="dxa"/>
          <w:shd w:val="pct10" w:color="000000" w:fill="FFFFFF"/>
        </w:tcPr>
        <w:p w:rsidR="00551382" w:rsidRDefault="00551382">
          <w:pPr>
            <w:pStyle w:val="Hlavika"/>
            <w:rPr>
              <w:sz w:val="20"/>
            </w:rPr>
          </w:pPr>
          <w:r>
            <w:rPr>
              <w:sz w:val="20"/>
            </w:rPr>
            <w:t>Žiadateľ:</w:t>
          </w:r>
        </w:p>
      </w:tc>
      <w:tc>
        <w:tcPr>
          <w:tcW w:w="9410" w:type="dxa"/>
        </w:tcPr>
        <w:p w:rsidR="00551382" w:rsidRDefault="009B1DA7">
          <w:pPr>
            <w:pStyle w:val="Hlavika"/>
            <w:ind w:left="110"/>
            <w:rPr>
              <w:sz w:val="20"/>
            </w:rPr>
          </w:pPr>
          <w:r>
            <w:rPr>
              <w:sz w:val="18"/>
            </w:rPr>
            <w:fldChar w:fldCharType="begin"/>
          </w:r>
          <w:r w:rsidR="00551382">
            <w:rPr>
              <w:sz w:val="18"/>
            </w:rPr>
            <w:instrText xml:space="preserve"> REF T1  \* CHARFORMAT  \* MERGEFORMAT </w:instrText>
          </w:r>
          <w:r>
            <w:rPr>
              <w:sz w:val="18"/>
            </w:rPr>
            <w:fldChar w:fldCharType="separate"/>
          </w:r>
          <w:r w:rsidR="00851BDC" w:rsidRPr="00851BDC">
            <w:rPr>
              <w:b/>
              <w:bCs/>
              <w:sz w:val="18"/>
            </w:rPr>
            <w:t>názov / obchodné meno</w:t>
          </w:r>
          <w:r>
            <w:rPr>
              <w:sz w:val="18"/>
            </w:rPr>
            <w:fldChar w:fldCharType="end"/>
          </w:r>
          <w:r w:rsidR="00551382">
            <w:rPr>
              <w:sz w:val="18"/>
            </w:rPr>
            <w:t xml:space="preserve">, </w:t>
          </w:r>
          <w:r>
            <w:rPr>
              <w:sz w:val="18"/>
            </w:rPr>
            <w:fldChar w:fldCharType="begin"/>
          </w:r>
          <w:r w:rsidR="00551382">
            <w:rPr>
              <w:sz w:val="18"/>
            </w:rPr>
            <w:instrText xml:space="preserve"> REF T2  \* CHARFORMAT  \* MERGEFORMAT </w:instrText>
          </w:r>
          <w:r>
            <w:rPr>
              <w:sz w:val="18"/>
            </w:rPr>
            <w:fldChar w:fldCharType="separate"/>
          </w:r>
          <w:r w:rsidR="00851BDC" w:rsidRPr="00851BDC">
            <w:rPr>
              <w:b/>
              <w:bCs/>
              <w:sz w:val="18"/>
            </w:rPr>
            <w:t>adresa sídla</w:t>
          </w:r>
          <w:r>
            <w:rPr>
              <w:sz w:val="18"/>
            </w:rPr>
            <w:fldChar w:fldCharType="end"/>
          </w:r>
        </w:p>
      </w:tc>
    </w:tr>
  </w:tbl>
  <w:p w:rsidR="00674C47" w:rsidRDefault="00674C47">
    <w:pPr>
      <w:pStyle w:val="Hlavika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C4DE7"/>
    <w:multiLevelType w:val="hybridMultilevel"/>
    <w:tmpl w:val="198C4FD6"/>
    <w:lvl w:ilvl="0" w:tplc="4EB4AE9E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7D36056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264F39E">
      <w:start w:val="1"/>
      <w:numFmt w:val="bullet"/>
      <w:lvlText w:val=""/>
      <w:lvlJc w:val="left"/>
      <w:pPr>
        <w:tabs>
          <w:tab w:val="num" w:pos="1211"/>
        </w:tabs>
        <w:ind w:left="1191" w:hanging="340"/>
      </w:pPr>
      <w:rPr>
        <w:rFonts w:ascii="Wingdings" w:hAnsi="Wingdings" w:hint="default"/>
      </w:rPr>
    </w:lvl>
    <w:lvl w:ilvl="3" w:tplc="AACCD0F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4CE5E4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12862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4CA33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18B6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6C40CF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5C55FBA"/>
    <w:multiLevelType w:val="multilevel"/>
    <w:tmpl w:val="4A16A6A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10"/>
        </w:tabs>
        <w:ind w:left="14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55"/>
        </w:tabs>
        <w:ind w:left="17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00"/>
        </w:tabs>
        <w:ind w:left="21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05"/>
        </w:tabs>
        <w:ind w:left="28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855"/>
        </w:tabs>
        <w:ind w:left="38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440"/>
      </w:pPr>
      <w:rPr>
        <w:rFonts w:hint="default"/>
      </w:rPr>
    </w:lvl>
  </w:abstractNum>
  <w:abstractNum w:abstractNumId="2">
    <w:nsid w:val="168A5A8C"/>
    <w:multiLevelType w:val="hybridMultilevel"/>
    <w:tmpl w:val="68F4CA9C"/>
    <w:lvl w:ilvl="0" w:tplc="013CBC7A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136C856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D7A457E">
      <w:start w:val="5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555ADE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2B2256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AA88BD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41EDC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C49C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9C87F6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0726F3"/>
    <w:multiLevelType w:val="hybridMultilevel"/>
    <w:tmpl w:val="97D8AE98"/>
    <w:lvl w:ilvl="0" w:tplc="5BF07C54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4984C374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C9D2357C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3BD6DE6E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AE2088EE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8990C1AE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CC08F9AA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909C16DE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8A52143A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>
    <w:nsid w:val="1AEA49ED"/>
    <w:multiLevelType w:val="singleLevel"/>
    <w:tmpl w:val="041B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21AE45C1"/>
    <w:multiLevelType w:val="hybridMultilevel"/>
    <w:tmpl w:val="FD6A5BD4"/>
    <w:lvl w:ilvl="0" w:tplc="E5B4E398">
      <w:start w:val="17"/>
      <w:numFmt w:val="bullet"/>
      <w:lvlText w:val=""/>
      <w:lvlJc w:val="left"/>
      <w:pPr>
        <w:tabs>
          <w:tab w:val="num" w:pos="720"/>
        </w:tabs>
        <w:ind w:left="720" w:hanging="360"/>
      </w:pPr>
      <w:rPr>
        <w:rFonts w:ascii="Wingdings 2" w:eastAsia="Times New Roman" w:hAnsi="Wingdings 2" w:cs="Times New Roman" w:hint="default"/>
      </w:rPr>
    </w:lvl>
    <w:lvl w:ilvl="1" w:tplc="D0C0E0B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52683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2078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F621C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B501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A6733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EE440A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02CC8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D000DB0"/>
    <w:multiLevelType w:val="hybridMultilevel"/>
    <w:tmpl w:val="3000E4BA"/>
    <w:lvl w:ilvl="0" w:tplc="9B408D7C">
      <w:start w:val="1"/>
      <w:numFmt w:val="lowerLetter"/>
      <w:lvlText w:val="%1)"/>
      <w:lvlJc w:val="left"/>
      <w:pPr>
        <w:tabs>
          <w:tab w:val="num" w:pos="2061"/>
        </w:tabs>
        <w:ind w:left="1758" w:hanging="57"/>
      </w:pPr>
      <w:rPr>
        <w:rFonts w:hint="default"/>
      </w:rPr>
    </w:lvl>
    <w:lvl w:ilvl="1" w:tplc="5B80B776">
      <w:start w:val="1"/>
      <w:numFmt w:val="lowerLetter"/>
      <w:lvlText w:val="%2)"/>
      <w:lvlJc w:val="left"/>
      <w:pPr>
        <w:tabs>
          <w:tab w:val="num" w:pos="1247"/>
        </w:tabs>
        <w:ind w:left="1247" w:hanging="396"/>
      </w:pPr>
      <w:rPr>
        <w:rFonts w:hint="default"/>
      </w:rPr>
    </w:lvl>
    <w:lvl w:ilvl="2" w:tplc="BE86CCB4">
      <w:start w:val="1"/>
      <w:numFmt w:val="bullet"/>
      <w:lvlText w:val=""/>
      <w:lvlJc w:val="left"/>
      <w:pPr>
        <w:tabs>
          <w:tab w:val="num" w:pos="2268"/>
        </w:tabs>
        <w:ind w:left="2268" w:hanging="454"/>
      </w:pPr>
      <w:rPr>
        <w:rFonts w:ascii="Wingdings" w:hAnsi="Wingdings" w:hint="default"/>
      </w:rPr>
    </w:lvl>
    <w:lvl w:ilvl="3" w:tplc="B358D988">
      <w:start w:val="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E0E43DB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DA04E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94E714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578491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8221F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4FF68A2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">
    <w:nsid w:val="387632DB"/>
    <w:multiLevelType w:val="hybridMultilevel"/>
    <w:tmpl w:val="8E8E4436"/>
    <w:lvl w:ilvl="0" w:tplc="6DA242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DACEA8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3E0AD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1C473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3F841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22AED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CD002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EC36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366601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8D25F38"/>
    <w:multiLevelType w:val="hybridMultilevel"/>
    <w:tmpl w:val="ABDC96F8"/>
    <w:lvl w:ilvl="0" w:tplc="338E16C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E9497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316F32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714F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9E8355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0A6A71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418F2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19CA2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57844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AD27A85"/>
    <w:multiLevelType w:val="multilevel"/>
    <w:tmpl w:val="6B725DB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2"/>
      <w:numFmt w:val="decimal"/>
      <w:pStyle w:val="Nadpis2"/>
      <w:lvlText w:val="%1.%2"/>
      <w:lvlJc w:val="left"/>
      <w:pPr>
        <w:tabs>
          <w:tab w:val="num" w:pos="2041"/>
        </w:tabs>
        <w:ind w:left="2041" w:hanging="204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692611F0"/>
    <w:multiLevelType w:val="multilevel"/>
    <w:tmpl w:val="B480190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">
    <w:nsid w:val="6D3147A7"/>
    <w:multiLevelType w:val="hybridMultilevel"/>
    <w:tmpl w:val="64C6896A"/>
    <w:lvl w:ilvl="0" w:tplc="FA24033A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3ECEE3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02A2BD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A3C26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EC1B0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B60B4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2EE56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B0EA7F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6DC294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1504979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tabs>
          <w:tab w:val="num" w:pos="814"/>
        </w:tabs>
        <w:ind w:left="814" w:hanging="454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4">
    <w:nsid w:val="716A38D9"/>
    <w:multiLevelType w:val="hybridMultilevel"/>
    <w:tmpl w:val="198C4FD6"/>
    <w:lvl w:ilvl="0" w:tplc="C9126136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C004F09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5420B1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42E83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9FE424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C8A52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0812E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61C7CD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90667B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51E5CCA"/>
    <w:multiLevelType w:val="multilevel"/>
    <w:tmpl w:val="F31C00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397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13"/>
  </w:num>
  <w:num w:numId="4">
    <w:abstractNumId w:val="3"/>
  </w:num>
  <w:num w:numId="5">
    <w:abstractNumId w:val="12"/>
  </w:num>
  <w:num w:numId="6">
    <w:abstractNumId w:val="2"/>
  </w:num>
  <w:num w:numId="7">
    <w:abstractNumId w:val="9"/>
  </w:num>
  <w:num w:numId="8">
    <w:abstractNumId w:val="7"/>
  </w:num>
  <w:num w:numId="9">
    <w:abstractNumId w:val="11"/>
  </w:num>
  <w:num w:numId="10">
    <w:abstractNumId w:val="10"/>
  </w:num>
  <w:num w:numId="11">
    <w:abstractNumId w:val="1"/>
  </w:num>
  <w:num w:numId="12">
    <w:abstractNumId w:val="6"/>
  </w:num>
  <w:num w:numId="13">
    <w:abstractNumId w:val="14"/>
  </w:num>
  <w:num w:numId="14">
    <w:abstractNumId w:val="0"/>
  </w:num>
  <w:num w:numId="15">
    <w:abstractNumId w:val="15"/>
  </w:num>
  <w:num w:numId="16">
    <w:abstractNumId w:val="8"/>
  </w:num>
  <w:num w:numId="17">
    <w:abstractNumId w:val="10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XjXvDCx3w0xrXU3TxVqgzc/lrwM=" w:salt="N/Gly4InDzyk6/Wlo/UNRg==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C3D"/>
    <w:rsid w:val="00012942"/>
    <w:rsid w:val="00015D1E"/>
    <w:rsid w:val="00022C96"/>
    <w:rsid w:val="00127DE1"/>
    <w:rsid w:val="00130946"/>
    <w:rsid w:val="001437D5"/>
    <w:rsid w:val="0017431E"/>
    <w:rsid w:val="00177C2B"/>
    <w:rsid w:val="0019305E"/>
    <w:rsid w:val="00195D17"/>
    <w:rsid w:val="001975A5"/>
    <w:rsid w:val="001A147C"/>
    <w:rsid w:val="001C1A16"/>
    <w:rsid w:val="001E008D"/>
    <w:rsid w:val="001E63A5"/>
    <w:rsid w:val="001F558C"/>
    <w:rsid w:val="00251DC1"/>
    <w:rsid w:val="002644CE"/>
    <w:rsid w:val="002844DE"/>
    <w:rsid w:val="00294DE8"/>
    <w:rsid w:val="002A6DBF"/>
    <w:rsid w:val="002C4604"/>
    <w:rsid w:val="002C5ADD"/>
    <w:rsid w:val="002C6DAF"/>
    <w:rsid w:val="00354983"/>
    <w:rsid w:val="00362AEC"/>
    <w:rsid w:val="00377C5C"/>
    <w:rsid w:val="00395C81"/>
    <w:rsid w:val="003F49CF"/>
    <w:rsid w:val="0042352C"/>
    <w:rsid w:val="00445066"/>
    <w:rsid w:val="0049364A"/>
    <w:rsid w:val="004D00C8"/>
    <w:rsid w:val="004D1204"/>
    <w:rsid w:val="00522442"/>
    <w:rsid w:val="00524874"/>
    <w:rsid w:val="00551382"/>
    <w:rsid w:val="005637F1"/>
    <w:rsid w:val="005A31BC"/>
    <w:rsid w:val="005C354D"/>
    <w:rsid w:val="005C399A"/>
    <w:rsid w:val="005C3E63"/>
    <w:rsid w:val="005D3EE4"/>
    <w:rsid w:val="005E758F"/>
    <w:rsid w:val="0065040C"/>
    <w:rsid w:val="00672483"/>
    <w:rsid w:val="006742E4"/>
    <w:rsid w:val="00674C47"/>
    <w:rsid w:val="00697C3D"/>
    <w:rsid w:val="006E5378"/>
    <w:rsid w:val="006F5C96"/>
    <w:rsid w:val="0070248E"/>
    <w:rsid w:val="00742081"/>
    <w:rsid w:val="007731AB"/>
    <w:rsid w:val="00780820"/>
    <w:rsid w:val="007A7523"/>
    <w:rsid w:val="007F65E9"/>
    <w:rsid w:val="00827D3D"/>
    <w:rsid w:val="00851BDC"/>
    <w:rsid w:val="008542D9"/>
    <w:rsid w:val="008845FC"/>
    <w:rsid w:val="008A0BAD"/>
    <w:rsid w:val="008B29E4"/>
    <w:rsid w:val="008C0CDC"/>
    <w:rsid w:val="00914DED"/>
    <w:rsid w:val="0094445A"/>
    <w:rsid w:val="00957B7F"/>
    <w:rsid w:val="00966706"/>
    <w:rsid w:val="00974E67"/>
    <w:rsid w:val="00977DB2"/>
    <w:rsid w:val="009B1DA7"/>
    <w:rsid w:val="009C05A2"/>
    <w:rsid w:val="009E7135"/>
    <w:rsid w:val="00A308F8"/>
    <w:rsid w:val="00A36D43"/>
    <w:rsid w:val="00A9491C"/>
    <w:rsid w:val="00B00EBC"/>
    <w:rsid w:val="00B011C6"/>
    <w:rsid w:val="00B315E9"/>
    <w:rsid w:val="00B40845"/>
    <w:rsid w:val="00B92CE2"/>
    <w:rsid w:val="00BD3DC3"/>
    <w:rsid w:val="00C26214"/>
    <w:rsid w:val="00C429A3"/>
    <w:rsid w:val="00C43048"/>
    <w:rsid w:val="00C9135A"/>
    <w:rsid w:val="00CB58F4"/>
    <w:rsid w:val="00D23753"/>
    <w:rsid w:val="00D51097"/>
    <w:rsid w:val="00D53E11"/>
    <w:rsid w:val="00D94A55"/>
    <w:rsid w:val="00D97805"/>
    <w:rsid w:val="00DB7A03"/>
    <w:rsid w:val="00DD5DFC"/>
    <w:rsid w:val="00DE6345"/>
    <w:rsid w:val="00E0324B"/>
    <w:rsid w:val="00E16B0A"/>
    <w:rsid w:val="00E36280"/>
    <w:rsid w:val="00E83EBB"/>
    <w:rsid w:val="00E92BB3"/>
    <w:rsid w:val="00E93641"/>
    <w:rsid w:val="00EB57E1"/>
    <w:rsid w:val="00EB6E31"/>
    <w:rsid w:val="00ED46B7"/>
    <w:rsid w:val="00F15573"/>
    <w:rsid w:val="00F534E1"/>
    <w:rsid w:val="00F548CE"/>
    <w:rsid w:val="00F5502A"/>
    <w:rsid w:val="00F85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E008D"/>
    <w:rPr>
      <w:sz w:val="24"/>
      <w:szCs w:val="24"/>
      <w:lang w:val="sk-SK" w:eastAsia="sk-SK"/>
    </w:rPr>
  </w:style>
  <w:style w:type="paragraph" w:styleId="Nadpis1">
    <w:name w:val="heading 1"/>
    <w:basedOn w:val="Normlny"/>
    <w:next w:val="Normlny"/>
    <w:qFormat/>
    <w:rsid w:val="001E008D"/>
    <w:pPr>
      <w:keepNext/>
      <w:outlineLvl w:val="0"/>
    </w:pPr>
    <w:rPr>
      <w:b/>
      <w:bCs/>
      <w:sz w:val="20"/>
      <w:szCs w:val="20"/>
    </w:rPr>
  </w:style>
  <w:style w:type="paragraph" w:styleId="Nadpis2">
    <w:name w:val="heading 2"/>
    <w:basedOn w:val="Normlny"/>
    <w:next w:val="Normlny"/>
    <w:qFormat/>
    <w:rsid w:val="001E008D"/>
    <w:pPr>
      <w:keepNext/>
      <w:numPr>
        <w:ilvl w:val="1"/>
        <w:numId w:val="10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qFormat/>
    <w:rsid w:val="001E008D"/>
    <w:pPr>
      <w:keepNext/>
      <w:numPr>
        <w:ilvl w:val="2"/>
        <w:numId w:val="10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qFormat/>
    <w:rsid w:val="001E008D"/>
    <w:pPr>
      <w:keepNext/>
      <w:numPr>
        <w:ilvl w:val="3"/>
        <w:numId w:val="10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next w:val="Normlny"/>
    <w:qFormat/>
    <w:rsid w:val="001E008D"/>
    <w:pPr>
      <w:numPr>
        <w:ilvl w:val="4"/>
        <w:numId w:val="10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qFormat/>
    <w:rsid w:val="001E008D"/>
    <w:pPr>
      <w:numPr>
        <w:ilvl w:val="5"/>
        <w:numId w:val="10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qFormat/>
    <w:rsid w:val="001E008D"/>
    <w:pPr>
      <w:numPr>
        <w:ilvl w:val="6"/>
        <w:numId w:val="10"/>
      </w:numPr>
      <w:spacing w:before="240" w:after="60"/>
      <w:outlineLvl w:val="6"/>
    </w:pPr>
  </w:style>
  <w:style w:type="paragraph" w:styleId="Nadpis8">
    <w:name w:val="heading 8"/>
    <w:basedOn w:val="Normlny"/>
    <w:next w:val="Normlny"/>
    <w:qFormat/>
    <w:rsid w:val="001E008D"/>
    <w:pPr>
      <w:keepNext/>
      <w:numPr>
        <w:ilvl w:val="7"/>
        <w:numId w:val="10"/>
      </w:numPr>
      <w:outlineLvl w:val="7"/>
    </w:pPr>
    <w:rPr>
      <w:b/>
      <w:szCs w:val="20"/>
      <w:lang w:eastAsia="cs-CZ"/>
    </w:rPr>
  </w:style>
  <w:style w:type="paragraph" w:styleId="Nadpis9">
    <w:name w:val="heading 9"/>
    <w:basedOn w:val="Normlny"/>
    <w:next w:val="Normlny"/>
    <w:qFormat/>
    <w:rsid w:val="001E008D"/>
    <w:pPr>
      <w:numPr>
        <w:ilvl w:val="8"/>
        <w:numId w:val="10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slostrany">
    <w:name w:val="page number"/>
    <w:basedOn w:val="Predvolenpsmoodseku"/>
    <w:rsid w:val="001E008D"/>
  </w:style>
  <w:style w:type="paragraph" w:styleId="Zkladntext2">
    <w:name w:val="Body Text 2"/>
    <w:basedOn w:val="Normlny"/>
    <w:rsid w:val="001E008D"/>
    <w:rPr>
      <w:bCs/>
      <w:i/>
      <w:iCs/>
    </w:rPr>
  </w:style>
  <w:style w:type="paragraph" w:styleId="Zkladntext">
    <w:name w:val="Body Text"/>
    <w:basedOn w:val="Normlny"/>
    <w:rsid w:val="001E008D"/>
    <w:pPr>
      <w:tabs>
        <w:tab w:val="left" w:pos="-240"/>
        <w:tab w:val="left" w:pos="0"/>
        <w:tab w:val="left" w:pos="960"/>
        <w:tab w:val="left" w:pos="1560"/>
        <w:tab w:val="left" w:pos="2160"/>
        <w:tab w:val="left" w:pos="2760"/>
        <w:tab w:val="left" w:pos="3360"/>
        <w:tab w:val="left" w:pos="3960"/>
        <w:tab w:val="left" w:pos="4560"/>
        <w:tab w:val="left" w:pos="5160"/>
        <w:tab w:val="left" w:pos="5760"/>
        <w:tab w:val="left" w:pos="6360"/>
        <w:tab w:val="left" w:pos="6960"/>
        <w:tab w:val="left" w:pos="7560"/>
        <w:tab w:val="left" w:pos="8160"/>
        <w:tab w:val="left" w:pos="8760"/>
      </w:tabs>
      <w:jc w:val="both"/>
    </w:pPr>
    <w:rPr>
      <w:sz w:val="20"/>
      <w:szCs w:val="20"/>
    </w:rPr>
  </w:style>
  <w:style w:type="paragraph" w:styleId="Textbubliny">
    <w:name w:val="Balloon Text"/>
    <w:basedOn w:val="Normlny"/>
    <w:semiHidden/>
    <w:rsid w:val="001E008D"/>
    <w:rPr>
      <w:rFonts w:ascii="Tahoma" w:hAnsi="Tahoma" w:cs="Tahoma"/>
      <w:sz w:val="16"/>
      <w:szCs w:val="16"/>
    </w:rPr>
  </w:style>
  <w:style w:type="paragraph" w:styleId="Pta">
    <w:name w:val="footer"/>
    <w:basedOn w:val="Normlny"/>
    <w:link w:val="PtaChar"/>
    <w:uiPriority w:val="99"/>
    <w:rsid w:val="001E008D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Zkladntext31">
    <w:name w:val="Základný text 31"/>
    <w:basedOn w:val="Normlny"/>
    <w:rsid w:val="001E008D"/>
    <w:pPr>
      <w:tabs>
        <w:tab w:val="left" w:pos="284"/>
      </w:tabs>
      <w:overflowPunct w:val="0"/>
      <w:autoSpaceDE w:val="0"/>
      <w:autoSpaceDN w:val="0"/>
      <w:adjustRightInd w:val="0"/>
      <w:textAlignment w:val="baseline"/>
    </w:pPr>
    <w:rPr>
      <w:b/>
      <w:szCs w:val="20"/>
    </w:rPr>
  </w:style>
  <w:style w:type="paragraph" w:styleId="Hlavika">
    <w:name w:val="header"/>
    <w:basedOn w:val="Normlny"/>
    <w:rsid w:val="001E008D"/>
    <w:pPr>
      <w:tabs>
        <w:tab w:val="center" w:pos="4536"/>
        <w:tab w:val="right" w:pos="9072"/>
      </w:tabs>
    </w:pPr>
  </w:style>
  <w:style w:type="paragraph" w:styleId="Nzov">
    <w:name w:val="Title"/>
    <w:basedOn w:val="Normlny"/>
    <w:qFormat/>
    <w:rsid w:val="001E008D"/>
    <w:pPr>
      <w:jc w:val="center"/>
    </w:pPr>
    <w:rPr>
      <w:b/>
      <w:bCs/>
      <w:sz w:val="32"/>
      <w:lang w:eastAsia="cs-CZ"/>
    </w:rPr>
  </w:style>
  <w:style w:type="paragraph" w:styleId="Podtitul">
    <w:name w:val="Subtitle"/>
    <w:basedOn w:val="Normlny"/>
    <w:qFormat/>
    <w:rsid w:val="001E008D"/>
    <w:pPr>
      <w:jc w:val="center"/>
    </w:pPr>
    <w:rPr>
      <w:rFonts w:ascii="Arial" w:hAnsi="Arial" w:cs="Arial"/>
      <w:b/>
      <w:bCs/>
      <w:sz w:val="32"/>
      <w:lang w:eastAsia="cs-CZ"/>
    </w:rPr>
  </w:style>
  <w:style w:type="paragraph" w:styleId="Zarkazkladnhotextu">
    <w:name w:val="Body Text Indent"/>
    <w:basedOn w:val="Normlny"/>
    <w:rsid w:val="001E008D"/>
    <w:pPr>
      <w:ind w:left="180" w:hanging="180"/>
      <w:jc w:val="both"/>
    </w:pPr>
    <w:rPr>
      <w:i/>
      <w:iCs/>
      <w:sz w:val="20"/>
    </w:rPr>
  </w:style>
  <w:style w:type="paragraph" w:styleId="Zkladntext3">
    <w:name w:val="Body Text 3"/>
    <w:basedOn w:val="Normlny"/>
    <w:rsid w:val="001E008D"/>
    <w:rPr>
      <w:bCs/>
      <w:sz w:val="28"/>
    </w:rPr>
  </w:style>
  <w:style w:type="character" w:customStyle="1" w:styleId="PtaChar">
    <w:name w:val="Päta Char"/>
    <w:basedOn w:val="Predvolenpsmoodseku"/>
    <w:link w:val="Pta"/>
    <w:uiPriority w:val="99"/>
    <w:rsid w:val="00E92BB3"/>
    <w:rPr>
      <w:lang w:val="sk-SK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E008D"/>
    <w:rPr>
      <w:sz w:val="24"/>
      <w:szCs w:val="24"/>
      <w:lang w:val="sk-SK" w:eastAsia="sk-SK"/>
    </w:rPr>
  </w:style>
  <w:style w:type="paragraph" w:styleId="Nadpis1">
    <w:name w:val="heading 1"/>
    <w:basedOn w:val="Normlny"/>
    <w:next w:val="Normlny"/>
    <w:qFormat/>
    <w:rsid w:val="001E008D"/>
    <w:pPr>
      <w:keepNext/>
      <w:outlineLvl w:val="0"/>
    </w:pPr>
    <w:rPr>
      <w:b/>
      <w:bCs/>
      <w:sz w:val="20"/>
      <w:szCs w:val="20"/>
    </w:rPr>
  </w:style>
  <w:style w:type="paragraph" w:styleId="Nadpis2">
    <w:name w:val="heading 2"/>
    <w:basedOn w:val="Normlny"/>
    <w:next w:val="Normlny"/>
    <w:qFormat/>
    <w:rsid w:val="001E008D"/>
    <w:pPr>
      <w:keepNext/>
      <w:numPr>
        <w:ilvl w:val="1"/>
        <w:numId w:val="10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qFormat/>
    <w:rsid w:val="001E008D"/>
    <w:pPr>
      <w:keepNext/>
      <w:numPr>
        <w:ilvl w:val="2"/>
        <w:numId w:val="10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qFormat/>
    <w:rsid w:val="001E008D"/>
    <w:pPr>
      <w:keepNext/>
      <w:numPr>
        <w:ilvl w:val="3"/>
        <w:numId w:val="10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next w:val="Normlny"/>
    <w:qFormat/>
    <w:rsid w:val="001E008D"/>
    <w:pPr>
      <w:numPr>
        <w:ilvl w:val="4"/>
        <w:numId w:val="10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qFormat/>
    <w:rsid w:val="001E008D"/>
    <w:pPr>
      <w:numPr>
        <w:ilvl w:val="5"/>
        <w:numId w:val="10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qFormat/>
    <w:rsid w:val="001E008D"/>
    <w:pPr>
      <w:numPr>
        <w:ilvl w:val="6"/>
        <w:numId w:val="10"/>
      </w:numPr>
      <w:spacing w:before="240" w:after="60"/>
      <w:outlineLvl w:val="6"/>
    </w:pPr>
  </w:style>
  <w:style w:type="paragraph" w:styleId="Nadpis8">
    <w:name w:val="heading 8"/>
    <w:basedOn w:val="Normlny"/>
    <w:next w:val="Normlny"/>
    <w:qFormat/>
    <w:rsid w:val="001E008D"/>
    <w:pPr>
      <w:keepNext/>
      <w:numPr>
        <w:ilvl w:val="7"/>
        <w:numId w:val="10"/>
      </w:numPr>
      <w:outlineLvl w:val="7"/>
    </w:pPr>
    <w:rPr>
      <w:b/>
      <w:szCs w:val="20"/>
      <w:lang w:eastAsia="cs-CZ"/>
    </w:rPr>
  </w:style>
  <w:style w:type="paragraph" w:styleId="Nadpis9">
    <w:name w:val="heading 9"/>
    <w:basedOn w:val="Normlny"/>
    <w:next w:val="Normlny"/>
    <w:qFormat/>
    <w:rsid w:val="001E008D"/>
    <w:pPr>
      <w:numPr>
        <w:ilvl w:val="8"/>
        <w:numId w:val="10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slostrany">
    <w:name w:val="page number"/>
    <w:basedOn w:val="Predvolenpsmoodseku"/>
    <w:rsid w:val="001E008D"/>
  </w:style>
  <w:style w:type="paragraph" w:styleId="Zkladntext2">
    <w:name w:val="Body Text 2"/>
    <w:basedOn w:val="Normlny"/>
    <w:rsid w:val="001E008D"/>
    <w:rPr>
      <w:bCs/>
      <w:i/>
      <w:iCs/>
    </w:rPr>
  </w:style>
  <w:style w:type="paragraph" w:styleId="Zkladntext">
    <w:name w:val="Body Text"/>
    <w:basedOn w:val="Normlny"/>
    <w:rsid w:val="001E008D"/>
    <w:pPr>
      <w:tabs>
        <w:tab w:val="left" w:pos="-240"/>
        <w:tab w:val="left" w:pos="0"/>
        <w:tab w:val="left" w:pos="960"/>
        <w:tab w:val="left" w:pos="1560"/>
        <w:tab w:val="left" w:pos="2160"/>
        <w:tab w:val="left" w:pos="2760"/>
        <w:tab w:val="left" w:pos="3360"/>
        <w:tab w:val="left" w:pos="3960"/>
        <w:tab w:val="left" w:pos="4560"/>
        <w:tab w:val="left" w:pos="5160"/>
        <w:tab w:val="left" w:pos="5760"/>
        <w:tab w:val="left" w:pos="6360"/>
        <w:tab w:val="left" w:pos="6960"/>
        <w:tab w:val="left" w:pos="7560"/>
        <w:tab w:val="left" w:pos="8160"/>
        <w:tab w:val="left" w:pos="8760"/>
      </w:tabs>
      <w:jc w:val="both"/>
    </w:pPr>
    <w:rPr>
      <w:sz w:val="20"/>
      <w:szCs w:val="20"/>
    </w:rPr>
  </w:style>
  <w:style w:type="paragraph" w:styleId="Textbubliny">
    <w:name w:val="Balloon Text"/>
    <w:basedOn w:val="Normlny"/>
    <w:semiHidden/>
    <w:rsid w:val="001E008D"/>
    <w:rPr>
      <w:rFonts w:ascii="Tahoma" w:hAnsi="Tahoma" w:cs="Tahoma"/>
      <w:sz w:val="16"/>
      <w:szCs w:val="16"/>
    </w:rPr>
  </w:style>
  <w:style w:type="paragraph" w:styleId="Pta">
    <w:name w:val="footer"/>
    <w:basedOn w:val="Normlny"/>
    <w:link w:val="PtaChar"/>
    <w:uiPriority w:val="99"/>
    <w:rsid w:val="001E008D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Zkladntext31">
    <w:name w:val="Základný text 31"/>
    <w:basedOn w:val="Normlny"/>
    <w:rsid w:val="001E008D"/>
    <w:pPr>
      <w:tabs>
        <w:tab w:val="left" w:pos="284"/>
      </w:tabs>
      <w:overflowPunct w:val="0"/>
      <w:autoSpaceDE w:val="0"/>
      <w:autoSpaceDN w:val="0"/>
      <w:adjustRightInd w:val="0"/>
      <w:textAlignment w:val="baseline"/>
    </w:pPr>
    <w:rPr>
      <w:b/>
      <w:szCs w:val="20"/>
    </w:rPr>
  </w:style>
  <w:style w:type="paragraph" w:styleId="Hlavika">
    <w:name w:val="header"/>
    <w:basedOn w:val="Normlny"/>
    <w:rsid w:val="001E008D"/>
    <w:pPr>
      <w:tabs>
        <w:tab w:val="center" w:pos="4536"/>
        <w:tab w:val="right" w:pos="9072"/>
      </w:tabs>
    </w:pPr>
  </w:style>
  <w:style w:type="paragraph" w:styleId="Nzov">
    <w:name w:val="Title"/>
    <w:basedOn w:val="Normlny"/>
    <w:qFormat/>
    <w:rsid w:val="001E008D"/>
    <w:pPr>
      <w:jc w:val="center"/>
    </w:pPr>
    <w:rPr>
      <w:b/>
      <w:bCs/>
      <w:sz w:val="32"/>
      <w:lang w:eastAsia="cs-CZ"/>
    </w:rPr>
  </w:style>
  <w:style w:type="paragraph" w:styleId="Podtitul">
    <w:name w:val="Subtitle"/>
    <w:basedOn w:val="Normlny"/>
    <w:qFormat/>
    <w:rsid w:val="001E008D"/>
    <w:pPr>
      <w:jc w:val="center"/>
    </w:pPr>
    <w:rPr>
      <w:rFonts w:ascii="Arial" w:hAnsi="Arial" w:cs="Arial"/>
      <w:b/>
      <w:bCs/>
      <w:sz w:val="32"/>
      <w:lang w:eastAsia="cs-CZ"/>
    </w:rPr>
  </w:style>
  <w:style w:type="paragraph" w:styleId="Zarkazkladnhotextu">
    <w:name w:val="Body Text Indent"/>
    <w:basedOn w:val="Normlny"/>
    <w:rsid w:val="001E008D"/>
    <w:pPr>
      <w:ind w:left="180" w:hanging="180"/>
      <w:jc w:val="both"/>
    </w:pPr>
    <w:rPr>
      <w:i/>
      <w:iCs/>
      <w:sz w:val="20"/>
    </w:rPr>
  </w:style>
  <w:style w:type="paragraph" w:styleId="Zkladntext3">
    <w:name w:val="Body Text 3"/>
    <w:basedOn w:val="Normlny"/>
    <w:rsid w:val="001E008D"/>
    <w:rPr>
      <w:bCs/>
      <w:sz w:val="28"/>
    </w:rPr>
  </w:style>
  <w:style w:type="character" w:customStyle="1" w:styleId="PtaChar">
    <w:name w:val="Päta Char"/>
    <w:basedOn w:val="Predvolenpsmoodseku"/>
    <w:link w:val="Pta"/>
    <w:uiPriority w:val="99"/>
    <w:rsid w:val="00E92BB3"/>
    <w:rPr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ucorova\Documents\SNAS\DielcieUlohy\Tlaciva_zmena_na_docx\TL\TL05OA8_COO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TL05OA8_COO.dot</Template>
  <TotalTime>6</TotalTime>
  <Pages>2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TL05OA8_COO</vt:lpstr>
    </vt:vector>
  </TitlesOfParts>
  <Company>SNAS</Company>
  <LinksUpToDate>false</LinksUpToDate>
  <CharactersWithSpaces>2191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TL05OA8_COO</dc:title>
  <dc:subject>Orgán certifikujúci osoby</dc:subject>
  <dc:creator>Cucorova</dc:creator>
  <dc:description>Príloha k žiadosti o akreditáciu SNAS_x000d_
ver. 01.01.05, TL 05 SNAS</dc:description>
  <cp:lastModifiedBy>Andrea Cucorová</cp:lastModifiedBy>
  <cp:revision>8</cp:revision>
  <cp:lastPrinted>2013-08-23T08:25:00Z</cp:lastPrinted>
  <dcterms:created xsi:type="dcterms:W3CDTF">2019-09-02T13:38:00Z</dcterms:created>
  <dcterms:modified xsi:type="dcterms:W3CDTF">2019-11-29T14:00:00Z</dcterms:modified>
</cp:coreProperties>
</file>