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0"/>
        <w:gridCol w:w="9410"/>
      </w:tblGrid>
      <w:tr w:rsidR="00674C47" w:rsidRPr="00F5502A" w:rsidTr="009C05A2">
        <w:trPr>
          <w:trHeight w:hRule="exact" w:val="454"/>
        </w:trPr>
        <w:tc>
          <w:tcPr>
            <w:tcW w:w="1080" w:type="dxa"/>
            <w:shd w:val="pct10" w:color="000000" w:fill="FFFFFF"/>
          </w:tcPr>
          <w:p w:rsidR="00674C47" w:rsidRPr="006D0F37" w:rsidRDefault="00674C47" w:rsidP="00D23753">
            <w:pPr>
              <w:pStyle w:val="Nadpis2"/>
              <w:numPr>
                <w:ilvl w:val="0"/>
                <w:numId w:val="0"/>
              </w:numPr>
              <w:rPr>
                <w:i w:val="0"/>
              </w:rPr>
            </w:pPr>
            <w:r w:rsidRPr="00365CB9">
              <w:rPr>
                <w:rFonts w:ascii="Times New Roman" w:hAnsi="Times New Roman" w:cs="Times New Roman"/>
                <w:i w:val="0"/>
                <w:sz w:val="20"/>
                <w:szCs w:val="20"/>
              </w:rPr>
              <w:t>Žiadat</w:t>
            </w:r>
            <w:r w:rsidRPr="006D0F37">
              <w:rPr>
                <w:rFonts w:ascii="Times New Roman" w:hAnsi="Times New Roman" w:cs="Times New Roman"/>
                <w:i w:val="0"/>
                <w:sz w:val="20"/>
                <w:szCs w:val="20"/>
              </w:rPr>
              <w:t>eľ:</w:t>
            </w:r>
          </w:p>
        </w:tc>
        <w:tc>
          <w:tcPr>
            <w:tcW w:w="9410" w:type="dxa"/>
          </w:tcPr>
          <w:p w:rsidR="00E92BB3" w:rsidRDefault="00E92BB3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:rsidR="00674C47" w:rsidRDefault="0050107E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  <w:r>
              <w:fldChar w:fldCharType="begin">
                <w:ffData>
                  <w:name w:val="T1"/>
                  <w:enabled/>
                  <w:calcOnExit w:val="0"/>
                  <w:textInput>
                    <w:default w:val="názov / obchodné meno"/>
                  </w:textInput>
                </w:ffData>
              </w:fldChar>
            </w:r>
            <w:bookmarkStart w:id="0" w:name="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názov / obchodné meno</w:t>
            </w:r>
            <w:r>
              <w:fldChar w:fldCharType="end"/>
            </w:r>
            <w:bookmarkEnd w:id="0"/>
            <w:r w:rsidR="00195D17">
              <w:t xml:space="preserve">, </w:t>
            </w:r>
            <w: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</w:textInput>
                </w:ffData>
              </w:fldChar>
            </w:r>
            <w:bookmarkStart w:id="1" w:name="T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adresa sídla</w:t>
            </w:r>
            <w:r>
              <w:fldChar w:fldCharType="end"/>
            </w:r>
            <w:bookmarkEnd w:id="1"/>
          </w:p>
          <w:p w:rsidR="00E4601B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:rsidR="00E4601B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  <w:p w:rsidR="00E4601B" w:rsidRPr="00D23753" w:rsidRDefault="00E4601B" w:rsidP="00195D17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</w:pPr>
          </w:p>
        </w:tc>
      </w:tr>
    </w:tbl>
    <w:p w:rsidR="00674C47" w:rsidRPr="00F5502A" w:rsidRDefault="00674C47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674C47" w:rsidRPr="00F5502A" w:rsidTr="009C05A2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674C47" w:rsidRPr="00F5502A" w:rsidRDefault="00674C47">
            <w:pPr>
              <w:pStyle w:val="Nzov"/>
              <w:tabs>
                <w:tab w:val="left" w:pos="-2700"/>
                <w:tab w:val="left" w:pos="4032"/>
              </w:tabs>
              <w:jc w:val="left"/>
            </w:pPr>
            <w:r w:rsidRPr="00F5502A">
              <w:t>Príloha OA 8</w:t>
            </w:r>
            <w:r w:rsidR="008B29E4">
              <w:t>-1. časť</w:t>
            </w:r>
            <w:r w:rsidRPr="00F5502A">
              <w:t>:</w:t>
            </w:r>
            <w:r w:rsidRPr="00F5502A">
              <w:tab/>
              <w:t>Orgán certifikujúci osoby</w:t>
            </w:r>
          </w:p>
        </w:tc>
      </w:tr>
    </w:tbl>
    <w:p w:rsidR="00674C47" w:rsidRPr="00F5502A" w:rsidRDefault="00674C47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0"/>
        <w:gridCol w:w="8330"/>
      </w:tblGrid>
      <w:tr w:rsidR="00674C47" w:rsidRPr="00F5502A" w:rsidTr="001975A5">
        <w:tc>
          <w:tcPr>
            <w:tcW w:w="2160" w:type="dxa"/>
            <w:tcBorders>
              <w:bottom w:val="single" w:sz="4" w:space="0" w:color="auto"/>
            </w:tcBorders>
            <w:shd w:val="pct10" w:color="000000" w:fill="FFFFFF"/>
            <w:vAlign w:val="center"/>
          </w:tcPr>
          <w:p w:rsidR="00674C47" w:rsidRPr="00D23753" w:rsidRDefault="00674C47">
            <w:pPr>
              <w:pStyle w:val="Zkladn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D23753">
              <w:rPr>
                <w:sz w:val="20"/>
              </w:rPr>
              <w:t>O</w:t>
            </w:r>
            <w:r w:rsidR="00E0324B" w:rsidRPr="00D23753">
              <w:rPr>
                <w:sz w:val="20"/>
              </w:rPr>
              <w:t>rgán posudzovania zhody</w:t>
            </w:r>
            <w:r w:rsidRPr="00D23753">
              <w:rPr>
                <w:sz w:val="20"/>
              </w:rPr>
              <w:t>:</w:t>
            </w:r>
          </w:p>
        </w:tc>
        <w:tc>
          <w:tcPr>
            <w:tcW w:w="8330" w:type="dxa"/>
            <w:tcBorders>
              <w:bottom w:val="single" w:sz="4" w:space="0" w:color="auto"/>
            </w:tcBorders>
            <w:vAlign w:val="center"/>
          </w:tcPr>
          <w:p w:rsidR="00674C47" w:rsidRPr="00D23753" w:rsidRDefault="00251DC1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D2375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zov, adresa sídla"/>
                  </w:textInput>
                </w:ffData>
              </w:fldChar>
            </w:r>
            <w:r w:rsidRPr="00D23753">
              <w:rPr>
                <w:sz w:val="20"/>
                <w:szCs w:val="20"/>
              </w:rPr>
              <w:instrText xml:space="preserve"> FORMTEXT </w:instrText>
            </w:r>
            <w:r w:rsidRPr="00D23753">
              <w:rPr>
                <w:sz w:val="20"/>
                <w:szCs w:val="20"/>
              </w:rPr>
            </w:r>
            <w:r w:rsidRPr="00D23753">
              <w:rPr>
                <w:sz w:val="20"/>
                <w:szCs w:val="20"/>
              </w:rPr>
              <w:fldChar w:fldCharType="separate"/>
            </w:r>
            <w:r w:rsidRPr="00D23753">
              <w:rPr>
                <w:noProof/>
                <w:sz w:val="20"/>
                <w:szCs w:val="20"/>
              </w:rPr>
              <w:t>názov, adresa sídla</w:t>
            </w:r>
            <w:r w:rsidRPr="00D23753">
              <w:rPr>
                <w:sz w:val="20"/>
                <w:szCs w:val="20"/>
              </w:rPr>
              <w:fldChar w:fldCharType="end"/>
            </w:r>
          </w:p>
        </w:tc>
      </w:tr>
    </w:tbl>
    <w:p w:rsidR="00674C47" w:rsidRPr="00F5502A" w:rsidRDefault="00674C47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77C5C" w:rsidRPr="00F5502A" w:rsidTr="00127DE1">
        <w:trPr>
          <w:cantSplit/>
        </w:trPr>
        <w:tc>
          <w:tcPr>
            <w:tcW w:w="3118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Číslo osvedčenia</w:t>
            </w:r>
            <w:r w:rsidRPr="00F5502A">
              <w:rPr>
                <w:b/>
                <w:sz w:val="16"/>
              </w:rPr>
              <w:br/>
            </w:r>
            <w:r w:rsidRPr="00F5502A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77C5C" w:rsidRPr="00F5502A" w:rsidRDefault="00377C5C" w:rsidP="00127DE1">
            <w:pPr>
              <w:shd w:val="pct10" w:color="000000" w:fill="FFFFFF"/>
              <w:rPr>
                <w:b/>
                <w:sz w:val="16"/>
              </w:rPr>
            </w:pPr>
            <w:r w:rsidRPr="00F5502A">
              <w:rPr>
                <w:b/>
                <w:sz w:val="16"/>
              </w:rPr>
              <w:t>Členské číslo registrovaného člena SNAS:</w:t>
            </w:r>
          </w:p>
          <w:p w:rsidR="00377C5C" w:rsidRPr="00F5502A" w:rsidRDefault="00377C5C" w:rsidP="00127DE1">
            <w:pPr>
              <w:shd w:val="pct10" w:color="000000" w:fill="FFFFFF"/>
            </w:pPr>
            <w:r w:rsidRPr="00F5502A">
              <w:rPr>
                <w:b/>
                <w:sz w:val="14"/>
              </w:rPr>
              <w:t>(Len u registrovaných akreditovaných subjektov)</w:t>
            </w:r>
          </w:p>
        </w:tc>
      </w:tr>
      <w:tr w:rsidR="00377C5C" w:rsidRPr="00F5502A" w:rsidTr="00127DE1">
        <w:trPr>
          <w:cantSplit/>
          <w:trHeight w:hRule="exact" w:val="284"/>
        </w:trPr>
        <w:tc>
          <w:tcPr>
            <w:tcW w:w="3118" w:type="dxa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2"/>
          </w:p>
        </w:tc>
        <w:tc>
          <w:tcPr>
            <w:tcW w:w="3261" w:type="dxa"/>
            <w:vAlign w:val="center"/>
          </w:tcPr>
          <w:p w:rsidR="00377C5C" w:rsidRPr="00F5502A" w:rsidRDefault="009B1DA7" w:rsidP="00127DE1">
            <w:pPr>
              <w:jc w:val="center"/>
              <w:rPr>
                <w:b/>
              </w:rPr>
            </w:pPr>
            <w:r w:rsidRPr="00F5502A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3" w:name="T4"/>
            <w:r w:rsidR="00377C5C" w:rsidRPr="00F5502A">
              <w:rPr>
                <w:b/>
              </w:rPr>
              <w:instrText xml:space="preserve"> FORMTEXT </w:instrText>
            </w:r>
            <w:r w:rsidRPr="00F5502A">
              <w:rPr>
                <w:b/>
              </w:rPr>
            </w:r>
            <w:r w:rsidRPr="00F5502A">
              <w:rPr>
                <w:b/>
              </w:rPr>
              <w:fldChar w:fldCharType="separate"/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="00377C5C" w:rsidRPr="00F5502A">
              <w:rPr>
                <w:b/>
                <w:noProof/>
              </w:rPr>
              <w:t> </w:t>
            </w:r>
            <w:r w:rsidRPr="00F5502A">
              <w:rPr>
                <w:b/>
              </w:rPr>
              <w:fldChar w:fldCharType="end"/>
            </w:r>
            <w:bookmarkEnd w:id="3"/>
          </w:p>
        </w:tc>
      </w:tr>
    </w:tbl>
    <w:p w:rsidR="001975A5" w:rsidRDefault="001975A5" w:rsidP="001975A5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</w:p>
    <w:p w:rsidR="005A31BC" w:rsidRDefault="00674C47" w:rsidP="00D23753">
      <w:pPr>
        <w:pStyle w:val="Nadpis2"/>
        <w:keepNext w:val="0"/>
        <w:numPr>
          <w:ilvl w:val="0"/>
          <w:numId w:val="0"/>
        </w:numPr>
        <w:spacing w:before="0" w:after="0"/>
        <w:rPr>
          <w:i w:val="0"/>
        </w:rPr>
      </w:pPr>
      <w:r w:rsidRPr="00F5502A">
        <w:rPr>
          <w:i w:val="0"/>
        </w:rPr>
        <w:t>Špecifikácia činností</w:t>
      </w:r>
    </w:p>
    <w:p w:rsidR="005D3EE4" w:rsidRPr="00251DC1" w:rsidRDefault="005D3EE4" w:rsidP="001975A5">
      <w:pPr>
        <w:rPr>
          <w:sz w:val="10"/>
          <w:szCs w:val="10"/>
        </w:rPr>
      </w:pPr>
    </w:p>
    <w:p w:rsidR="005D3EE4" w:rsidRPr="00251DC1" w:rsidRDefault="005D3EE4" w:rsidP="005D3EE4">
      <w:pPr>
        <w:jc w:val="both"/>
        <w:rPr>
          <w:b/>
          <w:sz w:val="22"/>
          <w:szCs w:val="22"/>
        </w:rPr>
      </w:pPr>
      <w:r w:rsidRPr="00251DC1">
        <w:rPr>
          <w:b/>
          <w:sz w:val="22"/>
          <w:szCs w:val="22"/>
        </w:rPr>
        <w:t xml:space="preserve">Tabuľka </w:t>
      </w:r>
      <w:r w:rsidR="001975A5" w:rsidRPr="00251DC1">
        <w:rPr>
          <w:b/>
          <w:sz w:val="22"/>
          <w:szCs w:val="22"/>
        </w:rPr>
        <w:t>1</w:t>
      </w:r>
    </w:p>
    <w:p w:rsidR="00F534E1" w:rsidRPr="00251DC1" w:rsidRDefault="00F534E1" w:rsidP="001975A5">
      <w:pPr>
        <w:rPr>
          <w:sz w:val="4"/>
          <w:szCs w:val="4"/>
        </w:rPr>
      </w:pPr>
    </w:p>
    <w:p w:rsidR="001975A5" w:rsidRPr="005D3EE4" w:rsidRDefault="001975A5" w:rsidP="00D23753">
      <w:pPr>
        <w:rPr>
          <w:b/>
          <w:bCs/>
          <w:i/>
          <w:iCs/>
        </w:rPr>
        <w:sectPr w:rsidR="001975A5" w:rsidRPr="005D3EE4" w:rsidSect="002C4604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1975A5" w:rsidRDefault="001975A5" w:rsidP="005C354D">
      <w:pPr>
        <w:rPr>
          <w:sz w:val="10"/>
        </w:rPr>
      </w:pPr>
    </w:p>
    <w:tbl>
      <w:tblPr>
        <w:tblpPr w:leftFromText="180" w:rightFromText="180" w:vertAnchor="text" w:horzAnchor="margin" w:tblpX="70" w:tblpY="1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119"/>
        <w:gridCol w:w="3402"/>
      </w:tblGrid>
      <w:tr w:rsidR="001975A5" w:rsidRPr="00F5502A" w:rsidTr="005A1A5E">
        <w:trPr>
          <w:cantSplit/>
          <w:trHeight w:hRule="exact" w:val="1018"/>
          <w:tblHeader/>
        </w:trPr>
        <w:tc>
          <w:tcPr>
            <w:tcW w:w="709" w:type="dxa"/>
            <w:tcBorders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p w:rsidR="001975A5" w:rsidRPr="00F5502A" w:rsidRDefault="001975A5" w:rsidP="005A1A5E">
            <w:pPr>
              <w:ind w:left="113" w:right="113"/>
              <w:jc w:val="center"/>
              <w:rPr>
                <w:b/>
                <w:sz w:val="22"/>
              </w:rPr>
            </w:pPr>
            <w:r w:rsidRPr="00F5502A">
              <w:rPr>
                <w:b/>
                <w:sz w:val="22"/>
              </w:rPr>
              <w:t>Položka</w:t>
            </w:r>
          </w:p>
        </w:tc>
        <w:tc>
          <w:tcPr>
            <w:tcW w:w="3260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F5502A" w:rsidRDefault="001975A5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</w:rPr>
            </w:pPr>
            <w:r w:rsidRPr="00F5502A">
              <w:rPr>
                <w:rFonts w:ascii="Times New Roman" w:hAnsi="Times New Roman"/>
                <w:i w:val="0"/>
                <w:sz w:val="22"/>
              </w:rPr>
              <w:t>Typ / kategória činnosti</w:t>
            </w:r>
          </w:p>
        </w:tc>
        <w:tc>
          <w:tcPr>
            <w:tcW w:w="3119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F5502A" w:rsidRDefault="001975A5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Certifikačné schémy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1975A5" w:rsidRPr="00F5502A" w:rsidRDefault="001975A5" w:rsidP="005A1A5E">
            <w:pPr>
              <w:pStyle w:val="Nadpis2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i w:val="0"/>
                <w:sz w:val="22"/>
              </w:rPr>
            </w:pPr>
            <w:r>
              <w:rPr>
                <w:rFonts w:ascii="Times New Roman" w:hAnsi="Times New Roman"/>
                <w:i w:val="0"/>
                <w:sz w:val="22"/>
              </w:rPr>
              <w:t>Predpisy, normy</w:t>
            </w:r>
          </w:p>
        </w:tc>
      </w:tr>
      <w:tr w:rsidR="001975A5" w:rsidRPr="00F5502A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</w:tr>
      <w:tr w:rsidR="001975A5" w:rsidRPr="00F5502A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pStyle w:val="Hlavi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</w:tr>
      <w:tr w:rsidR="001975A5" w:rsidRPr="00F5502A" w:rsidTr="005A1A5E">
        <w:trPr>
          <w:trHeight w:val="324"/>
        </w:trPr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F5502A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F5502A" w:rsidRDefault="001975A5" w:rsidP="005A1A5E">
            <w:pPr>
              <w:pStyle w:val="Hlavika"/>
              <w:tabs>
                <w:tab w:val="clear" w:pos="4536"/>
                <w:tab w:val="clear" w:pos="9072"/>
              </w:tabs>
              <w:rPr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1975A5" w:rsidRPr="00F5502A" w:rsidRDefault="001975A5" w:rsidP="005A1A5E">
            <w:pPr>
              <w:rPr>
                <w:sz w:val="22"/>
              </w:rPr>
            </w:pPr>
          </w:p>
        </w:tc>
      </w:tr>
    </w:tbl>
    <w:p w:rsidR="001975A5" w:rsidRDefault="001975A5" w:rsidP="005C354D">
      <w:pPr>
        <w:rPr>
          <w:sz w:val="10"/>
        </w:rPr>
      </w:pPr>
    </w:p>
    <w:p w:rsidR="001975A5" w:rsidRPr="00251DC1" w:rsidRDefault="001975A5" w:rsidP="001975A5">
      <w:pPr>
        <w:jc w:val="both"/>
        <w:rPr>
          <w:b/>
          <w:sz w:val="22"/>
          <w:szCs w:val="22"/>
        </w:rPr>
      </w:pPr>
      <w:r w:rsidRPr="00251DC1">
        <w:rPr>
          <w:b/>
          <w:sz w:val="22"/>
          <w:szCs w:val="22"/>
        </w:rPr>
        <w:t>Tabuľka 2</w:t>
      </w:r>
    </w:p>
    <w:p w:rsidR="001975A5" w:rsidRDefault="001975A5" w:rsidP="005C354D">
      <w:pPr>
        <w:rPr>
          <w:sz w:val="10"/>
        </w:rPr>
      </w:pPr>
    </w:p>
    <w:tbl>
      <w:tblPr>
        <w:tblpPr w:leftFromText="180" w:rightFromText="180" w:vertAnchor="text" w:horzAnchor="margin" w:tblpX="70" w:tblpY="17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4"/>
        <w:gridCol w:w="5457"/>
      </w:tblGrid>
      <w:tr w:rsidR="001975A5" w:rsidTr="005A1A5E">
        <w:trPr>
          <w:cantSplit/>
          <w:trHeight w:hRule="exact" w:val="748"/>
          <w:tblHeader/>
        </w:trPr>
        <w:tc>
          <w:tcPr>
            <w:tcW w:w="77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Default="001975A5" w:rsidP="005A1A5E">
            <w:pPr>
              <w:pStyle w:val="Nadpis1"/>
              <w:jc w:val="center"/>
              <w:rPr>
                <w:sz w:val="22"/>
              </w:rPr>
            </w:pPr>
            <w:r>
              <w:rPr>
                <w:sz w:val="22"/>
              </w:rPr>
              <w:t>Por. č.</w:t>
            </w:r>
          </w:p>
        </w:tc>
        <w:tc>
          <w:tcPr>
            <w:tcW w:w="425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Default="001975A5" w:rsidP="005A1A5E">
            <w:pPr>
              <w:pStyle w:val="Nadpis1"/>
              <w:jc w:val="center"/>
              <w:rPr>
                <w:sz w:val="22"/>
              </w:rPr>
            </w:pPr>
            <w:r>
              <w:rPr>
                <w:sz w:val="22"/>
              </w:rPr>
              <w:t>Názov a adresa pracoviska</w:t>
            </w:r>
          </w:p>
        </w:tc>
        <w:tc>
          <w:tcPr>
            <w:tcW w:w="5457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1975A5" w:rsidRDefault="001975A5" w:rsidP="005A1A5E">
            <w:pPr>
              <w:pStyle w:val="Nadpis1"/>
              <w:jc w:val="center"/>
              <w:rPr>
                <w:sz w:val="22"/>
              </w:rPr>
            </w:pPr>
            <w:r>
              <w:rPr>
                <w:sz w:val="22"/>
              </w:rPr>
              <w:t>Identifikácia činností</w:t>
            </w:r>
          </w:p>
        </w:tc>
      </w:tr>
      <w:tr w:rsidR="001975A5" w:rsidTr="005A1A5E">
        <w:trPr>
          <w:cantSplit/>
          <w:trHeight w:val="284"/>
        </w:trPr>
        <w:tc>
          <w:tcPr>
            <w:tcW w:w="779" w:type="dxa"/>
            <w:tcBorders>
              <w:top w:val="single" w:sz="4" w:space="0" w:color="auto"/>
              <w:bottom w:val="single" w:sz="4" w:space="0" w:color="auto"/>
            </w:tcBorders>
          </w:tcPr>
          <w:p w:rsidR="001975A5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Default="001975A5" w:rsidP="005A1A5E">
            <w:pPr>
              <w:rPr>
                <w:sz w:val="22"/>
              </w:rPr>
            </w:pP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75A5" w:rsidRDefault="001975A5" w:rsidP="005A1A5E">
            <w:pPr>
              <w:rPr>
                <w:sz w:val="22"/>
              </w:rPr>
            </w:pPr>
          </w:p>
        </w:tc>
      </w:tr>
      <w:tr w:rsidR="001975A5" w:rsidTr="005A1A5E">
        <w:trPr>
          <w:cantSplit/>
          <w:trHeight w:val="284"/>
        </w:trPr>
        <w:tc>
          <w:tcPr>
            <w:tcW w:w="779" w:type="dxa"/>
            <w:tcBorders>
              <w:top w:val="single" w:sz="4" w:space="0" w:color="auto"/>
            </w:tcBorders>
          </w:tcPr>
          <w:p w:rsidR="001975A5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4254" w:type="dxa"/>
            <w:tcBorders>
              <w:top w:val="single" w:sz="4" w:space="0" w:color="auto"/>
            </w:tcBorders>
            <w:vAlign w:val="center"/>
          </w:tcPr>
          <w:p w:rsidR="001975A5" w:rsidRDefault="001975A5" w:rsidP="005A1A5E">
            <w:pPr>
              <w:rPr>
                <w:sz w:val="22"/>
              </w:rPr>
            </w:pPr>
          </w:p>
        </w:tc>
        <w:tc>
          <w:tcPr>
            <w:tcW w:w="5457" w:type="dxa"/>
            <w:tcBorders>
              <w:top w:val="single" w:sz="4" w:space="0" w:color="auto"/>
            </w:tcBorders>
            <w:vAlign w:val="center"/>
          </w:tcPr>
          <w:p w:rsidR="001975A5" w:rsidRDefault="001975A5" w:rsidP="005A1A5E">
            <w:pPr>
              <w:rPr>
                <w:sz w:val="22"/>
              </w:rPr>
            </w:pPr>
          </w:p>
        </w:tc>
      </w:tr>
      <w:tr w:rsidR="001975A5" w:rsidTr="005A1A5E">
        <w:trPr>
          <w:cantSplit/>
          <w:trHeight w:val="284"/>
        </w:trPr>
        <w:tc>
          <w:tcPr>
            <w:tcW w:w="779" w:type="dxa"/>
          </w:tcPr>
          <w:p w:rsidR="001975A5" w:rsidRDefault="001975A5" w:rsidP="005A1A5E">
            <w:pPr>
              <w:jc w:val="center"/>
              <w:rPr>
                <w:sz w:val="22"/>
              </w:rPr>
            </w:pPr>
          </w:p>
        </w:tc>
        <w:tc>
          <w:tcPr>
            <w:tcW w:w="4254" w:type="dxa"/>
            <w:vAlign w:val="center"/>
          </w:tcPr>
          <w:p w:rsidR="00874A9C" w:rsidRDefault="00874A9C" w:rsidP="00874A9C">
            <w:pPr>
              <w:rPr>
                <w:sz w:val="22"/>
              </w:rPr>
            </w:pPr>
          </w:p>
        </w:tc>
        <w:tc>
          <w:tcPr>
            <w:tcW w:w="5457" w:type="dxa"/>
            <w:vAlign w:val="center"/>
          </w:tcPr>
          <w:p w:rsidR="001975A5" w:rsidRDefault="001975A5" w:rsidP="005A1A5E">
            <w:pPr>
              <w:rPr>
                <w:sz w:val="22"/>
              </w:rPr>
            </w:pPr>
          </w:p>
        </w:tc>
      </w:tr>
    </w:tbl>
    <w:p w:rsidR="001975A5" w:rsidRPr="005A31BC" w:rsidRDefault="001975A5" w:rsidP="005C354D">
      <w:pPr>
        <w:rPr>
          <w:sz w:val="10"/>
        </w:rPr>
      </w:pPr>
    </w:p>
    <w:p w:rsidR="005A31BC" w:rsidRDefault="005A31BC">
      <w:pPr>
        <w:sectPr w:rsidR="005A31BC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1A147C" w:rsidRPr="001D10D1" w:rsidRDefault="001A147C" w:rsidP="001A147C">
      <w:pPr>
        <w:rPr>
          <w:i/>
          <w:sz w:val="20"/>
        </w:rPr>
      </w:pPr>
      <w:r>
        <w:rPr>
          <w:i/>
          <w:sz w:val="20"/>
        </w:rPr>
        <w:lastRenderedPageBreak/>
        <w:t>Tabuľku vyplniť podľa MSA-CO</w:t>
      </w:r>
      <w:r w:rsidRPr="001D10D1">
        <w:rPr>
          <w:i/>
          <w:sz w:val="20"/>
        </w:rPr>
        <w:t>/01.</w:t>
      </w:r>
    </w:p>
    <w:p w:rsidR="009E28A8" w:rsidRPr="00F5502A" w:rsidRDefault="009E28A8">
      <w:pPr>
        <w:pBdr>
          <w:bottom w:val="single" w:sz="4" w:space="1" w:color="auto"/>
        </w:pBdr>
      </w:pPr>
    </w:p>
    <w:p w:rsidR="00674C47" w:rsidRPr="00F5502A" w:rsidRDefault="009B1DA7">
      <w:r w:rsidRPr="00F5502A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674C47" w:rsidRPr="00F5502A">
        <w:instrText xml:space="preserve"> FORMTEXT </w:instrText>
      </w:r>
      <w:r w:rsidRPr="00F5502A">
        <w:fldChar w:fldCharType="separate"/>
      </w:r>
      <w:bookmarkStart w:id="4" w:name="_GoBack"/>
      <w:r w:rsidR="00674C47" w:rsidRPr="00F5502A">
        <w:rPr>
          <w:noProof/>
        </w:rPr>
        <w:t> </w:t>
      </w:r>
      <w:bookmarkEnd w:id="4"/>
      <w:r w:rsidRPr="00F5502A">
        <w:fldChar w:fldCharType="end"/>
      </w:r>
    </w:p>
    <w:p w:rsidR="00674C47" w:rsidRPr="00F5502A" w:rsidRDefault="00674C47" w:rsidP="00C9135A">
      <w:pPr>
        <w:keepLines/>
        <w:rPr>
          <w:sz w:val="28"/>
        </w:rPr>
      </w:pPr>
      <w:r w:rsidRPr="00F5502A">
        <w:rPr>
          <w:sz w:val="28"/>
        </w:rPr>
        <w:t>Vyhlásenie</w:t>
      </w:r>
    </w:p>
    <w:p w:rsidR="00674C47" w:rsidRDefault="00674C47" w:rsidP="00C9135A">
      <w:pPr>
        <w:keepLines/>
        <w:rPr>
          <w:sz w:val="28"/>
        </w:rPr>
      </w:pPr>
    </w:p>
    <w:p w:rsidR="00674C47" w:rsidRPr="00F5502A" w:rsidRDefault="00674C47" w:rsidP="00C9135A">
      <w:pPr>
        <w:keepLines/>
        <w:jc w:val="both"/>
        <w:rPr>
          <w:sz w:val="28"/>
        </w:rPr>
      </w:pPr>
      <w:r w:rsidRPr="00F5502A">
        <w:rPr>
          <w:sz w:val="28"/>
        </w:rPr>
        <w:t>Vyhlasujem, že som oprávnený, v mene organizácie, ktorú zastupujem, predložiť túto žiadosť a že informácie v nej uvedené sú pravdivé a presné.</w:t>
      </w:r>
    </w:p>
    <w:p w:rsidR="00674C47" w:rsidRPr="00F5502A" w:rsidRDefault="009B1DA7" w:rsidP="00C9135A">
      <w:pPr>
        <w:pStyle w:val="Hlavika"/>
        <w:keepLines/>
        <w:tabs>
          <w:tab w:val="clear" w:pos="4536"/>
          <w:tab w:val="clear" w:pos="9072"/>
        </w:tabs>
      </w:pPr>
      <w:r w:rsidRPr="00F5502A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674C47" w:rsidRPr="00F5502A">
        <w:instrText xml:space="preserve"> FORMTEXT </w:instrText>
      </w:r>
      <w:r w:rsidRPr="00F5502A">
        <w:fldChar w:fldCharType="separate"/>
      </w:r>
      <w:r w:rsidR="00674C47" w:rsidRPr="00F5502A">
        <w:rPr>
          <w:noProof/>
        </w:rPr>
        <w:t> </w:t>
      </w:r>
      <w:r w:rsidRPr="00F5502A">
        <w:fldChar w:fldCharType="end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674C47" w:rsidRPr="00F5502A" w:rsidTr="009C05A2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F5502A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bookmarkStart w:id="5" w:name="T5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6" w:name="T6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6"/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7" w:name="T7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7"/>
          </w:p>
        </w:tc>
      </w:tr>
      <w:tr w:rsidR="00674C47" w:rsidRPr="00F5502A" w:rsidTr="009C05A2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spacing w:before="90"/>
              <w:ind w:left="-70"/>
            </w:pPr>
            <w:r w:rsidRPr="00F5502A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74C47" w:rsidRPr="00F5502A" w:rsidRDefault="00674C47" w:rsidP="00C9135A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p w:rsidR="00674C47" w:rsidRPr="00F5502A" w:rsidRDefault="009B1DA7" w:rsidP="00C9135A">
            <w:pPr>
              <w:keepLines/>
            </w:pPr>
            <w:r w:rsidRPr="00F5502A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8" w:name="T8"/>
            <w:r w:rsidR="00674C47" w:rsidRPr="00F5502A">
              <w:instrText xml:space="preserve"> FORMTEXT </w:instrText>
            </w:r>
            <w:r w:rsidRPr="00F5502A">
              <w:fldChar w:fldCharType="separate"/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="00674C47" w:rsidRPr="00F5502A">
              <w:rPr>
                <w:noProof/>
              </w:rPr>
              <w:t> </w:t>
            </w:r>
            <w:r w:rsidRPr="00F5502A">
              <w:fldChar w:fldCharType="end"/>
            </w:r>
            <w:bookmarkEnd w:id="8"/>
          </w:p>
        </w:tc>
      </w:tr>
    </w:tbl>
    <w:p w:rsidR="00551382" w:rsidRPr="00F5502A" w:rsidRDefault="00551382" w:rsidP="00C9135A">
      <w:pPr>
        <w:keepLines/>
        <w:jc w:val="both"/>
        <w:rPr>
          <w:sz w:val="6"/>
        </w:rPr>
      </w:pPr>
    </w:p>
    <w:sectPr w:rsidR="00551382" w:rsidRPr="00F5502A" w:rsidSect="002C4604">
      <w:type w:val="continuous"/>
      <w:pgSz w:w="11906" w:h="16838" w:code="9"/>
      <w:pgMar w:top="567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2FC" w:rsidRDefault="005D32FC">
      <w:r>
        <w:separator/>
      </w:r>
    </w:p>
  </w:endnote>
  <w:endnote w:type="continuationSeparator" w:id="0">
    <w:p w:rsidR="005D32FC" w:rsidRDefault="005D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04" w:rsidRPr="00997854" w:rsidRDefault="005B4204" w:rsidP="005B4204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 w:rsidR="00874A9C">
      <w:rPr>
        <w:b/>
      </w:rPr>
      <w:t>/OA8/1</w:t>
    </w:r>
  </w:p>
  <w:p w:rsidR="00674C47" w:rsidRDefault="005B4204" w:rsidP="005B420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9E28A8">
      <w:rPr>
        <w:b/>
      </w:rPr>
      <w:t>29.11</w:t>
    </w:r>
    <w:r>
      <w:rPr>
        <w:b/>
      </w:rPr>
      <w:t>.19</w:t>
    </w:r>
    <w:r w:rsidR="00551382">
      <w:tab/>
      <w:t xml:space="preserve">Strana: </w:t>
    </w:r>
    <w:r w:rsidR="009B1DA7" w:rsidRPr="00997854">
      <w:rPr>
        <w:rStyle w:val="slostrany"/>
        <w:b/>
      </w:rPr>
      <w:fldChar w:fldCharType="begin"/>
    </w:r>
    <w:r w:rsidR="00551382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9E28A8">
      <w:rPr>
        <w:rStyle w:val="slostrany"/>
        <w:b/>
        <w:noProof/>
      </w:rPr>
      <w:t>2</w:t>
    </w:r>
    <w:r w:rsidR="009B1DA7" w:rsidRPr="00997854">
      <w:rPr>
        <w:rStyle w:val="slostrany"/>
        <w:b/>
      </w:rPr>
      <w:fldChar w:fldCharType="end"/>
    </w:r>
    <w:r w:rsidR="00551382" w:rsidRPr="00997854">
      <w:rPr>
        <w:rStyle w:val="slostrany"/>
        <w:b/>
      </w:rPr>
      <w:t xml:space="preserve"> </w:t>
    </w:r>
    <w:r w:rsidR="00551382" w:rsidRPr="00DB2276">
      <w:rPr>
        <w:rStyle w:val="slostrany"/>
        <w:b/>
      </w:rPr>
      <w:t>/</w:t>
    </w:r>
    <w:r w:rsidR="00551382">
      <w:rPr>
        <w:rStyle w:val="slostrany"/>
        <w:b/>
      </w:rPr>
      <w:t xml:space="preserve"> </w:t>
    </w:r>
    <w:r w:rsidR="007A7523">
      <w:rPr>
        <w:rStyle w:val="slostrany"/>
        <w:b/>
        <w:noProof/>
      </w:rPr>
      <w:fldChar w:fldCharType="begin"/>
    </w:r>
    <w:r w:rsidR="007A7523">
      <w:rPr>
        <w:rStyle w:val="slostrany"/>
        <w:b/>
        <w:noProof/>
      </w:rPr>
      <w:instrText xml:space="preserve"> NUMPAGES   \* MERGEFORMAT </w:instrText>
    </w:r>
    <w:r w:rsidR="007A7523">
      <w:rPr>
        <w:rStyle w:val="slostrany"/>
        <w:b/>
        <w:noProof/>
      </w:rPr>
      <w:fldChar w:fldCharType="separate"/>
    </w:r>
    <w:r w:rsidR="009E28A8">
      <w:rPr>
        <w:rStyle w:val="slostrany"/>
        <w:b/>
        <w:noProof/>
      </w:rPr>
      <w:t>2</w:t>
    </w:r>
    <w:r w:rsidR="007A752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204" w:rsidRPr="00997854" w:rsidRDefault="005B4204" w:rsidP="005B4204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/OA8/1</w:t>
    </w:r>
  </w:p>
  <w:p w:rsidR="00674C47" w:rsidRPr="00E83EBB" w:rsidRDefault="005B4204" w:rsidP="005B4204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9E28A8">
      <w:rPr>
        <w:b/>
      </w:rPr>
      <w:t>29.11</w:t>
    </w:r>
    <w:r>
      <w:rPr>
        <w:b/>
      </w:rPr>
      <w:t>.19</w:t>
    </w:r>
    <w:r w:rsidR="00E83EBB">
      <w:rPr>
        <w:b/>
      </w:rPr>
      <w:tab/>
    </w:r>
    <w:r w:rsidR="00E83EBB">
      <w:t xml:space="preserve">Strana: </w:t>
    </w:r>
    <w:r w:rsidR="009B1DA7" w:rsidRPr="00997854">
      <w:rPr>
        <w:rStyle w:val="slostrany"/>
        <w:b/>
      </w:rPr>
      <w:fldChar w:fldCharType="begin"/>
    </w:r>
    <w:r w:rsidR="00E83EBB" w:rsidRPr="00997854">
      <w:rPr>
        <w:rStyle w:val="slostrany"/>
        <w:b/>
      </w:rPr>
      <w:instrText xml:space="preserve"> PAGE </w:instrText>
    </w:r>
    <w:r w:rsidR="009B1DA7" w:rsidRPr="00997854">
      <w:rPr>
        <w:rStyle w:val="slostrany"/>
        <w:b/>
      </w:rPr>
      <w:fldChar w:fldCharType="separate"/>
    </w:r>
    <w:r w:rsidR="009E28A8">
      <w:rPr>
        <w:rStyle w:val="slostrany"/>
        <w:b/>
        <w:noProof/>
      </w:rPr>
      <w:t>1</w:t>
    </w:r>
    <w:r w:rsidR="009B1DA7" w:rsidRPr="00997854">
      <w:rPr>
        <w:rStyle w:val="slostrany"/>
        <w:b/>
      </w:rPr>
      <w:fldChar w:fldCharType="end"/>
    </w:r>
    <w:r w:rsidR="00E83EBB" w:rsidRPr="00997854">
      <w:rPr>
        <w:rStyle w:val="slostrany"/>
        <w:b/>
      </w:rPr>
      <w:t xml:space="preserve"> </w:t>
    </w:r>
    <w:r w:rsidR="00E83EBB" w:rsidRPr="00DB2276">
      <w:rPr>
        <w:rStyle w:val="slostrany"/>
        <w:b/>
      </w:rPr>
      <w:t>/</w:t>
    </w:r>
    <w:r w:rsidR="00E83EBB">
      <w:rPr>
        <w:rStyle w:val="slostrany"/>
        <w:b/>
      </w:rPr>
      <w:t xml:space="preserve"> </w:t>
    </w:r>
    <w:r w:rsidR="009E28A8">
      <w:rPr>
        <w:rStyle w:val="slostrany"/>
        <w:b/>
        <w:noProof/>
      </w:rPr>
      <w:fldChar w:fldCharType="begin"/>
    </w:r>
    <w:r w:rsidR="009E28A8">
      <w:rPr>
        <w:rStyle w:val="slostrany"/>
        <w:b/>
        <w:noProof/>
      </w:rPr>
      <w:instrText xml:space="preserve"> NUMPAGES   \* MERGEFORMAT </w:instrText>
    </w:r>
    <w:r w:rsidR="009E28A8">
      <w:rPr>
        <w:rStyle w:val="slostrany"/>
        <w:b/>
        <w:noProof/>
      </w:rPr>
      <w:fldChar w:fldCharType="separate"/>
    </w:r>
    <w:r w:rsidR="009E28A8">
      <w:rPr>
        <w:rStyle w:val="slostrany"/>
        <w:b/>
        <w:noProof/>
      </w:rPr>
      <w:t>1</w:t>
    </w:r>
    <w:r w:rsidR="009E28A8">
      <w:rPr>
        <w:rStyle w:val="slostrany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2FC" w:rsidRDefault="005D32FC">
      <w:r>
        <w:separator/>
      </w:r>
    </w:p>
  </w:footnote>
  <w:footnote w:type="continuationSeparator" w:id="0">
    <w:p w:rsidR="005D32FC" w:rsidRDefault="005D3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551382" w:rsidTr="00551382">
      <w:trPr>
        <w:trHeight w:hRule="exact" w:val="454"/>
      </w:trPr>
      <w:tc>
        <w:tcPr>
          <w:tcW w:w="1080" w:type="dxa"/>
          <w:shd w:val="pct10" w:color="000000" w:fill="FFFFFF"/>
        </w:tcPr>
        <w:p w:rsidR="00551382" w:rsidRDefault="00551382">
          <w:pPr>
            <w:pStyle w:val="Hlavika"/>
            <w:rPr>
              <w:sz w:val="20"/>
            </w:rPr>
          </w:pPr>
          <w:r>
            <w:rPr>
              <w:sz w:val="20"/>
            </w:rPr>
            <w:t>Žiadateľ:</w:t>
          </w:r>
        </w:p>
      </w:tc>
      <w:tc>
        <w:tcPr>
          <w:tcW w:w="9410" w:type="dxa"/>
        </w:tcPr>
        <w:p w:rsidR="00551382" w:rsidRDefault="009B1DA7">
          <w:pPr>
            <w:pStyle w:val="Hlavika"/>
            <w:ind w:left="110"/>
            <w:rPr>
              <w:sz w:val="20"/>
            </w:rPr>
          </w:pP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T1  \* CHARFORMAT  \* MERGEFORMAT </w:instrText>
          </w:r>
          <w:r>
            <w:rPr>
              <w:sz w:val="18"/>
            </w:rPr>
            <w:fldChar w:fldCharType="separate"/>
          </w:r>
          <w:r w:rsidR="005B4204" w:rsidRPr="005B4204">
            <w:rPr>
              <w:sz w:val="18"/>
            </w:rPr>
            <w:t>názov / obchodné meno</w:t>
          </w:r>
          <w:r>
            <w:rPr>
              <w:sz w:val="18"/>
            </w:rPr>
            <w:fldChar w:fldCharType="end"/>
          </w:r>
          <w:r w:rsidR="00551382">
            <w:rPr>
              <w:sz w:val="18"/>
            </w:rPr>
            <w:t xml:space="preserve">, </w:t>
          </w:r>
          <w:r>
            <w:rPr>
              <w:sz w:val="18"/>
            </w:rPr>
            <w:fldChar w:fldCharType="begin"/>
          </w:r>
          <w:r w:rsidR="00551382">
            <w:rPr>
              <w:sz w:val="18"/>
            </w:rPr>
            <w:instrText xml:space="preserve"> REF T2  \* CHARFORMAT  \* MERGEFORMAT </w:instrText>
          </w:r>
          <w:r>
            <w:rPr>
              <w:sz w:val="18"/>
            </w:rPr>
            <w:fldChar w:fldCharType="separate"/>
          </w:r>
          <w:r w:rsidR="005B4204" w:rsidRPr="005B4204">
            <w:rPr>
              <w:sz w:val="18"/>
            </w:rPr>
            <w:t>adresa sídla</w:t>
          </w:r>
          <w:r>
            <w:rPr>
              <w:sz w:val="18"/>
            </w:rPr>
            <w:fldChar w:fldCharType="end"/>
          </w:r>
        </w:p>
      </w:tc>
    </w:tr>
  </w:tbl>
  <w:p w:rsidR="00674C47" w:rsidRDefault="00674C47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4EB4AE9E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D3605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64F39E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AACCD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5E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12862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A33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18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C40C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hint="default"/>
      </w:rPr>
    </w:lvl>
  </w:abstractNum>
  <w:abstractNum w:abstractNumId="2">
    <w:nsid w:val="168A5A8C"/>
    <w:multiLevelType w:val="hybridMultilevel"/>
    <w:tmpl w:val="68F4CA9C"/>
    <w:lvl w:ilvl="0" w:tplc="013CBC7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136C85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7A457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555AD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2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A88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ED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C49C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C87F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0726F3"/>
    <w:multiLevelType w:val="hybridMultilevel"/>
    <w:tmpl w:val="97D8AE98"/>
    <w:lvl w:ilvl="0" w:tplc="5BF07C5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4984C374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C9D2357C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3BD6DE6E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AE2088EE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8990C1AE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CC08F9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909C16D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8A52143A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1AE45C1"/>
    <w:multiLevelType w:val="hybridMultilevel"/>
    <w:tmpl w:val="FD6A5BD4"/>
    <w:lvl w:ilvl="0" w:tplc="E5B4E39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D0C0E0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5268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078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621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01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A67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E440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CC8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9B408D7C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hint="default"/>
      </w:rPr>
    </w:lvl>
    <w:lvl w:ilvl="1" w:tplc="5B80B77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hint="default"/>
      </w:rPr>
    </w:lvl>
    <w:lvl w:ilvl="2" w:tplc="BE86CCB4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B358D988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E0E43D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A04E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4E71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7849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21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387632DB"/>
    <w:multiLevelType w:val="hybridMultilevel"/>
    <w:tmpl w:val="8E8E4436"/>
    <w:lvl w:ilvl="0" w:tplc="6DA24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ACEA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3E0AD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C47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F84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2AE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D002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EC3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660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F38"/>
    <w:multiLevelType w:val="hybridMultilevel"/>
    <w:tmpl w:val="ABDC96F8"/>
    <w:lvl w:ilvl="0" w:tplc="338E16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9497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16F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14F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835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0A6A7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18F2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9CA2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7844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>
    <w:nsid w:val="6D3147A7"/>
    <w:multiLevelType w:val="hybridMultilevel"/>
    <w:tmpl w:val="64C6896A"/>
    <w:lvl w:ilvl="0" w:tplc="FA24033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3ECEE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2A2B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3C26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EC1B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60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EE56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0EA7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DC29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>
    <w:nsid w:val="716A38D9"/>
    <w:multiLevelType w:val="hybridMultilevel"/>
    <w:tmpl w:val="198C4FD6"/>
    <w:lvl w:ilvl="0" w:tplc="C9126136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C004F0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420B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42E8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42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8A5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0812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1C7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0667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3"/>
  </w:num>
  <w:num w:numId="4">
    <w:abstractNumId w:val="3"/>
  </w:num>
  <w:num w:numId="5">
    <w:abstractNumId w:val="12"/>
  </w:num>
  <w:num w:numId="6">
    <w:abstractNumId w:val="2"/>
  </w:num>
  <w:num w:numId="7">
    <w:abstractNumId w:val="9"/>
  </w:num>
  <w:num w:numId="8">
    <w:abstractNumId w:val="7"/>
  </w:num>
  <w:num w:numId="9">
    <w:abstractNumId w:val="11"/>
  </w:num>
  <w:num w:numId="10">
    <w:abstractNumId w:val="10"/>
  </w:num>
  <w:num w:numId="11">
    <w:abstractNumId w:val="1"/>
  </w:num>
  <w:num w:numId="12">
    <w:abstractNumId w:val="6"/>
  </w:num>
  <w:num w:numId="13">
    <w:abstractNumId w:val="14"/>
  </w:num>
  <w:num w:numId="14">
    <w:abstractNumId w:val="0"/>
  </w:num>
  <w:num w:numId="15">
    <w:abstractNumId w:val="15"/>
  </w:num>
  <w:num w:numId="16">
    <w:abstractNumId w:val="8"/>
  </w:num>
  <w:num w:numId="17">
    <w:abstractNumId w:val="10"/>
  </w:num>
  <w:num w:numId="18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náta Kuťková">
    <w15:presenceInfo w15:providerId="AD" w15:userId="S-1-5-21-547834138-808370581-4235936937-13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8Om3pIDUMbeLLjw/tKuaGw5y8I=" w:salt="18l3h73hfOOsGNIXV+0GpA==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C3D"/>
    <w:rsid w:val="00015D1E"/>
    <w:rsid w:val="000204AA"/>
    <w:rsid w:val="00022C96"/>
    <w:rsid w:val="000433F0"/>
    <w:rsid w:val="00127DE1"/>
    <w:rsid w:val="0017431E"/>
    <w:rsid w:val="0019305E"/>
    <w:rsid w:val="00195D17"/>
    <w:rsid w:val="001975A5"/>
    <w:rsid w:val="001A147C"/>
    <w:rsid w:val="001C1A16"/>
    <w:rsid w:val="001E008D"/>
    <w:rsid w:val="001E63A5"/>
    <w:rsid w:val="001F558C"/>
    <w:rsid w:val="00251DC1"/>
    <w:rsid w:val="002844DE"/>
    <w:rsid w:val="002A6DBF"/>
    <w:rsid w:val="002C4604"/>
    <w:rsid w:val="002C5ADD"/>
    <w:rsid w:val="002C6DAF"/>
    <w:rsid w:val="00354983"/>
    <w:rsid w:val="00362AEC"/>
    <w:rsid w:val="00365CB9"/>
    <w:rsid w:val="00377C5C"/>
    <w:rsid w:val="003A5B6F"/>
    <w:rsid w:val="003F49CF"/>
    <w:rsid w:val="0042352C"/>
    <w:rsid w:val="0049364A"/>
    <w:rsid w:val="004D00C8"/>
    <w:rsid w:val="0050107E"/>
    <w:rsid w:val="00524874"/>
    <w:rsid w:val="00551382"/>
    <w:rsid w:val="005A1A5E"/>
    <w:rsid w:val="005A31BC"/>
    <w:rsid w:val="005B4204"/>
    <w:rsid w:val="005C354D"/>
    <w:rsid w:val="005C3E63"/>
    <w:rsid w:val="005D32FC"/>
    <w:rsid w:val="005D3EE4"/>
    <w:rsid w:val="005E758F"/>
    <w:rsid w:val="006742E4"/>
    <w:rsid w:val="00674C47"/>
    <w:rsid w:val="00697C3D"/>
    <w:rsid w:val="006D0F37"/>
    <w:rsid w:val="006F5C96"/>
    <w:rsid w:val="0070248E"/>
    <w:rsid w:val="007A7523"/>
    <w:rsid w:val="007F65E9"/>
    <w:rsid w:val="00827D3D"/>
    <w:rsid w:val="00874A9C"/>
    <w:rsid w:val="008845FC"/>
    <w:rsid w:val="008A0BAD"/>
    <w:rsid w:val="008B29E4"/>
    <w:rsid w:val="008C0CDC"/>
    <w:rsid w:val="008D3E58"/>
    <w:rsid w:val="00914DED"/>
    <w:rsid w:val="0094445A"/>
    <w:rsid w:val="00957B7F"/>
    <w:rsid w:val="00974E67"/>
    <w:rsid w:val="00977DB2"/>
    <w:rsid w:val="009B1DA7"/>
    <w:rsid w:val="009C05A2"/>
    <w:rsid w:val="009E28A8"/>
    <w:rsid w:val="009E7135"/>
    <w:rsid w:val="00A308F8"/>
    <w:rsid w:val="00A36D43"/>
    <w:rsid w:val="00A9491C"/>
    <w:rsid w:val="00B00EBC"/>
    <w:rsid w:val="00B40845"/>
    <w:rsid w:val="00B44025"/>
    <w:rsid w:val="00BB4453"/>
    <w:rsid w:val="00C429A3"/>
    <w:rsid w:val="00C9135A"/>
    <w:rsid w:val="00CD23E2"/>
    <w:rsid w:val="00CE6589"/>
    <w:rsid w:val="00D23753"/>
    <w:rsid w:val="00D51097"/>
    <w:rsid w:val="00D53E11"/>
    <w:rsid w:val="00D94A55"/>
    <w:rsid w:val="00DB7A03"/>
    <w:rsid w:val="00DD5DFC"/>
    <w:rsid w:val="00DE6345"/>
    <w:rsid w:val="00E0324B"/>
    <w:rsid w:val="00E16B0A"/>
    <w:rsid w:val="00E36280"/>
    <w:rsid w:val="00E4601B"/>
    <w:rsid w:val="00E83EBB"/>
    <w:rsid w:val="00E92BB3"/>
    <w:rsid w:val="00E93641"/>
    <w:rsid w:val="00EB57E1"/>
    <w:rsid w:val="00EB6E31"/>
    <w:rsid w:val="00ED46B7"/>
    <w:rsid w:val="00F15573"/>
    <w:rsid w:val="00F534E1"/>
    <w:rsid w:val="00F548CE"/>
    <w:rsid w:val="00F5502A"/>
    <w:rsid w:val="00F8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008D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rsid w:val="001E008D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qFormat/>
    <w:rsid w:val="001E008D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qFormat/>
    <w:rsid w:val="001E008D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qFormat/>
    <w:rsid w:val="001E008D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1E008D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1E008D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1E008D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1E008D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qFormat/>
    <w:rsid w:val="001E008D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lostrany">
    <w:name w:val="page number"/>
    <w:basedOn w:val="Predvolenpsmoodseku"/>
    <w:rsid w:val="001E008D"/>
  </w:style>
  <w:style w:type="paragraph" w:styleId="Zkladntext2">
    <w:name w:val="Body Text 2"/>
    <w:basedOn w:val="Normlny"/>
    <w:rsid w:val="001E008D"/>
    <w:rPr>
      <w:bCs/>
      <w:i/>
      <w:iCs/>
    </w:rPr>
  </w:style>
  <w:style w:type="paragraph" w:styleId="Zkladntext">
    <w:name w:val="Body Text"/>
    <w:basedOn w:val="Normlny"/>
    <w:rsid w:val="001E008D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paragraph" w:styleId="Textbubliny">
    <w:name w:val="Balloon Text"/>
    <w:basedOn w:val="Normlny"/>
    <w:semiHidden/>
    <w:rsid w:val="001E008D"/>
    <w:rPr>
      <w:rFonts w:ascii="Tahoma" w:hAnsi="Tahoma" w:cs="Tahoma"/>
      <w:sz w:val="16"/>
      <w:szCs w:val="16"/>
    </w:rPr>
  </w:style>
  <w:style w:type="paragraph" w:styleId="Pta">
    <w:name w:val="footer"/>
    <w:basedOn w:val="Normlny"/>
    <w:link w:val="PtaChar"/>
    <w:uiPriority w:val="99"/>
    <w:rsid w:val="001E008D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Zkladntext31">
    <w:name w:val="Základný text 31"/>
    <w:basedOn w:val="Normlny"/>
    <w:rsid w:val="001E008D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rsid w:val="001E008D"/>
    <w:pPr>
      <w:tabs>
        <w:tab w:val="center" w:pos="4536"/>
        <w:tab w:val="right" w:pos="9072"/>
      </w:tabs>
    </w:pPr>
  </w:style>
  <w:style w:type="paragraph" w:styleId="Nzov">
    <w:name w:val="Title"/>
    <w:basedOn w:val="Normlny"/>
    <w:qFormat/>
    <w:rsid w:val="001E008D"/>
    <w:pPr>
      <w:jc w:val="center"/>
    </w:pPr>
    <w:rPr>
      <w:b/>
      <w:bCs/>
      <w:sz w:val="32"/>
      <w:lang w:eastAsia="cs-CZ"/>
    </w:rPr>
  </w:style>
  <w:style w:type="paragraph" w:styleId="Podtitul">
    <w:name w:val="Subtitle"/>
    <w:basedOn w:val="Normlny"/>
    <w:qFormat/>
    <w:rsid w:val="001E008D"/>
    <w:pPr>
      <w:jc w:val="center"/>
    </w:pPr>
    <w:rPr>
      <w:rFonts w:ascii="Arial" w:hAnsi="Arial" w:cs="Arial"/>
      <w:b/>
      <w:bCs/>
      <w:sz w:val="32"/>
      <w:lang w:eastAsia="cs-CZ"/>
    </w:rPr>
  </w:style>
  <w:style w:type="paragraph" w:styleId="Zarkazkladnhotextu">
    <w:name w:val="Body Text Indent"/>
    <w:basedOn w:val="Normlny"/>
    <w:rsid w:val="001E008D"/>
    <w:pPr>
      <w:ind w:left="180" w:hanging="180"/>
      <w:jc w:val="both"/>
    </w:pPr>
    <w:rPr>
      <w:i/>
      <w:iCs/>
      <w:sz w:val="20"/>
    </w:rPr>
  </w:style>
  <w:style w:type="paragraph" w:styleId="Zkladntext3">
    <w:name w:val="Body Text 3"/>
    <w:basedOn w:val="Normlny"/>
    <w:rsid w:val="001E008D"/>
    <w:rPr>
      <w:bCs/>
      <w:sz w:val="28"/>
    </w:rPr>
  </w:style>
  <w:style w:type="character" w:customStyle="1" w:styleId="PtaChar">
    <w:name w:val="Päta Char"/>
    <w:basedOn w:val="Predvolenpsmoodseku"/>
    <w:link w:val="Pta"/>
    <w:uiPriority w:val="99"/>
    <w:rsid w:val="00E92BB3"/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8_COO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TL05OA8_COO.dot</Template>
  <TotalTime>8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TL05OA8_COO</vt:lpstr>
    </vt:vector>
  </TitlesOfParts>
  <Company>SNAS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TL05OA8_COO</dc:title>
  <dc:subject>Orgán certifikujúci osoby</dc:subject>
  <dc:creator>Cucorova</dc:creator>
  <dc:description>Príloha k žiadosti o akreditáciu SNAS_x000d_
ver. 01.01.05, TL 05 SNAS</dc:description>
  <cp:lastModifiedBy>Andrea Cucorová</cp:lastModifiedBy>
  <cp:revision>7</cp:revision>
  <cp:lastPrinted>2013-08-23T08:25:00Z</cp:lastPrinted>
  <dcterms:created xsi:type="dcterms:W3CDTF">2019-08-30T12:56:00Z</dcterms:created>
  <dcterms:modified xsi:type="dcterms:W3CDTF">2019-11-29T14:10:00Z</dcterms:modified>
</cp:coreProperties>
</file>