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0"/>
        <w:gridCol w:w="9410"/>
      </w:tblGrid>
      <w:tr w:rsidR="00674C47" w:rsidRPr="005648C2" w:rsidTr="009C05A2">
        <w:trPr>
          <w:trHeight w:hRule="exact" w:val="454"/>
        </w:trPr>
        <w:tc>
          <w:tcPr>
            <w:tcW w:w="1080" w:type="dxa"/>
            <w:shd w:val="pct10" w:color="000000" w:fill="FFFFFF"/>
          </w:tcPr>
          <w:p w:rsidR="00674C47" w:rsidRPr="005648C2" w:rsidRDefault="001B02C6" w:rsidP="00D23753">
            <w:pPr>
              <w:pStyle w:val="Nadpis2"/>
              <w:numPr>
                <w:ilvl w:val="0"/>
                <w:numId w:val="0"/>
              </w:numPr>
              <w:rPr>
                <w:i w:val="0"/>
                <w:lang w:val="en-GB"/>
              </w:rPr>
            </w:pPr>
            <w:r w:rsidRPr="005648C2"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  <w:t>Applicant:</w:t>
            </w:r>
          </w:p>
        </w:tc>
        <w:tc>
          <w:tcPr>
            <w:tcW w:w="9410" w:type="dxa"/>
          </w:tcPr>
          <w:p w:rsidR="00E92BB3" w:rsidRPr="005648C2" w:rsidRDefault="00E92BB3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</w:p>
          <w:p w:rsidR="00674C47" w:rsidRPr="005648C2" w:rsidRDefault="0026075D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 / Business name"/>
                  </w:textInput>
                </w:ffData>
              </w:fldChar>
            </w:r>
            <w:bookmarkStart w:id="0" w:name="T1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bookmarkStart w:id="1" w:name="_GoBack"/>
            <w:r>
              <w:rPr>
                <w:b/>
                <w:noProof/>
                <w:lang w:val="en-GB"/>
              </w:rPr>
              <w:t>Name / Business name</w:t>
            </w:r>
            <w:bookmarkEnd w:id="1"/>
            <w:r>
              <w:rPr>
                <w:b/>
                <w:lang w:val="en-GB"/>
              </w:rPr>
              <w:fldChar w:fldCharType="end"/>
            </w:r>
            <w:bookmarkEnd w:id="0"/>
            <w:r>
              <w:rPr>
                <w:b/>
                <w:lang w:val="en-GB"/>
              </w:rPr>
              <w:t xml:space="preserve">, </w:t>
            </w:r>
            <w:r>
              <w:rPr>
                <w:b/>
                <w:lang w:val="en-GB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dress"/>
                  </w:textInput>
                </w:ffData>
              </w:fldChar>
            </w:r>
            <w:bookmarkStart w:id="2" w:name="T2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Address</w:t>
            </w:r>
            <w:r>
              <w:rPr>
                <w:b/>
                <w:lang w:val="en-GB"/>
              </w:rPr>
              <w:fldChar w:fldCharType="end"/>
            </w:r>
            <w:bookmarkEnd w:id="2"/>
          </w:p>
          <w:p w:rsidR="00E4601B" w:rsidRPr="005648C2" w:rsidRDefault="00E4601B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</w:p>
          <w:p w:rsidR="00E4601B" w:rsidRPr="005648C2" w:rsidRDefault="00E4601B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</w:p>
          <w:p w:rsidR="00E4601B" w:rsidRPr="005648C2" w:rsidRDefault="00E4601B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</w:p>
        </w:tc>
      </w:tr>
    </w:tbl>
    <w:p w:rsidR="00674C47" w:rsidRPr="005648C2" w:rsidRDefault="00674C47">
      <w:pPr>
        <w:pStyle w:val="Pta"/>
        <w:tabs>
          <w:tab w:val="clear" w:pos="4153"/>
          <w:tab w:val="clear" w:pos="8306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674C47" w:rsidRPr="005648C2" w:rsidTr="009C05A2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674C47" w:rsidRPr="005648C2" w:rsidRDefault="001B02C6">
            <w:pPr>
              <w:pStyle w:val="Nzov"/>
              <w:tabs>
                <w:tab w:val="left" w:pos="-2700"/>
                <w:tab w:val="left" w:pos="4032"/>
              </w:tabs>
              <w:jc w:val="left"/>
              <w:rPr>
                <w:lang w:val="en-GB"/>
              </w:rPr>
            </w:pPr>
            <w:r w:rsidRPr="005648C2">
              <w:rPr>
                <w:lang w:val="en-GB"/>
              </w:rPr>
              <w:t>Annex</w:t>
            </w:r>
            <w:r w:rsidR="00674C47" w:rsidRPr="005648C2">
              <w:rPr>
                <w:lang w:val="en-GB"/>
              </w:rPr>
              <w:t xml:space="preserve"> OA 8</w:t>
            </w:r>
            <w:r w:rsidRPr="005648C2">
              <w:rPr>
                <w:lang w:val="en-GB"/>
              </w:rPr>
              <w:t>-1. Part</w:t>
            </w:r>
            <w:r w:rsidR="00674C47" w:rsidRPr="005648C2">
              <w:rPr>
                <w:lang w:val="en-GB"/>
              </w:rPr>
              <w:t>:</w:t>
            </w:r>
            <w:r w:rsidR="00674C47" w:rsidRPr="005648C2">
              <w:rPr>
                <w:lang w:val="en-GB"/>
              </w:rPr>
              <w:tab/>
            </w:r>
            <w:r w:rsidRPr="005648C2">
              <w:rPr>
                <w:lang w:val="en-GB"/>
              </w:rPr>
              <w:t>Certification Body Certifying Persons</w:t>
            </w:r>
          </w:p>
        </w:tc>
      </w:tr>
    </w:tbl>
    <w:p w:rsidR="00674C47" w:rsidRPr="005648C2" w:rsidRDefault="00674C47">
      <w:pPr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8330"/>
      </w:tblGrid>
      <w:tr w:rsidR="00674C47" w:rsidRPr="005648C2" w:rsidTr="001975A5"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74C47" w:rsidRPr="005648C2" w:rsidRDefault="001B02C6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  <w:lang w:val="en-GB"/>
              </w:rPr>
            </w:pPr>
            <w:r w:rsidRPr="005648C2">
              <w:rPr>
                <w:sz w:val="20"/>
                <w:lang w:val="en-GB"/>
              </w:rPr>
              <w:t>Conformity Assessment Body:</w:t>
            </w:r>
          </w:p>
        </w:tc>
        <w:tc>
          <w:tcPr>
            <w:tcW w:w="8330" w:type="dxa"/>
            <w:tcBorders>
              <w:bottom w:val="single" w:sz="4" w:space="0" w:color="auto"/>
            </w:tcBorders>
            <w:vAlign w:val="center"/>
          </w:tcPr>
          <w:p w:rsidR="00674C47" w:rsidRPr="005648C2" w:rsidRDefault="00757C10" w:rsidP="00757C10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Address"/>
                  </w:textInput>
                </w:ffData>
              </w:fldChar>
            </w:r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Name, Address</w:t>
            </w:r>
            <w:r>
              <w:rPr>
                <w:b/>
                <w:lang w:val="en-GB"/>
              </w:rPr>
              <w:fldChar w:fldCharType="end"/>
            </w:r>
          </w:p>
        </w:tc>
      </w:tr>
    </w:tbl>
    <w:p w:rsidR="00674C47" w:rsidRPr="005648C2" w:rsidRDefault="00674C47">
      <w:pPr>
        <w:rPr>
          <w:sz w:val="10"/>
          <w:lang w:val="en-GB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77C5C" w:rsidRPr="005648C2" w:rsidTr="00127DE1">
        <w:trPr>
          <w:cantSplit/>
        </w:trPr>
        <w:tc>
          <w:tcPr>
            <w:tcW w:w="3118" w:type="dxa"/>
            <w:shd w:val="pct10" w:color="000000" w:fill="FFFFFF"/>
          </w:tcPr>
          <w:p w:rsidR="001B02C6" w:rsidRPr="005648C2" w:rsidRDefault="001B02C6" w:rsidP="001B02C6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5648C2">
              <w:rPr>
                <w:b/>
                <w:sz w:val="16"/>
                <w:lang w:val="en-GB"/>
              </w:rPr>
              <w:t>Certificate No.</w:t>
            </w:r>
          </w:p>
          <w:p w:rsidR="00377C5C" w:rsidRPr="005648C2" w:rsidRDefault="001B02C6" w:rsidP="001B02C6">
            <w:pPr>
              <w:shd w:val="pct10" w:color="000000" w:fill="FFFFFF"/>
              <w:jc w:val="center"/>
              <w:rPr>
                <w:sz w:val="16"/>
                <w:lang w:val="en-GB"/>
              </w:rPr>
            </w:pPr>
            <w:r w:rsidRPr="005648C2">
              <w:rPr>
                <w:sz w:val="16"/>
                <w:lang w:val="en-GB"/>
              </w:rPr>
              <w:t>(not required for Accreditation)</w:t>
            </w:r>
          </w:p>
        </w:tc>
        <w:tc>
          <w:tcPr>
            <w:tcW w:w="3261" w:type="dxa"/>
            <w:shd w:val="pct10" w:color="000000" w:fill="FFFFFF"/>
          </w:tcPr>
          <w:p w:rsidR="00377C5C" w:rsidRPr="005648C2" w:rsidRDefault="001B02C6" w:rsidP="00127DE1">
            <w:pPr>
              <w:shd w:val="pct10" w:color="000000" w:fill="FFFFFF"/>
              <w:rPr>
                <w:lang w:val="en-GB"/>
              </w:rPr>
            </w:pPr>
            <w:r w:rsidRPr="005648C2">
              <w:rPr>
                <w:b/>
                <w:sz w:val="16"/>
                <w:lang w:val="en-GB"/>
              </w:rPr>
              <w:t xml:space="preserve">Membership number of the registered SNAS member </w:t>
            </w:r>
            <w:r w:rsidRPr="005648C2">
              <w:rPr>
                <w:sz w:val="16"/>
                <w:lang w:val="en-GB"/>
              </w:rPr>
              <w:t>(only if registered)</w:t>
            </w:r>
          </w:p>
        </w:tc>
      </w:tr>
      <w:tr w:rsidR="00377C5C" w:rsidRPr="005648C2" w:rsidTr="00127DE1">
        <w:trPr>
          <w:cantSplit/>
          <w:trHeight w:hRule="exact" w:val="284"/>
        </w:trPr>
        <w:tc>
          <w:tcPr>
            <w:tcW w:w="3118" w:type="dxa"/>
          </w:tcPr>
          <w:p w:rsidR="00377C5C" w:rsidRPr="005648C2" w:rsidRDefault="009B1DA7" w:rsidP="00127DE1">
            <w:pPr>
              <w:jc w:val="center"/>
              <w:rPr>
                <w:b/>
                <w:lang w:val="en-GB"/>
              </w:rPr>
            </w:pPr>
            <w:r w:rsidRPr="005648C2">
              <w:rPr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77C5C" w:rsidRPr="005648C2">
              <w:rPr>
                <w:b/>
                <w:lang w:val="en-GB"/>
              </w:rPr>
              <w:instrText xml:space="preserve"> FORMTEXT </w:instrText>
            </w:r>
            <w:r w:rsidRPr="005648C2">
              <w:rPr>
                <w:b/>
                <w:lang w:val="en-GB"/>
              </w:rPr>
            </w:r>
            <w:r w:rsidRPr="005648C2">
              <w:rPr>
                <w:b/>
                <w:lang w:val="en-GB"/>
              </w:rPr>
              <w:fldChar w:fldCharType="separate"/>
            </w:r>
            <w:r w:rsidR="00377C5C" w:rsidRPr="005648C2">
              <w:rPr>
                <w:b/>
                <w:noProof/>
                <w:lang w:val="en-GB"/>
              </w:rPr>
              <w:t> </w:t>
            </w:r>
            <w:r w:rsidR="00377C5C" w:rsidRPr="005648C2">
              <w:rPr>
                <w:b/>
                <w:noProof/>
                <w:lang w:val="en-GB"/>
              </w:rPr>
              <w:t> </w:t>
            </w:r>
            <w:r w:rsidR="00377C5C" w:rsidRPr="005648C2">
              <w:rPr>
                <w:b/>
                <w:noProof/>
                <w:lang w:val="en-GB"/>
              </w:rPr>
              <w:t> </w:t>
            </w:r>
            <w:r w:rsidR="00377C5C" w:rsidRPr="005648C2">
              <w:rPr>
                <w:b/>
                <w:noProof/>
                <w:lang w:val="en-GB"/>
              </w:rPr>
              <w:t> </w:t>
            </w:r>
            <w:r w:rsidR="00377C5C" w:rsidRPr="005648C2">
              <w:rPr>
                <w:b/>
                <w:noProof/>
                <w:lang w:val="en-GB"/>
              </w:rPr>
              <w:t> </w:t>
            </w:r>
            <w:r w:rsidRPr="005648C2">
              <w:rPr>
                <w:b/>
                <w:lang w:val="en-GB"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:rsidR="00377C5C" w:rsidRPr="005648C2" w:rsidRDefault="009B1DA7" w:rsidP="00127DE1">
            <w:pPr>
              <w:jc w:val="center"/>
              <w:rPr>
                <w:b/>
                <w:lang w:val="en-GB"/>
              </w:rPr>
            </w:pPr>
            <w:r w:rsidRPr="005648C2">
              <w:rPr>
                <w:b/>
                <w:lang w:val="en-GB"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77C5C" w:rsidRPr="005648C2">
              <w:rPr>
                <w:b/>
                <w:lang w:val="en-GB"/>
              </w:rPr>
              <w:instrText xml:space="preserve"> FORMTEXT </w:instrText>
            </w:r>
            <w:r w:rsidRPr="005648C2">
              <w:rPr>
                <w:b/>
                <w:lang w:val="en-GB"/>
              </w:rPr>
            </w:r>
            <w:r w:rsidRPr="005648C2">
              <w:rPr>
                <w:b/>
                <w:lang w:val="en-GB"/>
              </w:rPr>
              <w:fldChar w:fldCharType="separate"/>
            </w:r>
            <w:r w:rsidR="00377C5C" w:rsidRPr="005648C2">
              <w:rPr>
                <w:b/>
                <w:noProof/>
                <w:lang w:val="en-GB"/>
              </w:rPr>
              <w:t> </w:t>
            </w:r>
            <w:r w:rsidR="00377C5C" w:rsidRPr="005648C2">
              <w:rPr>
                <w:b/>
                <w:noProof/>
                <w:lang w:val="en-GB"/>
              </w:rPr>
              <w:t> </w:t>
            </w:r>
            <w:r w:rsidR="00377C5C" w:rsidRPr="005648C2">
              <w:rPr>
                <w:b/>
                <w:noProof/>
                <w:lang w:val="en-GB"/>
              </w:rPr>
              <w:t> </w:t>
            </w:r>
            <w:r w:rsidRPr="005648C2">
              <w:rPr>
                <w:b/>
                <w:lang w:val="en-GB"/>
              </w:rPr>
              <w:fldChar w:fldCharType="end"/>
            </w:r>
            <w:bookmarkEnd w:id="4"/>
          </w:p>
        </w:tc>
      </w:tr>
    </w:tbl>
    <w:p w:rsidR="001975A5" w:rsidRPr="005648C2" w:rsidRDefault="001975A5" w:rsidP="001975A5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  <w:lang w:val="en-GB"/>
        </w:rPr>
      </w:pPr>
    </w:p>
    <w:p w:rsidR="005A31BC" w:rsidRPr="005648C2" w:rsidRDefault="001B02C6" w:rsidP="00D23753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  <w:lang w:val="en-GB"/>
        </w:rPr>
      </w:pPr>
      <w:r w:rsidRPr="005648C2">
        <w:rPr>
          <w:i w:val="0"/>
          <w:lang w:val="en-GB"/>
        </w:rPr>
        <w:t>Specification of activities</w:t>
      </w:r>
    </w:p>
    <w:p w:rsidR="005D3EE4" w:rsidRPr="005648C2" w:rsidRDefault="005D3EE4" w:rsidP="001975A5">
      <w:pPr>
        <w:rPr>
          <w:sz w:val="10"/>
          <w:szCs w:val="10"/>
          <w:lang w:val="en-GB"/>
        </w:rPr>
      </w:pPr>
    </w:p>
    <w:p w:rsidR="005D3EE4" w:rsidRPr="005648C2" w:rsidRDefault="001B02C6" w:rsidP="005D3EE4">
      <w:pPr>
        <w:jc w:val="both"/>
        <w:rPr>
          <w:b/>
          <w:sz w:val="22"/>
          <w:szCs w:val="22"/>
          <w:lang w:val="en-GB"/>
        </w:rPr>
      </w:pPr>
      <w:r w:rsidRPr="005648C2">
        <w:rPr>
          <w:b/>
          <w:sz w:val="22"/>
          <w:szCs w:val="22"/>
          <w:lang w:val="en-GB"/>
        </w:rPr>
        <w:t>Table</w:t>
      </w:r>
      <w:r w:rsidR="005D3EE4" w:rsidRPr="005648C2">
        <w:rPr>
          <w:b/>
          <w:sz w:val="22"/>
          <w:szCs w:val="22"/>
          <w:lang w:val="en-GB"/>
        </w:rPr>
        <w:t xml:space="preserve"> </w:t>
      </w:r>
      <w:r w:rsidR="001975A5" w:rsidRPr="005648C2">
        <w:rPr>
          <w:b/>
          <w:sz w:val="22"/>
          <w:szCs w:val="22"/>
          <w:lang w:val="en-GB"/>
        </w:rPr>
        <w:t>1</w:t>
      </w:r>
    </w:p>
    <w:p w:rsidR="00F534E1" w:rsidRPr="005648C2" w:rsidRDefault="00F534E1" w:rsidP="001975A5">
      <w:pPr>
        <w:rPr>
          <w:sz w:val="4"/>
          <w:szCs w:val="4"/>
          <w:lang w:val="en-GB"/>
        </w:rPr>
      </w:pPr>
    </w:p>
    <w:p w:rsidR="001975A5" w:rsidRPr="005648C2" w:rsidRDefault="001975A5" w:rsidP="00D23753">
      <w:pPr>
        <w:rPr>
          <w:b/>
          <w:bCs/>
          <w:i/>
          <w:iCs/>
          <w:lang w:val="en-GB"/>
        </w:rPr>
        <w:sectPr w:rsidR="001975A5" w:rsidRPr="005648C2" w:rsidSect="002C4604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:rsidR="001975A5" w:rsidRPr="005648C2" w:rsidRDefault="001975A5" w:rsidP="005C354D">
      <w:pPr>
        <w:rPr>
          <w:sz w:val="10"/>
          <w:lang w:val="en-GB"/>
        </w:rPr>
      </w:pPr>
    </w:p>
    <w:tbl>
      <w:tblPr>
        <w:tblpPr w:leftFromText="180" w:rightFromText="180" w:vertAnchor="text" w:horzAnchor="margin" w:tblpX="70" w:tblpY="1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119"/>
        <w:gridCol w:w="3402"/>
      </w:tblGrid>
      <w:tr w:rsidR="001975A5" w:rsidRPr="005648C2" w:rsidTr="005A1A5E">
        <w:trPr>
          <w:cantSplit/>
          <w:trHeight w:hRule="exact" w:val="1018"/>
          <w:tblHeader/>
        </w:trPr>
        <w:tc>
          <w:tcPr>
            <w:tcW w:w="709" w:type="dxa"/>
            <w:tcBorders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:rsidR="001975A5" w:rsidRPr="005648C2" w:rsidRDefault="005648C2" w:rsidP="005A1A5E">
            <w:pPr>
              <w:ind w:left="113" w:right="113"/>
              <w:jc w:val="center"/>
              <w:rPr>
                <w:b/>
                <w:sz w:val="22"/>
                <w:lang w:val="en-GB"/>
              </w:rPr>
            </w:pPr>
            <w:r w:rsidRPr="005648C2">
              <w:rPr>
                <w:b/>
                <w:sz w:val="22"/>
                <w:lang w:val="en-GB"/>
              </w:rPr>
              <w:t>Item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1975A5" w:rsidRPr="005648C2" w:rsidRDefault="005648C2" w:rsidP="005A1A5E">
            <w:pPr>
              <w:pStyle w:val="Nadpis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i w:val="0"/>
                <w:sz w:val="22"/>
                <w:lang w:val="en-GB"/>
              </w:rPr>
            </w:pPr>
            <w:r w:rsidRPr="005648C2">
              <w:rPr>
                <w:rFonts w:ascii="Times New Roman" w:hAnsi="Times New Roman"/>
                <w:i w:val="0"/>
                <w:sz w:val="22"/>
                <w:lang w:val="en-GB"/>
              </w:rPr>
              <w:t>Activity type / category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1975A5" w:rsidRPr="005648C2" w:rsidRDefault="005648C2" w:rsidP="005A1A5E">
            <w:pPr>
              <w:pStyle w:val="Nadpis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i w:val="0"/>
                <w:sz w:val="22"/>
                <w:lang w:val="en-GB"/>
              </w:rPr>
            </w:pPr>
            <w:r w:rsidRPr="005648C2">
              <w:rPr>
                <w:rFonts w:ascii="Times New Roman" w:hAnsi="Times New Roman"/>
                <w:i w:val="0"/>
                <w:sz w:val="22"/>
                <w:lang w:val="en-GB"/>
              </w:rPr>
              <w:t>Certification schemes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1975A5" w:rsidRPr="005648C2" w:rsidRDefault="005648C2" w:rsidP="005A1A5E">
            <w:pPr>
              <w:pStyle w:val="Nadpis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i w:val="0"/>
                <w:sz w:val="22"/>
                <w:lang w:val="en-GB"/>
              </w:rPr>
            </w:pPr>
            <w:r w:rsidRPr="005648C2">
              <w:rPr>
                <w:rFonts w:ascii="Times New Roman" w:hAnsi="Times New Roman"/>
                <w:i w:val="0"/>
                <w:sz w:val="22"/>
                <w:lang w:val="en-GB"/>
              </w:rPr>
              <w:t>Regulations, standards</w:t>
            </w:r>
          </w:p>
        </w:tc>
      </w:tr>
      <w:tr w:rsidR="001975A5" w:rsidRPr="005648C2" w:rsidTr="005A1A5E">
        <w:trPr>
          <w:trHeight w:val="3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</w:tr>
      <w:tr w:rsidR="001975A5" w:rsidRPr="005648C2" w:rsidTr="005A1A5E">
        <w:trPr>
          <w:trHeight w:val="3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pStyle w:val="Hlavika"/>
              <w:tabs>
                <w:tab w:val="clear" w:pos="4536"/>
                <w:tab w:val="clear" w:pos="9072"/>
              </w:tabs>
              <w:rPr>
                <w:sz w:val="22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</w:tr>
      <w:tr w:rsidR="001975A5" w:rsidRPr="005648C2" w:rsidTr="005A1A5E">
        <w:trPr>
          <w:trHeight w:val="324"/>
        </w:trPr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75A5" w:rsidRPr="005648C2" w:rsidRDefault="001975A5" w:rsidP="005A1A5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75A5" w:rsidRPr="005648C2" w:rsidRDefault="001975A5" w:rsidP="005A1A5E">
            <w:pPr>
              <w:pStyle w:val="Hlavika"/>
              <w:tabs>
                <w:tab w:val="clear" w:pos="4536"/>
                <w:tab w:val="clear" w:pos="9072"/>
              </w:tabs>
              <w:rPr>
                <w:sz w:val="22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</w:tr>
    </w:tbl>
    <w:p w:rsidR="001975A5" w:rsidRPr="005648C2" w:rsidRDefault="001975A5" w:rsidP="005C354D">
      <w:pPr>
        <w:rPr>
          <w:sz w:val="10"/>
          <w:lang w:val="en-GB"/>
        </w:rPr>
      </w:pPr>
    </w:p>
    <w:p w:rsidR="001975A5" w:rsidRPr="005648C2" w:rsidRDefault="005648C2" w:rsidP="001975A5">
      <w:pPr>
        <w:jc w:val="both"/>
        <w:rPr>
          <w:b/>
          <w:sz w:val="22"/>
          <w:szCs w:val="22"/>
          <w:lang w:val="en-GB"/>
        </w:rPr>
      </w:pPr>
      <w:r w:rsidRPr="005648C2">
        <w:rPr>
          <w:b/>
          <w:sz w:val="22"/>
          <w:szCs w:val="22"/>
          <w:lang w:val="en-GB"/>
        </w:rPr>
        <w:t>Table</w:t>
      </w:r>
      <w:r w:rsidR="001975A5" w:rsidRPr="005648C2">
        <w:rPr>
          <w:b/>
          <w:sz w:val="22"/>
          <w:szCs w:val="22"/>
          <w:lang w:val="en-GB"/>
        </w:rPr>
        <w:t xml:space="preserve"> 2</w:t>
      </w:r>
    </w:p>
    <w:p w:rsidR="001975A5" w:rsidRPr="005648C2" w:rsidRDefault="001975A5" w:rsidP="005C354D">
      <w:pPr>
        <w:rPr>
          <w:sz w:val="10"/>
          <w:lang w:val="en-GB"/>
        </w:rPr>
      </w:pPr>
    </w:p>
    <w:tbl>
      <w:tblPr>
        <w:tblpPr w:leftFromText="180" w:rightFromText="180" w:vertAnchor="text" w:horzAnchor="margin" w:tblpX="70" w:tblpY="17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4"/>
        <w:gridCol w:w="5457"/>
      </w:tblGrid>
      <w:tr w:rsidR="001975A5" w:rsidRPr="005648C2" w:rsidTr="005A1A5E">
        <w:trPr>
          <w:cantSplit/>
          <w:trHeight w:hRule="exact" w:val="748"/>
          <w:tblHeader/>
        </w:trPr>
        <w:tc>
          <w:tcPr>
            <w:tcW w:w="779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1975A5" w:rsidRPr="005648C2" w:rsidRDefault="005648C2" w:rsidP="005A1A5E">
            <w:pPr>
              <w:pStyle w:val="Nadpis1"/>
              <w:jc w:val="center"/>
              <w:rPr>
                <w:sz w:val="22"/>
                <w:lang w:val="en-GB"/>
              </w:rPr>
            </w:pPr>
            <w:r w:rsidRPr="005648C2">
              <w:rPr>
                <w:sz w:val="22"/>
                <w:lang w:val="en-GB"/>
              </w:rPr>
              <w:t>No</w:t>
            </w:r>
          </w:p>
        </w:tc>
        <w:tc>
          <w:tcPr>
            <w:tcW w:w="4254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1975A5" w:rsidRPr="005648C2" w:rsidRDefault="005648C2" w:rsidP="005A1A5E">
            <w:pPr>
              <w:pStyle w:val="Nadpis1"/>
              <w:jc w:val="center"/>
              <w:rPr>
                <w:sz w:val="22"/>
                <w:lang w:val="en-GB"/>
              </w:rPr>
            </w:pPr>
            <w:r w:rsidRPr="005648C2">
              <w:rPr>
                <w:sz w:val="22"/>
                <w:lang w:val="en-GB"/>
              </w:rPr>
              <w:t>Name and address of workplace</w:t>
            </w:r>
          </w:p>
        </w:tc>
        <w:tc>
          <w:tcPr>
            <w:tcW w:w="5457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1975A5" w:rsidRPr="005648C2" w:rsidRDefault="005648C2" w:rsidP="005A1A5E">
            <w:pPr>
              <w:pStyle w:val="Nadpis1"/>
              <w:jc w:val="center"/>
              <w:rPr>
                <w:sz w:val="22"/>
                <w:lang w:val="en-GB"/>
              </w:rPr>
            </w:pPr>
            <w:r w:rsidRPr="005648C2">
              <w:rPr>
                <w:sz w:val="22"/>
                <w:lang w:val="en-GB"/>
              </w:rPr>
              <w:t>Identification of activities</w:t>
            </w:r>
          </w:p>
        </w:tc>
      </w:tr>
      <w:tr w:rsidR="001975A5" w:rsidRPr="005648C2" w:rsidTr="005A1A5E">
        <w:trPr>
          <w:cantSplit/>
          <w:trHeight w:val="28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1975A5" w:rsidRPr="005648C2" w:rsidRDefault="001975A5" w:rsidP="005A1A5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  <w:tc>
          <w:tcPr>
            <w:tcW w:w="5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</w:tr>
      <w:tr w:rsidR="001975A5" w:rsidRPr="005648C2" w:rsidTr="005A1A5E">
        <w:trPr>
          <w:cantSplit/>
          <w:trHeight w:val="284"/>
        </w:trPr>
        <w:tc>
          <w:tcPr>
            <w:tcW w:w="779" w:type="dxa"/>
            <w:tcBorders>
              <w:top w:val="single" w:sz="4" w:space="0" w:color="auto"/>
            </w:tcBorders>
          </w:tcPr>
          <w:p w:rsidR="001975A5" w:rsidRPr="005648C2" w:rsidRDefault="001975A5" w:rsidP="005A1A5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  <w:tc>
          <w:tcPr>
            <w:tcW w:w="5457" w:type="dxa"/>
            <w:tcBorders>
              <w:top w:val="single" w:sz="4" w:space="0" w:color="auto"/>
            </w:tcBorders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</w:tr>
      <w:tr w:rsidR="001975A5" w:rsidRPr="005648C2" w:rsidTr="005A1A5E">
        <w:trPr>
          <w:cantSplit/>
          <w:trHeight w:val="284"/>
        </w:trPr>
        <w:tc>
          <w:tcPr>
            <w:tcW w:w="779" w:type="dxa"/>
          </w:tcPr>
          <w:p w:rsidR="001975A5" w:rsidRPr="005648C2" w:rsidRDefault="001975A5" w:rsidP="005A1A5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4254" w:type="dxa"/>
            <w:vAlign w:val="center"/>
          </w:tcPr>
          <w:p w:rsidR="00874A9C" w:rsidRPr="005648C2" w:rsidRDefault="00874A9C" w:rsidP="00874A9C">
            <w:pPr>
              <w:rPr>
                <w:sz w:val="22"/>
                <w:lang w:val="en-GB"/>
              </w:rPr>
            </w:pPr>
          </w:p>
        </w:tc>
        <w:tc>
          <w:tcPr>
            <w:tcW w:w="5457" w:type="dxa"/>
            <w:vAlign w:val="center"/>
          </w:tcPr>
          <w:p w:rsidR="001975A5" w:rsidRPr="005648C2" w:rsidRDefault="001975A5" w:rsidP="005A1A5E">
            <w:pPr>
              <w:rPr>
                <w:sz w:val="22"/>
                <w:lang w:val="en-GB"/>
              </w:rPr>
            </w:pPr>
          </w:p>
        </w:tc>
      </w:tr>
    </w:tbl>
    <w:p w:rsidR="001975A5" w:rsidRPr="005648C2" w:rsidRDefault="001975A5" w:rsidP="005C354D">
      <w:pPr>
        <w:rPr>
          <w:sz w:val="10"/>
          <w:lang w:val="en-GB"/>
        </w:rPr>
      </w:pPr>
    </w:p>
    <w:p w:rsidR="005A31BC" w:rsidRPr="005648C2" w:rsidRDefault="005A31BC">
      <w:pPr>
        <w:rPr>
          <w:lang w:val="en-GB"/>
        </w:rPr>
        <w:sectPr w:rsidR="005A31BC" w:rsidRPr="005648C2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1A147C" w:rsidRPr="005648C2" w:rsidRDefault="005648C2" w:rsidP="001A147C">
      <w:pPr>
        <w:rPr>
          <w:i/>
          <w:sz w:val="20"/>
          <w:lang w:val="en-GB"/>
        </w:rPr>
      </w:pPr>
      <w:r w:rsidRPr="005648C2">
        <w:rPr>
          <w:i/>
          <w:sz w:val="20"/>
          <w:lang w:val="en-GB"/>
        </w:rPr>
        <w:lastRenderedPageBreak/>
        <w:t xml:space="preserve">Fill in the table according to </w:t>
      </w:r>
      <w:r w:rsidR="001A147C" w:rsidRPr="005648C2">
        <w:rPr>
          <w:i/>
          <w:sz w:val="20"/>
          <w:lang w:val="en-GB"/>
        </w:rPr>
        <w:t>MSA-CO/01.</w:t>
      </w:r>
    </w:p>
    <w:p w:rsidR="004F3F8A" w:rsidRPr="005648C2" w:rsidRDefault="004F3F8A">
      <w:pPr>
        <w:pBdr>
          <w:bottom w:val="single" w:sz="4" w:space="1" w:color="auto"/>
        </w:pBdr>
        <w:rPr>
          <w:lang w:val="en-GB"/>
        </w:rPr>
      </w:pPr>
    </w:p>
    <w:p w:rsidR="00674C47" w:rsidRPr="005648C2" w:rsidRDefault="009B1DA7">
      <w:pPr>
        <w:rPr>
          <w:lang w:val="en-GB"/>
        </w:rPr>
      </w:pPr>
      <w:r w:rsidRPr="005648C2">
        <w:rPr>
          <w:lang w:val="en-GB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674C47" w:rsidRPr="005648C2">
        <w:rPr>
          <w:lang w:val="en-GB"/>
        </w:rPr>
        <w:instrText xml:space="preserve"> FORMTEXT </w:instrText>
      </w:r>
      <w:r w:rsidRPr="005648C2">
        <w:rPr>
          <w:lang w:val="en-GB"/>
        </w:rPr>
      </w:r>
      <w:r w:rsidRPr="005648C2">
        <w:rPr>
          <w:lang w:val="en-GB"/>
        </w:rPr>
        <w:fldChar w:fldCharType="separate"/>
      </w:r>
      <w:r w:rsidR="00674C47" w:rsidRPr="005648C2">
        <w:rPr>
          <w:noProof/>
          <w:lang w:val="en-GB"/>
        </w:rPr>
        <w:t> </w:t>
      </w:r>
      <w:r w:rsidRPr="005648C2">
        <w:rPr>
          <w:lang w:val="en-GB"/>
        </w:rPr>
        <w:fldChar w:fldCharType="end"/>
      </w:r>
    </w:p>
    <w:p w:rsidR="00674C47" w:rsidRPr="005648C2" w:rsidRDefault="005648C2" w:rsidP="00C9135A">
      <w:pPr>
        <w:keepLines/>
        <w:rPr>
          <w:sz w:val="28"/>
          <w:lang w:val="en-GB"/>
        </w:rPr>
      </w:pPr>
      <w:r w:rsidRPr="005648C2">
        <w:rPr>
          <w:sz w:val="28"/>
          <w:lang w:val="en-GB"/>
        </w:rPr>
        <w:t>Statement</w:t>
      </w:r>
    </w:p>
    <w:p w:rsidR="0026075D" w:rsidRPr="005648C2" w:rsidRDefault="0026075D" w:rsidP="00C9135A">
      <w:pPr>
        <w:keepLines/>
        <w:rPr>
          <w:sz w:val="28"/>
          <w:lang w:val="en-GB"/>
        </w:rPr>
      </w:pPr>
    </w:p>
    <w:p w:rsidR="005648C2" w:rsidRPr="005648C2" w:rsidRDefault="005648C2" w:rsidP="00C9135A">
      <w:pPr>
        <w:pStyle w:val="Hlavika"/>
        <w:keepLines/>
        <w:tabs>
          <w:tab w:val="clear" w:pos="4536"/>
          <w:tab w:val="clear" w:pos="9072"/>
        </w:tabs>
        <w:rPr>
          <w:sz w:val="28"/>
          <w:lang w:val="en-GB"/>
        </w:rPr>
      </w:pPr>
      <w:r w:rsidRPr="005648C2">
        <w:rPr>
          <w:sz w:val="28"/>
          <w:lang w:val="en-GB"/>
        </w:rPr>
        <w:t>I hereby state that I am authorized to submit this application in the name of the organization I represent and that</w:t>
      </w:r>
      <w:r w:rsidR="00064439">
        <w:rPr>
          <w:sz w:val="28"/>
          <w:lang w:val="en-GB"/>
        </w:rPr>
        <w:t xml:space="preserve"> information mentioned in it is</w:t>
      </w:r>
      <w:r w:rsidRPr="005648C2">
        <w:rPr>
          <w:sz w:val="28"/>
          <w:lang w:val="en-GB"/>
        </w:rPr>
        <w:t xml:space="preserve"> true and correct.</w:t>
      </w:r>
    </w:p>
    <w:p w:rsidR="00674C47" w:rsidRPr="005648C2" w:rsidRDefault="009B1DA7" w:rsidP="00C9135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  <w:r w:rsidRPr="005648C2">
        <w:rPr>
          <w:lang w:val="en-GB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674C47" w:rsidRPr="005648C2">
        <w:rPr>
          <w:lang w:val="en-GB"/>
        </w:rPr>
        <w:instrText xml:space="preserve"> FORMTEXT </w:instrText>
      </w:r>
      <w:r w:rsidRPr="005648C2">
        <w:rPr>
          <w:lang w:val="en-GB"/>
        </w:rPr>
      </w:r>
      <w:r w:rsidRPr="005648C2">
        <w:rPr>
          <w:lang w:val="en-GB"/>
        </w:rPr>
        <w:fldChar w:fldCharType="separate"/>
      </w:r>
      <w:r w:rsidR="00674C47" w:rsidRPr="005648C2">
        <w:rPr>
          <w:noProof/>
          <w:lang w:val="en-GB"/>
        </w:rPr>
        <w:t> </w:t>
      </w:r>
      <w:r w:rsidRPr="005648C2">
        <w:rPr>
          <w:lang w:val="en-GB"/>
        </w:rPr>
        <w:fldChar w:fldCharType="end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674C47" w:rsidRPr="005648C2" w:rsidTr="009C05A2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5648C2" w:rsidRDefault="005648C2" w:rsidP="00C9135A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5648C2">
              <w:rPr>
                <w:lang w:val="en-GB"/>
              </w:rPr>
              <w:t>Date: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5648C2" w:rsidRDefault="00674C47" w:rsidP="00C9135A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:rsidR="00674C47" w:rsidRPr="005648C2" w:rsidRDefault="009B1DA7" w:rsidP="00C9135A">
            <w:pPr>
              <w:keepLines/>
              <w:rPr>
                <w:lang w:val="en-GB"/>
              </w:rPr>
            </w:pPr>
            <w:r w:rsidRPr="005648C2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5" w:name="T5"/>
            <w:r w:rsidR="00674C47" w:rsidRPr="005648C2">
              <w:rPr>
                <w:lang w:val="en-GB"/>
              </w:rPr>
              <w:instrText xml:space="preserve"> FORMTEXT </w:instrText>
            </w:r>
            <w:r w:rsidRPr="005648C2">
              <w:rPr>
                <w:lang w:val="en-GB"/>
              </w:rPr>
            </w:r>
            <w:r w:rsidRPr="005648C2">
              <w:rPr>
                <w:lang w:val="en-GB"/>
              </w:rPr>
              <w:fldChar w:fldCharType="separate"/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Pr="005648C2">
              <w:rPr>
                <w:lang w:val="en-GB"/>
              </w:rPr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5648C2" w:rsidRDefault="005648C2" w:rsidP="00C9135A">
            <w:pPr>
              <w:keepLines/>
              <w:spacing w:before="90"/>
              <w:ind w:left="-70"/>
              <w:rPr>
                <w:lang w:val="en-GB"/>
              </w:rPr>
            </w:pPr>
            <w:r w:rsidRPr="005648C2">
              <w:rPr>
                <w:lang w:val="en-GB"/>
              </w:rPr>
              <w:t>Signature: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5648C2" w:rsidRDefault="00674C47" w:rsidP="00C9135A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:rsidR="00674C47" w:rsidRPr="005648C2" w:rsidRDefault="009B1DA7" w:rsidP="00C9135A">
            <w:pPr>
              <w:keepLines/>
              <w:rPr>
                <w:lang w:val="en-GB"/>
              </w:rPr>
            </w:pPr>
            <w:r w:rsidRPr="005648C2">
              <w:rPr>
                <w:lang w:val="en-GB"/>
              </w:rPr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6" w:name="T6"/>
            <w:r w:rsidR="00674C47" w:rsidRPr="005648C2">
              <w:rPr>
                <w:lang w:val="en-GB"/>
              </w:rPr>
              <w:instrText xml:space="preserve"> FORMTEXT </w:instrText>
            </w:r>
            <w:r w:rsidRPr="005648C2">
              <w:rPr>
                <w:lang w:val="en-GB"/>
              </w:rPr>
            </w:r>
            <w:r w:rsidRPr="005648C2">
              <w:rPr>
                <w:lang w:val="en-GB"/>
              </w:rPr>
              <w:fldChar w:fldCharType="separate"/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Pr="005648C2">
              <w:rPr>
                <w:lang w:val="en-GB"/>
              </w:rPr>
              <w:fldChar w:fldCharType="end"/>
            </w:r>
            <w:bookmarkEnd w:id="6"/>
          </w:p>
        </w:tc>
      </w:tr>
      <w:tr w:rsidR="00674C47" w:rsidRPr="005648C2" w:rsidTr="009C05A2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5648C2" w:rsidRDefault="005648C2" w:rsidP="0026075D">
            <w:pPr>
              <w:keepLines/>
              <w:spacing w:before="90"/>
              <w:ind w:left="-70"/>
              <w:rPr>
                <w:lang w:val="en-GB"/>
              </w:rPr>
            </w:pPr>
            <w:r w:rsidRPr="005648C2">
              <w:rPr>
                <w:lang w:val="en-GB"/>
              </w:rPr>
              <w:t xml:space="preserve">Name and </w:t>
            </w:r>
            <w:r w:rsidR="0026075D">
              <w:rPr>
                <w:lang w:val="en-GB"/>
              </w:rPr>
              <w:t>s</w:t>
            </w:r>
            <w:r w:rsidRPr="005648C2">
              <w:rPr>
                <w:lang w:val="en-GB"/>
              </w:rPr>
              <w:t>urname</w:t>
            </w:r>
            <w:r w:rsidR="00674C47" w:rsidRPr="005648C2">
              <w:rPr>
                <w:lang w:val="en-GB"/>
              </w:rPr>
              <w:t>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5648C2" w:rsidRDefault="00674C47" w:rsidP="00C9135A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:rsidR="00674C47" w:rsidRPr="005648C2" w:rsidRDefault="009B1DA7" w:rsidP="00C9135A">
            <w:pPr>
              <w:keepLines/>
              <w:rPr>
                <w:lang w:val="en-GB"/>
              </w:rPr>
            </w:pPr>
            <w:r w:rsidRPr="005648C2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7" w:name="T7"/>
            <w:r w:rsidR="00674C47" w:rsidRPr="005648C2">
              <w:rPr>
                <w:lang w:val="en-GB"/>
              </w:rPr>
              <w:instrText xml:space="preserve"> FORMTEXT </w:instrText>
            </w:r>
            <w:r w:rsidRPr="005648C2">
              <w:rPr>
                <w:lang w:val="en-GB"/>
              </w:rPr>
            </w:r>
            <w:r w:rsidRPr="005648C2">
              <w:rPr>
                <w:lang w:val="en-GB"/>
              </w:rPr>
              <w:fldChar w:fldCharType="separate"/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Pr="005648C2">
              <w:rPr>
                <w:lang w:val="en-GB"/>
              </w:rPr>
              <w:fldChar w:fldCharType="end"/>
            </w:r>
            <w:bookmarkEnd w:id="7"/>
          </w:p>
        </w:tc>
      </w:tr>
      <w:tr w:rsidR="00674C47" w:rsidRPr="005648C2" w:rsidTr="009C05A2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5648C2" w:rsidRDefault="005648C2" w:rsidP="00C9135A">
            <w:pPr>
              <w:keepLines/>
              <w:spacing w:before="90"/>
              <w:ind w:left="-70"/>
              <w:rPr>
                <w:lang w:val="en-GB"/>
              </w:rPr>
            </w:pPr>
            <w:r w:rsidRPr="005648C2">
              <w:rPr>
                <w:lang w:val="en-GB"/>
              </w:rPr>
              <w:t>Position</w:t>
            </w:r>
            <w:r w:rsidR="00674C47" w:rsidRPr="005648C2">
              <w:rPr>
                <w:lang w:val="en-GB"/>
              </w:rPr>
              <w:t>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5648C2" w:rsidRDefault="00674C47" w:rsidP="00C9135A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:rsidR="00674C47" w:rsidRPr="005648C2" w:rsidRDefault="009B1DA7" w:rsidP="00C9135A">
            <w:pPr>
              <w:keepLines/>
              <w:rPr>
                <w:lang w:val="en-GB"/>
              </w:rPr>
            </w:pPr>
            <w:r w:rsidRPr="005648C2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8" w:name="T8"/>
            <w:r w:rsidR="00674C47" w:rsidRPr="005648C2">
              <w:rPr>
                <w:lang w:val="en-GB"/>
              </w:rPr>
              <w:instrText xml:space="preserve"> FORMTEXT </w:instrText>
            </w:r>
            <w:r w:rsidRPr="005648C2">
              <w:rPr>
                <w:lang w:val="en-GB"/>
              </w:rPr>
            </w:r>
            <w:r w:rsidRPr="005648C2">
              <w:rPr>
                <w:lang w:val="en-GB"/>
              </w:rPr>
              <w:fldChar w:fldCharType="separate"/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="00674C47" w:rsidRPr="005648C2">
              <w:rPr>
                <w:noProof/>
                <w:lang w:val="en-GB"/>
              </w:rPr>
              <w:t> </w:t>
            </w:r>
            <w:r w:rsidRPr="005648C2">
              <w:rPr>
                <w:lang w:val="en-GB"/>
              </w:rPr>
              <w:fldChar w:fldCharType="end"/>
            </w:r>
            <w:bookmarkEnd w:id="8"/>
          </w:p>
        </w:tc>
      </w:tr>
    </w:tbl>
    <w:p w:rsidR="00551382" w:rsidRPr="00F5502A" w:rsidRDefault="00551382" w:rsidP="00C9135A">
      <w:pPr>
        <w:keepLines/>
        <w:jc w:val="both"/>
        <w:rPr>
          <w:sz w:val="6"/>
        </w:rPr>
      </w:pPr>
    </w:p>
    <w:sectPr w:rsidR="00551382" w:rsidRPr="00F5502A" w:rsidSect="002C4604"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FEF" w:rsidRDefault="00B51FEF">
      <w:r>
        <w:separator/>
      </w:r>
    </w:p>
  </w:endnote>
  <w:endnote w:type="continuationSeparator" w:id="0">
    <w:p w:rsidR="00B51FEF" w:rsidRDefault="00B5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204" w:rsidRPr="00997854" w:rsidRDefault="005B4204" w:rsidP="005B4204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 w:rsidR="00874A9C">
      <w:rPr>
        <w:b/>
      </w:rPr>
      <w:t>/OA8/1</w:t>
    </w:r>
    <w:r w:rsidR="0026075D">
      <w:rPr>
        <w:b/>
      </w:rPr>
      <w:t xml:space="preserve"> [A]</w:t>
    </w:r>
  </w:p>
  <w:p w:rsidR="00674C47" w:rsidRDefault="005B4204" w:rsidP="005B420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4F3F8A">
      <w:rPr>
        <w:b/>
      </w:rPr>
      <w:t>29.11</w:t>
    </w:r>
    <w:r>
      <w:rPr>
        <w:b/>
      </w:rPr>
      <w:t>.19</w:t>
    </w:r>
    <w:r w:rsidR="00551382">
      <w:tab/>
      <w:t xml:space="preserve">Strana: </w:t>
    </w:r>
    <w:r w:rsidR="009B1DA7" w:rsidRPr="00997854">
      <w:rPr>
        <w:rStyle w:val="slostrany"/>
        <w:b/>
      </w:rPr>
      <w:fldChar w:fldCharType="begin"/>
    </w:r>
    <w:r w:rsidR="00551382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4F3F8A">
      <w:rPr>
        <w:rStyle w:val="slostrany"/>
        <w:b/>
        <w:noProof/>
      </w:rPr>
      <w:t>2</w:t>
    </w:r>
    <w:r w:rsidR="009B1DA7" w:rsidRPr="00997854">
      <w:rPr>
        <w:rStyle w:val="slostrany"/>
        <w:b/>
      </w:rPr>
      <w:fldChar w:fldCharType="end"/>
    </w:r>
    <w:r w:rsidR="00551382" w:rsidRPr="00997854">
      <w:rPr>
        <w:rStyle w:val="slostrany"/>
        <w:b/>
      </w:rPr>
      <w:t xml:space="preserve"> </w:t>
    </w:r>
    <w:r w:rsidR="00551382" w:rsidRPr="00DB2276">
      <w:rPr>
        <w:rStyle w:val="slostrany"/>
        <w:b/>
      </w:rPr>
      <w:t>/</w:t>
    </w:r>
    <w:r w:rsidR="00551382">
      <w:rPr>
        <w:rStyle w:val="slostrany"/>
        <w:b/>
      </w:rPr>
      <w:t xml:space="preserve"> </w:t>
    </w:r>
    <w:r w:rsidR="007A7523">
      <w:rPr>
        <w:rStyle w:val="slostrany"/>
        <w:b/>
        <w:noProof/>
      </w:rPr>
      <w:fldChar w:fldCharType="begin"/>
    </w:r>
    <w:r w:rsidR="007A7523">
      <w:rPr>
        <w:rStyle w:val="slostrany"/>
        <w:b/>
        <w:noProof/>
      </w:rPr>
      <w:instrText xml:space="preserve"> NUMPAGES   \* MERGEFORMAT </w:instrText>
    </w:r>
    <w:r w:rsidR="007A7523">
      <w:rPr>
        <w:rStyle w:val="slostrany"/>
        <w:b/>
        <w:noProof/>
      </w:rPr>
      <w:fldChar w:fldCharType="separate"/>
    </w:r>
    <w:r w:rsidR="004F3F8A">
      <w:rPr>
        <w:rStyle w:val="slostrany"/>
        <w:b/>
        <w:noProof/>
      </w:rPr>
      <w:t>2</w:t>
    </w:r>
    <w:r w:rsidR="007A752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204" w:rsidRPr="00997854" w:rsidRDefault="005B4204" w:rsidP="005B4204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/OA8/1</w:t>
    </w:r>
    <w:r w:rsidR="001B02C6">
      <w:rPr>
        <w:b/>
      </w:rPr>
      <w:t xml:space="preserve"> </w:t>
    </w:r>
    <w:r w:rsidR="001B02C6" w:rsidRPr="001B02C6">
      <w:rPr>
        <w:b/>
      </w:rPr>
      <w:t>[A]</w:t>
    </w:r>
  </w:p>
  <w:p w:rsidR="00674C47" w:rsidRPr="00E83EBB" w:rsidRDefault="005B4204" w:rsidP="005B420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4F3F8A">
      <w:rPr>
        <w:b/>
      </w:rPr>
      <w:t>29.11</w:t>
    </w:r>
    <w:r>
      <w:rPr>
        <w:b/>
      </w:rPr>
      <w:t>.19</w:t>
    </w:r>
    <w:r w:rsidR="00E83EBB">
      <w:rPr>
        <w:b/>
      </w:rPr>
      <w:tab/>
    </w:r>
    <w:r w:rsidR="00E83EBB">
      <w:t xml:space="preserve">Strana: </w:t>
    </w:r>
    <w:r w:rsidR="009B1DA7" w:rsidRPr="00997854">
      <w:rPr>
        <w:rStyle w:val="slostrany"/>
        <w:b/>
      </w:rPr>
      <w:fldChar w:fldCharType="begin"/>
    </w:r>
    <w:r w:rsidR="00E83EBB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4F3F8A">
      <w:rPr>
        <w:rStyle w:val="slostrany"/>
        <w:b/>
        <w:noProof/>
      </w:rPr>
      <w:t>1</w:t>
    </w:r>
    <w:r w:rsidR="009B1DA7" w:rsidRPr="00997854">
      <w:rPr>
        <w:rStyle w:val="slostrany"/>
        <w:b/>
      </w:rPr>
      <w:fldChar w:fldCharType="end"/>
    </w:r>
    <w:r w:rsidR="00E83EBB" w:rsidRPr="00997854">
      <w:rPr>
        <w:rStyle w:val="slostrany"/>
        <w:b/>
      </w:rPr>
      <w:t xml:space="preserve"> </w:t>
    </w:r>
    <w:r w:rsidR="00E83EBB" w:rsidRPr="00DB2276">
      <w:rPr>
        <w:rStyle w:val="slostrany"/>
        <w:b/>
      </w:rPr>
      <w:t>/</w:t>
    </w:r>
    <w:r w:rsidR="00E83EBB">
      <w:rPr>
        <w:rStyle w:val="slostrany"/>
        <w:b/>
      </w:rPr>
      <w:t xml:space="preserve"> </w:t>
    </w:r>
    <w:r w:rsidR="004F3F8A">
      <w:rPr>
        <w:rStyle w:val="slostrany"/>
        <w:b/>
        <w:noProof/>
      </w:rPr>
      <w:fldChar w:fldCharType="begin"/>
    </w:r>
    <w:r w:rsidR="004F3F8A">
      <w:rPr>
        <w:rStyle w:val="slostrany"/>
        <w:b/>
        <w:noProof/>
      </w:rPr>
      <w:instrText xml:space="preserve"> NUMPAGES   \* MERGEFORMAT </w:instrText>
    </w:r>
    <w:r w:rsidR="004F3F8A">
      <w:rPr>
        <w:rStyle w:val="slostrany"/>
        <w:b/>
        <w:noProof/>
      </w:rPr>
      <w:fldChar w:fldCharType="separate"/>
    </w:r>
    <w:r w:rsidR="004F3F8A">
      <w:rPr>
        <w:rStyle w:val="slostrany"/>
        <w:b/>
        <w:noProof/>
      </w:rPr>
      <w:t>1</w:t>
    </w:r>
    <w:r w:rsidR="004F3F8A">
      <w:rPr>
        <w:rStyle w:val="slostrany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FEF" w:rsidRDefault="00B51FEF">
      <w:r>
        <w:separator/>
      </w:r>
    </w:p>
  </w:footnote>
  <w:footnote w:type="continuationSeparator" w:id="0">
    <w:p w:rsidR="00B51FEF" w:rsidRDefault="00B51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551382" w:rsidTr="00551382">
      <w:trPr>
        <w:trHeight w:hRule="exact" w:val="454"/>
      </w:trPr>
      <w:tc>
        <w:tcPr>
          <w:tcW w:w="1080" w:type="dxa"/>
          <w:shd w:val="pct10" w:color="000000" w:fill="FFFFFF"/>
        </w:tcPr>
        <w:p w:rsidR="00551382" w:rsidRDefault="00551382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:rsidR="00551382" w:rsidRDefault="0026075D">
          <w:pPr>
            <w:pStyle w:val="Hlavika"/>
            <w:ind w:left="110"/>
            <w:rPr>
              <w:sz w:val="20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REF \* CHARFORMAT T1  \* MERGEFORMAT </w:instrText>
          </w:r>
          <w:r>
            <w:rPr>
              <w:sz w:val="18"/>
            </w:rPr>
            <w:fldChar w:fldCharType="separate"/>
          </w:r>
          <w:r w:rsidRPr="0026075D">
            <w:rPr>
              <w:sz w:val="18"/>
            </w:rPr>
            <w:t>Name / Business name</w:t>
          </w:r>
          <w:r>
            <w:rPr>
              <w:sz w:val="18"/>
            </w:rPr>
            <w:fldChar w:fldCharType="end"/>
          </w:r>
          <w:r w:rsidR="00551382">
            <w:rPr>
              <w:sz w:val="18"/>
            </w:rPr>
            <w:t xml:space="preserve">, </w:t>
          </w:r>
          <w:r w:rsidR="009B1DA7">
            <w:rPr>
              <w:sz w:val="18"/>
            </w:rPr>
            <w:fldChar w:fldCharType="begin"/>
          </w:r>
          <w:r w:rsidR="00551382">
            <w:rPr>
              <w:sz w:val="18"/>
            </w:rPr>
            <w:instrText xml:space="preserve"> REF T2  \* CHARFORMAT  \* MERGEFORMAT </w:instrText>
          </w:r>
          <w:r w:rsidR="009B1DA7">
            <w:rPr>
              <w:sz w:val="18"/>
            </w:rPr>
            <w:fldChar w:fldCharType="separate"/>
          </w:r>
          <w:r w:rsidRPr="0026075D">
            <w:rPr>
              <w:sz w:val="18"/>
            </w:rPr>
            <w:t>Address</w:t>
          </w:r>
          <w:r w:rsidR="009B1DA7">
            <w:rPr>
              <w:sz w:val="18"/>
            </w:rPr>
            <w:fldChar w:fldCharType="end"/>
          </w:r>
        </w:p>
      </w:tc>
    </w:tr>
  </w:tbl>
  <w:p w:rsidR="00674C47" w:rsidRDefault="00674C47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OYPtFhoRvSDBy48vBqcNJh0Ur8=" w:salt="EvhhneiXaVaxYfm5hp8rHw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3D"/>
    <w:rsid w:val="00015D1E"/>
    <w:rsid w:val="000204AA"/>
    <w:rsid w:val="00022C96"/>
    <w:rsid w:val="000433F0"/>
    <w:rsid w:val="00064439"/>
    <w:rsid w:val="00127DE1"/>
    <w:rsid w:val="0017431E"/>
    <w:rsid w:val="0019305E"/>
    <w:rsid w:val="00195D17"/>
    <w:rsid w:val="001975A5"/>
    <w:rsid w:val="001A147C"/>
    <w:rsid w:val="001B02C6"/>
    <w:rsid w:val="001C1A16"/>
    <w:rsid w:val="001E008D"/>
    <w:rsid w:val="001E63A5"/>
    <w:rsid w:val="001F558C"/>
    <w:rsid w:val="00251DC1"/>
    <w:rsid w:val="0026075D"/>
    <w:rsid w:val="002844DE"/>
    <w:rsid w:val="002A3150"/>
    <w:rsid w:val="002A6DBF"/>
    <w:rsid w:val="002C4604"/>
    <w:rsid w:val="002C5ADD"/>
    <w:rsid w:val="002C6DAF"/>
    <w:rsid w:val="00354983"/>
    <w:rsid w:val="00362AEC"/>
    <w:rsid w:val="00365CB9"/>
    <w:rsid w:val="00377C5C"/>
    <w:rsid w:val="003A5B6F"/>
    <w:rsid w:val="003F49CF"/>
    <w:rsid w:val="0042352C"/>
    <w:rsid w:val="0049364A"/>
    <w:rsid w:val="004D00C8"/>
    <w:rsid w:val="004F3F8A"/>
    <w:rsid w:val="0050107E"/>
    <w:rsid w:val="00524874"/>
    <w:rsid w:val="00551382"/>
    <w:rsid w:val="005648C2"/>
    <w:rsid w:val="005A1A5E"/>
    <w:rsid w:val="005A31BC"/>
    <w:rsid w:val="005B4204"/>
    <w:rsid w:val="005C354D"/>
    <w:rsid w:val="005C3E63"/>
    <w:rsid w:val="005D3EE4"/>
    <w:rsid w:val="005E758F"/>
    <w:rsid w:val="006742E4"/>
    <w:rsid w:val="00674C47"/>
    <w:rsid w:val="00697C3D"/>
    <w:rsid w:val="006D0F37"/>
    <w:rsid w:val="006F5C96"/>
    <w:rsid w:val="0070248E"/>
    <w:rsid w:val="00757C10"/>
    <w:rsid w:val="007A7523"/>
    <w:rsid w:val="007F65E9"/>
    <w:rsid w:val="00827D3D"/>
    <w:rsid w:val="00874A9C"/>
    <w:rsid w:val="008845FC"/>
    <w:rsid w:val="008A0BAD"/>
    <w:rsid w:val="008B29E4"/>
    <w:rsid w:val="008C0CDC"/>
    <w:rsid w:val="008D3E58"/>
    <w:rsid w:val="00914DED"/>
    <w:rsid w:val="009414B8"/>
    <w:rsid w:val="0094445A"/>
    <w:rsid w:val="00957B7F"/>
    <w:rsid w:val="00974E67"/>
    <w:rsid w:val="00977DB2"/>
    <w:rsid w:val="009B1DA7"/>
    <w:rsid w:val="009C05A2"/>
    <w:rsid w:val="009E7135"/>
    <w:rsid w:val="00A308F8"/>
    <w:rsid w:val="00A36D43"/>
    <w:rsid w:val="00A9491C"/>
    <w:rsid w:val="00A96234"/>
    <w:rsid w:val="00B00EBC"/>
    <w:rsid w:val="00B40845"/>
    <w:rsid w:val="00B44025"/>
    <w:rsid w:val="00B51FEF"/>
    <w:rsid w:val="00BB4453"/>
    <w:rsid w:val="00C429A3"/>
    <w:rsid w:val="00C9135A"/>
    <w:rsid w:val="00C94669"/>
    <w:rsid w:val="00CD23E2"/>
    <w:rsid w:val="00CE6589"/>
    <w:rsid w:val="00D23753"/>
    <w:rsid w:val="00D51097"/>
    <w:rsid w:val="00D53E11"/>
    <w:rsid w:val="00D94A55"/>
    <w:rsid w:val="00DB7A03"/>
    <w:rsid w:val="00DD5DFC"/>
    <w:rsid w:val="00DE6345"/>
    <w:rsid w:val="00E0324B"/>
    <w:rsid w:val="00E16B0A"/>
    <w:rsid w:val="00E36280"/>
    <w:rsid w:val="00E4601B"/>
    <w:rsid w:val="00E83EBB"/>
    <w:rsid w:val="00E92BB3"/>
    <w:rsid w:val="00E93641"/>
    <w:rsid w:val="00EB57E1"/>
    <w:rsid w:val="00EB6E31"/>
    <w:rsid w:val="00ED46B7"/>
    <w:rsid w:val="00F15573"/>
    <w:rsid w:val="00F534E1"/>
    <w:rsid w:val="00F548CE"/>
    <w:rsid w:val="00F5502A"/>
    <w:rsid w:val="00F850A5"/>
    <w:rsid w:val="00FA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TL05OA8_COO.dot</Template>
  <TotalTime>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TL05OA8_COO</vt:lpstr>
    </vt:vector>
  </TitlesOfParts>
  <Company>SNAS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TL05OA8_COO</dc:title>
  <dc:subject>Orgán certifikujúci osoby</dc:subject>
  <dc:creator>Cucorova</dc:creator>
  <dc:description>Príloha k žiadosti o akreditáciu SNAS_x000d_
ver. 01.01.05, TL 05 SNAS</dc:description>
  <cp:lastModifiedBy>Andrea Cucorová</cp:lastModifiedBy>
  <cp:revision>4</cp:revision>
  <cp:lastPrinted>2013-08-23T08:25:00Z</cp:lastPrinted>
  <dcterms:created xsi:type="dcterms:W3CDTF">2019-10-31T15:26:00Z</dcterms:created>
  <dcterms:modified xsi:type="dcterms:W3CDTF">2019-11-29T14:13:00Z</dcterms:modified>
</cp:coreProperties>
</file>