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A6E" w:rsidRPr="003618F0" w:rsidRDefault="00B24A6E" w:rsidP="00B24A6E">
      <w:pPr>
        <w:pStyle w:val="Podtitul"/>
        <w:rPr>
          <w:rFonts w:ascii="Times New Roman" w:hAnsi="Times New Roman"/>
          <w:b/>
          <w:sz w:val="28"/>
          <w:lang w:val="en-GB"/>
        </w:rPr>
      </w:pPr>
      <w:r w:rsidRPr="003618F0">
        <w:rPr>
          <w:rFonts w:ascii="Times New Roman" w:hAnsi="Times New Roman"/>
          <w:b/>
          <w:sz w:val="28"/>
          <w:lang w:val="en-GB"/>
        </w:rPr>
        <w:t>Declaration of compliance with standard ISO/IEC 17020:2012 requirements</w:t>
      </w:r>
    </w:p>
    <w:p w:rsidR="003F52AC" w:rsidRPr="003618F0" w:rsidRDefault="003F52AC" w:rsidP="00492E0E">
      <w:pPr>
        <w:pStyle w:val="Podtitul"/>
        <w:tabs>
          <w:tab w:val="left" w:pos="2410"/>
        </w:tabs>
        <w:rPr>
          <w:rFonts w:ascii="Times New Roman" w:hAnsi="Times New Roman"/>
          <w:b/>
          <w:sz w:val="32"/>
          <w:lang w:val="en-GB"/>
        </w:rPr>
      </w:pPr>
    </w:p>
    <w:p w:rsidR="003F52AC" w:rsidRPr="003618F0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  <w:b/>
          <w:lang w:val="en-GB"/>
        </w:rPr>
      </w:pPr>
    </w:p>
    <w:p w:rsidR="00B24A6E" w:rsidRPr="003618F0" w:rsidRDefault="00B24A6E" w:rsidP="00B24A6E">
      <w:pPr>
        <w:pStyle w:val="Pta"/>
        <w:tabs>
          <w:tab w:val="left" w:pos="720"/>
        </w:tabs>
        <w:rPr>
          <w:sz w:val="24"/>
          <w:szCs w:val="24"/>
          <w:lang w:val="en-GB"/>
        </w:rPr>
      </w:pPr>
      <w:r w:rsidRPr="003618F0">
        <w:rPr>
          <w:sz w:val="24"/>
          <w:szCs w:val="24"/>
          <w:lang w:val="en-GB"/>
        </w:rPr>
        <w:t>Applicant:                   Name (Business name)</w:t>
      </w:r>
    </w:p>
    <w:p w:rsidR="00B24A6E" w:rsidRPr="003618F0" w:rsidRDefault="00B24A6E" w:rsidP="00B24A6E">
      <w:pPr>
        <w:pStyle w:val="Pta"/>
        <w:tabs>
          <w:tab w:val="left" w:pos="720"/>
        </w:tabs>
        <w:ind w:left="1418" w:firstLine="709"/>
        <w:rPr>
          <w:sz w:val="24"/>
          <w:szCs w:val="24"/>
          <w:lang w:val="en-GB"/>
        </w:rPr>
      </w:pPr>
      <w:r w:rsidRPr="003618F0">
        <w:rPr>
          <w:sz w:val="24"/>
          <w:szCs w:val="24"/>
          <w:lang w:val="en-GB"/>
        </w:rPr>
        <w:t>Address incl. postcode, Company registration No</w:t>
      </w:r>
    </w:p>
    <w:p w:rsidR="00B24A6E" w:rsidRPr="003618F0" w:rsidRDefault="00B24A6E" w:rsidP="00B24A6E">
      <w:pPr>
        <w:pStyle w:val="Pta"/>
        <w:tabs>
          <w:tab w:val="left" w:pos="720"/>
        </w:tabs>
        <w:ind w:left="1418" w:firstLine="709"/>
        <w:rPr>
          <w:sz w:val="24"/>
          <w:szCs w:val="24"/>
          <w:lang w:val="en-GB"/>
        </w:rPr>
      </w:pPr>
      <w:r w:rsidRPr="003618F0">
        <w:rPr>
          <w:sz w:val="24"/>
          <w:szCs w:val="24"/>
          <w:lang w:val="en-GB"/>
        </w:rPr>
        <w:t xml:space="preserve">Name of workplace No </w:t>
      </w:r>
      <w:proofErr w:type="gramStart"/>
      <w:r w:rsidRPr="003618F0">
        <w:rPr>
          <w:sz w:val="24"/>
          <w:szCs w:val="24"/>
          <w:lang w:val="en-GB"/>
        </w:rPr>
        <w:t>1.:</w:t>
      </w:r>
      <w:proofErr w:type="gramEnd"/>
      <w:r w:rsidRPr="003618F0">
        <w:rPr>
          <w:sz w:val="24"/>
          <w:szCs w:val="24"/>
          <w:lang w:val="en-GB"/>
        </w:rPr>
        <w:t xml:space="preserve"> Address incl. postcode </w:t>
      </w:r>
    </w:p>
    <w:p w:rsidR="00B24A6E" w:rsidRPr="003618F0" w:rsidRDefault="00B24A6E" w:rsidP="00B24A6E">
      <w:pPr>
        <w:pStyle w:val="Pta"/>
        <w:tabs>
          <w:tab w:val="left" w:pos="720"/>
        </w:tabs>
        <w:ind w:left="1418" w:firstLine="709"/>
        <w:rPr>
          <w:sz w:val="24"/>
          <w:szCs w:val="24"/>
          <w:lang w:val="en-GB"/>
        </w:rPr>
      </w:pPr>
      <w:r w:rsidRPr="003618F0">
        <w:rPr>
          <w:sz w:val="24"/>
          <w:szCs w:val="24"/>
          <w:lang w:val="en-GB"/>
        </w:rPr>
        <w:t xml:space="preserve">Name of workplace No </w:t>
      </w:r>
      <w:proofErr w:type="gramStart"/>
      <w:r w:rsidRPr="003618F0">
        <w:rPr>
          <w:sz w:val="24"/>
          <w:szCs w:val="24"/>
          <w:lang w:val="en-GB"/>
        </w:rPr>
        <w:t>2.:</w:t>
      </w:r>
      <w:proofErr w:type="gramEnd"/>
      <w:r w:rsidRPr="003618F0">
        <w:rPr>
          <w:sz w:val="24"/>
          <w:szCs w:val="24"/>
          <w:lang w:val="en-GB"/>
        </w:rPr>
        <w:t xml:space="preserve"> Address incl. postcode</w:t>
      </w:r>
    </w:p>
    <w:p w:rsidR="003F52AC" w:rsidRPr="003618F0" w:rsidRDefault="003F52AC" w:rsidP="00492E0E">
      <w:pPr>
        <w:pStyle w:val="Podtitul"/>
        <w:jc w:val="left"/>
        <w:rPr>
          <w:rFonts w:ascii="Times New Roman" w:hAnsi="Times New Roman"/>
          <w:b/>
          <w:sz w:val="12"/>
          <w:lang w:val="en-GB"/>
        </w:rPr>
      </w:pPr>
    </w:p>
    <w:p w:rsidR="003F52AC" w:rsidRPr="003618F0" w:rsidRDefault="003F52AC" w:rsidP="00492E0E">
      <w:pPr>
        <w:pStyle w:val="Podtitul"/>
        <w:jc w:val="left"/>
        <w:rPr>
          <w:rFonts w:ascii="Times New Roman" w:hAnsi="Times New Roman"/>
          <w:b/>
          <w:sz w:val="12"/>
          <w:lang w:val="en-GB"/>
        </w:rPr>
      </w:pPr>
    </w:p>
    <w:p w:rsidR="003F52AC" w:rsidRPr="003618F0" w:rsidRDefault="003F52AC" w:rsidP="00492E0E">
      <w:pPr>
        <w:pStyle w:val="Podtitul"/>
        <w:jc w:val="left"/>
        <w:rPr>
          <w:rFonts w:ascii="Times New Roman" w:hAnsi="Times New Roman"/>
          <w:b/>
          <w:lang w:val="en-GB"/>
        </w:rPr>
        <w:sectPr w:rsidR="003F52AC" w:rsidRPr="003618F0" w:rsidSect="00B24A6E"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276" w:right="567" w:bottom="992" w:left="851" w:header="567" w:footer="357" w:gutter="0"/>
          <w:cols w:space="708"/>
          <w:formProt w:val="0"/>
          <w:titlePg/>
          <w:docGrid w:linePitch="360"/>
        </w:sectPr>
      </w:pPr>
    </w:p>
    <w:p w:rsidR="003F52AC" w:rsidRPr="003618F0" w:rsidRDefault="00AA32A0" w:rsidP="00492E0E">
      <w:pPr>
        <w:pStyle w:val="Podtitul"/>
        <w:jc w:val="left"/>
        <w:rPr>
          <w:rFonts w:ascii="Times New Roman" w:hAnsi="Times New Roman"/>
          <w:i/>
          <w:sz w:val="14"/>
          <w:lang w:val="en-GB"/>
        </w:rPr>
      </w:pPr>
      <w:r w:rsidRPr="003618F0">
        <w:rPr>
          <w:sz w:val="22"/>
          <w:szCs w:val="22"/>
          <w:lang w:val="en-GB"/>
        </w:rPr>
        <w:lastRenderedPageBreak/>
        <w:t>Certificate of accreditation No</w:t>
      </w:r>
      <w:r w:rsidRPr="003618F0">
        <w:rPr>
          <w:sz w:val="18"/>
          <w:szCs w:val="18"/>
          <w:lang w:val="en-GB"/>
        </w:rPr>
        <w:t>.</w:t>
      </w:r>
      <w:r w:rsidR="003F52AC" w:rsidRPr="003618F0">
        <w:rPr>
          <w:rFonts w:ascii="Times New Roman" w:hAnsi="Times New Roman"/>
          <w:lang w:val="en-GB"/>
        </w:rPr>
        <w:t xml:space="preserve">: </w:t>
      </w:r>
      <w:bookmarkStart w:id="0" w:name="Text1"/>
      <w:r w:rsidR="003F52AC" w:rsidRPr="003618F0">
        <w:rPr>
          <w:rFonts w:ascii="Times New Roman" w:hAnsi="Times New Roman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3F52AC" w:rsidRPr="003618F0">
        <w:rPr>
          <w:rFonts w:ascii="Times New Roman" w:hAnsi="Times New Roman"/>
          <w:lang w:val="en-GB"/>
        </w:rPr>
        <w:instrText xml:space="preserve"> FORMTEXT </w:instrText>
      </w:r>
      <w:r w:rsidR="003F52AC" w:rsidRPr="003618F0">
        <w:rPr>
          <w:rFonts w:ascii="Times New Roman" w:hAnsi="Times New Roman"/>
          <w:lang w:val="en-GB"/>
        </w:rPr>
      </w:r>
      <w:r w:rsidR="003F52AC" w:rsidRPr="003618F0">
        <w:rPr>
          <w:rFonts w:ascii="Times New Roman" w:hAnsi="Times New Roman"/>
          <w:lang w:val="en-GB"/>
        </w:rPr>
        <w:fldChar w:fldCharType="separate"/>
      </w:r>
      <w:r w:rsidR="00B24A6E" w:rsidRPr="003618F0">
        <w:rPr>
          <w:rFonts w:ascii="Times New Roman" w:hAnsi="Times New Roman"/>
          <w:lang w:val="en-GB"/>
        </w:rPr>
        <w:t> </w:t>
      </w:r>
      <w:r w:rsidR="00B24A6E" w:rsidRPr="003618F0">
        <w:rPr>
          <w:rFonts w:ascii="Times New Roman" w:hAnsi="Times New Roman"/>
          <w:lang w:val="en-GB"/>
        </w:rPr>
        <w:t> </w:t>
      </w:r>
      <w:r w:rsidR="003F52AC" w:rsidRPr="003618F0">
        <w:rPr>
          <w:rFonts w:ascii="Times New Roman" w:hAnsi="Times New Roman"/>
          <w:lang w:val="en-GB"/>
        </w:rPr>
        <w:fldChar w:fldCharType="end"/>
      </w:r>
      <w:bookmarkEnd w:id="0"/>
      <w:r w:rsidR="003F52AC" w:rsidRPr="003618F0">
        <w:rPr>
          <w:rFonts w:ascii="Times New Roman" w:hAnsi="Times New Roman"/>
          <w:i/>
          <w:vertAlign w:val="superscript"/>
          <w:lang w:val="en-GB"/>
        </w:rPr>
        <w:t xml:space="preserve">*) </w:t>
      </w:r>
      <w:r w:rsidRPr="003618F0">
        <w:rPr>
          <w:i/>
          <w:sz w:val="14"/>
          <w:lang w:val="en-GB"/>
        </w:rPr>
        <w:t>specify only in case of application for accreditation, reassessment or extension</w:t>
      </w:r>
    </w:p>
    <w:p w:rsidR="00DD0EEB" w:rsidRPr="003618F0" w:rsidRDefault="00DD0EEB">
      <w:pPr>
        <w:pStyle w:val="Podtitul"/>
        <w:jc w:val="left"/>
        <w:rPr>
          <w:sz w:val="28"/>
          <w:lang w:val="en-GB"/>
        </w:rPr>
        <w:sectPr w:rsidR="00DD0EEB" w:rsidRPr="003618F0" w:rsidSect="00BD2792"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</w:p>
    <w:p w:rsidR="0078141E" w:rsidRPr="003618F0" w:rsidRDefault="0078141E">
      <w:pPr>
        <w:pStyle w:val="Podtitul"/>
        <w:jc w:val="left"/>
        <w:rPr>
          <w:sz w:val="20"/>
          <w:szCs w:val="20"/>
          <w:lang w:val="en-GB"/>
        </w:rPr>
      </w:pPr>
    </w:p>
    <w:tbl>
      <w:tblPr>
        <w:tblW w:w="149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2"/>
        <w:gridCol w:w="183"/>
        <w:gridCol w:w="4171"/>
        <w:gridCol w:w="185"/>
        <w:gridCol w:w="7203"/>
        <w:gridCol w:w="20"/>
      </w:tblGrid>
      <w:tr w:rsidR="0078141E" w:rsidRPr="003618F0" w:rsidTr="00CE7A53">
        <w:trPr>
          <w:trHeight w:val="275"/>
        </w:trPr>
        <w:tc>
          <w:tcPr>
            <w:tcW w:w="3142" w:type="dxa"/>
          </w:tcPr>
          <w:p w:rsidR="0078141E" w:rsidRPr="003618F0" w:rsidRDefault="0078141E" w:rsidP="007E7788">
            <w:pPr>
              <w:pStyle w:val="EmptyCellLayoutStyle"/>
              <w:spacing w:after="0" w:line="240" w:lineRule="auto"/>
              <w:rPr>
                <w:lang w:val="en-GB"/>
              </w:rPr>
            </w:pPr>
          </w:p>
        </w:tc>
        <w:tc>
          <w:tcPr>
            <w:tcW w:w="183" w:type="dxa"/>
          </w:tcPr>
          <w:p w:rsidR="0078141E" w:rsidRPr="003618F0" w:rsidRDefault="0078141E" w:rsidP="007E7788">
            <w:pPr>
              <w:pStyle w:val="EmptyCellLayoutStyle"/>
              <w:spacing w:after="0" w:line="240" w:lineRule="auto"/>
              <w:rPr>
                <w:lang w:val="en-GB"/>
              </w:rPr>
            </w:pPr>
          </w:p>
        </w:tc>
        <w:tc>
          <w:tcPr>
            <w:tcW w:w="4171" w:type="dxa"/>
          </w:tcPr>
          <w:p w:rsidR="0078141E" w:rsidRPr="003618F0" w:rsidRDefault="0078141E" w:rsidP="007E7788">
            <w:pPr>
              <w:pStyle w:val="EmptyCellLayoutStyle"/>
              <w:spacing w:after="0" w:line="24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185" w:type="dxa"/>
          </w:tcPr>
          <w:p w:rsidR="0078141E" w:rsidRPr="003618F0" w:rsidRDefault="0078141E" w:rsidP="007E7788">
            <w:pPr>
              <w:pStyle w:val="EmptyCellLayoutStyle"/>
              <w:spacing w:after="0" w:line="24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7203" w:type="dxa"/>
          </w:tcPr>
          <w:p w:rsidR="0078141E" w:rsidRPr="003618F0" w:rsidRDefault="0078141E" w:rsidP="007E7788">
            <w:pPr>
              <w:pStyle w:val="EmptyCellLayoutStyle"/>
              <w:spacing w:after="0" w:line="24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0" w:type="dxa"/>
          </w:tcPr>
          <w:p w:rsidR="0078141E" w:rsidRPr="003618F0" w:rsidRDefault="0078141E" w:rsidP="007E7788">
            <w:pPr>
              <w:pStyle w:val="EmptyCellLayoutStyle"/>
              <w:spacing w:after="0" w:line="240" w:lineRule="auto"/>
              <w:rPr>
                <w:lang w:val="en-GB"/>
              </w:rPr>
            </w:pPr>
          </w:p>
        </w:tc>
      </w:tr>
      <w:tr w:rsidR="0078141E" w:rsidRPr="003618F0" w:rsidTr="0078141E">
        <w:tc>
          <w:tcPr>
            <w:tcW w:w="14884" w:type="dxa"/>
            <w:gridSpan w:val="5"/>
          </w:tcPr>
          <w:tbl>
            <w:tblPr>
              <w:tblW w:w="977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6"/>
              <w:gridCol w:w="569"/>
              <w:gridCol w:w="3402"/>
              <w:gridCol w:w="5245"/>
            </w:tblGrid>
            <w:tr w:rsidR="00D87C36" w:rsidRPr="003618F0" w:rsidTr="00D2681D">
              <w:trPr>
                <w:trHeight w:val="262"/>
                <w:tblHeader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C4BC96" w:themeColor="background2" w:themeShade="BF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87C36" w:rsidRPr="003618F0" w:rsidRDefault="00D87C36">
                  <w:pPr>
                    <w:jc w:val="center"/>
                    <w:rPr>
                      <w:b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Standard clause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pct10" w:color="C4BC96" w:themeColor="background2" w:themeShade="BF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87C36" w:rsidRPr="003618F0" w:rsidRDefault="00D87C36">
                  <w:pPr>
                    <w:ind w:left="105"/>
                    <w:rPr>
                      <w:b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Name of the clause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pct10" w:color="C4BC96" w:themeColor="background2" w:themeShade="BF" w:fill="auto"/>
                  <w:vAlign w:val="center"/>
                </w:tcPr>
                <w:p w:rsidR="00D87C36" w:rsidRPr="003618F0" w:rsidRDefault="00D87C36">
                  <w:pPr>
                    <w:jc w:val="center"/>
                    <w:rPr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Description of Compliance - reference to the articles of the relevant documents **)</w:t>
                  </w:r>
                </w:p>
              </w:tc>
            </w:tr>
            <w:tr w:rsidR="009E7EA8" w:rsidRPr="003618F0" w:rsidTr="007F6A25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9E7EA8" w:rsidRPr="003618F0" w:rsidRDefault="009E7EA8" w:rsidP="009552CA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4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7" w:space="0" w:color="000000"/>
                    <w:bottom w:val="single" w:sz="7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9E7EA8" w:rsidRPr="003618F0" w:rsidRDefault="009E7EA8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General requirements</w:t>
                  </w:r>
                </w:p>
              </w:tc>
              <w:tc>
                <w:tcPr>
                  <w:tcW w:w="5245" w:type="dxa"/>
                  <w:vMerge/>
                  <w:tcBorders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:rsidR="009E7EA8" w:rsidRPr="003618F0" w:rsidRDefault="009E7EA8" w:rsidP="007E7788">
                  <w:pPr>
                    <w:jc w:val="center"/>
                    <w:rPr>
                      <w:lang w:val="en-GB"/>
                    </w:rPr>
                  </w:pPr>
                </w:p>
              </w:tc>
            </w:tr>
            <w:tr w:rsidR="009E7EA8" w:rsidRPr="003618F0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9E7EA8" w:rsidRPr="003618F0" w:rsidRDefault="009E7EA8" w:rsidP="009552CA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4.1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9E7EA8" w:rsidRPr="003618F0" w:rsidRDefault="009E7EA8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Impartiality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9E7EA8" w:rsidRPr="003618F0" w:rsidRDefault="009E7EA8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9E7EA8" w:rsidRPr="003618F0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9E7EA8" w:rsidRPr="003618F0" w:rsidRDefault="009E7EA8" w:rsidP="009552CA">
                  <w:pPr>
                    <w:ind w:left="232"/>
                    <w:rPr>
                      <w:b/>
                      <w:color w:val="000000"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4.2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9E7EA8" w:rsidRPr="003618F0" w:rsidRDefault="003618F0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Confidentiality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9E7EA8" w:rsidRPr="003618F0" w:rsidRDefault="009E7EA8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9E7EA8" w:rsidRPr="003618F0" w:rsidTr="00EA2DE0">
              <w:trPr>
                <w:gridAfter w:val="3"/>
                <w:wAfter w:w="9216" w:type="dxa"/>
                <w:trHeight w:val="262"/>
              </w:trPr>
              <w:tc>
                <w:tcPr>
                  <w:tcW w:w="5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E7EA8" w:rsidRPr="003618F0" w:rsidRDefault="009E7EA8" w:rsidP="009552CA">
                  <w:pPr>
                    <w:ind w:firstLine="232"/>
                    <w:rPr>
                      <w:b/>
                      <w:lang w:val="en-GB"/>
                    </w:rPr>
                  </w:pPr>
                </w:p>
              </w:tc>
            </w:tr>
            <w:tr w:rsidR="00D87C36" w:rsidRPr="003618F0" w:rsidTr="00BA44A2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87C36" w:rsidRPr="003618F0" w:rsidRDefault="00D87C36" w:rsidP="00187307">
                  <w:pPr>
                    <w:jc w:val="center"/>
                    <w:rPr>
                      <w:b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Standard clause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87C36" w:rsidRPr="003618F0" w:rsidRDefault="00D87C36" w:rsidP="00187307">
                  <w:pPr>
                    <w:ind w:left="105"/>
                    <w:rPr>
                      <w:b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Name of the clause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vAlign w:val="center"/>
                </w:tcPr>
                <w:p w:rsidR="00D87C36" w:rsidRPr="003618F0" w:rsidRDefault="00D87C36" w:rsidP="00187307">
                  <w:pPr>
                    <w:jc w:val="center"/>
                    <w:rPr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Description of Compliance - reference to the articles of the relevant documents **)</w:t>
                  </w:r>
                </w:p>
              </w:tc>
            </w:tr>
            <w:tr w:rsidR="00572434" w:rsidRPr="003618F0" w:rsidTr="00877EDF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2434" w:rsidRPr="003618F0" w:rsidRDefault="00572434" w:rsidP="009552CA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5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2434" w:rsidRPr="003618F0" w:rsidRDefault="00B5391D" w:rsidP="009552CA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Structural requirements</w:t>
                  </w:r>
                </w:p>
              </w:tc>
              <w:tc>
                <w:tcPr>
                  <w:tcW w:w="5245" w:type="dxa"/>
                  <w:vMerge/>
                  <w:tcBorders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:rsidR="00572434" w:rsidRPr="003618F0" w:rsidRDefault="00572434" w:rsidP="009552CA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572434" w:rsidRPr="003618F0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2434" w:rsidRPr="003618F0" w:rsidRDefault="00572434" w:rsidP="00572434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5.1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2434" w:rsidRPr="003618F0" w:rsidRDefault="00B5391D" w:rsidP="00B5391D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618F0">
                    <w:rPr>
                      <w:rFonts w:ascii="Times New Roman" w:eastAsia="Times New Roman" w:hAnsi="Times New Roman" w:cs="Times New Roman"/>
                      <w:b/>
                      <w:lang w:eastAsia="sk-SK"/>
                    </w:rPr>
                    <w:t>Administrative requirements</w:t>
                  </w:r>
                  <w:r w:rsidRPr="003618F0">
                    <w:rPr>
                      <w:rFonts w:ascii="Times New Roman" w:hAnsi="Times New Roman" w:cs="Times New Roman"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5245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572434" w:rsidRPr="003618F0" w:rsidRDefault="00572434" w:rsidP="00572434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572434" w:rsidRPr="003618F0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2434" w:rsidRPr="003618F0" w:rsidRDefault="00B5391D" w:rsidP="00B5391D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5.2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2434" w:rsidRPr="003618F0" w:rsidRDefault="00B5391D" w:rsidP="00B5391D">
                  <w:pPr>
                    <w:autoSpaceDE w:val="0"/>
                    <w:autoSpaceDN w:val="0"/>
                    <w:adjustRightInd w:val="0"/>
                    <w:rPr>
                      <w:color w:val="000000"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Organization and management</w:t>
                  </w:r>
                  <w:r w:rsidRPr="003618F0">
                    <w:rPr>
                      <w:color w:val="000000"/>
                      <w:lang w:val="en-GB"/>
                    </w:rPr>
                    <w:t xml:space="preserve"> </w:t>
                  </w:r>
                </w:p>
              </w:tc>
              <w:tc>
                <w:tcPr>
                  <w:tcW w:w="5245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572434" w:rsidRPr="003618F0" w:rsidRDefault="00572434" w:rsidP="00572434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9552CA" w:rsidRPr="003618F0" w:rsidTr="00EA2DE0">
              <w:trPr>
                <w:gridAfter w:val="3"/>
                <w:wAfter w:w="9216" w:type="dxa"/>
                <w:trHeight w:val="262"/>
              </w:trPr>
              <w:tc>
                <w:tcPr>
                  <w:tcW w:w="5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552CA" w:rsidRPr="003618F0" w:rsidRDefault="009552CA" w:rsidP="009552CA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D87C36" w:rsidRPr="003618F0" w:rsidTr="00A33A5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87C36" w:rsidRPr="003618F0" w:rsidRDefault="00D87C36" w:rsidP="00187307">
                  <w:pPr>
                    <w:jc w:val="center"/>
                    <w:rPr>
                      <w:b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Standard clause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87C36" w:rsidRPr="003618F0" w:rsidRDefault="00D87C36" w:rsidP="00187307">
                  <w:pPr>
                    <w:ind w:left="105"/>
                    <w:rPr>
                      <w:b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Name of the clause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vAlign w:val="center"/>
                </w:tcPr>
                <w:p w:rsidR="00D87C36" w:rsidRPr="003618F0" w:rsidRDefault="00D87C36" w:rsidP="00187307">
                  <w:pPr>
                    <w:jc w:val="center"/>
                    <w:rPr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Description of Compliance - reference to the articles of the relevant documents **)</w:t>
                  </w:r>
                </w:p>
              </w:tc>
            </w:tr>
            <w:tr w:rsidR="00210C2B" w:rsidRPr="003618F0" w:rsidTr="004A7CC3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0C2B" w:rsidRPr="003618F0" w:rsidRDefault="00210C2B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0C2B" w:rsidRPr="003618F0" w:rsidRDefault="00B5391D" w:rsidP="00B5391D">
                  <w:pPr>
                    <w:pStyle w:val="Default"/>
                    <w:rPr>
                      <w:rFonts w:ascii="Times New Roman" w:eastAsia="Times New Roman" w:hAnsi="Times New Roman" w:cs="Times New Roman"/>
                      <w:b/>
                      <w:lang w:eastAsia="sk-SK"/>
                    </w:rPr>
                  </w:pPr>
                  <w:r w:rsidRPr="003618F0">
                    <w:rPr>
                      <w:rFonts w:ascii="Times New Roman" w:eastAsia="Times New Roman" w:hAnsi="Times New Roman" w:cs="Times New Roman"/>
                      <w:b/>
                      <w:lang w:eastAsia="sk-SK"/>
                    </w:rPr>
                    <w:t xml:space="preserve">Resource requirements </w:t>
                  </w:r>
                </w:p>
              </w:tc>
              <w:tc>
                <w:tcPr>
                  <w:tcW w:w="5245" w:type="dxa"/>
                  <w:vMerge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210C2B" w:rsidRPr="003618F0" w:rsidRDefault="00210C2B" w:rsidP="007C4215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7C4215" w:rsidRPr="003618F0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3618F0" w:rsidRDefault="007C4215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6.1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3618F0" w:rsidRDefault="00A45731" w:rsidP="00A45731">
                  <w:pPr>
                    <w:pStyle w:val="Default"/>
                    <w:rPr>
                      <w:rFonts w:ascii="Times New Roman" w:eastAsia="Times New Roman" w:hAnsi="Times New Roman" w:cs="Times New Roman"/>
                      <w:b/>
                      <w:lang w:eastAsia="sk-SK"/>
                    </w:rPr>
                  </w:pPr>
                  <w:r w:rsidRPr="003618F0">
                    <w:rPr>
                      <w:rFonts w:ascii="Times New Roman" w:eastAsia="Times New Roman" w:hAnsi="Times New Roman" w:cs="Times New Roman"/>
                      <w:b/>
                      <w:lang w:eastAsia="sk-SK"/>
                    </w:rPr>
                    <w:t xml:space="preserve">Personnel 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7C4215" w:rsidRPr="003618F0" w:rsidRDefault="007C4215" w:rsidP="007C4215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7C4215" w:rsidRPr="003618F0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3618F0" w:rsidRDefault="007C4215" w:rsidP="007C4215">
                  <w:pPr>
                    <w:ind w:firstLine="232"/>
                    <w:rPr>
                      <w:b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6.2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3618F0" w:rsidRDefault="00A45731" w:rsidP="00A45731">
                  <w:pPr>
                    <w:pStyle w:val="Default"/>
                    <w:rPr>
                      <w:rFonts w:ascii="Times New Roman" w:eastAsia="Times New Roman" w:hAnsi="Times New Roman" w:cs="Times New Roman"/>
                      <w:b/>
                      <w:lang w:eastAsia="sk-SK"/>
                    </w:rPr>
                  </w:pPr>
                  <w:r w:rsidRPr="003618F0">
                    <w:rPr>
                      <w:rFonts w:ascii="Times New Roman" w:eastAsia="Times New Roman" w:hAnsi="Times New Roman" w:cs="Times New Roman"/>
                      <w:b/>
                      <w:lang w:eastAsia="sk-SK"/>
                    </w:rPr>
                    <w:t xml:space="preserve">Facilities and equipment 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7C4215" w:rsidRPr="003618F0" w:rsidRDefault="007C4215" w:rsidP="007C4215">
                  <w:pPr>
                    <w:jc w:val="center"/>
                    <w:rPr>
                      <w:lang w:val="en-GB"/>
                    </w:rPr>
                  </w:pPr>
                </w:p>
              </w:tc>
            </w:tr>
            <w:tr w:rsidR="007C4215" w:rsidRPr="003618F0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3618F0" w:rsidRDefault="007C4215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6.3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3618F0" w:rsidRDefault="00A45731" w:rsidP="00A45731">
                  <w:pPr>
                    <w:pStyle w:val="Default"/>
                    <w:rPr>
                      <w:rFonts w:ascii="Times New Roman" w:eastAsia="Times New Roman" w:hAnsi="Times New Roman" w:cs="Times New Roman"/>
                      <w:b/>
                      <w:lang w:eastAsia="sk-SK"/>
                    </w:rPr>
                  </w:pPr>
                  <w:r w:rsidRPr="003618F0">
                    <w:rPr>
                      <w:rFonts w:ascii="Times New Roman" w:eastAsia="Times New Roman" w:hAnsi="Times New Roman" w:cs="Times New Roman"/>
                      <w:b/>
                      <w:lang w:eastAsia="sk-SK"/>
                    </w:rPr>
                    <w:t xml:space="preserve">Subcontracting 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7C4215" w:rsidRPr="003618F0" w:rsidRDefault="007C4215" w:rsidP="007C4215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7C4215" w:rsidRPr="003618F0" w:rsidTr="00BD2792">
              <w:trPr>
                <w:trHeight w:val="240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3618F0" w:rsidRDefault="007C4215" w:rsidP="007C4215">
                  <w:pPr>
                    <w:ind w:firstLine="232"/>
                    <w:rPr>
                      <w:b/>
                      <w:color w:val="000000"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3618F0" w:rsidRDefault="007C4215" w:rsidP="007C4215">
                  <w:pPr>
                    <w:ind w:left="105"/>
                    <w:rPr>
                      <w:b/>
                      <w:color w:val="000000"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524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</w:tcPr>
                <w:p w:rsidR="007C4215" w:rsidRPr="003618F0" w:rsidRDefault="007C4215" w:rsidP="00BD2792">
                  <w:pPr>
                    <w:rPr>
                      <w:b/>
                      <w:color w:val="000000"/>
                      <w:sz w:val="16"/>
                      <w:szCs w:val="16"/>
                      <w:lang w:val="en-GB"/>
                    </w:rPr>
                  </w:pPr>
                </w:p>
              </w:tc>
            </w:tr>
            <w:tr w:rsidR="00D87C36" w:rsidRPr="003618F0" w:rsidTr="00E14123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87C36" w:rsidRPr="003618F0" w:rsidRDefault="00D87C36" w:rsidP="00187307">
                  <w:pPr>
                    <w:jc w:val="center"/>
                    <w:rPr>
                      <w:b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Standard clause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87C36" w:rsidRPr="003618F0" w:rsidRDefault="00D87C36" w:rsidP="00187307">
                  <w:pPr>
                    <w:ind w:left="105"/>
                    <w:rPr>
                      <w:b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Name of the clause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vAlign w:val="center"/>
                </w:tcPr>
                <w:p w:rsidR="00D87C36" w:rsidRPr="003618F0" w:rsidRDefault="00D87C36" w:rsidP="00187307">
                  <w:pPr>
                    <w:jc w:val="center"/>
                    <w:rPr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Description of Compliance - reference to the articles of the relevant documents **)</w:t>
                  </w:r>
                </w:p>
              </w:tc>
            </w:tr>
            <w:tr w:rsidR="00210C2B" w:rsidRPr="003618F0" w:rsidTr="00B27E77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0C2B" w:rsidRPr="003618F0" w:rsidRDefault="00210C2B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7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0C2B" w:rsidRPr="003618F0" w:rsidRDefault="00A45731" w:rsidP="00A45731">
                  <w:pPr>
                    <w:pStyle w:val="Default"/>
                    <w:rPr>
                      <w:rFonts w:ascii="Times New Roman" w:eastAsia="Times New Roman" w:hAnsi="Times New Roman" w:cs="Times New Roman"/>
                      <w:b/>
                      <w:lang w:eastAsia="sk-SK"/>
                    </w:rPr>
                  </w:pPr>
                  <w:r w:rsidRPr="003618F0">
                    <w:rPr>
                      <w:rFonts w:ascii="Times New Roman" w:eastAsia="Times New Roman" w:hAnsi="Times New Roman" w:cs="Times New Roman"/>
                      <w:b/>
                      <w:lang w:eastAsia="sk-SK"/>
                    </w:rPr>
                    <w:t xml:space="preserve">Process requirements </w:t>
                  </w:r>
                </w:p>
              </w:tc>
              <w:tc>
                <w:tcPr>
                  <w:tcW w:w="5245" w:type="dxa"/>
                  <w:vMerge/>
                  <w:tcBorders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:rsidR="00210C2B" w:rsidRPr="003618F0" w:rsidRDefault="00210C2B" w:rsidP="007C4215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7C4215" w:rsidRPr="003618F0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3618F0" w:rsidRDefault="007C4215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7.1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3618F0" w:rsidRDefault="00A45731" w:rsidP="00A45731">
                  <w:pPr>
                    <w:pStyle w:val="Default"/>
                    <w:rPr>
                      <w:rFonts w:ascii="Times New Roman" w:eastAsia="Times New Roman" w:hAnsi="Times New Roman" w:cs="Times New Roman"/>
                      <w:b/>
                      <w:lang w:eastAsia="sk-SK"/>
                    </w:rPr>
                  </w:pPr>
                  <w:r w:rsidRPr="003618F0">
                    <w:rPr>
                      <w:rFonts w:ascii="Times New Roman" w:eastAsia="Times New Roman" w:hAnsi="Times New Roman" w:cs="Times New Roman"/>
                      <w:b/>
                      <w:lang w:eastAsia="sk-SK"/>
                    </w:rPr>
                    <w:t xml:space="preserve">Inspection methods and procedures 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7C4215" w:rsidRPr="003618F0" w:rsidRDefault="007C4215" w:rsidP="007C4215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7C4215" w:rsidRPr="003618F0" w:rsidTr="00EA2DE0">
              <w:trPr>
                <w:trHeight w:val="433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3618F0" w:rsidRDefault="007C4215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7.2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3618F0" w:rsidRDefault="00A45731" w:rsidP="00A45731">
                  <w:pPr>
                    <w:pStyle w:val="Default"/>
                    <w:rPr>
                      <w:rFonts w:ascii="Times New Roman" w:eastAsia="Times New Roman" w:hAnsi="Times New Roman" w:cs="Times New Roman"/>
                      <w:b/>
                      <w:lang w:eastAsia="sk-SK"/>
                    </w:rPr>
                  </w:pPr>
                  <w:r w:rsidRPr="003618F0">
                    <w:rPr>
                      <w:rFonts w:ascii="Times New Roman" w:eastAsia="Times New Roman" w:hAnsi="Times New Roman" w:cs="Times New Roman"/>
                      <w:b/>
                      <w:lang w:eastAsia="sk-SK"/>
                    </w:rPr>
                    <w:t xml:space="preserve">Handling inspection items and samples 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7C4215" w:rsidRPr="003618F0" w:rsidRDefault="007C4215" w:rsidP="007C4215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7C4215" w:rsidRPr="003618F0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3618F0" w:rsidRDefault="007C4215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7.3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3618F0" w:rsidRDefault="00A45731" w:rsidP="00A45731">
                  <w:pPr>
                    <w:pStyle w:val="Default"/>
                    <w:rPr>
                      <w:rFonts w:ascii="Times New Roman" w:eastAsia="Times New Roman" w:hAnsi="Times New Roman" w:cs="Times New Roman"/>
                      <w:b/>
                      <w:lang w:eastAsia="sk-SK"/>
                    </w:rPr>
                  </w:pPr>
                  <w:r w:rsidRPr="003618F0">
                    <w:rPr>
                      <w:rFonts w:ascii="Times New Roman" w:eastAsia="Times New Roman" w:hAnsi="Times New Roman" w:cs="Times New Roman"/>
                      <w:b/>
                      <w:lang w:eastAsia="sk-SK"/>
                    </w:rPr>
                    <w:t xml:space="preserve">Inspection records 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7C4215" w:rsidRPr="003618F0" w:rsidRDefault="007C4215" w:rsidP="007C4215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7C4215" w:rsidRPr="003618F0" w:rsidTr="00BD2792">
              <w:trPr>
                <w:trHeight w:val="397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3618F0" w:rsidRDefault="007C4215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7.4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3618F0" w:rsidRDefault="00A45731" w:rsidP="00A45731">
                  <w:pPr>
                    <w:pStyle w:val="Default"/>
                    <w:rPr>
                      <w:rFonts w:ascii="Times New Roman" w:eastAsia="Times New Roman" w:hAnsi="Times New Roman" w:cs="Times New Roman"/>
                      <w:b/>
                      <w:lang w:eastAsia="sk-SK"/>
                    </w:rPr>
                  </w:pPr>
                  <w:r w:rsidRPr="003618F0">
                    <w:rPr>
                      <w:rFonts w:ascii="Times New Roman" w:eastAsia="Times New Roman" w:hAnsi="Times New Roman" w:cs="Times New Roman"/>
                      <w:b/>
                      <w:lang w:eastAsia="sk-SK"/>
                    </w:rPr>
                    <w:t xml:space="preserve">Inspection reports and inspection certificates 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7C4215" w:rsidRPr="003618F0" w:rsidRDefault="007C4215" w:rsidP="007C4215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7C4215" w:rsidRPr="003618F0" w:rsidTr="00EA2DE0">
              <w:trPr>
                <w:trHeight w:val="306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3618F0" w:rsidRDefault="007C4215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7.5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3618F0" w:rsidRDefault="00A45731" w:rsidP="00A45731">
                  <w:pPr>
                    <w:pStyle w:val="Default"/>
                    <w:rPr>
                      <w:rFonts w:ascii="Times New Roman" w:eastAsia="Times New Roman" w:hAnsi="Times New Roman" w:cs="Times New Roman"/>
                      <w:b/>
                      <w:lang w:eastAsia="sk-SK"/>
                    </w:rPr>
                  </w:pPr>
                  <w:r w:rsidRPr="003618F0">
                    <w:rPr>
                      <w:rFonts w:ascii="Times New Roman" w:eastAsia="Times New Roman" w:hAnsi="Times New Roman" w:cs="Times New Roman"/>
                      <w:b/>
                      <w:lang w:eastAsia="sk-SK"/>
                    </w:rPr>
                    <w:t xml:space="preserve">Complaints and appeals 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7C4215" w:rsidRPr="003618F0" w:rsidRDefault="007C4215" w:rsidP="007C4215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7C4215" w:rsidRPr="003618F0" w:rsidTr="00BD2792">
              <w:trPr>
                <w:trHeight w:val="399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3618F0" w:rsidRDefault="007C4215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7.6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3618F0" w:rsidRDefault="00A45731" w:rsidP="00A45731">
                  <w:pPr>
                    <w:pStyle w:val="Default"/>
                    <w:rPr>
                      <w:rFonts w:ascii="Times New Roman" w:eastAsia="Times New Roman" w:hAnsi="Times New Roman" w:cs="Times New Roman"/>
                      <w:b/>
                      <w:lang w:eastAsia="sk-SK"/>
                    </w:rPr>
                  </w:pPr>
                  <w:r w:rsidRPr="003618F0">
                    <w:rPr>
                      <w:rFonts w:ascii="Times New Roman" w:eastAsia="Times New Roman" w:hAnsi="Times New Roman" w:cs="Times New Roman"/>
                      <w:b/>
                      <w:lang w:eastAsia="sk-SK"/>
                    </w:rPr>
                    <w:t xml:space="preserve">Complaints and appeals process 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7C4215" w:rsidRPr="003618F0" w:rsidRDefault="007C4215" w:rsidP="007C4215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7C4215" w:rsidRPr="003618F0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4" w:space="0" w:color="auto"/>
                    <w:left w:val="nil"/>
                    <w:bottom w:val="single" w:sz="8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3618F0" w:rsidRDefault="007C4215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3618F0" w:rsidRDefault="007C4215" w:rsidP="007C4215">
                  <w:pPr>
                    <w:spacing w:line="276" w:lineRule="auto"/>
                    <w:ind w:left="105" w:right="35"/>
                    <w:rPr>
                      <w:b/>
                      <w:color w:val="000000"/>
                      <w:lang w:val="en-GB"/>
                    </w:rPr>
                  </w:pP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nil"/>
                  </w:tcBorders>
                </w:tcPr>
                <w:p w:rsidR="007C4215" w:rsidRPr="003618F0" w:rsidRDefault="007C4215" w:rsidP="007C4215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D87C36" w:rsidRPr="003618F0" w:rsidTr="00192816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87C36" w:rsidRPr="003618F0" w:rsidRDefault="00D87C36" w:rsidP="00187307">
                  <w:pPr>
                    <w:jc w:val="center"/>
                    <w:rPr>
                      <w:b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lastRenderedPageBreak/>
                    <w:t>Standard clause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87C36" w:rsidRPr="003618F0" w:rsidRDefault="00D87C36" w:rsidP="00187307">
                  <w:pPr>
                    <w:ind w:left="105"/>
                    <w:rPr>
                      <w:b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Name of the clause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vAlign w:val="center"/>
                </w:tcPr>
                <w:p w:rsidR="00D87C36" w:rsidRPr="003618F0" w:rsidRDefault="00D87C36" w:rsidP="00187307">
                  <w:pPr>
                    <w:jc w:val="center"/>
                    <w:rPr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Description of Compliance - reference to the articles of the relevant documents **)</w:t>
                  </w:r>
                </w:p>
              </w:tc>
            </w:tr>
            <w:tr w:rsidR="00210C2B" w:rsidRPr="003618F0" w:rsidTr="00330379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0C2B" w:rsidRPr="003618F0" w:rsidRDefault="00210C2B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8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0C2B" w:rsidRPr="003618F0" w:rsidRDefault="00A45731" w:rsidP="007C4215">
                  <w:pPr>
                    <w:ind w:left="105" w:right="35"/>
                    <w:rPr>
                      <w:b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Management system requirements</w:t>
                  </w:r>
                </w:p>
              </w:tc>
              <w:tc>
                <w:tcPr>
                  <w:tcW w:w="5245" w:type="dxa"/>
                  <w:vMerge/>
                  <w:tcBorders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:rsidR="00210C2B" w:rsidRPr="003618F0" w:rsidRDefault="00210C2B" w:rsidP="007C4215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A45731" w:rsidRPr="003618F0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45731" w:rsidRPr="003618F0" w:rsidRDefault="00A45731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8.1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45731" w:rsidRPr="003618F0" w:rsidRDefault="00A45731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Options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A45731" w:rsidRPr="003618F0" w:rsidRDefault="00A45731" w:rsidP="007C4215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A45731" w:rsidRPr="003618F0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45731" w:rsidRPr="003618F0" w:rsidRDefault="00A45731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618F0">
                    <w:rPr>
                      <w:rFonts w:eastAsia="Arial"/>
                      <w:b/>
                      <w:color w:val="000000"/>
                      <w:lang w:val="en-GB"/>
                    </w:rPr>
                    <w:t>8.1.1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45731" w:rsidRPr="003618F0" w:rsidRDefault="00A45731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3618F0">
                    <w:rPr>
                      <w:b/>
                      <w:bCs/>
                      <w:i/>
                      <w:color w:val="000000"/>
                      <w:lang w:val="en-GB"/>
                    </w:rPr>
                    <w:t>General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A45731" w:rsidRPr="003618F0" w:rsidRDefault="00A45731" w:rsidP="007C4215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A45731" w:rsidRPr="003618F0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45731" w:rsidRPr="003618F0" w:rsidRDefault="00A45731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618F0">
                    <w:rPr>
                      <w:rFonts w:eastAsia="Arial"/>
                      <w:b/>
                      <w:color w:val="000000"/>
                      <w:lang w:val="en-GB"/>
                    </w:rPr>
                    <w:t>8.1.2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45731" w:rsidRPr="003618F0" w:rsidRDefault="00A45731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3618F0">
                    <w:rPr>
                      <w:b/>
                      <w:bCs/>
                      <w:i/>
                      <w:color w:val="000000"/>
                      <w:lang w:val="en-GB"/>
                    </w:rPr>
                    <w:t>Option A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A45731" w:rsidRPr="003618F0" w:rsidRDefault="00A45731" w:rsidP="007C4215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A45731" w:rsidRPr="003618F0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45731" w:rsidRPr="003618F0" w:rsidRDefault="00A45731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618F0">
                    <w:rPr>
                      <w:rFonts w:eastAsia="Arial"/>
                      <w:b/>
                      <w:color w:val="000000"/>
                      <w:lang w:val="en-GB"/>
                    </w:rPr>
                    <w:t>8.1.3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45731" w:rsidRPr="003618F0" w:rsidRDefault="00A45731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3618F0">
                    <w:rPr>
                      <w:b/>
                      <w:bCs/>
                      <w:i/>
                      <w:color w:val="000000"/>
                      <w:lang w:val="en-GB"/>
                    </w:rPr>
                    <w:t>Option B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A45731" w:rsidRPr="003618F0" w:rsidRDefault="00A45731" w:rsidP="007C4215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A45731" w:rsidRPr="003618F0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45731" w:rsidRPr="003618F0" w:rsidRDefault="00A45731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8.2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45731" w:rsidRPr="003618F0" w:rsidRDefault="00A45731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Management system documentation (Option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A45731" w:rsidRPr="003618F0" w:rsidRDefault="00A45731" w:rsidP="007C4215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A45731" w:rsidRPr="003618F0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45731" w:rsidRPr="003618F0" w:rsidRDefault="00A45731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8.3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45731" w:rsidRPr="003618F0" w:rsidRDefault="00A45731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Control of management system documents (</w:t>
                  </w:r>
                  <w:r w:rsidR="003618F0" w:rsidRPr="003618F0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Option</w:t>
                  </w:r>
                  <w:r w:rsidRPr="003618F0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 xml:space="preserve">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A45731" w:rsidRPr="003618F0" w:rsidRDefault="00A45731" w:rsidP="007C4215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7C4215" w:rsidRPr="003618F0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3618F0" w:rsidRDefault="007C4215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8.4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3618F0" w:rsidRDefault="00A45731" w:rsidP="007C4215">
                  <w:pPr>
                    <w:ind w:left="105" w:right="35"/>
                    <w:rPr>
                      <w:b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Control of records (Option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7C4215" w:rsidRPr="003618F0" w:rsidRDefault="007C4215" w:rsidP="007C4215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7C4215" w:rsidRPr="003618F0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3618F0" w:rsidRDefault="007C4215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8.5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3618F0" w:rsidRDefault="00A45731" w:rsidP="007C4215">
                  <w:pPr>
                    <w:ind w:left="105" w:right="35"/>
                    <w:rPr>
                      <w:b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Management reviews (Option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7C4215" w:rsidRPr="003618F0" w:rsidRDefault="007C4215" w:rsidP="007C4215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7C4215" w:rsidRPr="003618F0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3618F0" w:rsidRDefault="007C4215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8.6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3618F0" w:rsidRDefault="00A45731" w:rsidP="007C4215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Internal audits (Option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7C4215" w:rsidRPr="003618F0" w:rsidRDefault="007C4215" w:rsidP="007C4215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7C4215" w:rsidRPr="003618F0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3618F0" w:rsidRDefault="007C4215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8.7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3618F0" w:rsidRDefault="003618F0" w:rsidP="007C4215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Corrective</w:t>
                  </w:r>
                  <w:r w:rsidR="00A45731" w:rsidRPr="003618F0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 xml:space="preserve"> </w:t>
                  </w:r>
                  <w:r w:rsidRPr="003618F0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actions</w:t>
                  </w:r>
                  <w:bookmarkStart w:id="1" w:name="_GoBack"/>
                  <w:bookmarkEnd w:id="1"/>
                  <w:r w:rsidR="00A45731" w:rsidRPr="003618F0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 xml:space="preserve"> (Option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7C4215" w:rsidRPr="003618F0" w:rsidRDefault="007C4215" w:rsidP="007C4215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7C4215" w:rsidRPr="003618F0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3618F0" w:rsidRDefault="007C4215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lang w:val="en-GB"/>
                    </w:rPr>
                    <w:t>8.8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3618F0" w:rsidRDefault="00A45731" w:rsidP="00A45731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3618F0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Preventive actions (Option A</w:t>
                  </w:r>
                  <w:r w:rsidR="007C4215" w:rsidRPr="003618F0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7C4215" w:rsidRPr="003618F0" w:rsidRDefault="007C4215" w:rsidP="007C4215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</w:tbl>
          <w:p w:rsidR="0078141E" w:rsidRPr="003618F0" w:rsidRDefault="0078141E" w:rsidP="007E7788">
            <w:pPr>
              <w:rPr>
                <w:lang w:val="en-GB"/>
              </w:rPr>
            </w:pPr>
          </w:p>
        </w:tc>
        <w:tc>
          <w:tcPr>
            <w:tcW w:w="20" w:type="dxa"/>
          </w:tcPr>
          <w:p w:rsidR="0078141E" w:rsidRPr="003618F0" w:rsidRDefault="0078141E" w:rsidP="007E7788">
            <w:pPr>
              <w:pStyle w:val="EmptyCellLayoutStyle"/>
              <w:spacing w:after="0" w:line="240" w:lineRule="auto"/>
              <w:rPr>
                <w:lang w:val="en-GB"/>
              </w:rPr>
            </w:pPr>
          </w:p>
        </w:tc>
      </w:tr>
    </w:tbl>
    <w:p w:rsidR="00DD0EEB" w:rsidRPr="003618F0" w:rsidRDefault="00DD0EEB" w:rsidP="0078141E">
      <w:pPr>
        <w:rPr>
          <w:lang w:val="en-GB"/>
        </w:rPr>
        <w:sectPr w:rsidR="00DD0EEB" w:rsidRPr="003618F0" w:rsidSect="00BD2792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:rsidR="0078141E" w:rsidRPr="003618F0" w:rsidRDefault="0078141E" w:rsidP="0078141E">
      <w:pPr>
        <w:rPr>
          <w:sz w:val="8"/>
          <w:szCs w:val="8"/>
          <w:lang w:val="en-GB"/>
        </w:rPr>
      </w:pPr>
    </w:p>
    <w:p w:rsidR="00BC2377" w:rsidRPr="003618F0" w:rsidRDefault="00BC2377" w:rsidP="00BC2377">
      <w:pPr>
        <w:rPr>
          <w:sz w:val="22"/>
          <w:szCs w:val="22"/>
          <w:lang w:val="en-GB"/>
        </w:rPr>
      </w:pPr>
      <w:r w:rsidRPr="003618F0">
        <w:rPr>
          <w:lang w:val="en-GB"/>
        </w:rPr>
        <w:t>*</w:t>
      </w:r>
      <w:r w:rsidR="00AA32A0" w:rsidRPr="003618F0">
        <w:rPr>
          <w:lang w:val="en-GB"/>
        </w:rPr>
        <w:t>*</w:t>
      </w:r>
      <w:r w:rsidRPr="003618F0">
        <w:rPr>
          <w:lang w:val="en-GB"/>
        </w:rPr>
        <w:t xml:space="preserve">) </w:t>
      </w:r>
      <w:r w:rsidR="00AA32A0" w:rsidRPr="003618F0">
        <w:rPr>
          <w:color w:val="000000"/>
          <w:lang w:val="en-GB"/>
        </w:rPr>
        <w:t>Upload to AIS all documents you refer to</w:t>
      </w:r>
      <w:r w:rsidRPr="003618F0">
        <w:rPr>
          <w:lang w:val="en-GB"/>
        </w:rPr>
        <w:t>.</w:t>
      </w:r>
    </w:p>
    <w:p w:rsidR="00BC2377" w:rsidRPr="003618F0" w:rsidRDefault="00BC2377" w:rsidP="0078141E">
      <w:pPr>
        <w:rPr>
          <w:lang w:val="en-GB"/>
        </w:rPr>
      </w:pPr>
    </w:p>
    <w:p w:rsidR="0078141E" w:rsidRPr="003618F0" w:rsidRDefault="0078141E" w:rsidP="0078141E">
      <w:pPr>
        <w:rPr>
          <w:lang w:val="en-GB"/>
        </w:rPr>
      </w:pPr>
    </w:p>
    <w:p w:rsidR="003F52AC" w:rsidRPr="003618F0" w:rsidRDefault="00405B09">
      <w:pPr>
        <w:rPr>
          <w:lang w:val="en-GB"/>
        </w:rPr>
      </w:pPr>
      <w:r w:rsidRPr="003618F0">
        <w:rPr>
          <w:lang w:val="en-GB"/>
        </w:rPr>
        <w:t>I declare the data presented in Annex OA 5-2 to be true and correct</w:t>
      </w:r>
      <w:r w:rsidR="003F52AC" w:rsidRPr="003618F0">
        <w:rPr>
          <w:lang w:val="en-GB"/>
        </w:rPr>
        <w:t>.</w:t>
      </w:r>
    </w:p>
    <w:p w:rsidR="003F52AC" w:rsidRPr="003618F0" w:rsidRDefault="003F52AC">
      <w:pPr>
        <w:rPr>
          <w:lang w:val="en-GB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"/>
        <w:gridCol w:w="2859"/>
        <w:gridCol w:w="2548"/>
        <w:gridCol w:w="73"/>
        <w:gridCol w:w="3402"/>
      </w:tblGrid>
      <w:tr w:rsidR="00210C2B" w:rsidRPr="003618F0" w:rsidTr="00DD0EEB">
        <w:trPr>
          <w:cantSplit/>
          <w:trHeight w:val="454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:rsidR="00210C2B" w:rsidRPr="003618F0" w:rsidRDefault="00210C2B" w:rsidP="00210C2B">
            <w:pPr>
              <w:pStyle w:val="Hlavika"/>
              <w:tabs>
                <w:tab w:val="clear" w:pos="4536"/>
                <w:tab w:val="clear" w:pos="9072"/>
              </w:tabs>
              <w:spacing w:before="90"/>
              <w:ind w:left="-70"/>
              <w:rPr>
                <w:lang w:val="en-GB"/>
              </w:rPr>
            </w:pPr>
            <w:r w:rsidRPr="003618F0">
              <w:rPr>
                <w:lang w:val="en-GB"/>
              </w:rPr>
              <w:t>D</w:t>
            </w:r>
            <w:r w:rsidR="00405B09" w:rsidRPr="003618F0">
              <w:rPr>
                <w:lang w:val="en-GB"/>
              </w:rPr>
              <w:t>ate</w:t>
            </w:r>
            <w:r w:rsidRPr="003618F0">
              <w:rPr>
                <w:lang w:val="en-GB"/>
              </w:rPr>
              <w:t>:</w:t>
            </w:r>
          </w:p>
        </w:tc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210C2B" w:rsidRPr="003618F0" w:rsidRDefault="00210C2B" w:rsidP="00210C2B">
            <w:pPr>
              <w:framePr w:hSpace="141" w:wrap="around" w:vAnchor="text" w:hAnchor="text" w:x="40" w:y="1"/>
              <w:rPr>
                <w:sz w:val="8"/>
                <w:lang w:val="en-GB"/>
              </w:rPr>
            </w:pPr>
          </w:p>
          <w:p w:rsidR="00210C2B" w:rsidRPr="003618F0" w:rsidRDefault="00210C2B" w:rsidP="00210C2B">
            <w:pPr>
              <w:rPr>
                <w:lang w:val="en-GB"/>
              </w:rPr>
            </w:pPr>
            <w:r w:rsidRPr="003618F0">
              <w:rPr>
                <w:lang w:val="en-GB"/>
              </w:rPr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3618F0">
              <w:rPr>
                <w:lang w:val="en-GB"/>
              </w:rPr>
              <w:instrText xml:space="preserve"> FORMTEXT </w:instrText>
            </w:r>
            <w:r w:rsidRPr="003618F0">
              <w:rPr>
                <w:lang w:val="en-GB"/>
              </w:rPr>
            </w:r>
            <w:r w:rsidRPr="003618F0">
              <w:rPr>
                <w:lang w:val="en-GB"/>
              </w:rPr>
              <w:fldChar w:fldCharType="separate"/>
            </w:r>
            <w:r w:rsidRPr="003618F0">
              <w:rPr>
                <w:noProof/>
                <w:lang w:val="en-GB"/>
              </w:rPr>
              <w:t> </w:t>
            </w:r>
            <w:r w:rsidRPr="003618F0">
              <w:rPr>
                <w:noProof/>
                <w:lang w:val="en-GB"/>
              </w:rPr>
              <w:t> </w:t>
            </w:r>
            <w:r w:rsidRPr="003618F0">
              <w:rPr>
                <w:noProof/>
                <w:lang w:val="en-GB"/>
              </w:rPr>
              <w:t> </w:t>
            </w:r>
            <w:r w:rsidRPr="003618F0">
              <w:rPr>
                <w:noProof/>
                <w:lang w:val="en-GB"/>
              </w:rPr>
              <w:t> </w:t>
            </w:r>
            <w:r w:rsidRPr="003618F0">
              <w:rPr>
                <w:noProof/>
                <w:lang w:val="en-GB"/>
              </w:rPr>
              <w:t> </w:t>
            </w:r>
            <w:r w:rsidRPr="003618F0">
              <w:rPr>
                <w:lang w:val="en-GB"/>
              </w:rPr>
              <w:fldChar w:fldCharType="end"/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:rsidR="00210C2B" w:rsidRPr="003618F0" w:rsidRDefault="00405B09" w:rsidP="00210C2B">
            <w:pPr>
              <w:spacing w:before="90"/>
              <w:ind w:left="-70"/>
              <w:rPr>
                <w:strike/>
                <w:lang w:val="en-GB"/>
              </w:rPr>
            </w:pPr>
            <w:r w:rsidRPr="003618F0">
              <w:rPr>
                <w:lang w:val="en-GB"/>
              </w:rPr>
              <w:t>Name and surname</w:t>
            </w:r>
            <w:r w:rsidR="00210C2B" w:rsidRPr="003618F0">
              <w:rPr>
                <w:lang w:val="en-GB"/>
              </w:rPr>
              <w:t>:</w:t>
            </w:r>
          </w:p>
        </w:tc>
        <w:tc>
          <w:tcPr>
            <w:tcW w:w="3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0C2B" w:rsidRPr="003618F0" w:rsidRDefault="00210C2B" w:rsidP="00210C2B">
            <w:pPr>
              <w:framePr w:hSpace="141" w:wrap="around" w:vAnchor="text" w:hAnchor="text" w:x="40" w:y="1"/>
              <w:rPr>
                <w:sz w:val="8"/>
                <w:lang w:val="en-GB"/>
              </w:rPr>
            </w:pPr>
          </w:p>
          <w:p w:rsidR="00210C2B" w:rsidRPr="003618F0" w:rsidRDefault="00210C2B" w:rsidP="00210C2B">
            <w:pPr>
              <w:rPr>
                <w:lang w:val="en-GB"/>
              </w:rPr>
            </w:pPr>
            <w:r w:rsidRPr="003618F0">
              <w:rPr>
                <w:lang w:val="en-GB"/>
              </w:rPr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3618F0">
              <w:rPr>
                <w:lang w:val="en-GB"/>
              </w:rPr>
              <w:instrText xml:space="preserve"> FORMTEXT </w:instrText>
            </w:r>
            <w:r w:rsidRPr="003618F0">
              <w:rPr>
                <w:lang w:val="en-GB"/>
              </w:rPr>
            </w:r>
            <w:r w:rsidRPr="003618F0">
              <w:rPr>
                <w:lang w:val="en-GB"/>
              </w:rPr>
              <w:fldChar w:fldCharType="separate"/>
            </w:r>
            <w:r w:rsidRPr="003618F0">
              <w:rPr>
                <w:noProof/>
                <w:lang w:val="en-GB"/>
              </w:rPr>
              <w:t> </w:t>
            </w:r>
            <w:r w:rsidRPr="003618F0">
              <w:rPr>
                <w:noProof/>
                <w:lang w:val="en-GB"/>
              </w:rPr>
              <w:t> </w:t>
            </w:r>
            <w:r w:rsidRPr="003618F0">
              <w:rPr>
                <w:noProof/>
                <w:lang w:val="en-GB"/>
              </w:rPr>
              <w:t> </w:t>
            </w:r>
            <w:r w:rsidRPr="003618F0">
              <w:rPr>
                <w:noProof/>
                <w:lang w:val="en-GB"/>
              </w:rPr>
              <w:t> </w:t>
            </w:r>
            <w:r w:rsidRPr="003618F0">
              <w:rPr>
                <w:noProof/>
                <w:lang w:val="en-GB"/>
              </w:rPr>
              <w:t> </w:t>
            </w:r>
            <w:r w:rsidRPr="003618F0">
              <w:rPr>
                <w:lang w:val="en-GB"/>
              </w:rPr>
              <w:fldChar w:fldCharType="end"/>
            </w:r>
          </w:p>
        </w:tc>
      </w:tr>
      <w:tr w:rsidR="00210C2B" w:rsidRPr="003618F0" w:rsidTr="00DD0EEB">
        <w:trPr>
          <w:gridBefore w:val="2"/>
          <w:wBefore w:w="3758" w:type="dxa"/>
          <w:cantSplit/>
          <w:trHeight w:val="454"/>
        </w:trPr>
        <w:tc>
          <w:tcPr>
            <w:tcW w:w="26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0C2B" w:rsidRPr="003618F0" w:rsidRDefault="00405B09" w:rsidP="00210C2B">
            <w:pPr>
              <w:spacing w:before="90"/>
              <w:ind w:left="-70"/>
              <w:rPr>
                <w:lang w:val="en-GB"/>
              </w:rPr>
            </w:pPr>
            <w:r w:rsidRPr="003618F0">
              <w:rPr>
                <w:lang w:val="en-GB"/>
              </w:rPr>
              <w:t>Post</w:t>
            </w:r>
            <w:r w:rsidR="00210C2B" w:rsidRPr="003618F0">
              <w:rPr>
                <w:lang w:val="en-GB"/>
              </w:rPr>
              <w:t>: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10C2B" w:rsidRPr="003618F0" w:rsidRDefault="00210C2B" w:rsidP="00EA2DE0">
            <w:pPr>
              <w:framePr w:hSpace="141" w:wrap="around" w:vAnchor="text" w:hAnchor="text" w:x="40" w:y="1"/>
              <w:ind w:left="-814" w:firstLine="709"/>
              <w:rPr>
                <w:sz w:val="8"/>
                <w:lang w:val="en-GB"/>
              </w:rPr>
            </w:pPr>
          </w:p>
          <w:p w:rsidR="00210C2B" w:rsidRPr="003618F0" w:rsidRDefault="00210C2B" w:rsidP="00DD0EEB">
            <w:pPr>
              <w:ind w:left="-814" w:firstLine="744"/>
              <w:rPr>
                <w:lang w:val="en-GB"/>
              </w:rPr>
            </w:pPr>
            <w:r w:rsidRPr="003618F0">
              <w:rPr>
                <w:lang w:val="en-GB"/>
              </w:rPr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3618F0">
              <w:rPr>
                <w:lang w:val="en-GB"/>
              </w:rPr>
              <w:instrText xml:space="preserve"> FORMTEXT </w:instrText>
            </w:r>
            <w:r w:rsidRPr="003618F0">
              <w:rPr>
                <w:lang w:val="en-GB"/>
              </w:rPr>
            </w:r>
            <w:r w:rsidRPr="003618F0">
              <w:rPr>
                <w:lang w:val="en-GB"/>
              </w:rPr>
              <w:fldChar w:fldCharType="separate"/>
            </w:r>
            <w:r w:rsidRPr="003618F0">
              <w:rPr>
                <w:noProof/>
                <w:lang w:val="en-GB"/>
              </w:rPr>
              <w:t> </w:t>
            </w:r>
            <w:r w:rsidRPr="003618F0">
              <w:rPr>
                <w:noProof/>
                <w:lang w:val="en-GB"/>
              </w:rPr>
              <w:t> </w:t>
            </w:r>
            <w:r w:rsidRPr="003618F0">
              <w:rPr>
                <w:noProof/>
                <w:lang w:val="en-GB"/>
              </w:rPr>
              <w:t> </w:t>
            </w:r>
            <w:r w:rsidRPr="003618F0">
              <w:rPr>
                <w:noProof/>
                <w:lang w:val="en-GB"/>
              </w:rPr>
              <w:t> </w:t>
            </w:r>
            <w:r w:rsidRPr="003618F0">
              <w:rPr>
                <w:noProof/>
                <w:lang w:val="en-GB"/>
              </w:rPr>
              <w:t> </w:t>
            </w:r>
            <w:r w:rsidRPr="003618F0">
              <w:rPr>
                <w:lang w:val="en-GB"/>
              </w:rPr>
              <w:fldChar w:fldCharType="end"/>
            </w:r>
          </w:p>
        </w:tc>
      </w:tr>
    </w:tbl>
    <w:p w:rsidR="003F52AC" w:rsidRPr="003618F0" w:rsidRDefault="003F52AC" w:rsidP="006624EC">
      <w:pPr>
        <w:rPr>
          <w:sz w:val="2"/>
          <w:lang w:val="en-GB"/>
        </w:rPr>
      </w:pPr>
    </w:p>
    <w:sectPr w:rsidR="003F52AC" w:rsidRPr="003618F0" w:rsidSect="00BD2792"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F76" w:rsidRDefault="00B67F76">
      <w:r>
        <w:separator/>
      </w:r>
    </w:p>
  </w:endnote>
  <w:endnote w:type="continuationSeparator" w:id="0">
    <w:p w:rsidR="00B67F76" w:rsidRDefault="00B67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2AC" w:rsidRPr="00997854" w:rsidRDefault="003F52AC" w:rsidP="00B00A8D">
    <w:pPr>
      <w:pStyle w:val="Pta"/>
      <w:rPr>
        <w:b/>
      </w:rPr>
    </w:pPr>
    <w:r w:rsidRPr="00997854">
      <w:rPr>
        <w:b/>
      </w:rPr>
      <w:t>TL 05</w:t>
    </w:r>
    <w:r>
      <w:rPr>
        <w:b/>
      </w:rPr>
      <w:t>/</w:t>
    </w:r>
    <w:r w:rsidR="004B3B09">
      <w:rPr>
        <w:b/>
      </w:rPr>
      <w:t>OA</w:t>
    </w:r>
    <w:r w:rsidR="00E662DC">
      <w:rPr>
        <w:b/>
      </w:rPr>
      <w:t>5</w:t>
    </w:r>
    <w:r w:rsidR="000F4DB1">
      <w:rPr>
        <w:b/>
      </w:rPr>
      <w:t>/2</w:t>
    </w:r>
    <w:r w:rsidRPr="00997854">
      <w:rPr>
        <w:b/>
      </w:rPr>
      <w:t xml:space="preserve"> </w:t>
    </w:r>
    <w:r w:rsidR="00AA32A0">
      <w:rPr>
        <w:b/>
      </w:rPr>
      <w:t>[A]</w:t>
    </w:r>
  </w:p>
  <w:p w:rsidR="003F52AC" w:rsidRPr="00802868" w:rsidRDefault="003F52AC" w:rsidP="00F13B7B">
    <w:pPr>
      <w:pStyle w:val="Pta"/>
      <w:tabs>
        <w:tab w:val="clear" w:pos="4153"/>
        <w:tab w:val="clear" w:pos="8306"/>
        <w:tab w:val="right" w:pos="10490"/>
      </w:tabs>
      <w:rPr>
        <w:b/>
      </w:rPr>
    </w:pPr>
    <w:r>
      <w:t>Verzia</w:t>
    </w:r>
    <w:r w:rsidRPr="00A84D4B">
      <w:t>:</w:t>
    </w:r>
    <w:r>
      <w:rPr>
        <w:b/>
      </w:rPr>
      <w:t xml:space="preserve"> </w:t>
    </w:r>
    <w:r w:rsidR="009878BA">
      <w:rPr>
        <w:b/>
      </w:rPr>
      <w:t>29</w:t>
    </w:r>
    <w:r w:rsidR="007B5C68">
      <w:rPr>
        <w:b/>
      </w:rPr>
      <w:t>.</w:t>
    </w:r>
    <w:r w:rsidR="009878BA">
      <w:rPr>
        <w:b/>
      </w:rPr>
      <w:t>11</w:t>
    </w:r>
    <w:r w:rsidR="007B5C68">
      <w:rPr>
        <w:b/>
      </w:rPr>
      <w:t>.</w:t>
    </w:r>
    <w:r w:rsidR="00210C2B">
      <w:rPr>
        <w:b/>
      </w:rPr>
      <w:t>19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3618F0">
      <w:rPr>
        <w:rStyle w:val="slostrany"/>
        <w:b/>
        <w:noProof/>
      </w:rPr>
      <w:t>2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A84D4B">
      <w:rPr>
        <w:rStyle w:val="slostrany"/>
        <w:b/>
      </w:rPr>
      <w:fldChar w:fldCharType="begin"/>
    </w:r>
    <w:r w:rsidRPr="00A84D4B">
      <w:rPr>
        <w:rStyle w:val="slostrany"/>
        <w:b/>
      </w:rPr>
      <w:instrText xml:space="preserve"> NUMPAGES </w:instrText>
    </w:r>
    <w:r w:rsidRPr="00A84D4B">
      <w:rPr>
        <w:rStyle w:val="slostrany"/>
        <w:b/>
      </w:rPr>
      <w:fldChar w:fldCharType="separate"/>
    </w:r>
    <w:r w:rsidR="003618F0">
      <w:rPr>
        <w:rStyle w:val="slostrany"/>
        <w:b/>
        <w:noProof/>
      </w:rPr>
      <w:t>2</w:t>
    </w:r>
    <w:r w:rsidRPr="00A84D4B">
      <w:rPr>
        <w:rStyle w:val="slostrany"/>
        <w:b/>
      </w:rPr>
      <w:fldChar w:fldCharType="end"/>
    </w:r>
  </w:p>
  <w:p w:rsidR="000C4F18" w:rsidRDefault="000C4F1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2AC" w:rsidRPr="00997854" w:rsidRDefault="003F52AC" w:rsidP="00B00A8D">
    <w:pPr>
      <w:pStyle w:val="Pta"/>
      <w:rPr>
        <w:b/>
      </w:rPr>
    </w:pPr>
    <w:r w:rsidRPr="00997854">
      <w:rPr>
        <w:b/>
      </w:rPr>
      <w:t>TL 05</w:t>
    </w:r>
    <w:r>
      <w:rPr>
        <w:b/>
      </w:rPr>
      <w:t>/</w:t>
    </w:r>
    <w:r w:rsidR="004B3B09">
      <w:rPr>
        <w:b/>
      </w:rPr>
      <w:t>OA</w:t>
    </w:r>
    <w:r w:rsidR="00E662DC">
      <w:rPr>
        <w:b/>
      </w:rPr>
      <w:t>5</w:t>
    </w:r>
    <w:r>
      <w:rPr>
        <w:b/>
      </w:rPr>
      <w:t>/2</w:t>
    </w:r>
    <w:r w:rsidR="00AA32A0">
      <w:rPr>
        <w:b/>
      </w:rPr>
      <w:t xml:space="preserve"> [A]</w:t>
    </w:r>
  </w:p>
  <w:p w:rsidR="003F52AC" w:rsidRDefault="003F52AC" w:rsidP="0024047A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A84D4B">
      <w:t>:</w:t>
    </w:r>
    <w:r>
      <w:rPr>
        <w:b/>
      </w:rPr>
      <w:t xml:space="preserve"> </w:t>
    </w:r>
    <w:r w:rsidR="009878BA">
      <w:rPr>
        <w:b/>
      </w:rPr>
      <w:t>29</w:t>
    </w:r>
    <w:r w:rsidR="007B5C68">
      <w:rPr>
        <w:b/>
      </w:rPr>
      <w:t>.</w:t>
    </w:r>
    <w:r w:rsidR="009878BA">
      <w:rPr>
        <w:b/>
      </w:rPr>
      <w:t>11</w:t>
    </w:r>
    <w:r w:rsidR="007B5C68">
      <w:rPr>
        <w:b/>
      </w:rPr>
      <w:t>.1</w:t>
    </w:r>
    <w:r w:rsidR="0078141E">
      <w:rPr>
        <w:b/>
      </w:rPr>
      <w:t>9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3618F0">
      <w:rPr>
        <w:rStyle w:val="slostrany"/>
        <w:b/>
        <w:noProof/>
      </w:rPr>
      <w:t>1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A84D4B">
      <w:rPr>
        <w:rStyle w:val="slostrany"/>
        <w:b/>
      </w:rPr>
      <w:fldChar w:fldCharType="begin"/>
    </w:r>
    <w:r w:rsidRPr="00A84D4B">
      <w:rPr>
        <w:rStyle w:val="slostrany"/>
        <w:b/>
      </w:rPr>
      <w:instrText xml:space="preserve"> NUMPAGES </w:instrText>
    </w:r>
    <w:r w:rsidRPr="00A84D4B">
      <w:rPr>
        <w:rStyle w:val="slostrany"/>
        <w:b/>
      </w:rPr>
      <w:fldChar w:fldCharType="separate"/>
    </w:r>
    <w:r w:rsidR="003618F0">
      <w:rPr>
        <w:rStyle w:val="slostrany"/>
        <w:b/>
        <w:noProof/>
      </w:rPr>
      <w:t>2</w:t>
    </w:r>
    <w:r w:rsidRPr="00A84D4B">
      <w:rPr>
        <w:rStyle w:val="slostrany"/>
        <w:b/>
      </w:rPr>
      <w:fldChar w:fldCharType="end"/>
    </w:r>
  </w:p>
  <w:p w:rsidR="000C4F18" w:rsidRDefault="000C4F1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F76" w:rsidRDefault="00B67F76">
      <w:r>
        <w:separator/>
      </w:r>
    </w:p>
  </w:footnote>
  <w:footnote w:type="continuationSeparator" w:id="0">
    <w:p w:rsidR="00B67F76" w:rsidRDefault="00B67F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2AC" w:rsidRPr="00492E0E" w:rsidRDefault="00AA32A0">
    <w:pPr>
      <w:pStyle w:val="Hlavika"/>
      <w:rPr>
        <w:b/>
      </w:rPr>
    </w:pPr>
    <w:r>
      <w:rPr>
        <w:b/>
        <w:sz w:val="32"/>
      </w:rPr>
      <w:t>Annex</w:t>
    </w:r>
    <w:r w:rsidR="003F52AC" w:rsidRPr="00D67855">
      <w:rPr>
        <w:b/>
        <w:sz w:val="32"/>
      </w:rPr>
      <w:t xml:space="preserve"> OA</w:t>
    </w:r>
    <w:r w:rsidR="00572434">
      <w:rPr>
        <w:b/>
        <w:sz w:val="32"/>
      </w:rPr>
      <w:t>5</w:t>
    </w:r>
    <w:r w:rsidR="0078141E">
      <w:rPr>
        <w:b/>
        <w:sz w:val="32"/>
      </w:rPr>
      <w:t>- 2</w:t>
    </w:r>
    <w:r w:rsidR="003F52AC">
      <w:rPr>
        <w:b/>
        <w:sz w:val="32"/>
      </w:rPr>
      <w:t>:</w:t>
    </w:r>
    <w:r w:rsidR="003F52AC" w:rsidRPr="00D67855">
      <w:rPr>
        <w:b/>
        <w:sz w:val="32"/>
      </w:rPr>
      <w:t xml:space="preserve"> </w:t>
    </w:r>
    <w:r w:rsidR="00572434">
      <w:rPr>
        <w:b/>
        <w:sz w:val="32"/>
      </w:rPr>
      <w:t>In</w:t>
    </w:r>
    <w:r>
      <w:rPr>
        <w:b/>
        <w:sz w:val="32"/>
      </w:rPr>
      <w:t>spection body</w:t>
    </w:r>
  </w:p>
  <w:p w:rsidR="000C4F18" w:rsidRDefault="000C4F1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4DE7"/>
    <w:multiLevelType w:val="hybridMultilevel"/>
    <w:tmpl w:val="198C4FD6"/>
    <w:lvl w:ilvl="0" w:tplc="1A9C3C2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B412B3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D623B8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97D684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342C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BB41E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9E7D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92B5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F2A9C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9020BA"/>
    <w:multiLevelType w:val="hybridMultilevel"/>
    <w:tmpl w:val="744AB9BC"/>
    <w:lvl w:ilvl="0" w:tplc="BE0678A6">
      <w:start w:val="6"/>
      <w:numFmt w:val="bullet"/>
      <w:lvlText w:val="-"/>
      <w:lvlJc w:val="left"/>
      <w:pPr>
        <w:ind w:left="1040" w:hanging="360"/>
      </w:pPr>
      <w:rPr>
        <w:rFonts w:ascii="Cambria" w:eastAsia="Cambria" w:hAnsi="Cambria" w:cs="Cambria" w:hint="default"/>
      </w:rPr>
    </w:lvl>
    <w:lvl w:ilvl="1" w:tplc="040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">
    <w:nsid w:val="0A0937B6"/>
    <w:multiLevelType w:val="hybridMultilevel"/>
    <w:tmpl w:val="5BB6BF4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57721C"/>
    <w:multiLevelType w:val="hybridMultilevel"/>
    <w:tmpl w:val="BF36FE5E"/>
    <w:lvl w:ilvl="0" w:tplc="79FACE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B0E244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CD2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4450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6285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DFEDC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C62A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887F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38DE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5">
    <w:nsid w:val="168A5A8C"/>
    <w:multiLevelType w:val="hybridMultilevel"/>
    <w:tmpl w:val="68F4CA9C"/>
    <w:lvl w:ilvl="0" w:tplc="1B5E24C8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6D9084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F9C7896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7BBA28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D206C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FA44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8029D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D6E3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5DC10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70726F3"/>
    <w:multiLevelType w:val="hybridMultilevel"/>
    <w:tmpl w:val="97D8AE98"/>
    <w:lvl w:ilvl="0" w:tplc="126AB24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6A04B764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EA055C2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48B47E88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C68C7188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CABC1782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5510C6D2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F734314E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07AC80A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7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E0F6701"/>
    <w:multiLevelType w:val="hybridMultilevel"/>
    <w:tmpl w:val="BB5C58CE"/>
    <w:lvl w:ilvl="0" w:tplc="BAD284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0BC0D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1E04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C3279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4AC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35610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54EB7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9815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E04F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0162E34"/>
    <w:multiLevelType w:val="hybridMultilevel"/>
    <w:tmpl w:val="77FEDCDC"/>
    <w:lvl w:ilvl="0" w:tplc="A9941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40817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AAD8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2892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D23D3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DE453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3403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ED099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090C6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1AE45C1"/>
    <w:multiLevelType w:val="hybridMultilevel"/>
    <w:tmpl w:val="FD6A5BD4"/>
    <w:lvl w:ilvl="0" w:tplc="84182AAA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392CCC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90CFD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DA9D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58FF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F0B2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8CC6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5A96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1364F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000DB0"/>
    <w:multiLevelType w:val="hybridMultilevel"/>
    <w:tmpl w:val="3000E4BA"/>
    <w:lvl w:ilvl="0" w:tplc="85745572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763C3BA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199AA6C8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D0AC13B0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C2B072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5C93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EBEAB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26A47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2827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>
    <w:nsid w:val="387632DB"/>
    <w:multiLevelType w:val="hybridMultilevel"/>
    <w:tmpl w:val="8E8E4436"/>
    <w:lvl w:ilvl="0" w:tplc="84B800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22D0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194B3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3E4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B03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D4C5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F86D0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B8D6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72C9C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87F0D9B"/>
    <w:multiLevelType w:val="hybridMultilevel"/>
    <w:tmpl w:val="4B567E6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B94F9C"/>
    <w:multiLevelType w:val="hybridMultilevel"/>
    <w:tmpl w:val="B6E03142"/>
    <w:lvl w:ilvl="0" w:tplc="B3D8ED32"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hint="default"/>
      </w:rPr>
    </w:lvl>
    <w:lvl w:ilvl="1" w:tplc="1FD208EA" w:tentative="1">
      <w:start w:val="1"/>
      <w:numFmt w:val="bullet"/>
      <w:lvlText w:val="o"/>
      <w:lvlJc w:val="left"/>
      <w:pPr>
        <w:tabs>
          <w:tab w:val="num" w:pos="2072"/>
        </w:tabs>
        <w:ind w:left="2072" w:hanging="360"/>
      </w:pPr>
      <w:rPr>
        <w:rFonts w:ascii="Courier New" w:hAnsi="Courier New" w:hint="default"/>
      </w:rPr>
    </w:lvl>
    <w:lvl w:ilvl="2" w:tplc="718EBC42" w:tentative="1">
      <w:start w:val="1"/>
      <w:numFmt w:val="bullet"/>
      <w:lvlText w:val=""/>
      <w:lvlJc w:val="left"/>
      <w:pPr>
        <w:tabs>
          <w:tab w:val="num" w:pos="2792"/>
        </w:tabs>
        <w:ind w:left="2792" w:hanging="360"/>
      </w:pPr>
      <w:rPr>
        <w:rFonts w:ascii="Wingdings" w:hAnsi="Wingdings" w:hint="default"/>
      </w:rPr>
    </w:lvl>
    <w:lvl w:ilvl="3" w:tplc="B5483F22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 w:tplc="590449DC" w:tentative="1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hint="default"/>
      </w:rPr>
    </w:lvl>
    <w:lvl w:ilvl="5" w:tplc="FC8AC330" w:tentative="1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 w:tplc="B20E3DF2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 w:tplc="C952C944" w:tentative="1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hint="default"/>
      </w:rPr>
    </w:lvl>
    <w:lvl w:ilvl="8" w:tplc="CD34BDF0" w:tentative="1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abstractNum w:abstractNumId="16">
    <w:nsid w:val="48D25F38"/>
    <w:multiLevelType w:val="hybridMultilevel"/>
    <w:tmpl w:val="ABDC96F8"/>
    <w:lvl w:ilvl="0" w:tplc="B79C927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16686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5673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C2AD5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FCCA4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22F3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1B881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4A4A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E2000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E2F3933"/>
    <w:multiLevelType w:val="hybridMultilevel"/>
    <w:tmpl w:val="197630C6"/>
    <w:lvl w:ilvl="0" w:tplc="8C26FC1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74FC63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FF46F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A0C8D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C486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CC45C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E0E1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1647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14620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>
    <w:nsid w:val="644D1B26"/>
    <w:multiLevelType w:val="multilevel"/>
    <w:tmpl w:val="7902C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>
    <w:nsid w:val="6D3147A7"/>
    <w:multiLevelType w:val="hybridMultilevel"/>
    <w:tmpl w:val="64C6896A"/>
    <w:lvl w:ilvl="0" w:tplc="9C3401A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BEC897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1CCE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8D49D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3421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D18BB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5D809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0C842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C9008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>
    <w:nsid w:val="716A38D9"/>
    <w:multiLevelType w:val="hybridMultilevel"/>
    <w:tmpl w:val="198C4FD6"/>
    <w:lvl w:ilvl="0" w:tplc="F45887A2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C0F2B2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214AD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7030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7EB2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9E8F5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4CAE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C8E3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E1D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>
    <w:nsid w:val="769C0FE8"/>
    <w:multiLevelType w:val="hybridMultilevel"/>
    <w:tmpl w:val="CD26CDF0"/>
    <w:lvl w:ilvl="0" w:tplc="C97C50EA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1" w:tplc="B88ECDD0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2" w:tplc="366AD4E6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3" w:tplc="0F0EDB58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4" w:tplc="39F4AA68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5" w:tplc="F4786A24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  <w:rPr>
        <w:rFonts w:cs="Times New Roman"/>
      </w:rPr>
    </w:lvl>
    <w:lvl w:ilvl="6" w:tplc="5EB01C20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7" w:tplc="3F6A4DF6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  <w:rPr>
        <w:rFonts w:cs="Times New Roman"/>
      </w:rPr>
    </w:lvl>
    <w:lvl w:ilvl="8" w:tplc="61625194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22"/>
  </w:num>
  <w:num w:numId="4">
    <w:abstractNumId w:val="6"/>
  </w:num>
  <w:num w:numId="5">
    <w:abstractNumId w:val="21"/>
  </w:num>
  <w:num w:numId="6">
    <w:abstractNumId w:val="5"/>
  </w:num>
  <w:num w:numId="7">
    <w:abstractNumId w:val="16"/>
  </w:num>
  <w:num w:numId="8">
    <w:abstractNumId w:val="12"/>
  </w:num>
  <w:num w:numId="9">
    <w:abstractNumId w:val="20"/>
  </w:num>
  <w:num w:numId="10">
    <w:abstractNumId w:val="18"/>
  </w:num>
  <w:num w:numId="11">
    <w:abstractNumId w:val="4"/>
  </w:num>
  <w:num w:numId="12">
    <w:abstractNumId w:val="11"/>
  </w:num>
  <w:num w:numId="13">
    <w:abstractNumId w:val="23"/>
  </w:num>
  <w:num w:numId="14">
    <w:abstractNumId w:val="0"/>
  </w:num>
  <w:num w:numId="15">
    <w:abstractNumId w:val="24"/>
  </w:num>
  <w:num w:numId="16">
    <w:abstractNumId w:val="13"/>
  </w:num>
  <w:num w:numId="17">
    <w:abstractNumId w:val="18"/>
  </w:num>
  <w:num w:numId="18">
    <w:abstractNumId w:val="18"/>
  </w:num>
  <w:num w:numId="19">
    <w:abstractNumId w:val="18"/>
  </w:num>
  <w:num w:numId="20">
    <w:abstractNumId w:val="8"/>
  </w:num>
  <w:num w:numId="21">
    <w:abstractNumId w:val="9"/>
  </w:num>
  <w:num w:numId="22">
    <w:abstractNumId w:val="25"/>
  </w:num>
  <w:num w:numId="23">
    <w:abstractNumId w:val="18"/>
  </w:num>
  <w:num w:numId="24">
    <w:abstractNumId w:val="15"/>
  </w:num>
  <w:num w:numId="25">
    <w:abstractNumId w:val="3"/>
  </w:num>
  <w:num w:numId="26">
    <w:abstractNumId w:val="17"/>
  </w:num>
  <w:num w:numId="27">
    <w:abstractNumId w:val="1"/>
  </w:num>
  <w:num w:numId="28">
    <w:abstractNumId w:val="14"/>
  </w:num>
  <w:num w:numId="29">
    <w:abstractNumId w:val="2"/>
  </w:num>
  <w:num w:numId="30">
    <w:abstractNumId w:val="19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PE+nFNXtCeVS1BcUziNX6ioMat4=" w:salt="lyZSDuqbroF3QuZjPEjWRg==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648"/>
    <w:rsid w:val="00002AA9"/>
    <w:rsid w:val="00007059"/>
    <w:rsid w:val="000123C3"/>
    <w:rsid w:val="00097E67"/>
    <w:rsid w:val="000B46C8"/>
    <w:rsid w:val="000C140C"/>
    <w:rsid w:val="000C4F18"/>
    <w:rsid w:val="000C5789"/>
    <w:rsid w:val="000F4DB1"/>
    <w:rsid w:val="000F79EA"/>
    <w:rsid w:val="001062F9"/>
    <w:rsid w:val="00117E54"/>
    <w:rsid w:val="00120DB4"/>
    <w:rsid w:val="00123B33"/>
    <w:rsid w:val="00140F2E"/>
    <w:rsid w:val="001449C1"/>
    <w:rsid w:val="00146F8D"/>
    <w:rsid w:val="00175E84"/>
    <w:rsid w:val="00180576"/>
    <w:rsid w:val="001820E8"/>
    <w:rsid w:val="00185555"/>
    <w:rsid w:val="001874D4"/>
    <w:rsid w:val="001A0D7F"/>
    <w:rsid w:val="001A5A4F"/>
    <w:rsid w:val="001A7671"/>
    <w:rsid w:val="001B127A"/>
    <w:rsid w:val="001B7311"/>
    <w:rsid w:val="001B7C31"/>
    <w:rsid w:val="001C3027"/>
    <w:rsid w:val="001D2455"/>
    <w:rsid w:val="001D5FD0"/>
    <w:rsid w:val="001D79FD"/>
    <w:rsid w:val="001E21DB"/>
    <w:rsid w:val="001F0D3E"/>
    <w:rsid w:val="002065E0"/>
    <w:rsid w:val="00210C2B"/>
    <w:rsid w:val="00212BB2"/>
    <w:rsid w:val="002178AC"/>
    <w:rsid w:val="0024047A"/>
    <w:rsid w:val="00257AF7"/>
    <w:rsid w:val="00264747"/>
    <w:rsid w:val="00264BF9"/>
    <w:rsid w:val="002911E1"/>
    <w:rsid w:val="002B01D1"/>
    <w:rsid w:val="002D6884"/>
    <w:rsid w:val="002E465E"/>
    <w:rsid w:val="002F144B"/>
    <w:rsid w:val="002F254A"/>
    <w:rsid w:val="002F3565"/>
    <w:rsid w:val="002F5980"/>
    <w:rsid w:val="00326F89"/>
    <w:rsid w:val="00331A1E"/>
    <w:rsid w:val="00335CED"/>
    <w:rsid w:val="00346ECE"/>
    <w:rsid w:val="003471AE"/>
    <w:rsid w:val="003616F2"/>
    <w:rsid w:val="003618F0"/>
    <w:rsid w:val="00365ED7"/>
    <w:rsid w:val="003672F9"/>
    <w:rsid w:val="003677A4"/>
    <w:rsid w:val="00370490"/>
    <w:rsid w:val="00370732"/>
    <w:rsid w:val="00396DDC"/>
    <w:rsid w:val="003D3E28"/>
    <w:rsid w:val="003F52AC"/>
    <w:rsid w:val="004057AD"/>
    <w:rsid w:val="00405B09"/>
    <w:rsid w:val="0040698B"/>
    <w:rsid w:val="0041226F"/>
    <w:rsid w:val="00414BA3"/>
    <w:rsid w:val="00414C48"/>
    <w:rsid w:val="00421FC9"/>
    <w:rsid w:val="00424476"/>
    <w:rsid w:val="00457F81"/>
    <w:rsid w:val="00460420"/>
    <w:rsid w:val="00462C2B"/>
    <w:rsid w:val="00465EAB"/>
    <w:rsid w:val="00467696"/>
    <w:rsid w:val="00470B5F"/>
    <w:rsid w:val="00473F60"/>
    <w:rsid w:val="004908F5"/>
    <w:rsid w:val="00492376"/>
    <w:rsid w:val="00492E0E"/>
    <w:rsid w:val="00493712"/>
    <w:rsid w:val="004A638F"/>
    <w:rsid w:val="004B3B09"/>
    <w:rsid w:val="004B6F30"/>
    <w:rsid w:val="004D6015"/>
    <w:rsid w:val="004D6E12"/>
    <w:rsid w:val="004E0032"/>
    <w:rsid w:val="004E293A"/>
    <w:rsid w:val="004E4D7D"/>
    <w:rsid w:val="005014EE"/>
    <w:rsid w:val="005028FC"/>
    <w:rsid w:val="005443ED"/>
    <w:rsid w:val="005465BA"/>
    <w:rsid w:val="005478E6"/>
    <w:rsid w:val="0056182B"/>
    <w:rsid w:val="00572434"/>
    <w:rsid w:val="005949F4"/>
    <w:rsid w:val="005A6CB2"/>
    <w:rsid w:val="005C36DC"/>
    <w:rsid w:val="005D24F2"/>
    <w:rsid w:val="005E2E4B"/>
    <w:rsid w:val="005E4DAC"/>
    <w:rsid w:val="00632C1E"/>
    <w:rsid w:val="00651F67"/>
    <w:rsid w:val="006533EE"/>
    <w:rsid w:val="0065582B"/>
    <w:rsid w:val="0065724A"/>
    <w:rsid w:val="006624EC"/>
    <w:rsid w:val="00692821"/>
    <w:rsid w:val="006A041C"/>
    <w:rsid w:val="006B5C68"/>
    <w:rsid w:val="006C345E"/>
    <w:rsid w:val="006C672E"/>
    <w:rsid w:val="006D149D"/>
    <w:rsid w:val="006D3999"/>
    <w:rsid w:val="006D6544"/>
    <w:rsid w:val="006F4FF9"/>
    <w:rsid w:val="00701D40"/>
    <w:rsid w:val="00710B1E"/>
    <w:rsid w:val="00710F97"/>
    <w:rsid w:val="00713232"/>
    <w:rsid w:val="00724451"/>
    <w:rsid w:val="0072668E"/>
    <w:rsid w:val="007365FE"/>
    <w:rsid w:val="00736B45"/>
    <w:rsid w:val="0073735A"/>
    <w:rsid w:val="00754ED3"/>
    <w:rsid w:val="00754F13"/>
    <w:rsid w:val="00772487"/>
    <w:rsid w:val="00772EF7"/>
    <w:rsid w:val="007746CD"/>
    <w:rsid w:val="00777BA9"/>
    <w:rsid w:val="0078141E"/>
    <w:rsid w:val="007821A5"/>
    <w:rsid w:val="0078574F"/>
    <w:rsid w:val="00796303"/>
    <w:rsid w:val="007A7BC3"/>
    <w:rsid w:val="007B07FE"/>
    <w:rsid w:val="007B3D97"/>
    <w:rsid w:val="007B5C68"/>
    <w:rsid w:val="007B634A"/>
    <w:rsid w:val="007C4215"/>
    <w:rsid w:val="007E713A"/>
    <w:rsid w:val="007F79BD"/>
    <w:rsid w:val="00802868"/>
    <w:rsid w:val="008050E4"/>
    <w:rsid w:val="00807704"/>
    <w:rsid w:val="00813DEB"/>
    <w:rsid w:val="0082112E"/>
    <w:rsid w:val="00825108"/>
    <w:rsid w:val="00825698"/>
    <w:rsid w:val="00832D41"/>
    <w:rsid w:val="00854D14"/>
    <w:rsid w:val="008557F3"/>
    <w:rsid w:val="00860F35"/>
    <w:rsid w:val="00863E8C"/>
    <w:rsid w:val="008665EB"/>
    <w:rsid w:val="008922D6"/>
    <w:rsid w:val="00895A20"/>
    <w:rsid w:val="008976D8"/>
    <w:rsid w:val="008A23BB"/>
    <w:rsid w:val="008B2C1D"/>
    <w:rsid w:val="008B68BA"/>
    <w:rsid w:val="008B6CE6"/>
    <w:rsid w:val="008C08C0"/>
    <w:rsid w:val="009008F4"/>
    <w:rsid w:val="00917E98"/>
    <w:rsid w:val="009552CA"/>
    <w:rsid w:val="0096764E"/>
    <w:rsid w:val="009878BA"/>
    <w:rsid w:val="00997854"/>
    <w:rsid w:val="009A54B3"/>
    <w:rsid w:val="009B2118"/>
    <w:rsid w:val="009C153C"/>
    <w:rsid w:val="009C1843"/>
    <w:rsid w:val="009C7533"/>
    <w:rsid w:val="009E15F5"/>
    <w:rsid w:val="009E5CCA"/>
    <w:rsid w:val="009E7EA8"/>
    <w:rsid w:val="00A00074"/>
    <w:rsid w:val="00A02DE1"/>
    <w:rsid w:val="00A04162"/>
    <w:rsid w:val="00A45731"/>
    <w:rsid w:val="00A47763"/>
    <w:rsid w:val="00A6008B"/>
    <w:rsid w:val="00A72660"/>
    <w:rsid w:val="00A74DA2"/>
    <w:rsid w:val="00A84D4B"/>
    <w:rsid w:val="00AA32A0"/>
    <w:rsid w:val="00AA77AC"/>
    <w:rsid w:val="00AA7889"/>
    <w:rsid w:val="00AC6194"/>
    <w:rsid w:val="00AD1065"/>
    <w:rsid w:val="00AD1F3B"/>
    <w:rsid w:val="00AD6754"/>
    <w:rsid w:val="00AE1A45"/>
    <w:rsid w:val="00AF7D1C"/>
    <w:rsid w:val="00B00A8D"/>
    <w:rsid w:val="00B01BF9"/>
    <w:rsid w:val="00B06F98"/>
    <w:rsid w:val="00B109BE"/>
    <w:rsid w:val="00B124DE"/>
    <w:rsid w:val="00B17C1E"/>
    <w:rsid w:val="00B24A6E"/>
    <w:rsid w:val="00B30964"/>
    <w:rsid w:val="00B409AB"/>
    <w:rsid w:val="00B5391D"/>
    <w:rsid w:val="00B53B01"/>
    <w:rsid w:val="00B67F76"/>
    <w:rsid w:val="00B86103"/>
    <w:rsid w:val="00B92EA0"/>
    <w:rsid w:val="00B9358D"/>
    <w:rsid w:val="00BA06FA"/>
    <w:rsid w:val="00BB1F23"/>
    <w:rsid w:val="00BC2377"/>
    <w:rsid w:val="00BD2792"/>
    <w:rsid w:val="00BF5333"/>
    <w:rsid w:val="00C14B8F"/>
    <w:rsid w:val="00C33FDF"/>
    <w:rsid w:val="00C35627"/>
    <w:rsid w:val="00C4374D"/>
    <w:rsid w:val="00C564DE"/>
    <w:rsid w:val="00C721E4"/>
    <w:rsid w:val="00C94235"/>
    <w:rsid w:val="00C96AE8"/>
    <w:rsid w:val="00CA720F"/>
    <w:rsid w:val="00CB734E"/>
    <w:rsid w:val="00CC0581"/>
    <w:rsid w:val="00CE7A53"/>
    <w:rsid w:val="00CF3B29"/>
    <w:rsid w:val="00CF6AA7"/>
    <w:rsid w:val="00D10648"/>
    <w:rsid w:val="00D42A04"/>
    <w:rsid w:val="00D4676B"/>
    <w:rsid w:val="00D471E6"/>
    <w:rsid w:val="00D61340"/>
    <w:rsid w:val="00D67855"/>
    <w:rsid w:val="00D86C8A"/>
    <w:rsid w:val="00D87C36"/>
    <w:rsid w:val="00D91FBB"/>
    <w:rsid w:val="00DB2276"/>
    <w:rsid w:val="00DB312A"/>
    <w:rsid w:val="00DB7F9F"/>
    <w:rsid w:val="00DC257B"/>
    <w:rsid w:val="00DD0EEB"/>
    <w:rsid w:val="00E0374E"/>
    <w:rsid w:val="00E0510D"/>
    <w:rsid w:val="00E10230"/>
    <w:rsid w:val="00E22804"/>
    <w:rsid w:val="00E2467E"/>
    <w:rsid w:val="00E26C8E"/>
    <w:rsid w:val="00E34E14"/>
    <w:rsid w:val="00E3698C"/>
    <w:rsid w:val="00E3715B"/>
    <w:rsid w:val="00E60469"/>
    <w:rsid w:val="00E662DC"/>
    <w:rsid w:val="00E6682C"/>
    <w:rsid w:val="00E80379"/>
    <w:rsid w:val="00E80EF3"/>
    <w:rsid w:val="00E8267B"/>
    <w:rsid w:val="00E9689D"/>
    <w:rsid w:val="00EA2DE0"/>
    <w:rsid w:val="00EA6F8B"/>
    <w:rsid w:val="00EB7161"/>
    <w:rsid w:val="00ED1DB3"/>
    <w:rsid w:val="00EE1A44"/>
    <w:rsid w:val="00EF1687"/>
    <w:rsid w:val="00EF4FE2"/>
    <w:rsid w:val="00F13B7B"/>
    <w:rsid w:val="00F32CC4"/>
    <w:rsid w:val="00F32DD8"/>
    <w:rsid w:val="00F453FB"/>
    <w:rsid w:val="00F56529"/>
    <w:rsid w:val="00F61FD3"/>
    <w:rsid w:val="00F82FFD"/>
    <w:rsid w:val="00FA23BB"/>
    <w:rsid w:val="00FA26B4"/>
    <w:rsid w:val="00FD22B2"/>
    <w:rsid w:val="00FE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y">
    <w:name w:val="Normal"/>
    <w:qFormat/>
    <w:rsid w:val="00473F60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473F60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473F60"/>
    <w:pPr>
      <w:keepNext/>
      <w:numPr>
        <w:ilvl w:val="1"/>
        <w:numId w:val="1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473F60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473F60"/>
    <w:pPr>
      <w:keepNext/>
      <w:numPr>
        <w:ilvl w:val="3"/>
        <w:numId w:val="1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473F60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473F60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9"/>
    <w:qFormat/>
    <w:rsid w:val="00473F60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iPriority w:val="99"/>
    <w:qFormat/>
    <w:rsid w:val="00473F60"/>
    <w:pPr>
      <w:keepNext/>
      <w:numPr>
        <w:ilvl w:val="7"/>
        <w:numId w:val="10"/>
      </w:numPr>
      <w:outlineLvl w:val="7"/>
    </w:pPr>
    <w:rPr>
      <w:rFonts w:ascii="Calibri" w:hAnsi="Calibri"/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473F60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32D41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832D41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832D41"/>
    <w:rPr>
      <w:rFonts w:ascii="Cambria" w:hAnsi="Cambria" w:cs="Times New Roman"/>
      <w:b/>
      <w:sz w:val="26"/>
    </w:rPr>
  </w:style>
  <w:style w:type="character" w:customStyle="1" w:styleId="Nadpis4Char">
    <w:name w:val="Nadpis 4 Char"/>
    <w:link w:val="Nadpis4"/>
    <w:uiPriority w:val="99"/>
    <w:semiHidden/>
    <w:locked/>
    <w:rsid w:val="00832D41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832D41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832D41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832D41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832D41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832D41"/>
    <w:rPr>
      <w:rFonts w:ascii="Cambria" w:hAnsi="Cambria" w:cs="Times New Roman"/>
    </w:rPr>
  </w:style>
  <w:style w:type="character" w:styleId="slostrany">
    <w:name w:val="page number"/>
    <w:uiPriority w:val="99"/>
    <w:rsid w:val="00473F60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473F60"/>
  </w:style>
  <w:style w:type="character" w:customStyle="1" w:styleId="Zkladntext2Char">
    <w:name w:val="Základný text 2 Char"/>
    <w:link w:val="Zkladntext2"/>
    <w:uiPriority w:val="99"/>
    <w:semiHidden/>
    <w:locked/>
    <w:rsid w:val="00832D41"/>
    <w:rPr>
      <w:rFonts w:cs="Times New Roman"/>
      <w:sz w:val="24"/>
    </w:rPr>
  </w:style>
  <w:style w:type="paragraph" w:styleId="Zkladntext">
    <w:name w:val="Body Text"/>
    <w:basedOn w:val="Normlny"/>
    <w:link w:val="ZkladntextChar"/>
    <w:uiPriority w:val="99"/>
    <w:rsid w:val="00473F60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</w:style>
  <w:style w:type="character" w:customStyle="1" w:styleId="ZkladntextChar">
    <w:name w:val="Základný text Char"/>
    <w:link w:val="Zkladntext"/>
    <w:uiPriority w:val="99"/>
    <w:semiHidden/>
    <w:locked/>
    <w:rsid w:val="00832D4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rsid w:val="00473F60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B2118"/>
    <w:rPr>
      <w:rFonts w:ascii="Tahoma" w:hAnsi="Tahoma" w:cs="Times New Roman"/>
      <w:sz w:val="16"/>
    </w:rPr>
  </w:style>
  <w:style w:type="paragraph" w:styleId="Pta">
    <w:name w:val="footer"/>
    <w:basedOn w:val="Normlny"/>
    <w:link w:val="PtaChar"/>
    <w:uiPriority w:val="99"/>
    <w:rsid w:val="00473F6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uiPriority w:val="99"/>
    <w:locked/>
    <w:rsid w:val="0072668E"/>
    <w:rPr>
      <w:rFonts w:cs="Times New Roman"/>
      <w:lang w:val="sk-SK" w:eastAsia="sk-SK"/>
    </w:rPr>
  </w:style>
  <w:style w:type="paragraph" w:customStyle="1" w:styleId="Zkladntext31">
    <w:name w:val="Základný text 31"/>
    <w:basedOn w:val="Normlny"/>
    <w:uiPriority w:val="99"/>
    <w:rsid w:val="00473F60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473F6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9B2118"/>
    <w:rPr>
      <w:rFonts w:cs="Times New Roman"/>
      <w:sz w:val="24"/>
    </w:rPr>
  </w:style>
  <w:style w:type="paragraph" w:styleId="Nzov">
    <w:name w:val="Title"/>
    <w:basedOn w:val="Normlny"/>
    <w:link w:val="NzovChar"/>
    <w:uiPriority w:val="99"/>
    <w:qFormat/>
    <w:rsid w:val="00473F60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99"/>
    <w:locked/>
    <w:rsid w:val="00832D41"/>
    <w:rPr>
      <w:rFonts w:ascii="Cambria" w:hAnsi="Cambria" w:cs="Times New Roman"/>
      <w:b/>
      <w:kern w:val="28"/>
      <w:sz w:val="32"/>
    </w:rPr>
  </w:style>
  <w:style w:type="paragraph" w:styleId="Podtitul">
    <w:name w:val="Subtitle"/>
    <w:basedOn w:val="Normlny"/>
    <w:link w:val="PodtitulChar"/>
    <w:uiPriority w:val="99"/>
    <w:qFormat/>
    <w:rsid w:val="00473F60"/>
    <w:pPr>
      <w:jc w:val="center"/>
    </w:pPr>
    <w:rPr>
      <w:rFonts w:ascii="Cambria" w:hAnsi="Cambria"/>
    </w:rPr>
  </w:style>
  <w:style w:type="character" w:customStyle="1" w:styleId="PodtitulChar">
    <w:name w:val="Podtitul Char"/>
    <w:link w:val="Podtitul"/>
    <w:uiPriority w:val="99"/>
    <w:locked/>
    <w:rsid w:val="00832D41"/>
    <w:rPr>
      <w:rFonts w:ascii="Cambria" w:hAnsi="Cambria" w:cs="Times New Roman"/>
      <w:sz w:val="24"/>
    </w:rPr>
  </w:style>
  <w:style w:type="paragraph" w:styleId="Zarkazkladnhotextu">
    <w:name w:val="Body Text Indent"/>
    <w:basedOn w:val="Normlny"/>
    <w:link w:val="ZarkazkladnhotextuChar"/>
    <w:uiPriority w:val="99"/>
    <w:rsid w:val="00473F60"/>
    <w:pPr>
      <w:ind w:left="180" w:hanging="180"/>
      <w:jc w:val="both"/>
    </w:pPr>
  </w:style>
  <w:style w:type="character" w:customStyle="1" w:styleId="ZarkazkladnhotextuChar">
    <w:name w:val="Zarážka základného textu Char"/>
    <w:link w:val="Zarkazkladnhotextu"/>
    <w:uiPriority w:val="99"/>
    <w:semiHidden/>
    <w:locked/>
    <w:rsid w:val="00832D41"/>
    <w:rPr>
      <w:rFonts w:cs="Times New Roman"/>
      <w:sz w:val="24"/>
    </w:rPr>
  </w:style>
  <w:style w:type="paragraph" w:styleId="Zkladntext3">
    <w:name w:val="Body Text 3"/>
    <w:basedOn w:val="Normlny"/>
    <w:link w:val="Zkladntext3Char"/>
    <w:uiPriority w:val="99"/>
    <w:rsid w:val="00473F60"/>
    <w:rPr>
      <w:sz w:val="16"/>
      <w:szCs w:val="16"/>
    </w:rPr>
  </w:style>
  <w:style w:type="character" w:customStyle="1" w:styleId="Zkladntext3Char">
    <w:name w:val="Základný text 3 Char"/>
    <w:link w:val="Zkladntext3"/>
    <w:uiPriority w:val="99"/>
    <w:semiHidden/>
    <w:locked/>
    <w:rsid w:val="00832D41"/>
    <w:rPr>
      <w:rFonts w:cs="Times New Roman"/>
      <w:sz w:val="16"/>
    </w:rPr>
  </w:style>
  <w:style w:type="table" w:styleId="Mriekatabuky">
    <w:name w:val="Table Grid"/>
    <w:basedOn w:val="Normlnatabuka"/>
    <w:uiPriority w:val="99"/>
    <w:rsid w:val="00E05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link w:val="truktradokumentuChar"/>
    <w:uiPriority w:val="99"/>
    <w:semiHidden/>
    <w:rsid w:val="007B634A"/>
    <w:pPr>
      <w:shd w:val="clear" w:color="auto" w:fill="000080"/>
    </w:pPr>
    <w:rPr>
      <w:sz w:val="2"/>
    </w:rPr>
  </w:style>
  <w:style w:type="character" w:customStyle="1" w:styleId="truktradokumentuChar">
    <w:name w:val="Štruktúra dokumentu Char"/>
    <w:link w:val="truktradokumentu"/>
    <w:uiPriority w:val="99"/>
    <w:semiHidden/>
    <w:locked/>
    <w:rsid w:val="00832D41"/>
    <w:rPr>
      <w:rFonts w:cs="Times New Roman"/>
      <w:sz w:val="2"/>
    </w:rPr>
  </w:style>
  <w:style w:type="paragraph" w:customStyle="1" w:styleId="EmptyCellLayoutStyle">
    <w:name w:val="EmptyCellLayoutStyle"/>
    <w:rsid w:val="0078141E"/>
    <w:pPr>
      <w:spacing w:after="160" w:line="259" w:lineRule="auto"/>
    </w:pPr>
    <w:rPr>
      <w:sz w:val="2"/>
    </w:rPr>
  </w:style>
  <w:style w:type="paragraph" w:styleId="Odsekzoznamu">
    <w:name w:val="List Paragraph"/>
    <w:basedOn w:val="Normlny"/>
    <w:uiPriority w:val="34"/>
    <w:qFormat/>
    <w:rsid w:val="0078141E"/>
    <w:pPr>
      <w:spacing w:after="186" w:line="226" w:lineRule="auto"/>
      <w:ind w:left="720" w:hanging="10"/>
      <w:contextualSpacing/>
      <w:jc w:val="both"/>
    </w:pPr>
    <w:rPr>
      <w:rFonts w:ascii="Cambria" w:eastAsia="Cambria" w:hAnsi="Cambria" w:cs="Cambria"/>
      <w:color w:val="181717"/>
      <w:sz w:val="22"/>
      <w:szCs w:val="22"/>
    </w:rPr>
  </w:style>
  <w:style w:type="character" w:customStyle="1" w:styleId="shorttext">
    <w:name w:val="short_text"/>
    <w:rsid w:val="0078141E"/>
  </w:style>
  <w:style w:type="paragraph" w:customStyle="1" w:styleId="Default">
    <w:name w:val="Default"/>
    <w:rsid w:val="00B5391D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y">
    <w:name w:val="Normal"/>
    <w:qFormat/>
    <w:rsid w:val="00473F60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473F60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473F60"/>
    <w:pPr>
      <w:keepNext/>
      <w:numPr>
        <w:ilvl w:val="1"/>
        <w:numId w:val="1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473F60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473F60"/>
    <w:pPr>
      <w:keepNext/>
      <w:numPr>
        <w:ilvl w:val="3"/>
        <w:numId w:val="1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473F60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473F60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9"/>
    <w:qFormat/>
    <w:rsid w:val="00473F60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iPriority w:val="99"/>
    <w:qFormat/>
    <w:rsid w:val="00473F60"/>
    <w:pPr>
      <w:keepNext/>
      <w:numPr>
        <w:ilvl w:val="7"/>
        <w:numId w:val="10"/>
      </w:numPr>
      <w:outlineLvl w:val="7"/>
    </w:pPr>
    <w:rPr>
      <w:rFonts w:ascii="Calibri" w:hAnsi="Calibri"/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473F60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32D41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832D41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832D41"/>
    <w:rPr>
      <w:rFonts w:ascii="Cambria" w:hAnsi="Cambria" w:cs="Times New Roman"/>
      <w:b/>
      <w:sz w:val="26"/>
    </w:rPr>
  </w:style>
  <w:style w:type="character" w:customStyle="1" w:styleId="Nadpis4Char">
    <w:name w:val="Nadpis 4 Char"/>
    <w:link w:val="Nadpis4"/>
    <w:uiPriority w:val="99"/>
    <w:semiHidden/>
    <w:locked/>
    <w:rsid w:val="00832D41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832D41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832D41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832D41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832D41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832D41"/>
    <w:rPr>
      <w:rFonts w:ascii="Cambria" w:hAnsi="Cambria" w:cs="Times New Roman"/>
    </w:rPr>
  </w:style>
  <w:style w:type="character" w:styleId="slostrany">
    <w:name w:val="page number"/>
    <w:uiPriority w:val="99"/>
    <w:rsid w:val="00473F60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473F60"/>
  </w:style>
  <w:style w:type="character" w:customStyle="1" w:styleId="Zkladntext2Char">
    <w:name w:val="Základný text 2 Char"/>
    <w:link w:val="Zkladntext2"/>
    <w:uiPriority w:val="99"/>
    <w:semiHidden/>
    <w:locked/>
    <w:rsid w:val="00832D41"/>
    <w:rPr>
      <w:rFonts w:cs="Times New Roman"/>
      <w:sz w:val="24"/>
    </w:rPr>
  </w:style>
  <w:style w:type="paragraph" w:styleId="Zkladntext">
    <w:name w:val="Body Text"/>
    <w:basedOn w:val="Normlny"/>
    <w:link w:val="ZkladntextChar"/>
    <w:uiPriority w:val="99"/>
    <w:rsid w:val="00473F60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</w:style>
  <w:style w:type="character" w:customStyle="1" w:styleId="ZkladntextChar">
    <w:name w:val="Základný text Char"/>
    <w:link w:val="Zkladntext"/>
    <w:uiPriority w:val="99"/>
    <w:semiHidden/>
    <w:locked/>
    <w:rsid w:val="00832D4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rsid w:val="00473F60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B2118"/>
    <w:rPr>
      <w:rFonts w:ascii="Tahoma" w:hAnsi="Tahoma" w:cs="Times New Roman"/>
      <w:sz w:val="16"/>
    </w:rPr>
  </w:style>
  <w:style w:type="paragraph" w:styleId="Pta">
    <w:name w:val="footer"/>
    <w:basedOn w:val="Normlny"/>
    <w:link w:val="PtaChar"/>
    <w:uiPriority w:val="99"/>
    <w:rsid w:val="00473F6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uiPriority w:val="99"/>
    <w:locked/>
    <w:rsid w:val="0072668E"/>
    <w:rPr>
      <w:rFonts w:cs="Times New Roman"/>
      <w:lang w:val="sk-SK" w:eastAsia="sk-SK"/>
    </w:rPr>
  </w:style>
  <w:style w:type="paragraph" w:customStyle="1" w:styleId="Zkladntext31">
    <w:name w:val="Základný text 31"/>
    <w:basedOn w:val="Normlny"/>
    <w:uiPriority w:val="99"/>
    <w:rsid w:val="00473F60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473F6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9B2118"/>
    <w:rPr>
      <w:rFonts w:cs="Times New Roman"/>
      <w:sz w:val="24"/>
    </w:rPr>
  </w:style>
  <w:style w:type="paragraph" w:styleId="Nzov">
    <w:name w:val="Title"/>
    <w:basedOn w:val="Normlny"/>
    <w:link w:val="NzovChar"/>
    <w:uiPriority w:val="99"/>
    <w:qFormat/>
    <w:rsid w:val="00473F60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99"/>
    <w:locked/>
    <w:rsid w:val="00832D41"/>
    <w:rPr>
      <w:rFonts w:ascii="Cambria" w:hAnsi="Cambria" w:cs="Times New Roman"/>
      <w:b/>
      <w:kern w:val="28"/>
      <w:sz w:val="32"/>
    </w:rPr>
  </w:style>
  <w:style w:type="paragraph" w:styleId="Podtitul">
    <w:name w:val="Subtitle"/>
    <w:basedOn w:val="Normlny"/>
    <w:link w:val="PodtitulChar"/>
    <w:uiPriority w:val="99"/>
    <w:qFormat/>
    <w:rsid w:val="00473F60"/>
    <w:pPr>
      <w:jc w:val="center"/>
    </w:pPr>
    <w:rPr>
      <w:rFonts w:ascii="Cambria" w:hAnsi="Cambria"/>
    </w:rPr>
  </w:style>
  <w:style w:type="character" w:customStyle="1" w:styleId="PodtitulChar">
    <w:name w:val="Podtitul Char"/>
    <w:link w:val="Podtitul"/>
    <w:uiPriority w:val="99"/>
    <w:locked/>
    <w:rsid w:val="00832D41"/>
    <w:rPr>
      <w:rFonts w:ascii="Cambria" w:hAnsi="Cambria" w:cs="Times New Roman"/>
      <w:sz w:val="24"/>
    </w:rPr>
  </w:style>
  <w:style w:type="paragraph" w:styleId="Zarkazkladnhotextu">
    <w:name w:val="Body Text Indent"/>
    <w:basedOn w:val="Normlny"/>
    <w:link w:val="ZarkazkladnhotextuChar"/>
    <w:uiPriority w:val="99"/>
    <w:rsid w:val="00473F60"/>
    <w:pPr>
      <w:ind w:left="180" w:hanging="180"/>
      <w:jc w:val="both"/>
    </w:pPr>
  </w:style>
  <w:style w:type="character" w:customStyle="1" w:styleId="ZarkazkladnhotextuChar">
    <w:name w:val="Zarážka základného textu Char"/>
    <w:link w:val="Zarkazkladnhotextu"/>
    <w:uiPriority w:val="99"/>
    <w:semiHidden/>
    <w:locked/>
    <w:rsid w:val="00832D41"/>
    <w:rPr>
      <w:rFonts w:cs="Times New Roman"/>
      <w:sz w:val="24"/>
    </w:rPr>
  </w:style>
  <w:style w:type="paragraph" w:styleId="Zkladntext3">
    <w:name w:val="Body Text 3"/>
    <w:basedOn w:val="Normlny"/>
    <w:link w:val="Zkladntext3Char"/>
    <w:uiPriority w:val="99"/>
    <w:rsid w:val="00473F60"/>
    <w:rPr>
      <w:sz w:val="16"/>
      <w:szCs w:val="16"/>
    </w:rPr>
  </w:style>
  <w:style w:type="character" w:customStyle="1" w:styleId="Zkladntext3Char">
    <w:name w:val="Základný text 3 Char"/>
    <w:link w:val="Zkladntext3"/>
    <w:uiPriority w:val="99"/>
    <w:semiHidden/>
    <w:locked/>
    <w:rsid w:val="00832D41"/>
    <w:rPr>
      <w:rFonts w:cs="Times New Roman"/>
      <w:sz w:val="16"/>
    </w:rPr>
  </w:style>
  <w:style w:type="table" w:styleId="Mriekatabuky">
    <w:name w:val="Table Grid"/>
    <w:basedOn w:val="Normlnatabuka"/>
    <w:uiPriority w:val="99"/>
    <w:rsid w:val="00E05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link w:val="truktradokumentuChar"/>
    <w:uiPriority w:val="99"/>
    <w:semiHidden/>
    <w:rsid w:val="007B634A"/>
    <w:pPr>
      <w:shd w:val="clear" w:color="auto" w:fill="000080"/>
    </w:pPr>
    <w:rPr>
      <w:sz w:val="2"/>
    </w:rPr>
  </w:style>
  <w:style w:type="character" w:customStyle="1" w:styleId="truktradokumentuChar">
    <w:name w:val="Štruktúra dokumentu Char"/>
    <w:link w:val="truktradokumentu"/>
    <w:uiPriority w:val="99"/>
    <w:semiHidden/>
    <w:locked/>
    <w:rsid w:val="00832D41"/>
    <w:rPr>
      <w:rFonts w:cs="Times New Roman"/>
      <w:sz w:val="2"/>
    </w:rPr>
  </w:style>
  <w:style w:type="paragraph" w:customStyle="1" w:styleId="EmptyCellLayoutStyle">
    <w:name w:val="EmptyCellLayoutStyle"/>
    <w:rsid w:val="0078141E"/>
    <w:pPr>
      <w:spacing w:after="160" w:line="259" w:lineRule="auto"/>
    </w:pPr>
    <w:rPr>
      <w:sz w:val="2"/>
    </w:rPr>
  </w:style>
  <w:style w:type="paragraph" w:styleId="Odsekzoznamu">
    <w:name w:val="List Paragraph"/>
    <w:basedOn w:val="Normlny"/>
    <w:uiPriority w:val="34"/>
    <w:qFormat/>
    <w:rsid w:val="0078141E"/>
    <w:pPr>
      <w:spacing w:after="186" w:line="226" w:lineRule="auto"/>
      <w:ind w:left="720" w:hanging="10"/>
      <w:contextualSpacing/>
      <w:jc w:val="both"/>
    </w:pPr>
    <w:rPr>
      <w:rFonts w:ascii="Cambria" w:eastAsia="Cambria" w:hAnsi="Cambria" w:cs="Cambria"/>
      <w:color w:val="181717"/>
      <w:sz w:val="22"/>
      <w:szCs w:val="22"/>
    </w:rPr>
  </w:style>
  <w:style w:type="character" w:customStyle="1" w:styleId="shorttext">
    <w:name w:val="short_text"/>
    <w:rsid w:val="0078141E"/>
  </w:style>
  <w:style w:type="paragraph" w:customStyle="1" w:styleId="Default">
    <w:name w:val="Default"/>
    <w:rsid w:val="00B5391D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2_2_SL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594EB-6A43-4B1E-8FC6-7F74A24AD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TL05OA2_2_SL.dot</Template>
  <TotalTime>5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TL05OA2_2_SL</vt:lpstr>
    </vt:vector>
  </TitlesOfParts>
  <Company>SNAS</Company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TL05OA2_2_SL</dc:title>
  <dc:subject>Skúšobné laboratórium</dc:subject>
  <dc:creator>Cucorova</dc:creator>
  <dc:description>Príloha k žiadosti o akreditáciu SNASver. 01.01.05, TL 05 SNAS</dc:description>
  <cp:lastModifiedBy>Andrea Cucorová</cp:lastModifiedBy>
  <cp:revision>5</cp:revision>
  <cp:lastPrinted>2013-10-31T14:14:00Z</cp:lastPrinted>
  <dcterms:created xsi:type="dcterms:W3CDTF">2019-11-28T16:06:00Z</dcterms:created>
  <dcterms:modified xsi:type="dcterms:W3CDTF">2019-11-29T13:56:00Z</dcterms:modified>
</cp:coreProperties>
</file>