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417B" w14:textId="77777777" w:rsidR="002E465E" w:rsidRPr="003F78F8" w:rsidRDefault="00883F03" w:rsidP="009008F4">
      <w:pPr>
        <w:pStyle w:val="Podtitul"/>
        <w:rPr>
          <w:rFonts w:ascii="Times New Roman" w:hAnsi="Times New Roman"/>
          <w:b/>
          <w:sz w:val="28"/>
          <w:lang w:val="en-GB"/>
        </w:rPr>
      </w:pPr>
      <w:r w:rsidRPr="003F78F8">
        <w:rPr>
          <w:rFonts w:ascii="Times New Roman" w:hAnsi="Times New Roman"/>
          <w:b/>
          <w:sz w:val="28"/>
          <w:lang w:val="en-GB"/>
        </w:rPr>
        <w:t xml:space="preserve">Declaration of compliance with standard </w:t>
      </w:r>
      <w:r w:rsidR="002E465E" w:rsidRPr="003F78F8">
        <w:rPr>
          <w:rFonts w:ascii="Times New Roman" w:hAnsi="Times New Roman"/>
          <w:b/>
          <w:sz w:val="28"/>
          <w:lang w:val="en-GB"/>
        </w:rPr>
        <w:t xml:space="preserve">ISO/IEC </w:t>
      </w:r>
      <w:r w:rsidR="00D77458" w:rsidRPr="003F78F8">
        <w:rPr>
          <w:rFonts w:ascii="Times New Roman" w:hAnsi="Times New Roman"/>
          <w:b/>
          <w:sz w:val="28"/>
          <w:lang w:val="en-GB"/>
        </w:rPr>
        <w:t>17043</w:t>
      </w:r>
      <w:r w:rsidR="002E465E" w:rsidRPr="003F78F8">
        <w:rPr>
          <w:rFonts w:ascii="Times New Roman" w:hAnsi="Times New Roman"/>
          <w:b/>
          <w:sz w:val="28"/>
          <w:lang w:val="en-GB"/>
        </w:rPr>
        <w:t>:</w:t>
      </w:r>
      <w:r w:rsidR="00D77458" w:rsidRPr="003F78F8">
        <w:rPr>
          <w:rFonts w:ascii="Times New Roman" w:hAnsi="Times New Roman"/>
          <w:b/>
          <w:sz w:val="28"/>
          <w:lang w:val="en-GB"/>
        </w:rPr>
        <w:t>2010</w:t>
      </w:r>
      <w:r w:rsidRPr="003F78F8">
        <w:rPr>
          <w:rFonts w:ascii="Times New Roman" w:hAnsi="Times New Roman"/>
          <w:b/>
          <w:sz w:val="28"/>
          <w:lang w:val="en-GB"/>
        </w:rPr>
        <w:t xml:space="preserve"> requirements</w:t>
      </w:r>
    </w:p>
    <w:p w14:paraId="2C41DFAE" w14:textId="77777777" w:rsidR="003F52AC" w:rsidRPr="003F78F8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GB"/>
        </w:rPr>
      </w:pPr>
    </w:p>
    <w:p w14:paraId="762EE170" w14:textId="77777777" w:rsidR="003F52AC" w:rsidRPr="003F78F8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7F8B6D9C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 xml:space="preserve">Applicant:  </w:t>
      </w:r>
      <w:r w:rsidRPr="003F78F8">
        <w:rPr>
          <w:sz w:val="24"/>
          <w:szCs w:val="24"/>
          <w:lang w:val="en-GB"/>
        </w:rPr>
        <w:tab/>
      </w:r>
      <w:r w:rsidRPr="003F78F8">
        <w:rPr>
          <w:sz w:val="24"/>
          <w:szCs w:val="24"/>
          <w:lang w:val="en-GB"/>
        </w:rPr>
        <w:tab/>
        <w:t>Name (Business name)</w:t>
      </w:r>
    </w:p>
    <w:p w14:paraId="22F8F77B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>Address incl. postcode, Company registration No</w:t>
      </w:r>
    </w:p>
    <w:p w14:paraId="443ADC43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 xml:space="preserve">Name of workplace No 1.: Address incl. postcode </w:t>
      </w:r>
    </w:p>
    <w:p w14:paraId="2120C11F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>Name of workplace No 2.: Address incl. postcode</w:t>
      </w:r>
    </w:p>
    <w:p w14:paraId="009D8062" w14:textId="77777777" w:rsidR="003F52AC" w:rsidRPr="003F78F8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3552D2F8" w14:textId="77777777" w:rsidR="003F52AC" w:rsidRPr="003F78F8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457443BE" w14:textId="77777777" w:rsidR="003F52AC" w:rsidRPr="003F78F8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3F78F8" w:rsidSect="0056182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857B897" w14:textId="77777777" w:rsidR="003F52AC" w:rsidRPr="003F78F8" w:rsidRDefault="00357FF8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</w:pPr>
      <w:r w:rsidRPr="003F78F8">
        <w:rPr>
          <w:sz w:val="22"/>
          <w:szCs w:val="22"/>
          <w:lang w:val="en-GB"/>
        </w:rPr>
        <w:t>Certificate of accreditation</w:t>
      </w:r>
      <w:r w:rsidRPr="003F78F8">
        <w:rPr>
          <w:rFonts w:ascii="Times New Roman" w:hAnsi="Times New Roman"/>
          <w:i/>
          <w:vertAlign w:val="superscript"/>
          <w:lang w:val="en-GB"/>
        </w:rPr>
        <w:t>*)</w:t>
      </w:r>
      <w:r w:rsidRPr="003F78F8">
        <w:rPr>
          <w:sz w:val="22"/>
          <w:szCs w:val="22"/>
          <w:lang w:val="en-GB"/>
        </w:rPr>
        <w:t xml:space="preserve"> No</w:t>
      </w:r>
      <w:r w:rsidRPr="003F78F8">
        <w:rPr>
          <w:rFonts w:ascii="Times New Roman" w:hAnsi="Times New Roman"/>
          <w:lang w:val="en-GB"/>
        </w:rPr>
        <w:t>.</w:t>
      </w:r>
      <w:r w:rsidR="003F52AC" w:rsidRPr="003F78F8">
        <w:rPr>
          <w:rFonts w:ascii="Times New Roman" w:hAnsi="Times New Roman"/>
          <w:lang w:val="en-GB"/>
        </w:rPr>
        <w:t xml:space="preserve">: </w:t>
      </w:r>
      <w:bookmarkStart w:id="0" w:name="Text1"/>
      <w:r w:rsidR="003F52AC" w:rsidRPr="003F78F8">
        <w:rPr>
          <w:rFonts w:ascii="Times New Roman" w:hAnsi="Times New Roman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3F78F8">
        <w:rPr>
          <w:rFonts w:ascii="Times New Roman" w:hAnsi="Times New Roman"/>
          <w:lang w:val="en-GB"/>
        </w:rPr>
        <w:instrText xml:space="preserve"> FORMTEXT </w:instrText>
      </w:r>
      <w:r w:rsidR="003F52AC" w:rsidRPr="003F78F8">
        <w:rPr>
          <w:rFonts w:ascii="Times New Roman" w:hAnsi="Times New Roman"/>
          <w:lang w:val="en-GB"/>
        </w:rPr>
      </w:r>
      <w:r w:rsidR="003F52AC" w:rsidRPr="003F78F8">
        <w:rPr>
          <w:rFonts w:ascii="Times New Roman" w:hAnsi="Times New Roman"/>
          <w:lang w:val="en-GB"/>
        </w:rPr>
        <w:fldChar w:fldCharType="separate"/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lang w:val="en-GB"/>
        </w:rPr>
        <w:fldChar w:fldCharType="end"/>
      </w:r>
      <w:bookmarkEnd w:id="0"/>
      <w:r w:rsidR="003F52AC" w:rsidRPr="003F78F8">
        <w:rPr>
          <w:rFonts w:ascii="Times New Roman" w:hAnsi="Times New Roman"/>
          <w:i/>
          <w:vertAlign w:val="superscript"/>
          <w:lang w:val="en-GB"/>
        </w:rPr>
        <w:t xml:space="preserve">*) </w:t>
      </w:r>
      <w:r w:rsidRPr="003F78F8">
        <w:rPr>
          <w:i/>
          <w:sz w:val="14"/>
          <w:lang w:val="en-GB"/>
        </w:rPr>
        <w:t>specify only in case of application for accreditation, reassessment or extension</w:t>
      </w:r>
    </w:p>
    <w:p w14:paraId="78512B81" w14:textId="77777777" w:rsidR="00721388" w:rsidRPr="003F78F8" w:rsidRDefault="00721388">
      <w:pPr>
        <w:pStyle w:val="Podtitul"/>
        <w:jc w:val="left"/>
        <w:rPr>
          <w:sz w:val="28"/>
          <w:lang w:val="en-GB"/>
        </w:rPr>
        <w:sectPr w:rsidR="00721388" w:rsidRPr="003F78F8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5CFEEBF9" w14:textId="77777777" w:rsidR="0078141E" w:rsidRPr="003F78F8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RPr="003F78F8" w14:paraId="3D6F8E77" w14:textId="77777777" w:rsidTr="00CE7A53">
        <w:trPr>
          <w:trHeight w:val="275"/>
        </w:trPr>
        <w:tc>
          <w:tcPr>
            <w:tcW w:w="3142" w:type="dxa"/>
          </w:tcPr>
          <w:p w14:paraId="3AAF8FE4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183" w:type="dxa"/>
          </w:tcPr>
          <w:p w14:paraId="7C2FEEE6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4171" w:type="dxa"/>
          </w:tcPr>
          <w:p w14:paraId="55ECDBEC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5" w:type="dxa"/>
          </w:tcPr>
          <w:p w14:paraId="7ABDDC00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7203" w:type="dxa"/>
          </w:tcPr>
          <w:p w14:paraId="60ADE216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0" w:type="dxa"/>
          </w:tcPr>
          <w:p w14:paraId="09C74A06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  <w:tr w:rsidR="0078141E" w:rsidRPr="003F78F8" w14:paraId="53EE32DB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"/>
              <w:gridCol w:w="3827"/>
              <w:gridCol w:w="4820"/>
            </w:tblGrid>
            <w:tr w:rsidR="0064731C" w:rsidRPr="003F78F8" w14:paraId="2BCC0479" w14:textId="77777777" w:rsidTr="000541D9">
              <w:trPr>
                <w:trHeight w:val="262"/>
                <w:tblHeader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92D3D" w14:textId="77777777" w:rsidR="0064731C" w:rsidRPr="003F78F8" w:rsidRDefault="0064731C" w:rsidP="0064731C">
                  <w:pPr>
                    <w:jc w:val="center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97E57" w14:textId="77777777" w:rsidR="0064731C" w:rsidRPr="003F78F8" w:rsidRDefault="0064731C" w:rsidP="0064731C">
                  <w:pPr>
                    <w:ind w:left="105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482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vAlign w:val="center"/>
                </w:tcPr>
                <w:p w14:paraId="294088C7" w14:textId="77777777" w:rsidR="0064731C" w:rsidRPr="003F78F8" w:rsidRDefault="0064731C" w:rsidP="0064731C">
                  <w:pPr>
                    <w:jc w:val="center"/>
                    <w:rPr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B124DE" w:rsidRPr="003F78F8" w14:paraId="59FA9856" w14:textId="77777777" w:rsidTr="003F78F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D4690D" w14:textId="77777777" w:rsidR="00B124DE" w:rsidRPr="003F78F8" w:rsidRDefault="00B124D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F026D" w14:textId="77777777" w:rsidR="00B124DE" w:rsidRPr="003F78F8" w:rsidRDefault="00352719" w:rsidP="0068361A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Technical Requirements</w:t>
                  </w:r>
                </w:p>
              </w:tc>
              <w:tc>
                <w:tcPr>
                  <w:tcW w:w="4820" w:type="dxa"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1F9CB5E3" w14:textId="77777777" w:rsidR="00B124DE" w:rsidRPr="003F78F8" w:rsidRDefault="00B124DE" w:rsidP="007E7788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8141E" w:rsidRPr="003F78F8" w14:paraId="645A820F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2F108" w14:textId="77777777" w:rsidR="0078141E" w:rsidRPr="003F78F8" w:rsidRDefault="0078141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D5BF49" w14:textId="77777777" w:rsidR="0078141E" w:rsidRPr="003F78F8" w:rsidRDefault="0068361A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7182545" w14:textId="77777777" w:rsidR="0078141E" w:rsidRPr="003F78F8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3F78F8" w14:paraId="75714947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C69EA" w14:textId="77777777" w:rsidR="0078141E" w:rsidRPr="003F78F8" w:rsidRDefault="0078141E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8287F" w14:textId="77777777" w:rsidR="0078141E" w:rsidRPr="003F78F8" w:rsidRDefault="0068361A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Personnel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2F67EF4" w14:textId="77777777" w:rsidR="0078141E" w:rsidRPr="003F78F8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67F3E18C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525B4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541613" w14:textId="77777777" w:rsidR="00D77458" w:rsidRPr="003F78F8" w:rsidDel="00D77458" w:rsidRDefault="0068361A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Equipment, accommodation and environment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8DFACC5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1C3642DD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20ABDA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D8491" w14:textId="77777777" w:rsidR="00D77458" w:rsidRPr="003F78F8" w:rsidDel="00D7745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Design of proficiency testing schemes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837543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C711C4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FE29D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958211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Planning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ABA8A3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A6A16F3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5B570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1E8300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Preparation of proficiency test items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944D66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3D6B14D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FF3A67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037E4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Homogeneity and stability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01D01B1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57F948C9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CB42F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9476A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Statistical design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8B58D45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4BDC440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6A341E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E285C" w14:textId="77777777" w:rsidR="00C568AF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Assigned values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13F1382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0C855CB2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29DC23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F1BA2" w14:textId="77777777" w:rsidR="00D77458" w:rsidRPr="003F78F8" w:rsidDel="00D77458" w:rsidRDefault="00BC1F6F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Choice of method or procedure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03E56E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7D9DE98E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41C0D3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8F4647" w14:textId="77777777" w:rsidR="00D77458" w:rsidRPr="003F78F8" w:rsidDel="00D77458" w:rsidRDefault="0099468E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>
                    <w:rPr>
                      <w:b/>
                      <w:color w:val="000000"/>
                      <w:lang w:val="en-GB"/>
                    </w:rPr>
                    <w:t>O</w:t>
                  </w:r>
                  <w:r w:rsidR="00BC1F6F" w:rsidRPr="003F78F8">
                    <w:rPr>
                      <w:b/>
                      <w:color w:val="000000"/>
                      <w:lang w:val="en-GB"/>
                    </w:rPr>
                    <w:t>peration of proficiency testing schemes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F87F3B9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62C2B5C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15D543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4.6.1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33BBE" w14:textId="77777777" w:rsidR="00C568AF" w:rsidRPr="003F78F8" w:rsidRDefault="00BC1F6F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Instructions for participants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F3797AE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0EA9964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C40BF3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4.6.2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0B4AC3" w14:textId="77777777" w:rsidR="00C568AF" w:rsidRPr="003F78F8" w:rsidRDefault="00BC1F6F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Proficiency test items handling and storage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A3FDA61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4A4F85E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6EFDF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4.6.3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CFBD5" w14:textId="77777777" w:rsidR="00C568AF" w:rsidRPr="003F78F8" w:rsidRDefault="003F78F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>
                    <w:rPr>
                      <w:b/>
                      <w:i/>
                      <w:iCs/>
                      <w:color w:val="000000"/>
                      <w:lang w:val="en-GB"/>
                    </w:rPr>
                    <w:t>Packaging, labelling and distribution of profici</w:t>
                  </w:r>
                  <w:r w:rsidR="00BC1F6F"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ency test items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035C83D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023CC2C6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1D705" w14:textId="77777777" w:rsidR="00D77458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2D9AB" w14:textId="77777777" w:rsidR="00D77458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Data analysis and evaluation of proficiency testing scheme results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D562D1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5C54714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8C70C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4.7.1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C8FC25" w14:textId="77777777" w:rsidR="00C568AF" w:rsidRPr="003F78F8" w:rsidRDefault="00596806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Data analysis and records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7DC753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1E62D92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983A3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4.7.2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BC074" w14:textId="77777777" w:rsidR="00C568AF" w:rsidRPr="003F78F8" w:rsidRDefault="00596806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Evaluation of performance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6323D7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0CC971FA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0A1A7" w14:textId="77777777" w:rsidR="00D77458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65544" w14:textId="77777777" w:rsidR="00D77458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Reports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AF1E41F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1C3B38F4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2628D6" w14:textId="77777777" w:rsidR="00AB5DE6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9693D" w14:textId="77777777" w:rsidR="00AB5DE6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Communication with participants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4473EA5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1651CC7C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4A988" w14:textId="77777777" w:rsidR="00AB5DE6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E8856B" w14:textId="77777777" w:rsidR="00AB5DE6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5350DC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4D0CF11A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1E6C3D" w14:textId="77777777" w:rsidR="007C4215" w:rsidRPr="003F78F8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  <w:p w14:paraId="392B4D08" w14:textId="77777777" w:rsidR="008A6F68" w:rsidRPr="003F78F8" w:rsidRDefault="008A6F68" w:rsidP="008A6F68">
                  <w:pPr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3702D3" w14:textId="77777777" w:rsidR="007C4215" w:rsidRPr="003F78F8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</w:tcPr>
                <w:p w14:paraId="5274271A" w14:textId="77777777" w:rsidR="007C4215" w:rsidRPr="003F78F8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64731C" w:rsidRPr="003F78F8" w14:paraId="5AEF81DF" w14:textId="77777777" w:rsidTr="004F3B74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A586D" w14:textId="77777777" w:rsidR="0064731C" w:rsidRPr="003F78F8" w:rsidRDefault="0064731C" w:rsidP="0064731C">
                  <w:pPr>
                    <w:jc w:val="center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lastRenderedPageBreak/>
                    <w:t>Standard clause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6F093E" w14:textId="77777777" w:rsidR="0064731C" w:rsidRPr="003F78F8" w:rsidRDefault="0064731C" w:rsidP="0064731C">
                  <w:pPr>
                    <w:ind w:left="105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0C2597B" w14:textId="77777777" w:rsidR="0064731C" w:rsidRPr="003F78F8" w:rsidRDefault="0064731C" w:rsidP="0064731C">
                  <w:pPr>
                    <w:jc w:val="center"/>
                    <w:rPr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210C2B" w:rsidRPr="003F78F8" w14:paraId="3C3E63F0" w14:textId="77777777" w:rsidTr="003F78F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63F13" w14:textId="77777777" w:rsidR="00210C2B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BE876E" w14:textId="77777777" w:rsidR="00210C2B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Management requirements</w:t>
                  </w:r>
                </w:p>
              </w:tc>
              <w:tc>
                <w:tcPr>
                  <w:tcW w:w="4820" w:type="dxa"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2C5E6466" w14:textId="77777777" w:rsidR="00210C2B" w:rsidRPr="003F78F8" w:rsidRDefault="00210C2B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2B54AA6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8CC195" w14:textId="77777777" w:rsidR="007C4215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  <w:r w:rsidR="007C4215" w:rsidRPr="003F78F8">
                    <w:rPr>
                      <w:b/>
                      <w:color w:val="000000"/>
                      <w:lang w:val="en-GB"/>
                    </w:rPr>
                    <w:t>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B5156" w14:textId="77777777" w:rsidR="007C4215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Organization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9C32C6" w14:textId="77777777" w:rsidR="007C4215" w:rsidRPr="003F78F8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09137EF7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18F38C" w14:textId="77777777" w:rsidR="007C4215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  <w:r w:rsidR="007C4215" w:rsidRPr="003F78F8">
                    <w:rPr>
                      <w:b/>
                      <w:color w:val="000000"/>
                      <w:lang w:val="en-GB"/>
                    </w:rPr>
                    <w:t>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44376C" w14:textId="77777777" w:rsidR="007C4215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Management system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60F03DA" w14:textId="77777777" w:rsidR="007C4215" w:rsidRPr="003F78F8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3EF7E5E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FA891F" w14:textId="77777777" w:rsidR="007C4215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  <w:r w:rsidR="007C4215" w:rsidRPr="003F78F8">
                    <w:rPr>
                      <w:b/>
                      <w:color w:val="000000"/>
                      <w:lang w:val="en-GB"/>
                    </w:rPr>
                    <w:t>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6B375C" w14:textId="77777777" w:rsidR="007C4215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Document control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D37C11A" w14:textId="77777777" w:rsidR="007C4215" w:rsidRPr="003F78F8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85C348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A9DA3" w14:textId="77777777" w:rsidR="008E48BF" w:rsidRPr="003F78F8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BE5932" w14:textId="77777777" w:rsidR="008E48BF" w:rsidRPr="003F78F8" w:rsidRDefault="00934291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General ,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770AAFB" w14:textId="77777777" w:rsidR="008E48BF" w:rsidRPr="003F78F8" w:rsidRDefault="008E48BF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449DCC75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7F49D" w14:textId="77777777" w:rsidR="008E48BF" w:rsidRPr="003F78F8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4FEF25" w14:textId="77777777" w:rsidR="008E48BF" w:rsidRPr="003F78F8" w:rsidRDefault="00934291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Document approval and issue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963C8D" w14:textId="77777777" w:rsidR="008E48BF" w:rsidRPr="003F78F8" w:rsidRDefault="008E48BF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677AB53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B9792C" w14:textId="77777777" w:rsidR="008E48BF" w:rsidRPr="003F78F8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5.3.3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A7091" w14:textId="77777777" w:rsidR="008E48BF" w:rsidRPr="003F78F8" w:rsidRDefault="00934291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Document changes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06D2D97" w14:textId="77777777" w:rsidR="008E48BF" w:rsidRPr="003F78F8" w:rsidRDefault="008E48BF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7C5159D5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8639F8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6AD421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Review of requests, tenders and contracts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658EB8C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7E5F298A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F049DF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4ED5D7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Subcontracting services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36E6D2D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2BFF74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C99D4D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46AB8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Purchasing services and supplies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9EBCDB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6E15A43B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D15FD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C1462E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Service to the customer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7AE202F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6ED25A1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A60B2" w14:textId="77777777" w:rsidR="00AB5DE6" w:rsidRPr="003F78F8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6C70D7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Complaints and appeals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231E2B1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477343F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D6401B" w14:textId="77777777" w:rsidR="00AB5DE6" w:rsidRPr="003F78F8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65FE16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Control of nonconforming work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7D16743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44D5440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023CC8" w14:textId="77777777" w:rsidR="00AB5DE6" w:rsidRPr="003F78F8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E2A264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Improvement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D7CB915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082F696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0965E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56059" w14:textId="77777777" w:rsidR="008E48BF" w:rsidRPr="003F78F8" w:rsidRDefault="00940CA5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Corrective actions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C3E2C1E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2D98B9D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C04A4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5.11.1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7AC818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5B0341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4AF75B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1E6D28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5.11.2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E81A1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Cause analysis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FCFDF1E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2223CC73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44A69C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5.11.3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86512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Selection and implementation of corrective actions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0A3870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497AC3FB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70E40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9A891C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Preventive actions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18AEB8A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4E576F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BD4C87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D9BE7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 xml:space="preserve">Control of records </w:t>
                  </w:r>
                  <w:r w:rsidR="008E48BF" w:rsidRPr="003F78F8">
                    <w:rPr>
                      <w:b/>
                      <w:color w:val="00000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2C2C3FC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68B8C31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0873D" w14:textId="77777777" w:rsidR="008E48BF" w:rsidRPr="003F78F8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2115E4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351806F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ABF004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204B7B" w14:textId="77777777" w:rsidR="008E48BF" w:rsidRPr="003F78F8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FC722B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Technical records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7B4B635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351D385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79476E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B618EF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Internal audits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E757B9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2E40FC0C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062250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5F3B51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proofErr w:type="spellStart"/>
                  <w:r w:rsidRPr="003F78F8">
                    <w:rPr>
                      <w:b/>
                      <w:color w:val="000000"/>
                      <w:lang w:val="en-GB"/>
                    </w:rPr>
                    <w:t>Managementreviews</w:t>
                  </w:r>
                  <w:proofErr w:type="spellEnd"/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736D9C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</w:tbl>
          <w:p w14:paraId="0E12344D" w14:textId="77777777" w:rsidR="0078141E" w:rsidRPr="003F78F8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14:paraId="6B6D1C93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14:paraId="7421D459" w14:textId="77777777" w:rsidR="003F78F8" w:rsidRPr="003F78F8" w:rsidRDefault="003F78F8" w:rsidP="0078141E">
      <w:pPr>
        <w:rPr>
          <w:lang w:val="en-GB"/>
        </w:rPr>
        <w:sectPr w:rsidR="003F78F8" w:rsidRPr="003F78F8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0DC3D89" w14:textId="77777777" w:rsidR="0078141E" w:rsidRPr="003F78F8" w:rsidRDefault="0078141E" w:rsidP="0078141E">
      <w:pPr>
        <w:rPr>
          <w:lang w:val="en-GB"/>
        </w:rPr>
      </w:pPr>
    </w:p>
    <w:p w14:paraId="2C319D7E" w14:textId="77777777" w:rsidR="00BC2377" w:rsidRPr="003F78F8" w:rsidRDefault="00BC2377" w:rsidP="00BC2377">
      <w:pPr>
        <w:rPr>
          <w:sz w:val="22"/>
          <w:szCs w:val="22"/>
          <w:lang w:val="en-GB"/>
        </w:rPr>
      </w:pPr>
      <w:r w:rsidRPr="003F78F8">
        <w:rPr>
          <w:lang w:val="en-GB"/>
        </w:rPr>
        <w:t>*</w:t>
      </w:r>
      <w:r w:rsidR="00022F13" w:rsidRPr="003F78F8">
        <w:rPr>
          <w:lang w:val="en-GB"/>
        </w:rPr>
        <w:t>*</w:t>
      </w:r>
      <w:r w:rsidRPr="003F78F8">
        <w:rPr>
          <w:lang w:val="en-GB"/>
        </w:rPr>
        <w:t xml:space="preserve">) </w:t>
      </w:r>
      <w:r w:rsidR="00022F13" w:rsidRPr="003F78F8">
        <w:rPr>
          <w:color w:val="000000"/>
          <w:lang w:val="en-GB"/>
        </w:rPr>
        <w:t>Upload to AIS all documents you refer to.</w:t>
      </w:r>
    </w:p>
    <w:p w14:paraId="0673B3C2" w14:textId="77777777" w:rsidR="00BC2377" w:rsidRPr="003F78F8" w:rsidRDefault="00BC2377" w:rsidP="0078141E">
      <w:pPr>
        <w:rPr>
          <w:lang w:val="en-GB"/>
        </w:rPr>
      </w:pPr>
    </w:p>
    <w:p w14:paraId="1FC3C9CF" w14:textId="77777777" w:rsidR="0078141E" w:rsidRPr="003F78F8" w:rsidRDefault="0078141E" w:rsidP="0078141E">
      <w:pPr>
        <w:rPr>
          <w:lang w:val="en-GB"/>
        </w:rPr>
      </w:pPr>
    </w:p>
    <w:p w14:paraId="3521C3BF" w14:textId="77777777" w:rsidR="003F52AC" w:rsidRPr="003F78F8" w:rsidRDefault="00022F13">
      <w:pPr>
        <w:rPr>
          <w:lang w:val="en-GB"/>
        </w:rPr>
      </w:pPr>
      <w:r w:rsidRPr="003F78F8">
        <w:rPr>
          <w:lang w:val="en-GB"/>
        </w:rPr>
        <w:t>I declare the data presented in Annex OA 4-2 to be true and correct</w:t>
      </w:r>
      <w:r w:rsidR="003F52AC" w:rsidRPr="003F78F8">
        <w:rPr>
          <w:lang w:val="en-GB"/>
        </w:rPr>
        <w:t>.</w:t>
      </w:r>
    </w:p>
    <w:p w14:paraId="6B5F3D0B" w14:textId="77777777" w:rsidR="003F52AC" w:rsidRPr="003F78F8" w:rsidRDefault="003F52AC">
      <w:pPr>
        <w:rPr>
          <w:lang w:val="en-GB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3F78F8" w14:paraId="68EC8B6C" w14:textId="77777777" w:rsidTr="00721388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FB5B3DA" w14:textId="77777777" w:rsidR="00210C2B" w:rsidRPr="003F78F8" w:rsidRDefault="00AD485A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3F78F8">
              <w:rPr>
                <w:lang w:val="en-GB"/>
              </w:rPr>
              <w:t>Date</w:t>
            </w:r>
            <w:r w:rsidR="00210C2B" w:rsidRPr="003F78F8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8C1788E" w14:textId="77777777" w:rsidR="00210C2B" w:rsidRPr="003F78F8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713AA890" w14:textId="77777777" w:rsidR="00210C2B" w:rsidRPr="003F78F8" w:rsidRDefault="00210C2B" w:rsidP="00210C2B">
            <w:pPr>
              <w:rPr>
                <w:lang w:val="en-GB"/>
              </w:rPr>
            </w:pPr>
            <w:r w:rsidRPr="003F78F8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F78F8">
              <w:rPr>
                <w:lang w:val="en-GB"/>
              </w:rPr>
              <w:instrText xml:space="preserve"> FORMTEXT </w:instrText>
            </w:r>
            <w:r w:rsidRPr="003F78F8">
              <w:rPr>
                <w:lang w:val="en-GB"/>
              </w:rPr>
            </w:r>
            <w:r w:rsidRPr="003F78F8">
              <w:rPr>
                <w:lang w:val="en-GB"/>
              </w:rPr>
              <w:fldChar w:fldCharType="separate"/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261995D" w14:textId="77777777" w:rsidR="00210C2B" w:rsidRPr="003F78F8" w:rsidRDefault="00022F13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3F78F8">
              <w:rPr>
                <w:lang w:val="en-GB"/>
              </w:rPr>
              <w:t>Name and surname</w:t>
            </w:r>
            <w:r w:rsidR="00210C2B" w:rsidRPr="003F78F8">
              <w:rPr>
                <w:lang w:val="en-GB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58B22" w14:textId="77777777" w:rsidR="00210C2B" w:rsidRPr="003F78F8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77F7650D" w14:textId="77777777" w:rsidR="00210C2B" w:rsidRPr="003F78F8" w:rsidRDefault="00210C2B" w:rsidP="00210C2B">
            <w:pPr>
              <w:rPr>
                <w:lang w:val="en-GB"/>
              </w:rPr>
            </w:pPr>
            <w:r w:rsidRPr="003F78F8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F78F8">
              <w:rPr>
                <w:lang w:val="en-GB"/>
              </w:rPr>
              <w:instrText xml:space="preserve"> FORMTEXT </w:instrText>
            </w:r>
            <w:r w:rsidRPr="003F78F8">
              <w:rPr>
                <w:lang w:val="en-GB"/>
              </w:rPr>
            </w:r>
            <w:r w:rsidRPr="003F78F8">
              <w:rPr>
                <w:lang w:val="en-GB"/>
              </w:rPr>
              <w:fldChar w:fldCharType="separate"/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lang w:val="en-GB"/>
              </w:rPr>
              <w:fldChar w:fldCharType="end"/>
            </w:r>
          </w:p>
        </w:tc>
      </w:tr>
      <w:tr w:rsidR="00210C2B" w:rsidRPr="003F78F8" w14:paraId="3427649A" w14:textId="77777777" w:rsidTr="00721388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D970F" w14:textId="77777777" w:rsidR="00210C2B" w:rsidRPr="003F78F8" w:rsidRDefault="00AD485A" w:rsidP="00210C2B">
            <w:pPr>
              <w:spacing w:before="90"/>
              <w:ind w:left="-70"/>
              <w:rPr>
                <w:lang w:val="en-GB"/>
              </w:rPr>
            </w:pPr>
            <w:r w:rsidRPr="003F78F8">
              <w:rPr>
                <w:lang w:val="en-GB"/>
              </w:rPr>
              <w:t>Post</w:t>
            </w:r>
            <w:r w:rsidR="00210C2B" w:rsidRPr="003F78F8">
              <w:rPr>
                <w:lang w:val="en-GB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88F8B5" w14:textId="77777777" w:rsidR="00210C2B" w:rsidRPr="003F78F8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44BA24ED" w14:textId="77777777" w:rsidR="00210C2B" w:rsidRPr="003F78F8" w:rsidRDefault="00210C2B" w:rsidP="00721388">
            <w:pPr>
              <w:ind w:left="-814" w:firstLine="744"/>
              <w:rPr>
                <w:lang w:val="en-GB"/>
              </w:rPr>
            </w:pPr>
            <w:r w:rsidRPr="003F78F8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3F78F8">
              <w:rPr>
                <w:lang w:val="en-GB"/>
              </w:rPr>
              <w:instrText xml:space="preserve"> FORMTEXT </w:instrText>
            </w:r>
            <w:r w:rsidRPr="003F78F8">
              <w:rPr>
                <w:lang w:val="en-GB"/>
              </w:rPr>
            </w:r>
            <w:r w:rsidRPr="003F78F8">
              <w:rPr>
                <w:lang w:val="en-GB"/>
              </w:rPr>
              <w:fldChar w:fldCharType="separate"/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lang w:val="en-GB"/>
              </w:rPr>
              <w:fldChar w:fldCharType="end"/>
            </w:r>
          </w:p>
        </w:tc>
      </w:tr>
    </w:tbl>
    <w:p w14:paraId="664B2CE1" w14:textId="77777777" w:rsidR="003F52AC" w:rsidRPr="003F78F8" w:rsidRDefault="003F52AC" w:rsidP="006624EC">
      <w:pPr>
        <w:rPr>
          <w:sz w:val="2"/>
          <w:lang w:val="en-GB"/>
        </w:rPr>
      </w:pPr>
    </w:p>
    <w:sectPr w:rsidR="003F52AC" w:rsidRPr="003F78F8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938E3" w14:textId="77777777" w:rsidR="00A9102E" w:rsidRDefault="00A9102E">
      <w:r>
        <w:separator/>
      </w:r>
    </w:p>
  </w:endnote>
  <w:endnote w:type="continuationSeparator" w:id="0">
    <w:p w14:paraId="6FADA3D5" w14:textId="77777777" w:rsidR="00A9102E" w:rsidRDefault="00A9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737E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C709A">
      <w:rPr>
        <w:b/>
      </w:rPr>
      <w:t>OA4</w:t>
    </w:r>
    <w:r w:rsidR="000F4DB1">
      <w:rPr>
        <w:b/>
      </w:rPr>
      <w:t>/2</w:t>
    </w:r>
    <w:r w:rsidRPr="00997854">
      <w:rPr>
        <w:b/>
      </w:rPr>
      <w:t xml:space="preserve"> </w:t>
    </w:r>
    <w:r w:rsidR="00AD485A">
      <w:rPr>
        <w:b/>
      </w:rPr>
      <w:t>[A]</w:t>
    </w:r>
  </w:p>
  <w:p w14:paraId="5C746A7C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3F78F8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3F78F8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3F78F8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416ED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D77458">
      <w:rPr>
        <w:b/>
      </w:rPr>
      <w:t>OA4</w:t>
    </w:r>
    <w:r>
      <w:rPr>
        <w:b/>
      </w:rPr>
      <w:t>/2</w:t>
    </w:r>
    <w:r w:rsidR="0050269A">
      <w:rPr>
        <w:b/>
      </w:rPr>
      <w:t xml:space="preserve"> [A]</w:t>
    </w:r>
  </w:p>
  <w:p w14:paraId="06806E5F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3F78F8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99468E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99468E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562CE" w14:textId="77777777" w:rsidR="00A9102E" w:rsidRDefault="00A9102E">
      <w:r>
        <w:separator/>
      </w:r>
    </w:p>
  </w:footnote>
  <w:footnote w:type="continuationSeparator" w:id="0">
    <w:p w14:paraId="001CA37B" w14:textId="77777777" w:rsidR="00A9102E" w:rsidRDefault="00A91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D25A" w14:textId="77777777" w:rsidR="003F52AC" w:rsidRPr="00883F03" w:rsidRDefault="006F4B1F">
    <w:pPr>
      <w:pStyle w:val="Hlavika"/>
      <w:rPr>
        <w:b/>
        <w:sz w:val="32"/>
      </w:rPr>
    </w:pPr>
    <w:r>
      <w:rPr>
        <w:b/>
        <w:sz w:val="32"/>
      </w:rPr>
      <w:t xml:space="preserve">Annex </w:t>
    </w:r>
    <w:r w:rsidR="00D77458" w:rsidRPr="00D67855">
      <w:rPr>
        <w:b/>
        <w:sz w:val="32"/>
      </w:rPr>
      <w:t>OA</w:t>
    </w:r>
    <w:r w:rsidR="00D77458">
      <w:rPr>
        <w:b/>
        <w:sz w:val="32"/>
      </w:rPr>
      <w:t>4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 w:rsidR="00883F03" w:rsidRPr="00883F03">
      <w:rPr>
        <w:b/>
        <w:sz w:val="32"/>
      </w:rPr>
      <w:t>Proficiency Testing Provider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5Oa1bWp9zBNr8NqBBaplEobNpM=" w:salt="HTYrn5rExhUOxcyoCI8XCw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58C4"/>
    <w:rsid w:val="00022F13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52719"/>
    <w:rsid w:val="00357FF8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3F78F8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C709A"/>
    <w:rsid w:val="004D6015"/>
    <w:rsid w:val="004D70A8"/>
    <w:rsid w:val="004E0032"/>
    <w:rsid w:val="004E293A"/>
    <w:rsid w:val="004E4D7D"/>
    <w:rsid w:val="005014EE"/>
    <w:rsid w:val="0050269A"/>
    <w:rsid w:val="005028FC"/>
    <w:rsid w:val="005443ED"/>
    <w:rsid w:val="005465BA"/>
    <w:rsid w:val="005478E6"/>
    <w:rsid w:val="0056182B"/>
    <w:rsid w:val="00572434"/>
    <w:rsid w:val="005949F4"/>
    <w:rsid w:val="00596806"/>
    <w:rsid w:val="005A6CB2"/>
    <w:rsid w:val="005C36DC"/>
    <w:rsid w:val="005D24F2"/>
    <w:rsid w:val="005E2E4B"/>
    <w:rsid w:val="005E4DAC"/>
    <w:rsid w:val="00632C1E"/>
    <w:rsid w:val="0064731C"/>
    <w:rsid w:val="00651F67"/>
    <w:rsid w:val="006533EE"/>
    <w:rsid w:val="0065582B"/>
    <w:rsid w:val="0065724A"/>
    <w:rsid w:val="006624EC"/>
    <w:rsid w:val="00673CB1"/>
    <w:rsid w:val="0068361A"/>
    <w:rsid w:val="00692821"/>
    <w:rsid w:val="006A041C"/>
    <w:rsid w:val="006B5C68"/>
    <w:rsid w:val="006C345E"/>
    <w:rsid w:val="006C672E"/>
    <w:rsid w:val="006D149D"/>
    <w:rsid w:val="006D3999"/>
    <w:rsid w:val="006D6544"/>
    <w:rsid w:val="006F4B1F"/>
    <w:rsid w:val="006F4FF9"/>
    <w:rsid w:val="00701D40"/>
    <w:rsid w:val="00710B1E"/>
    <w:rsid w:val="00710F97"/>
    <w:rsid w:val="00713232"/>
    <w:rsid w:val="0071422C"/>
    <w:rsid w:val="00721388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83F03"/>
    <w:rsid w:val="008922D6"/>
    <w:rsid w:val="00895A20"/>
    <w:rsid w:val="008976D8"/>
    <w:rsid w:val="008A6F68"/>
    <w:rsid w:val="008B122F"/>
    <w:rsid w:val="008B2C1D"/>
    <w:rsid w:val="008B68BA"/>
    <w:rsid w:val="008B6CE6"/>
    <w:rsid w:val="008C08C0"/>
    <w:rsid w:val="008E48BF"/>
    <w:rsid w:val="009008F4"/>
    <w:rsid w:val="00917E98"/>
    <w:rsid w:val="00934291"/>
    <w:rsid w:val="00940CA5"/>
    <w:rsid w:val="009552CA"/>
    <w:rsid w:val="0096764E"/>
    <w:rsid w:val="0099468E"/>
    <w:rsid w:val="00997854"/>
    <w:rsid w:val="009A54B3"/>
    <w:rsid w:val="009B2118"/>
    <w:rsid w:val="009C153C"/>
    <w:rsid w:val="009C1843"/>
    <w:rsid w:val="009C7533"/>
    <w:rsid w:val="009E15F5"/>
    <w:rsid w:val="009E5CCA"/>
    <w:rsid w:val="009E6EDA"/>
    <w:rsid w:val="00A00074"/>
    <w:rsid w:val="00A02DE1"/>
    <w:rsid w:val="00A04162"/>
    <w:rsid w:val="00A27F61"/>
    <w:rsid w:val="00A47763"/>
    <w:rsid w:val="00A72660"/>
    <w:rsid w:val="00A74DA2"/>
    <w:rsid w:val="00A84D4B"/>
    <w:rsid w:val="00A9102E"/>
    <w:rsid w:val="00AA77AC"/>
    <w:rsid w:val="00AB5DE6"/>
    <w:rsid w:val="00AC6194"/>
    <w:rsid w:val="00AD1065"/>
    <w:rsid w:val="00AD1F3B"/>
    <w:rsid w:val="00AD485A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252EE"/>
    <w:rsid w:val="00B30964"/>
    <w:rsid w:val="00B409AB"/>
    <w:rsid w:val="00B53B01"/>
    <w:rsid w:val="00B86103"/>
    <w:rsid w:val="00B92EA0"/>
    <w:rsid w:val="00B9358D"/>
    <w:rsid w:val="00BA06FA"/>
    <w:rsid w:val="00BB1F23"/>
    <w:rsid w:val="00BC1F6F"/>
    <w:rsid w:val="00BC2377"/>
    <w:rsid w:val="00BC6D48"/>
    <w:rsid w:val="00C14B8F"/>
    <w:rsid w:val="00C33FDF"/>
    <w:rsid w:val="00C35627"/>
    <w:rsid w:val="00C4374D"/>
    <w:rsid w:val="00C564DE"/>
    <w:rsid w:val="00C568AF"/>
    <w:rsid w:val="00C721E4"/>
    <w:rsid w:val="00C94235"/>
    <w:rsid w:val="00CA3A69"/>
    <w:rsid w:val="00CA720F"/>
    <w:rsid w:val="00CB734E"/>
    <w:rsid w:val="00CC0581"/>
    <w:rsid w:val="00CE7A53"/>
    <w:rsid w:val="00CF3B29"/>
    <w:rsid w:val="00CF6AA7"/>
    <w:rsid w:val="00D10648"/>
    <w:rsid w:val="00D42A04"/>
    <w:rsid w:val="00D4676B"/>
    <w:rsid w:val="00D471E6"/>
    <w:rsid w:val="00D67855"/>
    <w:rsid w:val="00D77458"/>
    <w:rsid w:val="00D818D3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832AF"/>
  <w15:docId w15:val="{25834D32-EA52-406E-88B5-8C1AEE2A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F0E0-1424-4EEE-84C4-67CCC9DE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2022-01-10T16:52:00Z</dcterms:created>
  <dcterms:modified xsi:type="dcterms:W3CDTF">2022-01-10T16:52:00Z</dcterms:modified>
</cp:coreProperties>
</file>