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6E3BD" w14:textId="77777777" w:rsidR="00C51995" w:rsidRPr="007E09E0" w:rsidRDefault="00C51995">
      <w:pPr>
        <w:pStyle w:val="Pta"/>
        <w:tabs>
          <w:tab w:val="clear" w:pos="4153"/>
          <w:tab w:val="clear" w:pos="8306"/>
        </w:tabs>
        <w:rPr>
          <w:sz w:val="4"/>
        </w:rPr>
      </w:pPr>
    </w:p>
    <w:p w14:paraId="5DDBD254" w14:textId="77777777" w:rsidR="00C51995" w:rsidRPr="008B4795" w:rsidRDefault="00C51995">
      <w:pPr>
        <w:pStyle w:val="Pta"/>
        <w:tabs>
          <w:tab w:val="clear" w:pos="4153"/>
          <w:tab w:val="clear" w:pos="8306"/>
        </w:tabs>
        <w:rPr>
          <w:sz w:val="16"/>
        </w:rPr>
      </w:pPr>
    </w:p>
    <w:p w14:paraId="5520C658" w14:textId="77777777" w:rsidR="00991FB9" w:rsidRDefault="00991FB9" w:rsidP="007E09E0">
      <w:pPr>
        <w:jc w:val="both"/>
        <w:rPr>
          <w:i/>
          <w:sz w:val="20"/>
        </w:rPr>
      </w:pPr>
    </w:p>
    <w:p w14:paraId="6565F209" w14:textId="77777777" w:rsidR="00991FB9" w:rsidRDefault="00991FB9" w:rsidP="007E09E0">
      <w:pPr>
        <w:jc w:val="both"/>
        <w:rPr>
          <w:i/>
          <w:sz w:val="20"/>
        </w:rPr>
      </w:pPr>
    </w:p>
    <w:p w14:paraId="13033BD5" w14:textId="77777777" w:rsidR="00991FB9" w:rsidRPr="003768EA" w:rsidRDefault="00991FB9" w:rsidP="003768EA">
      <w:pPr>
        <w:jc w:val="center"/>
        <w:rPr>
          <w:b/>
          <w:caps/>
          <w:sz w:val="32"/>
          <w:szCs w:val="28"/>
        </w:rPr>
      </w:pPr>
      <w:r w:rsidRPr="003768EA">
        <w:rPr>
          <w:b/>
          <w:caps/>
          <w:sz w:val="32"/>
          <w:szCs w:val="28"/>
        </w:rPr>
        <w:t>Špecifikácia činností</w:t>
      </w:r>
    </w:p>
    <w:p w14:paraId="7E1B17D1" w14:textId="77777777" w:rsidR="00991FB9" w:rsidRPr="0024047A" w:rsidRDefault="00991FB9" w:rsidP="00991FB9">
      <w:pPr>
        <w:pStyle w:val="Podtitul"/>
        <w:tabs>
          <w:tab w:val="left" w:pos="2410"/>
        </w:tabs>
        <w:jc w:val="left"/>
        <w:rPr>
          <w:rFonts w:ascii="Times New Roman" w:hAnsi="Times New Roman"/>
          <w:b w:val="0"/>
        </w:rPr>
      </w:pPr>
    </w:p>
    <w:p w14:paraId="706DAB07" w14:textId="77777777" w:rsidR="00991FB9" w:rsidRPr="000D73C5" w:rsidRDefault="00991FB9" w:rsidP="00991FB9">
      <w:pPr>
        <w:pStyle w:val="Podtitul"/>
        <w:tabs>
          <w:tab w:val="left" w:pos="2410"/>
        </w:tabs>
        <w:jc w:val="left"/>
        <w:rPr>
          <w:rFonts w:ascii="Times New Roman" w:hAnsi="Times New Roman"/>
          <w:b w:val="0"/>
          <w:bCs w:val="0"/>
          <w:sz w:val="24"/>
        </w:rPr>
      </w:pPr>
      <w:r w:rsidRPr="000D73C5">
        <w:rPr>
          <w:rFonts w:ascii="Times New Roman" w:hAnsi="Times New Roman"/>
          <w:b w:val="0"/>
          <w:bCs w:val="0"/>
          <w:sz w:val="24"/>
        </w:rPr>
        <w:t>Žiadateľ:</w:t>
      </w:r>
      <w:r w:rsidRPr="000D73C5">
        <w:rPr>
          <w:rFonts w:ascii="Times New Roman" w:hAnsi="Times New Roman"/>
          <w:b w:val="0"/>
          <w:bCs w:val="0"/>
          <w:sz w:val="24"/>
        </w:rPr>
        <w:tab/>
      </w:r>
      <w:r w:rsidRPr="003768EA">
        <w:rPr>
          <w:rFonts w:ascii="Times New Roman" w:hAnsi="Times New Roman"/>
          <w:sz w:val="24"/>
        </w:rPr>
        <w:t xml:space="preserve">Názov </w:t>
      </w:r>
    </w:p>
    <w:p w14:paraId="3A47205B" w14:textId="77777777" w:rsidR="00991FB9" w:rsidRPr="000D73C5" w:rsidRDefault="00991FB9" w:rsidP="00991FB9">
      <w:pPr>
        <w:pStyle w:val="Podtitul"/>
        <w:tabs>
          <w:tab w:val="left" w:pos="2410"/>
        </w:tabs>
        <w:jc w:val="left"/>
        <w:rPr>
          <w:rFonts w:ascii="Times New Roman" w:hAnsi="Times New Roman"/>
          <w:b w:val="0"/>
          <w:bCs w:val="0"/>
          <w:sz w:val="24"/>
        </w:rPr>
      </w:pPr>
      <w:r w:rsidRPr="000D73C5">
        <w:rPr>
          <w:rFonts w:ascii="Times New Roman" w:hAnsi="Times New Roman"/>
          <w:b w:val="0"/>
          <w:bCs w:val="0"/>
          <w:sz w:val="24"/>
        </w:rPr>
        <w:tab/>
        <w:t>Adresa, PSČ, Sídlo, IČO</w:t>
      </w:r>
    </w:p>
    <w:p w14:paraId="55B123CA" w14:textId="77777777" w:rsidR="00991FB9" w:rsidRPr="000D73C5" w:rsidRDefault="00991FB9" w:rsidP="00991FB9">
      <w:pPr>
        <w:pStyle w:val="Podtitul"/>
        <w:tabs>
          <w:tab w:val="left" w:pos="2410"/>
        </w:tabs>
        <w:jc w:val="left"/>
        <w:rPr>
          <w:rFonts w:ascii="Times New Roman" w:hAnsi="Times New Roman"/>
          <w:b w:val="0"/>
          <w:bCs w:val="0"/>
          <w:sz w:val="24"/>
        </w:rPr>
      </w:pPr>
      <w:r w:rsidRPr="000D73C5">
        <w:rPr>
          <w:rFonts w:ascii="Times New Roman" w:hAnsi="Times New Roman"/>
          <w:b w:val="0"/>
          <w:bCs w:val="0"/>
          <w:sz w:val="24"/>
        </w:rPr>
        <w:tab/>
      </w:r>
      <w:r w:rsidRPr="003768EA">
        <w:rPr>
          <w:rFonts w:ascii="Times New Roman" w:hAnsi="Times New Roman"/>
          <w:sz w:val="24"/>
        </w:rPr>
        <w:t>Názov pracoviska1</w:t>
      </w:r>
      <w:r w:rsidRPr="000D73C5">
        <w:rPr>
          <w:rFonts w:ascii="Times New Roman" w:hAnsi="Times New Roman"/>
          <w:b w:val="0"/>
          <w:bCs w:val="0"/>
          <w:sz w:val="24"/>
        </w:rPr>
        <w:t>, Adresa, PSČ, Sídlo</w:t>
      </w:r>
    </w:p>
    <w:p w14:paraId="07B6E955" w14:textId="77777777" w:rsidR="00991FB9" w:rsidRPr="000D73C5" w:rsidRDefault="00991FB9" w:rsidP="00991FB9">
      <w:pPr>
        <w:pStyle w:val="Podtitul"/>
        <w:tabs>
          <w:tab w:val="left" w:pos="2410"/>
        </w:tabs>
        <w:jc w:val="left"/>
        <w:rPr>
          <w:rFonts w:ascii="Times New Roman" w:hAnsi="Times New Roman"/>
          <w:b w:val="0"/>
          <w:bCs w:val="0"/>
          <w:sz w:val="24"/>
        </w:rPr>
      </w:pPr>
      <w:r w:rsidRPr="000D73C5">
        <w:rPr>
          <w:rFonts w:ascii="Times New Roman" w:hAnsi="Times New Roman"/>
          <w:b w:val="0"/>
          <w:bCs w:val="0"/>
          <w:sz w:val="24"/>
        </w:rPr>
        <w:tab/>
      </w:r>
      <w:r w:rsidRPr="003768EA">
        <w:rPr>
          <w:rFonts w:ascii="Times New Roman" w:hAnsi="Times New Roman"/>
          <w:sz w:val="24"/>
        </w:rPr>
        <w:t>Názov pracoviska2</w:t>
      </w:r>
      <w:r w:rsidRPr="000D73C5">
        <w:rPr>
          <w:rFonts w:ascii="Times New Roman" w:hAnsi="Times New Roman"/>
          <w:b w:val="0"/>
          <w:bCs w:val="0"/>
          <w:sz w:val="24"/>
        </w:rPr>
        <w:t>, Adresa, PSČ, Sídlo</w:t>
      </w:r>
    </w:p>
    <w:p w14:paraId="0F221967" w14:textId="77777777" w:rsidR="00991FB9" w:rsidRDefault="00991FB9" w:rsidP="007E09E0">
      <w:pPr>
        <w:jc w:val="both"/>
        <w:rPr>
          <w:i/>
          <w:sz w:val="20"/>
        </w:rPr>
      </w:pPr>
    </w:p>
    <w:p w14:paraId="2A354EC0" w14:textId="77777777" w:rsidR="00C51995" w:rsidRPr="009023F4" w:rsidRDefault="00C51995">
      <w:pPr>
        <w:rPr>
          <w:rFonts w:ascii="Arial" w:hAnsi="Arial"/>
          <w:sz w:val="20"/>
        </w:rPr>
      </w:pPr>
    </w:p>
    <w:p w14:paraId="5A1AD66B" w14:textId="77777777" w:rsidR="00CF1D48" w:rsidRDefault="00CF1D48" w:rsidP="00991FB9">
      <w:pPr>
        <w:pStyle w:val="Podtitul"/>
        <w:jc w:val="left"/>
        <w:rPr>
          <w:rFonts w:ascii="Times New Roman" w:hAnsi="Times New Roman"/>
        </w:rPr>
        <w:sectPr w:rsidR="00CF1D48" w:rsidSect="00D32E77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52A0A953" w14:textId="77777777" w:rsidR="00991FB9" w:rsidRDefault="00991FB9" w:rsidP="00991FB9">
      <w:pPr>
        <w:pStyle w:val="Podtitul"/>
        <w:jc w:val="left"/>
        <w:rPr>
          <w:rFonts w:ascii="Times New Roman" w:hAnsi="Times New Roman"/>
        </w:rPr>
      </w:pPr>
    </w:p>
    <w:p w14:paraId="788CC8EA" w14:textId="77777777" w:rsidR="00991FB9" w:rsidRPr="000D73C5" w:rsidRDefault="00991FB9" w:rsidP="00991FB9">
      <w:pPr>
        <w:pStyle w:val="Podtitul"/>
        <w:jc w:val="left"/>
        <w:rPr>
          <w:rFonts w:ascii="Times New Roman" w:hAnsi="Times New Roman" w:cs="Times New Roman"/>
          <w:b w:val="0"/>
          <w:bCs w:val="0"/>
          <w:i/>
          <w:sz w:val="24"/>
        </w:rPr>
      </w:pPr>
      <w:r w:rsidRPr="000D73C5">
        <w:rPr>
          <w:rFonts w:ascii="Times New Roman" w:hAnsi="Times New Roman" w:cs="Times New Roman"/>
          <w:b w:val="0"/>
          <w:bCs w:val="0"/>
          <w:sz w:val="24"/>
        </w:rPr>
        <w:t>Číslo osvedčenia</w:t>
      </w:r>
      <w:r w:rsidRPr="000D73C5">
        <w:rPr>
          <w:rFonts w:ascii="Times New Roman" w:hAnsi="Times New Roman" w:cs="Times New Roman"/>
          <w:b w:val="0"/>
          <w:bCs w:val="0"/>
          <w:sz w:val="24"/>
          <w:vertAlign w:val="superscript"/>
        </w:rPr>
        <w:t>*)</w:t>
      </w:r>
      <w:r w:rsidRPr="000D73C5">
        <w:rPr>
          <w:rFonts w:ascii="Times New Roman" w:hAnsi="Times New Roman" w:cs="Times New Roman"/>
          <w:b w:val="0"/>
          <w:bCs w:val="0"/>
          <w:sz w:val="24"/>
        </w:rPr>
        <w:t xml:space="preserve"> o akreditácii: </w:t>
      </w:r>
      <w:r w:rsidRPr="000D73C5">
        <w:rPr>
          <w:rFonts w:ascii="Times New Roman" w:hAnsi="Times New Roman" w:cs="Times New Roman"/>
          <w:b w:val="0"/>
          <w:bCs w:val="0"/>
          <w:sz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D73C5">
        <w:rPr>
          <w:rFonts w:ascii="Times New Roman" w:hAnsi="Times New Roman" w:cs="Times New Roman"/>
          <w:b w:val="0"/>
          <w:bCs w:val="0"/>
          <w:sz w:val="24"/>
        </w:rPr>
        <w:instrText xml:space="preserve"> FORMTEXT </w:instrText>
      </w:r>
      <w:r w:rsidRPr="000D73C5">
        <w:rPr>
          <w:rFonts w:ascii="Times New Roman" w:hAnsi="Times New Roman" w:cs="Times New Roman"/>
          <w:b w:val="0"/>
          <w:bCs w:val="0"/>
          <w:sz w:val="24"/>
        </w:rPr>
      </w:r>
      <w:r w:rsidRPr="000D73C5">
        <w:rPr>
          <w:rFonts w:ascii="Times New Roman" w:hAnsi="Times New Roman" w:cs="Times New Roman"/>
          <w:b w:val="0"/>
          <w:bCs w:val="0"/>
          <w:sz w:val="24"/>
        </w:rPr>
        <w:fldChar w:fldCharType="separate"/>
      </w:r>
      <w:r w:rsidRPr="000D73C5">
        <w:rPr>
          <w:rFonts w:ascii="Times New Roman" w:hAnsi="Times New Roman" w:cs="Times New Roman"/>
          <w:b w:val="0"/>
          <w:bCs w:val="0"/>
          <w:noProof/>
          <w:sz w:val="24"/>
        </w:rPr>
        <w:t> </w:t>
      </w:r>
      <w:r w:rsidRPr="000D73C5">
        <w:rPr>
          <w:rFonts w:ascii="Times New Roman" w:hAnsi="Times New Roman" w:cs="Times New Roman"/>
          <w:b w:val="0"/>
          <w:bCs w:val="0"/>
          <w:noProof/>
          <w:sz w:val="24"/>
        </w:rPr>
        <w:t> </w:t>
      </w:r>
      <w:r w:rsidRPr="000D73C5">
        <w:rPr>
          <w:rFonts w:ascii="Times New Roman" w:hAnsi="Times New Roman" w:cs="Times New Roman"/>
          <w:b w:val="0"/>
          <w:bCs w:val="0"/>
          <w:noProof/>
          <w:sz w:val="24"/>
        </w:rPr>
        <w:t> </w:t>
      </w:r>
      <w:r w:rsidRPr="000D73C5">
        <w:rPr>
          <w:rFonts w:ascii="Times New Roman" w:hAnsi="Times New Roman" w:cs="Times New Roman"/>
          <w:b w:val="0"/>
          <w:bCs w:val="0"/>
          <w:noProof/>
          <w:sz w:val="24"/>
        </w:rPr>
        <w:t> </w:t>
      </w:r>
      <w:r w:rsidRPr="000D73C5">
        <w:rPr>
          <w:rFonts w:ascii="Times New Roman" w:hAnsi="Times New Roman" w:cs="Times New Roman"/>
          <w:b w:val="0"/>
          <w:bCs w:val="0"/>
          <w:noProof/>
          <w:sz w:val="24"/>
        </w:rPr>
        <w:t> </w:t>
      </w:r>
      <w:r w:rsidRPr="000D73C5">
        <w:rPr>
          <w:rFonts w:ascii="Times New Roman" w:hAnsi="Times New Roman" w:cs="Times New Roman"/>
          <w:b w:val="0"/>
          <w:bCs w:val="0"/>
          <w:sz w:val="24"/>
        </w:rPr>
        <w:fldChar w:fldCharType="end"/>
      </w:r>
      <w:r w:rsidRPr="000D73C5">
        <w:rPr>
          <w:rFonts w:ascii="Times New Roman" w:hAnsi="Times New Roman" w:cs="Times New Roman"/>
          <w:b w:val="0"/>
          <w:bCs w:val="0"/>
          <w:i/>
          <w:sz w:val="24"/>
          <w:vertAlign w:val="superscript"/>
        </w:rPr>
        <w:t xml:space="preserve">*) </w:t>
      </w:r>
      <w:r w:rsidRPr="000D73C5">
        <w:rPr>
          <w:rFonts w:ascii="Times New Roman" w:hAnsi="Times New Roman" w:cs="Times New Roman"/>
          <w:b w:val="0"/>
          <w:bCs w:val="0"/>
          <w:i/>
          <w:sz w:val="24"/>
        </w:rPr>
        <w:t>uviesť iba v prípade žiadosti o reakreditáciu alebo rozšírenia akreditácie</w:t>
      </w:r>
    </w:p>
    <w:p w14:paraId="6A289679" w14:textId="277977A9" w:rsidR="00991FB9" w:rsidRDefault="00991FB9" w:rsidP="00991FB9">
      <w:pPr>
        <w:pStyle w:val="Podtitul"/>
        <w:jc w:val="left"/>
        <w:rPr>
          <w:rFonts w:asciiTheme="majorHAnsi" w:hAnsiTheme="majorHAnsi"/>
          <w:b w:val="0"/>
          <w:bCs w:val="0"/>
          <w:sz w:val="28"/>
          <w:szCs w:val="28"/>
        </w:rPr>
      </w:pPr>
    </w:p>
    <w:p w14:paraId="15D04380" w14:textId="77777777" w:rsidR="003768EA" w:rsidRPr="003768EA" w:rsidRDefault="003768EA" w:rsidP="003768EA">
      <w:pPr>
        <w:pStyle w:val="Podtitul"/>
        <w:jc w:val="left"/>
        <w:rPr>
          <w:bCs w:val="0"/>
          <w:sz w:val="28"/>
          <w:szCs w:val="28"/>
          <w:lang w:eastAsia="sk-SK"/>
        </w:rPr>
      </w:pPr>
      <w:r w:rsidRPr="003768EA">
        <w:rPr>
          <w:bCs w:val="0"/>
          <w:sz w:val="28"/>
          <w:szCs w:val="28"/>
          <w:lang w:eastAsia="sk-SK"/>
        </w:rPr>
        <w:t>Špecifikácia činností organizátora skúšok spôsobilosti, o akreditáciu ktorých žiada</w:t>
      </w:r>
      <w:r w:rsidRPr="003768EA">
        <w:rPr>
          <w:sz w:val="28"/>
          <w:szCs w:val="28"/>
        </w:rPr>
        <w:t>:</w:t>
      </w:r>
    </w:p>
    <w:p w14:paraId="02A18FD9" w14:textId="77777777" w:rsidR="000F64F9" w:rsidRPr="000F64F9" w:rsidRDefault="000F64F9" w:rsidP="000D73C5">
      <w:pPr>
        <w:pStyle w:val="Podtitul"/>
        <w:jc w:val="left"/>
        <w:rPr>
          <w:rFonts w:ascii="Times New Roman" w:hAnsi="Times New Roman" w:cs="Times New Roman"/>
          <w:bCs w:val="0"/>
          <w:sz w:val="28"/>
          <w:szCs w:val="28"/>
          <w:lang w:eastAsia="sk-SK"/>
        </w:rPr>
      </w:pPr>
    </w:p>
    <w:tbl>
      <w:tblPr>
        <w:tblW w:w="652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1"/>
        <w:gridCol w:w="2023"/>
        <w:gridCol w:w="2976"/>
      </w:tblGrid>
      <w:tr w:rsidR="00D92EAA" w:rsidRPr="00140508" w14:paraId="347DF02E" w14:textId="77777777" w:rsidTr="000F64F9"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AF6C5B" w14:textId="21F4C6D9" w:rsidR="00D92EAA" w:rsidRPr="00140508" w:rsidRDefault="00D92EAA" w:rsidP="00E760DE">
            <w:pPr>
              <w:rPr>
                <w:b/>
                <w:bCs/>
                <w:sz w:val="16"/>
              </w:rPr>
            </w:pPr>
            <w:bookmarkStart w:id="0" w:name="_Hlk72759762"/>
            <w:r>
              <w:rPr>
                <w:b/>
                <w:bCs/>
              </w:rPr>
              <w:t>Organizátor skúšok spôsobilosti</w:t>
            </w:r>
            <w:r w:rsidRPr="00140508">
              <w:rPr>
                <w:b/>
                <w:bCs/>
              </w:rPr>
              <w:t>: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DCBB25" w14:textId="7065FDD5" w:rsidR="00D92EAA" w:rsidRPr="00343D0C" w:rsidRDefault="00323E78" w:rsidP="00E760DE">
            <w:pPr>
              <w:jc w:val="center"/>
              <w:rPr>
                <w:b/>
                <w:bCs/>
                <w:sz w:val="20"/>
              </w:rPr>
            </w:pPr>
            <w:r>
              <w:rPr>
                <w:sz w:val="23"/>
                <w:szCs w:val="23"/>
              </w:rPr>
              <w:t>m</w:t>
            </w:r>
            <w:r w:rsidR="00E01322">
              <w:rPr>
                <w:sz w:val="23"/>
                <w:szCs w:val="23"/>
              </w:rPr>
              <w:t xml:space="preserve">á laboratórium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99D5F5" w14:textId="77777777" w:rsidR="00E01322" w:rsidRDefault="00E01322" w:rsidP="00E01322">
            <w:pPr>
              <w:pStyle w:val="Default"/>
            </w:pPr>
          </w:p>
          <w:p w14:paraId="69B1D944" w14:textId="04DF2721" w:rsidR="00E01322" w:rsidRDefault="00E01322" w:rsidP="00E013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si zabezpečuje laboratórne služby subdodávateľsky </w:t>
            </w:r>
          </w:p>
          <w:p w14:paraId="1A045D59" w14:textId="17064B0F" w:rsidR="00D92EAA" w:rsidRPr="00343D0C" w:rsidRDefault="00D92EAA" w:rsidP="00E760DE">
            <w:pPr>
              <w:jc w:val="center"/>
              <w:rPr>
                <w:b/>
                <w:bCs/>
                <w:sz w:val="20"/>
              </w:rPr>
            </w:pPr>
          </w:p>
        </w:tc>
      </w:tr>
      <w:tr w:rsidR="00D92EAA" w:rsidRPr="00140508" w14:paraId="6A887B57" w14:textId="77777777" w:rsidTr="000F64F9">
        <w:trPr>
          <w:trHeight w:hRule="exact" w:val="381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EE2C" w14:textId="77777777" w:rsidR="00D92EAA" w:rsidRPr="00140508" w:rsidRDefault="00D92EAA" w:rsidP="00E760DE">
            <w:pPr>
              <w:rPr>
                <w:b/>
              </w:rPr>
            </w:pP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5098B" w14:textId="77777777" w:rsidR="00D92EAA" w:rsidRPr="00140508" w:rsidRDefault="00D92EAA" w:rsidP="00E760DE">
            <w:pPr>
              <w:jc w:val="center"/>
              <w:rPr>
                <w:b/>
              </w:rPr>
            </w:pPr>
            <w:r w:rsidRPr="00140508"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0508">
              <w:instrText xml:space="preserve"> FORMCHECKBOX </w:instrText>
            </w:r>
            <w:r w:rsidR="00BE1382">
              <w:fldChar w:fldCharType="separate"/>
            </w:r>
            <w:r w:rsidRPr="00140508">
              <w:fldChar w:fldCharType="end"/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E121" w14:textId="77777777" w:rsidR="00D92EAA" w:rsidRPr="00140508" w:rsidRDefault="00D92EAA" w:rsidP="00E760DE">
            <w:pPr>
              <w:jc w:val="center"/>
            </w:pPr>
            <w:r w:rsidRPr="00140508"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0508">
              <w:instrText xml:space="preserve"> FORMCHECKBOX </w:instrText>
            </w:r>
            <w:r w:rsidR="00BE1382">
              <w:fldChar w:fldCharType="separate"/>
            </w:r>
            <w:r w:rsidRPr="00140508">
              <w:fldChar w:fldCharType="end"/>
            </w:r>
          </w:p>
        </w:tc>
      </w:tr>
      <w:bookmarkEnd w:id="0"/>
    </w:tbl>
    <w:p w14:paraId="31DBFE16" w14:textId="77777777" w:rsidR="00D92EAA" w:rsidRPr="000D73C5" w:rsidRDefault="00D92EAA" w:rsidP="000D73C5">
      <w:pPr>
        <w:pStyle w:val="Podtitul"/>
        <w:jc w:val="left"/>
        <w:rPr>
          <w:rFonts w:asciiTheme="majorHAnsi" w:hAnsiTheme="majorHAnsi"/>
          <w:b w:val="0"/>
          <w:bCs w:val="0"/>
          <w:sz w:val="28"/>
          <w:szCs w:val="28"/>
        </w:rPr>
      </w:pPr>
    </w:p>
    <w:p w14:paraId="7E3ED1BB" w14:textId="77777777" w:rsidR="00CF1D48" w:rsidRDefault="00CF1D48" w:rsidP="002134C1">
      <w:pPr>
        <w:pStyle w:val="Zarkazkladnhotextu"/>
        <w:rPr>
          <w:i w:val="0"/>
          <w:sz w:val="24"/>
        </w:rPr>
      </w:pPr>
    </w:p>
    <w:p w14:paraId="49BA73BD" w14:textId="476B6642" w:rsidR="000F64F9" w:rsidRDefault="000F64F9" w:rsidP="002134C1">
      <w:pPr>
        <w:pStyle w:val="Zarkazkladnhotextu"/>
        <w:rPr>
          <w:i w:val="0"/>
          <w:sz w:val="24"/>
        </w:rPr>
        <w:sectPr w:rsidR="000F64F9" w:rsidSect="00D32E77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14:paraId="10F6EBC9" w14:textId="77777777" w:rsidR="002134C1" w:rsidRPr="002134C1" w:rsidRDefault="002134C1" w:rsidP="002134C1">
      <w:pPr>
        <w:pStyle w:val="Zarkazkladnhotextu"/>
        <w:rPr>
          <w:i w:val="0"/>
          <w:sz w:val="24"/>
        </w:rPr>
      </w:pP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051"/>
        <w:gridCol w:w="2110"/>
        <w:gridCol w:w="2552"/>
        <w:gridCol w:w="1858"/>
        <w:gridCol w:w="1710"/>
      </w:tblGrid>
      <w:tr w:rsidR="00A15850" w:rsidRPr="008A1C61" w14:paraId="31736B35" w14:textId="77777777" w:rsidTr="00A15850">
        <w:trPr>
          <w:cantSplit/>
          <w:trHeight w:val="1072"/>
          <w:tblHeader/>
          <w:jc w:val="center"/>
        </w:trPr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1C69CE92" w14:textId="77777777" w:rsidR="00A15850" w:rsidRPr="008A1C61" w:rsidRDefault="00A15850" w:rsidP="00E760DE">
            <w:pPr>
              <w:ind w:left="113" w:right="113"/>
              <w:jc w:val="center"/>
              <w:rPr>
                <w:b/>
              </w:rPr>
            </w:pPr>
            <w:r w:rsidRPr="008A1C61">
              <w:rPr>
                <w:b/>
              </w:rPr>
              <w:t>Položka</w:t>
            </w:r>
          </w:p>
        </w:tc>
        <w:tc>
          <w:tcPr>
            <w:tcW w:w="1051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2267E13" w14:textId="77777777" w:rsidR="00A15850" w:rsidRPr="008A1C61" w:rsidRDefault="00A15850" w:rsidP="00E760DE">
            <w:pPr>
              <w:jc w:val="center"/>
              <w:rPr>
                <w:b/>
              </w:rPr>
            </w:pPr>
            <w:r w:rsidRPr="008A1C61">
              <w:rPr>
                <w:b/>
              </w:rPr>
              <w:t xml:space="preserve">Oblasť </w:t>
            </w:r>
          </w:p>
        </w:tc>
        <w:tc>
          <w:tcPr>
            <w:tcW w:w="2110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39BF59DF" w14:textId="77777777" w:rsidR="00A15850" w:rsidRPr="008A1C61" w:rsidRDefault="00A15850" w:rsidP="00E760DE">
            <w:pPr>
              <w:ind w:left="-367" w:firstLine="367"/>
              <w:jc w:val="center"/>
              <w:rPr>
                <w:b/>
              </w:rPr>
            </w:pPr>
            <w:r w:rsidRPr="008A1C61">
              <w:rPr>
                <w:b/>
              </w:rPr>
              <w:t>Predmet skúšky spôsobilosti</w:t>
            </w:r>
            <w:r w:rsidRPr="008A1C61" w:rsidDel="008D4178">
              <w:rPr>
                <w:b/>
              </w:rPr>
              <w:t xml:space="preserve"> </w:t>
            </w:r>
            <w:r w:rsidRPr="008A1C61">
              <w:rPr>
                <w:b/>
              </w:rPr>
              <w:t>/</w:t>
            </w:r>
          </w:p>
          <w:p w14:paraId="7CE797F9" w14:textId="77777777" w:rsidR="00A15850" w:rsidRPr="008A1C61" w:rsidRDefault="00A15850" w:rsidP="00E760DE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5BBE3519" w14:textId="77777777" w:rsidR="00A15850" w:rsidRPr="008A1C61" w:rsidRDefault="00A15850" w:rsidP="00E760DE">
            <w:pPr>
              <w:jc w:val="center"/>
              <w:rPr>
                <w:b/>
              </w:rPr>
            </w:pPr>
            <w:r w:rsidRPr="008A1C61">
              <w:rPr>
                <w:b/>
              </w:rPr>
              <w:t>Porovnávané vlastnosti</w:t>
            </w:r>
          </w:p>
          <w:p w14:paraId="2B07F3D9" w14:textId="77777777" w:rsidR="00A15850" w:rsidRPr="008A1C61" w:rsidRDefault="00A15850" w:rsidP="00E760DE">
            <w:pPr>
              <w:jc w:val="center"/>
              <w:rPr>
                <w:b/>
              </w:rPr>
            </w:pPr>
            <w:r w:rsidRPr="008A1C61">
              <w:rPr>
                <w:b/>
              </w:rPr>
              <w:t xml:space="preserve">(parametre, ukazovatele, </w:t>
            </w:r>
            <w:proofErr w:type="spellStart"/>
            <w:r w:rsidRPr="008A1C61">
              <w:rPr>
                <w:b/>
              </w:rPr>
              <w:t>analyty</w:t>
            </w:r>
            <w:proofErr w:type="spellEnd"/>
            <w:r w:rsidRPr="008A1C61">
              <w:rPr>
                <w:b/>
              </w:rPr>
              <w:t>)</w:t>
            </w:r>
          </w:p>
          <w:p w14:paraId="6B2297A8" w14:textId="77777777" w:rsidR="00A15850" w:rsidRPr="008A1C61" w:rsidRDefault="00A15850" w:rsidP="00E760DE">
            <w:pPr>
              <w:jc w:val="center"/>
              <w:rPr>
                <w:b/>
              </w:rPr>
            </w:pPr>
          </w:p>
          <w:p w14:paraId="29210158" w14:textId="77777777" w:rsidR="00A15850" w:rsidRPr="008A1C61" w:rsidRDefault="00A15850" w:rsidP="00E760DE">
            <w:pPr>
              <w:jc w:val="center"/>
              <w:rPr>
                <w:b/>
                <w:lang w:eastAsia="cs-CZ"/>
              </w:rPr>
            </w:pPr>
            <w:r w:rsidRPr="008A1C61">
              <w:rPr>
                <w:b/>
                <w:lang w:eastAsia="cs-CZ"/>
              </w:rPr>
              <w:t>rozsah porovnávaných</w:t>
            </w:r>
          </w:p>
          <w:p w14:paraId="723D4370" w14:textId="77777777" w:rsidR="00A15850" w:rsidRPr="008A1C61" w:rsidRDefault="00A15850" w:rsidP="00E760DE">
            <w:pPr>
              <w:jc w:val="center"/>
              <w:rPr>
                <w:b/>
              </w:rPr>
            </w:pPr>
            <w:r w:rsidRPr="008A1C61">
              <w:rPr>
                <w:b/>
              </w:rPr>
              <w:t>hodnôt</w:t>
            </w:r>
          </w:p>
          <w:p w14:paraId="335121EA" w14:textId="77777777" w:rsidR="00A15850" w:rsidRPr="008A1C61" w:rsidRDefault="00A15850" w:rsidP="00E760DE">
            <w:pPr>
              <w:jc w:val="center"/>
              <w:rPr>
                <w:b/>
              </w:rPr>
            </w:pPr>
          </w:p>
          <w:p w14:paraId="4A8EDC28" w14:textId="77777777" w:rsidR="00A15850" w:rsidRPr="008A1C61" w:rsidRDefault="00A15850" w:rsidP="00E760DE">
            <w:pPr>
              <w:jc w:val="center"/>
              <w:rPr>
                <w:b/>
              </w:rPr>
            </w:pPr>
            <w:r w:rsidRPr="008A1C61">
              <w:rPr>
                <w:b/>
              </w:rPr>
              <w:t>(</w:t>
            </w:r>
            <w:proofErr w:type="spellStart"/>
            <w:r w:rsidRPr="008A1C61">
              <w:rPr>
                <w:b/>
              </w:rPr>
              <w:t>informatívné</w:t>
            </w:r>
            <w:proofErr w:type="spellEnd"/>
            <w:r w:rsidRPr="008A1C61">
              <w:rPr>
                <w:b/>
              </w:rPr>
              <w:t xml:space="preserve"> údaje)</w:t>
            </w:r>
          </w:p>
        </w:tc>
        <w:tc>
          <w:tcPr>
            <w:tcW w:w="1858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</w:tcPr>
          <w:p w14:paraId="65A0D5AD" w14:textId="77777777" w:rsidR="00A15850" w:rsidRPr="008A1C61" w:rsidRDefault="00A15850" w:rsidP="00E760DE">
            <w:pPr>
              <w:rPr>
                <w:b/>
              </w:rPr>
            </w:pPr>
            <w:r>
              <w:rPr>
                <w:b/>
              </w:rPr>
              <w:t>Označenie programu skúšok spôsobilosti</w:t>
            </w:r>
          </w:p>
        </w:tc>
        <w:tc>
          <w:tcPr>
            <w:tcW w:w="17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6632444F" w14:textId="77777777" w:rsidR="00A15850" w:rsidRPr="008A1C61" w:rsidRDefault="00A15850" w:rsidP="00E760DE">
            <w:pPr>
              <w:rPr>
                <w:b/>
                <w:i/>
              </w:rPr>
            </w:pPr>
            <w:r w:rsidRPr="008A1C61">
              <w:rPr>
                <w:b/>
              </w:rPr>
              <w:t xml:space="preserve">Ostatné špecifikácie </w:t>
            </w:r>
          </w:p>
        </w:tc>
      </w:tr>
      <w:tr w:rsidR="00A15850" w:rsidRPr="008A1C61" w14:paraId="7BE12C6B" w14:textId="77777777" w:rsidTr="00A15850">
        <w:trPr>
          <w:cantSplit/>
          <w:trHeight w:val="284"/>
          <w:jc w:val="center"/>
        </w:trPr>
        <w:tc>
          <w:tcPr>
            <w:tcW w:w="49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33E4A84C" w14:textId="17DE2A21" w:rsidR="00A15850" w:rsidRPr="008A1C61" w:rsidRDefault="00A15850" w:rsidP="00E760DE">
            <w:pPr>
              <w:jc w:val="center"/>
            </w:pPr>
          </w:p>
        </w:tc>
        <w:tc>
          <w:tcPr>
            <w:tcW w:w="1051" w:type="dxa"/>
            <w:tcBorders>
              <w:top w:val="single" w:sz="4" w:space="0" w:color="auto"/>
            </w:tcBorders>
            <w:vAlign w:val="center"/>
          </w:tcPr>
          <w:p w14:paraId="66192F7E" w14:textId="26369AD2" w:rsidR="00A15850" w:rsidRPr="008A1C61" w:rsidRDefault="00A15850" w:rsidP="00E760DE">
            <w:pPr>
              <w:tabs>
                <w:tab w:val="center" w:pos="4536"/>
                <w:tab w:val="right" w:pos="9072"/>
              </w:tabs>
              <w:jc w:val="center"/>
              <w:rPr>
                <w:lang w:eastAsia="cs-CZ"/>
              </w:rPr>
            </w:pPr>
          </w:p>
        </w:tc>
        <w:tc>
          <w:tcPr>
            <w:tcW w:w="2110" w:type="dxa"/>
            <w:tcBorders>
              <w:top w:val="single" w:sz="4" w:space="0" w:color="auto"/>
            </w:tcBorders>
            <w:vAlign w:val="center"/>
          </w:tcPr>
          <w:p w14:paraId="6F3FE457" w14:textId="072B610B" w:rsidR="00A15850" w:rsidRPr="008A1C61" w:rsidRDefault="00A15850" w:rsidP="00E760DE">
            <w:pPr>
              <w:tabs>
                <w:tab w:val="center" w:pos="4536"/>
                <w:tab w:val="right" w:pos="9072"/>
              </w:tabs>
              <w:jc w:val="center"/>
              <w:rPr>
                <w:lang w:eastAsia="cs-CZ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0127C935" w14:textId="211D96B5" w:rsidR="00A15850" w:rsidRPr="008A1C61" w:rsidRDefault="00A15850" w:rsidP="00E760DE">
            <w:pPr>
              <w:jc w:val="center"/>
            </w:pPr>
          </w:p>
        </w:tc>
        <w:tc>
          <w:tcPr>
            <w:tcW w:w="1858" w:type="dxa"/>
            <w:tcBorders>
              <w:top w:val="single" w:sz="4" w:space="0" w:color="auto"/>
            </w:tcBorders>
          </w:tcPr>
          <w:p w14:paraId="6E5EA36F" w14:textId="77777777" w:rsidR="00A15850" w:rsidRPr="008A1C61" w:rsidRDefault="00A15850" w:rsidP="00E760DE">
            <w:pPr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3FB0C778" w14:textId="56A8B466" w:rsidR="00A15850" w:rsidRPr="008A1C61" w:rsidRDefault="00A15850" w:rsidP="00E760DE">
            <w:pPr>
              <w:jc w:val="center"/>
            </w:pPr>
          </w:p>
        </w:tc>
      </w:tr>
      <w:tr w:rsidR="00A15850" w:rsidRPr="008A1C61" w14:paraId="7582B105" w14:textId="77777777" w:rsidTr="00A15850">
        <w:trPr>
          <w:cantSplit/>
          <w:trHeight w:val="284"/>
          <w:jc w:val="center"/>
        </w:trPr>
        <w:tc>
          <w:tcPr>
            <w:tcW w:w="49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871FF4F" w14:textId="77777777" w:rsidR="00A15850" w:rsidRPr="008A1C61" w:rsidRDefault="00A15850" w:rsidP="00E760DE">
            <w:pPr>
              <w:jc w:val="center"/>
              <w:rPr>
                <w:b/>
              </w:rPr>
            </w:pPr>
          </w:p>
        </w:tc>
        <w:tc>
          <w:tcPr>
            <w:tcW w:w="1051" w:type="dxa"/>
            <w:tcBorders>
              <w:bottom w:val="single" w:sz="12" w:space="0" w:color="auto"/>
            </w:tcBorders>
            <w:vAlign w:val="center"/>
          </w:tcPr>
          <w:p w14:paraId="185C25AF" w14:textId="77777777" w:rsidR="00A15850" w:rsidRPr="008A1C61" w:rsidRDefault="00A15850" w:rsidP="00E760DE">
            <w:pPr>
              <w:jc w:val="center"/>
              <w:rPr>
                <w:b/>
              </w:rPr>
            </w:pPr>
          </w:p>
        </w:tc>
        <w:tc>
          <w:tcPr>
            <w:tcW w:w="2110" w:type="dxa"/>
            <w:tcBorders>
              <w:bottom w:val="single" w:sz="12" w:space="0" w:color="auto"/>
            </w:tcBorders>
            <w:vAlign w:val="center"/>
          </w:tcPr>
          <w:p w14:paraId="221E75F4" w14:textId="77777777" w:rsidR="00A15850" w:rsidRPr="008A1C61" w:rsidRDefault="00A15850" w:rsidP="00E760DE">
            <w:pPr>
              <w:tabs>
                <w:tab w:val="center" w:pos="4536"/>
                <w:tab w:val="right" w:pos="9072"/>
              </w:tabs>
              <w:jc w:val="center"/>
              <w:rPr>
                <w:lang w:eastAsia="cs-CZ"/>
              </w:rPr>
            </w:pP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14:paraId="059FE125" w14:textId="77777777" w:rsidR="00A15850" w:rsidRPr="008A1C61" w:rsidRDefault="00A15850" w:rsidP="00E760DE">
            <w:pPr>
              <w:jc w:val="center"/>
              <w:rPr>
                <w:b/>
              </w:rPr>
            </w:pPr>
          </w:p>
        </w:tc>
        <w:tc>
          <w:tcPr>
            <w:tcW w:w="1858" w:type="dxa"/>
            <w:tcBorders>
              <w:bottom w:val="single" w:sz="12" w:space="0" w:color="auto"/>
            </w:tcBorders>
          </w:tcPr>
          <w:p w14:paraId="618CF133" w14:textId="77777777" w:rsidR="00A15850" w:rsidRPr="008A1C61" w:rsidRDefault="00A15850" w:rsidP="00E760DE">
            <w:pPr>
              <w:jc w:val="center"/>
              <w:rPr>
                <w:b/>
              </w:rPr>
            </w:pPr>
          </w:p>
        </w:tc>
        <w:tc>
          <w:tcPr>
            <w:tcW w:w="17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0E2A89" w14:textId="77777777" w:rsidR="00A15850" w:rsidRPr="008A1C61" w:rsidRDefault="00A15850" w:rsidP="00E760DE">
            <w:pPr>
              <w:jc w:val="center"/>
              <w:rPr>
                <w:b/>
              </w:rPr>
            </w:pPr>
          </w:p>
        </w:tc>
      </w:tr>
    </w:tbl>
    <w:p w14:paraId="4E366657" w14:textId="77777777" w:rsidR="00D964E5" w:rsidRDefault="00D964E5">
      <w:pPr>
        <w:rPr>
          <w:sz w:val="20"/>
        </w:rPr>
        <w:sectPr w:rsidR="00D964E5" w:rsidSect="00D32E77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1801035B" w14:textId="77777777" w:rsidR="00D964E5" w:rsidRDefault="00D964E5">
      <w:pPr>
        <w:rPr>
          <w:sz w:val="20"/>
        </w:rPr>
      </w:pPr>
    </w:p>
    <w:tbl>
      <w:tblPr>
        <w:tblpPr w:leftFromText="141" w:rightFromText="141" w:vertAnchor="text" w:horzAnchor="margin" w:tblpXSpec="center" w:tblpY="47"/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8"/>
      </w:tblGrid>
      <w:tr w:rsidR="00D964E5" w14:paraId="7807E349" w14:textId="77777777" w:rsidTr="000D73C5">
        <w:trPr>
          <w:trHeight w:val="726"/>
          <w:jc w:val="center"/>
        </w:trPr>
        <w:tc>
          <w:tcPr>
            <w:tcW w:w="9918" w:type="dxa"/>
          </w:tcPr>
          <w:p w14:paraId="79EA752C" w14:textId="77777777" w:rsidR="00D964E5" w:rsidRDefault="00D964E5" w:rsidP="008E2A01">
            <w:pPr>
              <w:rPr>
                <w:sz w:val="16"/>
              </w:rPr>
            </w:pPr>
            <w:r w:rsidRPr="008A0C44">
              <w:rPr>
                <w:sz w:val="16"/>
              </w:rPr>
              <w:t>POZNÁMKY:</w:t>
            </w:r>
          </w:p>
          <w:bookmarkStart w:id="1" w:name="Text2"/>
          <w:p w14:paraId="329E2540" w14:textId="77777777" w:rsidR="00D964E5" w:rsidRDefault="00D964E5" w:rsidP="008E2A01"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1"/>
          </w:p>
        </w:tc>
      </w:tr>
    </w:tbl>
    <w:p w14:paraId="61A75BF5" w14:textId="77777777" w:rsidR="00C51995" w:rsidRDefault="00955A80">
      <w:pPr>
        <w:rPr>
          <w:sz w:val="20"/>
        </w:rPr>
      </w:pPr>
      <w:r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1"/>
            </w:textInput>
          </w:ffData>
        </w:fldChar>
      </w:r>
      <w:r w:rsidR="00C51995"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 w:rsidR="00C51995">
        <w:rPr>
          <w:noProof/>
          <w:sz w:val="20"/>
        </w:rPr>
        <w:t> </w:t>
      </w:r>
      <w:r>
        <w:rPr>
          <w:sz w:val="20"/>
        </w:rPr>
        <w:fldChar w:fldCharType="end"/>
      </w:r>
    </w:p>
    <w:p w14:paraId="6C7FAA55" w14:textId="510C2A57" w:rsidR="000D73C5" w:rsidRDefault="000D73C5" w:rsidP="000F64F9">
      <w:pPr>
        <w:pBdr>
          <w:bottom w:val="single" w:sz="4" w:space="1" w:color="auto"/>
        </w:pBdr>
        <w:jc w:val="both"/>
        <w:rPr>
          <w:i/>
          <w:sz w:val="20"/>
        </w:rPr>
      </w:pPr>
      <w:r>
        <w:rPr>
          <w:i/>
          <w:sz w:val="20"/>
        </w:rPr>
        <w:t>Návod na vyplnenie tabuľky viď  MSA-L/01</w:t>
      </w:r>
      <w:r w:rsidR="00A15850">
        <w:rPr>
          <w:i/>
          <w:sz w:val="20"/>
        </w:rPr>
        <w:t xml:space="preserve"> – tab. A4-1</w:t>
      </w:r>
      <w:r>
        <w:rPr>
          <w:i/>
          <w:sz w:val="20"/>
        </w:rPr>
        <w:t>.</w:t>
      </w:r>
    </w:p>
    <w:p w14:paraId="78B66108" w14:textId="77777777" w:rsidR="000D73C5" w:rsidRDefault="000D73C5">
      <w:pPr>
        <w:rPr>
          <w:sz w:val="20"/>
        </w:rPr>
      </w:pPr>
    </w:p>
    <w:p w14:paraId="07B56E50" w14:textId="77777777" w:rsidR="00C51995" w:rsidRDefault="00C51995">
      <w:pPr>
        <w:pStyle w:val="Nadpis6"/>
        <w:numPr>
          <w:ilvl w:val="0"/>
          <w:numId w:val="0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Subdodávky programov skúšok spôsobilosti</w:t>
      </w:r>
    </w:p>
    <w:p w14:paraId="5655B705" w14:textId="77777777" w:rsidR="00C51995" w:rsidRDefault="00C51995">
      <w:pPr>
        <w:rPr>
          <w:sz w:val="20"/>
        </w:rPr>
      </w:pPr>
      <w:r>
        <w:rPr>
          <w:sz w:val="20"/>
        </w:rPr>
        <w:t>(Vyznačte, či subdodávateľ je potencionálnym účastníkom skúšok spôsobilosti, pre ktoré vykonáva subdodávky)</w:t>
      </w:r>
    </w:p>
    <w:p w14:paraId="315B315B" w14:textId="77777777" w:rsidR="00C51995" w:rsidRDefault="00C51995">
      <w:pPr>
        <w:rPr>
          <w:sz w:val="20"/>
        </w:rPr>
      </w:pPr>
    </w:p>
    <w:tbl>
      <w:tblPr>
        <w:tblW w:w="104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"/>
        <w:gridCol w:w="9961"/>
      </w:tblGrid>
      <w:tr w:rsidR="00C51995" w14:paraId="4ABBE08A" w14:textId="77777777" w:rsidTr="000F64F9">
        <w:trPr>
          <w:trHeight w:val="284"/>
          <w:jc w:val="center"/>
        </w:trPr>
        <w:tc>
          <w:tcPr>
            <w:tcW w:w="445" w:type="dxa"/>
            <w:vAlign w:val="center"/>
          </w:tcPr>
          <w:bookmarkStart w:id="2" w:name="Z1"/>
          <w:p w14:paraId="1281312D" w14:textId="77777777" w:rsidR="00C51995" w:rsidRDefault="00955A80">
            <w:pPr>
              <w:rPr>
                <w:sz w:val="20"/>
              </w:rPr>
            </w:pPr>
            <w:r>
              <w:rPr>
                <w:rFonts w:eastAsia="Arial Unicode MS"/>
                <w:sz w:val="20"/>
              </w:rPr>
              <w:fldChar w:fldCharType="begin">
                <w:ffData>
                  <w:name w:val="Z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51995">
              <w:rPr>
                <w:rFonts w:eastAsia="Arial Unicode MS"/>
                <w:sz w:val="20"/>
              </w:rPr>
              <w:instrText xml:space="preserve"> FORMCHECKBOX </w:instrText>
            </w:r>
            <w:r w:rsidR="00BE1382">
              <w:rPr>
                <w:rFonts w:eastAsia="Arial Unicode MS"/>
                <w:sz w:val="20"/>
              </w:rPr>
            </w:r>
            <w:r w:rsidR="00BE1382">
              <w:rPr>
                <w:rFonts w:eastAsia="Arial Unicode MS"/>
                <w:sz w:val="20"/>
              </w:rPr>
              <w:fldChar w:fldCharType="separate"/>
            </w:r>
            <w:r>
              <w:rPr>
                <w:rFonts w:eastAsia="Arial Unicode MS"/>
                <w:sz w:val="20"/>
              </w:rPr>
              <w:fldChar w:fldCharType="end"/>
            </w:r>
            <w:bookmarkEnd w:id="2"/>
          </w:p>
        </w:tc>
        <w:tc>
          <w:tcPr>
            <w:tcW w:w="9961" w:type="dxa"/>
            <w:vAlign w:val="center"/>
          </w:tcPr>
          <w:p w14:paraId="014838E9" w14:textId="77777777" w:rsidR="00C51995" w:rsidRDefault="00C51995">
            <w:pPr>
              <w:ind w:left="290"/>
              <w:rPr>
                <w:sz w:val="20"/>
              </w:rPr>
            </w:pPr>
            <w:r>
              <w:rPr>
                <w:sz w:val="20"/>
              </w:rPr>
              <w:t>subdodávateľ je potencionálnym účastníkom skúšok spôsobilosti</w:t>
            </w:r>
          </w:p>
        </w:tc>
      </w:tr>
      <w:bookmarkStart w:id="3" w:name="Z2"/>
      <w:tr w:rsidR="00C51995" w14:paraId="3F8BD406" w14:textId="77777777" w:rsidTr="000F64F9">
        <w:trPr>
          <w:trHeight w:val="284"/>
          <w:jc w:val="center"/>
        </w:trPr>
        <w:tc>
          <w:tcPr>
            <w:tcW w:w="445" w:type="dxa"/>
            <w:vAlign w:val="center"/>
          </w:tcPr>
          <w:p w14:paraId="24A1FA2F" w14:textId="77777777" w:rsidR="00C51995" w:rsidRDefault="00955A80">
            <w:pPr>
              <w:rPr>
                <w:sz w:val="20"/>
              </w:rPr>
            </w:pPr>
            <w:r>
              <w:rPr>
                <w:rFonts w:eastAsia="Arial Unicode MS"/>
                <w:sz w:val="20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51995">
              <w:rPr>
                <w:rFonts w:eastAsia="Arial Unicode MS"/>
                <w:sz w:val="20"/>
              </w:rPr>
              <w:instrText xml:space="preserve"> FORMCHECKBOX </w:instrText>
            </w:r>
            <w:r w:rsidR="00BE1382">
              <w:rPr>
                <w:rFonts w:eastAsia="Arial Unicode MS"/>
                <w:sz w:val="20"/>
              </w:rPr>
            </w:r>
            <w:r w:rsidR="00BE1382">
              <w:rPr>
                <w:rFonts w:eastAsia="Arial Unicode MS"/>
                <w:sz w:val="20"/>
              </w:rPr>
              <w:fldChar w:fldCharType="separate"/>
            </w:r>
            <w:r>
              <w:rPr>
                <w:rFonts w:eastAsia="Arial Unicode MS"/>
                <w:sz w:val="20"/>
              </w:rPr>
              <w:fldChar w:fldCharType="end"/>
            </w:r>
            <w:bookmarkEnd w:id="3"/>
          </w:p>
        </w:tc>
        <w:tc>
          <w:tcPr>
            <w:tcW w:w="9961" w:type="dxa"/>
            <w:vAlign w:val="center"/>
          </w:tcPr>
          <w:p w14:paraId="7507992A" w14:textId="77777777" w:rsidR="00C51995" w:rsidRDefault="00C51995">
            <w:pPr>
              <w:ind w:left="290"/>
              <w:rPr>
                <w:sz w:val="20"/>
              </w:rPr>
            </w:pPr>
            <w:r>
              <w:rPr>
                <w:sz w:val="20"/>
              </w:rPr>
              <w:t>subdodávateľ nie je potencionálnym účastníkom skúšok spôsobilosti</w:t>
            </w:r>
          </w:p>
        </w:tc>
      </w:tr>
    </w:tbl>
    <w:p w14:paraId="2F513623" w14:textId="77777777" w:rsidR="00C51995" w:rsidRPr="009023F4" w:rsidRDefault="00C51995" w:rsidP="000F64F9">
      <w:pPr>
        <w:pBdr>
          <w:bottom w:val="single" w:sz="4" w:space="1" w:color="auto"/>
        </w:pBdr>
        <w:rPr>
          <w:sz w:val="20"/>
          <w:lang w:eastAsia="cs-CZ"/>
        </w:rPr>
      </w:pPr>
    </w:p>
    <w:p w14:paraId="371B6E2A" w14:textId="77777777" w:rsidR="000D73C5" w:rsidRDefault="000D73C5">
      <w:pPr>
        <w:rPr>
          <w:sz w:val="16"/>
        </w:rPr>
      </w:pPr>
    </w:p>
    <w:p w14:paraId="325E1002" w14:textId="77777777" w:rsidR="00C51995" w:rsidRDefault="00C51995">
      <w:r>
        <w:t>Vyhlasujem, že údaje, uvedené v prílohe OA 4, sú pravdivé a správne.</w:t>
      </w:r>
    </w:p>
    <w:p w14:paraId="5D98F2E5" w14:textId="77777777" w:rsidR="00C51995" w:rsidRDefault="00C51995">
      <w:pPr>
        <w:rPr>
          <w:sz w:val="16"/>
        </w:rPr>
      </w:pPr>
    </w:p>
    <w:p w14:paraId="4FAB10AF" w14:textId="77777777" w:rsidR="000D73C5" w:rsidRPr="009023F4" w:rsidRDefault="000D73C5">
      <w:pPr>
        <w:rPr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890"/>
        <w:gridCol w:w="4550"/>
      </w:tblGrid>
      <w:tr w:rsidR="00C51995" w14:paraId="02FC8131" w14:textId="77777777" w:rsidTr="00694CFF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0ABED14" w14:textId="77777777" w:rsidR="00C51995" w:rsidRDefault="00C51995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</w:pPr>
            <w:r>
              <w:t>Dátum: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EB2FA80" w14:textId="77777777" w:rsidR="00C51995" w:rsidRDefault="00C51995">
            <w:pPr>
              <w:framePr w:hSpace="141" w:wrap="around" w:vAnchor="text" w:hAnchor="text" w:x="40" w:y="1"/>
              <w:rPr>
                <w:sz w:val="8"/>
              </w:rPr>
            </w:pPr>
          </w:p>
          <w:bookmarkStart w:id="4" w:name="T5"/>
          <w:p w14:paraId="0340B913" w14:textId="77777777" w:rsidR="00C51995" w:rsidRDefault="00955A80">
            <w: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C51995">
              <w:instrText xml:space="preserve"> FORMTEXT </w:instrText>
            </w:r>
            <w:r>
              <w:fldChar w:fldCharType="separate"/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08C6B2" w14:textId="77777777" w:rsidR="00C51995" w:rsidRDefault="00C51995">
            <w:pPr>
              <w:spacing w:before="90"/>
              <w:ind w:left="-70"/>
            </w:pPr>
            <w:r>
              <w:t>Podpis:</w:t>
            </w:r>
          </w:p>
        </w:tc>
        <w:tc>
          <w:tcPr>
            <w:tcW w:w="5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BB8EBC" w14:textId="77777777" w:rsidR="00C51995" w:rsidRDefault="00C51995">
            <w:pPr>
              <w:framePr w:hSpace="141" w:wrap="around" w:vAnchor="text" w:hAnchor="text" w:x="40" w:y="1"/>
              <w:rPr>
                <w:sz w:val="8"/>
              </w:rPr>
            </w:pPr>
          </w:p>
          <w:bookmarkStart w:id="5" w:name="T6"/>
          <w:p w14:paraId="625F7446" w14:textId="77777777" w:rsidR="00C51995" w:rsidRDefault="00955A80">
            <w:r>
              <w:fldChar w:fldCharType="begin">
                <w:ffData>
                  <w:name w:val="T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C51995">
              <w:instrText xml:space="preserve"> FORMTEXT </w:instrText>
            </w:r>
            <w:r>
              <w:fldChar w:fldCharType="separate"/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C51995" w14:paraId="3842A3A1" w14:textId="77777777" w:rsidTr="00694CFF">
        <w:trPr>
          <w:gridBefore w:val="2"/>
          <w:wBefore w:w="3960" w:type="dxa"/>
          <w:cantSplit/>
          <w:trHeight w:val="454"/>
        </w:trPr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F4ED86" w14:textId="77777777" w:rsidR="00C51995" w:rsidRDefault="00C51995">
            <w:pPr>
              <w:spacing w:before="90"/>
              <w:ind w:left="-70"/>
            </w:pPr>
            <w:r>
              <w:t>Meno a priezvisko: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</w:tcPr>
          <w:p w14:paraId="6E48F469" w14:textId="77777777" w:rsidR="00C51995" w:rsidRDefault="00C51995">
            <w:pPr>
              <w:framePr w:hSpace="141" w:wrap="around" w:vAnchor="text" w:hAnchor="text" w:x="40" w:y="1"/>
              <w:rPr>
                <w:sz w:val="8"/>
              </w:rPr>
            </w:pPr>
          </w:p>
          <w:bookmarkStart w:id="6" w:name="T7"/>
          <w:p w14:paraId="7FD562F7" w14:textId="77777777" w:rsidR="00C51995" w:rsidRDefault="00955A80">
            <w: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C51995">
              <w:instrText xml:space="preserve"> FORMTEXT </w:instrText>
            </w:r>
            <w:r>
              <w:fldChar w:fldCharType="separate"/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C51995" w14:paraId="74B467E1" w14:textId="77777777" w:rsidTr="00694CFF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C21BD" w14:textId="77777777" w:rsidR="00C51995" w:rsidRDefault="00C51995">
            <w:pPr>
              <w:spacing w:before="90"/>
              <w:ind w:left="-70"/>
            </w:pPr>
            <w:r>
              <w:t>Funkcia:</w:t>
            </w:r>
          </w:p>
        </w:tc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75016" w14:textId="77777777" w:rsidR="00C51995" w:rsidRDefault="00C51995">
            <w:pPr>
              <w:framePr w:hSpace="141" w:wrap="around" w:vAnchor="text" w:hAnchor="text" w:x="40" w:y="1"/>
              <w:rPr>
                <w:sz w:val="8"/>
              </w:rPr>
            </w:pPr>
          </w:p>
          <w:bookmarkStart w:id="7" w:name="T8"/>
          <w:p w14:paraId="43C842B8" w14:textId="77777777" w:rsidR="00C51995" w:rsidRDefault="00955A80">
            <w:r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C51995">
              <w:instrText xml:space="preserve"> FORMTEXT </w:instrText>
            </w:r>
            <w:r>
              <w:fldChar w:fldCharType="separate"/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</w:tbl>
    <w:p w14:paraId="4802172D" w14:textId="77777777" w:rsidR="00C51995" w:rsidRDefault="00C51995" w:rsidP="00694CFF">
      <w:pPr>
        <w:jc w:val="both"/>
        <w:rPr>
          <w:i/>
          <w:sz w:val="8"/>
        </w:rPr>
      </w:pPr>
    </w:p>
    <w:sectPr w:rsidR="00C51995" w:rsidSect="00D32E77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F84F5" w14:textId="77777777" w:rsidR="00BE1382" w:rsidRDefault="00BE1382">
      <w:r>
        <w:separator/>
      </w:r>
    </w:p>
  </w:endnote>
  <w:endnote w:type="continuationSeparator" w:id="0">
    <w:p w14:paraId="7F1C4C9A" w14:textId="77777777" w:rsidR="00BE1382" w:rsidRDefault="00BE1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85FA8" w14:textId="77777777" w:rsidR="00043BCC" w:rsidRPr="00997854" w:rsidRDefault="00043BCC" w:rsidP="00043BCC">
    <w:pPr>
      <w:pStyle w:val="Pta"/>
      <w:rPr>
        <w:b/>
      </w:rPr>
    </w:pPr>
    <w:r w:rsidRPr="00997854">
      <w:rPr>
        <w:b/>
      </w:rPr>
      <w:t>TL 05</w:t>
    </w:r>
    <w:r>
      <w:rPr>
        <w:b/>
      </w:rPr>
      <w:t>/OA 4-1</w:t>
    </w:r>
    <w:r w:rsidRPr="00997854">
      <w:rPr>
        <w:b/>
      </w:rPr>
      <w:t xml:space="preserve"> </w:t>
    </w:r>
  </w:p>
  <w:p w14:paraId="300065BF" w14:textId="7FEA7509" w:rsidR="00C51995" w:rsidRPr="00FF6275" w:rsidRDefault="00043BCC" w:rsidP="00043BCC">
    <w:pPr>
      <w:pStyle w:val="Pta"/>
      <w:tabs>
        <w:tab w:val="clear" w:pos="4153"/>
        <w:tab w:val="clear" w:pos="8306"/>
        <w:tab w:val="right" w:pos="10348"/>
      </w:tabs>
    </w:pPr>
    <w:r w:rsidRPr="00043BCC">
      <w:rPr>
        <w:b/>
        <w:bCs/>
      </w:rPr>
      <w:t>Verzia:</w:t>
    </w:r>
    <w:r>
      <w:t xml:space="preserve"> </w:t>
    </w:r>
    <w:r w:rsidRPr="00043BCC">
      <w:rPr>
        <w:bCs/>
      </w:rPr>
      <w:t>01.07.2021</w:t>
    </w:r>
    <w:r w:rsidR="00C51995">
      <w:rPr>
        <w:b/>
      </w:rPr>
      <w:tab/>
    </w:r>
    <w:r w:rsidR="00C51995">
      <w:t xml:space="preserve">Strana: </w:t>
    </w:r>
    <w:r w:rsidR="00955A80" w:rsidRPr="00997854">
      <w:rPr>
        <w:rStyle w:val="slostrany"/>
        <w:b/>
      </w:rPr>
      <w:fldChar w:fldCharType="begin"/>
    </w:r>
    <w:r w:rsidR="00C51995" w:rsidRPr="00997854">
      <w:rPr>
        <w:rStyle w:val="slostrany"/>
        <w:b/>
      </w:rPr>
      <w:instrText xml:space="preserve"> PAGE </w:instrText>
    </w:r>
    <w:r w:rsidR="00955A80" w:rsidRPr="00997854">
      <w:rPr>
        <w:rStyle w:val="slostrany"/>
        <w:b/>
      </w:rPr>
      <w:fldChar w:fldCharType="separate"/>
    </w:r>
    <w:r w:rsidR="004D4553">
      <w:rPr>
        <w:rStyle w:val="slostrany"/>
        <w:b/>
        <w:noProof/>
      </w:rPr>
      <w:t>2</w:t>
    </w:r>
    <w:r w:rsidR="00955A80" w:rsidRPr="00997854">
      <w:rPr>
        <w:rStyle w:val="slostrany"/>
        <w:b/>
      </w:rPr>
      <w:fldChar w:fldCharType="end"/>
    </w:r>
    <w:r w:rsidR="00C51995" w:rsidRPr="00997854">
      <w:rPr>
        <w:rStyle w:val="slostrany"/>
        <w:b/>
      </w:rPr>
      <w:t xml:space="preserve"> </w:t>
    </w:r>
    <w:r w:rsidR="00C51995" w:rsidRPr="00DB2276">
      <w:rPr>
        <w:rStyle w:val="slostrany"/>
        <w:b/>
      </w:rPr>
      <w:t>/</w:t>
    </w:r>
    <w:r w:rsidR="00C51995">
      <w:rPr>
        <w:rStyle w:val="slostrany"/>
        <w:b/>
      </w:rPr>
      <w:t xml:space="preserve"> </w:t>
    </w:r>
    <w:r w:rsidR="00955A80" w:rsidRPr="00FF6275">
      <w:rPr>
        <w:rStyle w:val="slostrany"/>
        <w:b/>
      </w:rPr>
      <w:fldChar w:fldCharType="begin"/>
    </w:r>
    <w:r w:rsidR="00C51995" w:rsidRPr="00FF6275">
      <w:rPr>
        <w:rStyle w:val="slostrany"/>
        <w:b/>
      </w:rPr>
      <w:instrText xml:space="preserve"> NUMPAGES </w:instrText>
    </w:r>
    <w:r w:rsidR="00955A80" w:rsidRPr="00FF6275">
      <w:rPr>
        <w:rStyle w:val="slostrany"/>
        <w:b/>
      </w:rPr>
      <w:fldChar w:fldCharType="separate"/>
    </w:r>
    <w:r w:rsidR="004D4553">
      <w:rPr>
        <w:rStyle w:val="slostrany"/>
        <w:b/>
        <w:noProof/>
      </w:rPr>
      <w:t>2</w:t>
    </w:r>
    <w:r w:rsidR="00955A80" w:rsidRPr="00FF6275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3877E" w14:textId="2378284E" w:rsidR="00C51995" w:rsidRPr="00997854" w:rsidRDefault="00C51995" w:rsidP="00FF6275">
    <w:pPr>
      <w:pStyle w:val="Pta"/>
      <w:rPr>
        <w:b/>
      </w:rPr>
    </w:pPr>
    <w:r w:rsidRPr="00997854">
      <w:rPr>
        <w:b/>
      </w:rPr>
      <w:t>TL 05</w:t>
    </w:r>
    <w:r>
      <w:rPr>
        <w:b/>
      </w:rPr>
      <w:t>/OA</w:t>
    </w:r>
    <w:r w:rsidR="00043BCC">
      <w:rPr>
        <w:b/>
      </w:rPr>
      <w:t xml:space="preserve"> </w:t>
    </w:r>
    <w:r>
      <w:rPr>
        <w:b/>
      </w:rPr>
      <w:t>4</w:t>
    </w:r>
    <w:r w:rsidR="00043BCC">
      <w:rPr>
        <w:b/>
      </w:rPr>
      <w:t>-</w:t>
    </w:r>
    <w:r w:rsidR="000160D8">
      <w:rPr>
        <w:b/>
      </w:rPr>
      <w:t>1</w:t>
    </w:r>
    <w:r w:rsidRPr="00997854">
      <w:rPr>
        <w:b/>
      </w:rPr>
      <w:t xml:space="preserve"> </w:t>
    </w:r>
  </w:p>
  <w:p w14:paraId="1521CAA9" w14:textId="0588A4BD" w:rsidR="00C51995" w:rsidRPr="00FF6275" w:rsidRDefault="00C51995" w:rsidP="007E09E0">
    <w:pPr>
      <w:pStyle w:val="Pta"/>
      <w:tabs>
        <w:tab w:val="clear" w:pos="4153"/>
        <w:tab w:val="clear" w:pos="8306"/>
        <w:tab w:val="right" w:pos="10348"/>
      </w:tabs>
    </w:pPr>
    <w:r w:rsidRPr="00043BCC">
      <w:rPr>
        <w:b/>
        <w:bCs/>
      </w:rPr>
      <w:t>Verzia:</w:t>
    </w:r>
    <w:r>
      <w:t xml:space="preserve"> </w:t>
    </w:r>
    <w:r w:rsidR="00043BCC" w:rsidRPr="00043BCC">
      <w:rPr>
        <w:bCs/>
      </w:rPr>
      <w:t>01.07.2021</w:t>
    </w:r>
    <w:r>
      <w:rPr>
        <w:b/>
      </w:rPr>
      <w:tab/>
    </w:r>
    <w:r>
      <w:t xml:space="preserve">Strana: </w:t>
    </w:r>
    <w:r w:rsidR="00955A80"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="00955A80" w:rsidRPr="00997854">
      <w:rPr>
        <w:rStyle w:val="slostrany"/>
        <w:b/>
      </w:rPr>
      <w:fldChar w:fldCharType="separate"/>
    </w:r>
    <w:r w:rsidR="004D4553">
      <w:rPr>
        <w:rStyle w:val="slostrany"/>
        <w:b/>
        <w:noProof/>
      </w:rPr>
      <w:t>1</w:t>
    </w:r>
    <w:r w:rsidR="00955A80"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02555" w14:textId="77777777" w:rsidR="00BE1382" w:rsidRDefault="00BE1382">
      <w:r>
        <w:separator/>
      </w:r>
    </w:p>
  </w:footnote>
  <w:footnote w:type="continuationSeparator" w:id="0">
    <w:p w14:paraId="25A1D693" w14:textId="77777777" w:rsidR="00BE1382" w:rsidRDefault="00BE13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46B98" w14:textId="2E93F987" w:rsidR="00991FB9" w:rsidRPr="00991FB9" w:rsidRDefault="00991FB9" w:rsidP="00991FB9">
    <w:pPr>
      <w:pStyle w:val="Hlavika"/>
      <w:rPr>
        <w:b/>
        <w:sz w:val="32"/>
      </w:rPr>
    </w:pPr>
    <w:r w:rsidRPr="00D67855">
      <w:rPr>
        <w:b/>
        <w:sz w:val="32"/>
      </w:rPr>
      <w:t>Príloha OA</w:t>
    </w:r>
    <w:r w:rsidR="00043BCC">
      <w:rPr>
        <w:b/>
        <w:sz w:val="32"/>
      </w:rPr>
      <w:t xml:space="preserve"> </w:t>
    </w:r>
    <w:r>
      <w:rPr>
        <w:b/>
        <w:sz w:val="32"/>
      </w:rPr>
      <w:t>4-1:</w:t>
    </w:r>
    <w:r w:rsidRPr="00D67855">
      <w:rPr>
        <w:b/>
        <w:sz w:val="32"/>
      </w:rPr>
      <w:t xml:space="preserve"> </w:t>
    </w:r>
    <w:r w:rsidRPr="00991FB9">
      <w:rPr>
        <w:b/>
        <w:sz w:val="32"/>
      </w:rPr>
      <w:t>Organizátor skúšok spôsobilosti</w:t>
    </w:r>
  </w:p>
  <w:p w14:paraId="05809A36" w14:textId="77777777" w:rsidR="00C51995" w:rsidRPr="008B4795" w:rsidRDefault="00C51995" w:rsidP="008B4795">
    <w:pPr>
      <w:pStyle w:val="Hlavika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4DE7"/>
    <w:multiLevelType w:val="hybridMultilevel"/>
    <w:tmpl w:val="198C4FD6"/>
    <w:lvl w:ilvl="0" w:tplc="4FD07360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A5F065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1BA0CCA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0E4E09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F842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A2888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38C3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92A6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858C3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43C4310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2BD4D5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F507D40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655A95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F8E9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2E4EF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3465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BEC6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C322C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0726F3"/>
    <w:multiLevelType w:val="hybridMultilevel"/>
    <w:tmpl w:val="97D8AE98"/>
    <w:lvl w:ilvl="0" w:tplc="A948CC6E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1B8C1CC8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67A477E6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4D1C7F24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1BA26178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A064A71A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28802BAA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9EA2361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8AE886A2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E0F6701"/>
    <w:multiLevelType w:val="hybridMultilevel"/>
    <w:tmpl w:val="BB5C58CE"/>
    <w:lvl w:ilvl="0" w:tplc="E41EE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F984A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54B1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DEC97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6C96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F8C8C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F8A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94848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8D003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0162E34"/>
    <w:multiLevelType w:val="hybridMultilevel"/>
    <w:tmpl w:val="77FEDCDC"/>
    <w:lvl w:ilvl="0" w:tplc="FBFECC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97858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0FC28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6FE4D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3A7A7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54F5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BAC55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12A0B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0D83E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AE45C1"/>
    <w:multiLevelType w:val="hybridMultilevel"/>
    <w:tmpl w:val="FD6A5BD4"/>
    <w:lvl w:ilvl="0" w:tplc="B05C6848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149629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558CB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72DD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643A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5E3B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483A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2E7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6CAA4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00DB0"/>
    <w:multiLevelType w:val="hybridMultilevel"/>
    <w:tmpl w:val="3000E4BA"/>
    <w:lvl w:ilvl="0" w:tplc="763C5C80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36864236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827E9A8A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4E5239EC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9C5848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F4A42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68259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CAEA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CA26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87632DB"/>
    <w:multiLevelType w:val="hybridMultilevel"/>
    <w:tmpl w:val="8E8E4436"/>
    <w:lvl w:ilvl="0" w:tplc="41DCF2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7E4F1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01460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0A4A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E43B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B3682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AA2AB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32C6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91C0A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8D25F38"/>
    <w:multiLevelType w:val="hybridMultilevel"/>
    <w:tmpl w:val="ABDC96F8"/>
    <w:lvl w:ilvl="0" w:tplc="33D628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7C498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EA011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E5AB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FF8C5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DD015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FBC0D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0AC2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72A2E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6D3147A7"/>
    <w:multiLevelType w:val="hybridMultilevel"/>
    <w:tmpl w:val="64C6896A"/>
    <w:lvl w:ilvl="0" w:tplc="B378A6C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D6BA3B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58EEC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F4AB4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89ABD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5EC9A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550B6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24D3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4C8E3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716A38D9"/>
    <w:multiLevelType w:val="hybridMultilevel"/>
    <w:tmpl w:val="198C4FD6"/>
    <w:lvl w:ilvl="0" w:tplc="18EA12AA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790C32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B36D7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1EC2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AE33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DA84E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F8DF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607E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58495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69C0FE8"/>
    <w:multiLevelType w:val="hybridMultilevel"/>
    <w:tmpl w:val="CD26CDF0"/>
    <w:lvl w:ilvl="0" w:tplc="34D40F62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740A3D5E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D44AA5E0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F94ECDB0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7742A6A2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2AE622A0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B1F20FF6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C0E6BE98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7C0078B0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15"/>
  </w:num>
  <w:num w:numId="4">
    <w:abstractNumId w:val="3"/>
  </w:num>
  <w:num w:numId="5">
    <w:abstractNumId w:val="14"/>
  </w:num>
  <w:num w:numId="6">
    <w:abstractNumId w:val="2"/>
  </w:num>
  <w:num w:numId="7">
    <w:abstractNumId w:val="11"/>
  </w:num>
  <w:num w:numId="8">
    <w:abstractNumId w:val="9"/>
  </w:num>
  <w:num w:numId="9">
    <w:abstractNumId w:val="13"/>
  </w:num>
  <w:num w:numId="10">
    <w:abstractNumId w:val="12"/>
  </w:num>
  <w:num w:numId="11">
    <w:abstractNumId w:val="1"/>
  </w:num>
  <w:num w:numId="12">
    <w:abstractNumId w:val="8"/>
  </w:num>
  <w:num w:numId="13">
    <w:abstractNumId w:val="16"/>
  </w:num>
  <w:num w:numId="14">
    <w:abstractNumId w:val="0"/>
  </w:num>
  <w:num w:numId="15">
    <w:abstractNumId w:val="17"/>
  </w:num>
  <w:num w:numId="16">
    <w:abstractNumId w:val="10"/>
  </w:num>
  <w:num w:numId="17">
    <w:abstractNumId w:val="12"/>
  </w:num>
  <w:num w:numId="18">
    <w:abstractNumId w:val="12"/>
  </w:num>
  <w:num w:numId="19">
    <w:abstractNumId w:val="12"/>
  </w:num>
  <w:num w:numId="20">
    <w:abstractNumId w:val="5"/>
  </w:num>
  <w:num w:numId="21">
    <w:abstractNumId w:val="6"/>
  </w:num>
  <w:num w:numId="22">
    <w:abstractNumId w:val="18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AD5"/>
    <w:rsid w:val="000160D8"/>
    <w:rsid w:val="00043BCC"/>
    <w:rsid w:val="00087FCA"/>
    <w:rsid w:val="000D73C5"/>
    <w:rsid w:val="000F64F9"/>
    <w:rsid w:val="00194FC5"/>
    <w:rsid w:val="001C66EB"/>
    <w:rsid w:val="001D13CC"/>
    <w:rsid w:val="001E6D37"/>
    <w:rsid w:val="002134C1"/>
    <w:rsid w:val="002321DA"/>
    <w:rsid w:val="00236080"/>
    <w:rsid w:val="002427A4"/>
    <w:rsid w:val="00257AF7"/>
    <w:rsid w:val="00293EC2"/>
    <w:rsid w:val="00323E78"/>
    <w:rsid w:val="00331247"/>
    <w:rsid w:val="00342DF8"/>
    <w:rsid w:val="00360DE4"/>
    <w:rsid w:val="003672F9"/>
    <w:rsid w:val="003768EA"/>
    <w:rsid w:val="003B5543"/>
    <w:rsid w:val="003D6D5A"/>
    <w:rsid w:val="004027FF"/>
    <w:rsid w:val="00412B76"/>
    <w:rsid w:val="0042666A"/>
    <w:rsid w:val="00427054"/>
    <w:rsid w:val="004C1772"/>
    <w:rsid w:val="004C5774"/>
    <w:rsid w:val="004D4553"/>
    <w:rsid w:val="005245C3"/>
    <w:rsid w:val="005645A5"/>
    <w:rsid w:val="005A2B31"/>
    <w:rsid w:val="005C6734"/>
    <w:rsid w:val="005E3DE5"/>
    <w:rsid w:val="00616B2F"/>
    <w:rsid w:val="00661FF2"/>
    <w:rsid w:val="00692E67"/>
    <w:rsid w:val="00694CFF"/>
    <w:rsid w:val="00697203"/>
    <w:rsid w:val="006A558B"/>
    <w:rsid w:val="006B4E99"/>
    <w:rsid w:val="007018A9"/>
    <w:rsid w:val="00713C8A"/>
    <w:rsid w:val="0072478C"/>
    <w:rsid w:val="00747389"/>
    <w:rsid w:val="007628D1"/>
    <w:rsid w:val="007B60C3"/>
    <w:rsid w:val="007E09E0"/>
    <w:rsid w:val="007E2FC2"/>
    <w:rsid w:val="007F60BB"/>
    <w:rsid w:val="008175B9"/>
    <w:rsid w:val="00867263"/>
    <w:rsid w:val="00885EDA"/>
    <w:rsid w:val="008A0B29"/>
    <w:rsid w:val="008A0C44"/>
    <w:rsid w:val="008B4795"/>
    <w:rsid w:val="008C19D4"/>
    <w:rsid w:val="008C6A43"/>
    <w:rsid w:val="008E2A01"/>
    <w:rsid w:val="009023F4"/>
    <w:rsid w:val="00903792"/>
    <w:rsid w:val="00934A66"/>
    <w:rsid w:val="00955A80"/>
    <w:rsid w:val="0097335F"/>
    <w:rsid w:val="00991FB9"/>
    <w:rsid w:val="00997854"/>
    <w:rsid w:val="009F2DDF"/>
    <w:rsid w:val="00A15850"/>
    <w:rsid w:val="00A908E0"/>
    <w:rsid w:val="00AD056D"/>
    <w:rsid w:val="00AD5E1E"/>
    <w:rsid w:val="00AD7CC6"/>
    <w:rsid w:val="00AF7AD5"/>
    <w:rsid w:val="00B10BB1"/>
    <w:rsid w:val="00B32A84"/>
    <w:rsid w:val="00B50A61"/>
    <w:rsid w:val="00B96DD5"/>
    <w:rsid w:val="00BE1382"/>
    <w:rsid w:val="00BF0A99"/>
    <w:rsid w:val="00C51995"/>
    <w:rsid w:val="00CA6670"/>
    <w:rsid w:val="00CC1D63"/>
    <w:rsid w:val="00CF1D48"/>
    <w:rsid w:val="00D028E2"/>
    <w:rsid w:val="00D06693"/>
    <w:rsid w:val="00D24CB2"/>
    <w:rsid w:val="00D32E77"/>
    <w:rsid w:val="00D80A54"/>
    <w:rsid w:val="00D92EAA"/>
    <w:rsid w:val="00D939C0"/>
    <w:rsid w:val="00D964E5"/>
    <w:rsid w:val="00DB2276"/>
    <w:rsid w:val="00DC3767"/>
    <w:rsid w:val="00DF10A0"/>
    <w:rsid w:val="00DF5088"/>
    <w:rsid w:val="00DF55F4"/>
    <w:rsid w:val="00E01322"/>
    <w:rsid w:val="00E037F0"/>
    <w:rsid w:val="00E16C9F"/>
    <w:rsid w:val="00E2536B"/>
    <w:rsid w:val="00E26C8E"/>
    <w:rsid w:val="00EB2A35"/>
    <w:rsid w:val="00EB720F"/>
    <w:rsid w:val="00EC4080"/>
    <w:rsid w:val="00EE0D11"/>
    <w:rsid w:val="00EF2638"/>
    <w:rsid w:val="00F11A73"/>
    <w:rsid w:val="00F16347"/>
    <w:rsid w:val="00F30ADC"/>
    <w:rsid w:val="00F5602C"/>
    <w:rsid w:val="00F8296F"/>
    <w:rsid w:val="00F86B99"/>
    <w:rsid w:val="00FA73E6"/>
    <w:rsid w:val="00FC5D60"/>
    <w:rsid w:val="00FE28C2"/>
    <w:rsid w:val="00FF6275"/>
    <w:rsid w:val="00FF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DE0DCD"/>
  <w15:docId w15:val="{E8ED70E1-4F11-4A82-853E-65886A535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B60C3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7B60C3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7B60C3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7B60C3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7B60C3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7B60C3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7B60C3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7B60C3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9"/>
    <w:qFormat/>
    <w:rsid w:val="007B60C3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7B60C3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E182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9E182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9E182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9E182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9E182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9E1821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sid w:val="009E1821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9E182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9E1821"/>
    <w:rPr>
      <w:rFonts w:ascii="Cambria" w:eastAsia="Times New Roman" w:hAnsi="Cambria" w:cs="Times New Roman"/>
    </w:rPr>
  </w:style>
  <w:style w:type="character" w:styleId="slostrany">
    <w:name w:val="page number"/>
    <w:uiPriority w:val="99"/>
    <w:rsid w:val="007B60C3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7B60C3"/>
    <w:rPr>
      <w:bCs/>
      <w:i/>
      <w:iCs/>
    </w:rPr>
  </w:style>
  <w:style w:type="character" w:customStyle="1" w:styleId="Zkladntext2Char">
    <w:name w:val="Základný text 2 Char"/>
    <w:link w:val="Zkladntext2"/>
    <w:uiPriority w:val="99"/>
    <w:semiHidden/>
    <w:rsid w:val="009E1821"/>
    <w:rPr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7B60C3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character" w:customStyle="1" w:styleId="ZkladntextChar">
    <w:name w:val="Základný text Char"/>
    <w:link w:val="Zkladntext"/>
    <w:uiPriority w:val="99"/>
    <w:semiHidden/>
    <w:rsid w:val="009E1821"/>
    <w:rPr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7B60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E1821"/>
    <w:rPr>
      <w:sz w:val="0"/>
      <w:szCs w:val="0"/>
    </w:rPr>
  </w:style>
  <w:style w:type="paragraph" w:styleId="Pta">
    <w:name w:val="footer"/>
    <w:basedOn w:val="Normlny"/>
    <w:link w:val="PtaChar"/>
    <w:rsid w:val="007B60C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rsid w:val="009E1821"/>
    <w:rPr>
      <w:sz w:val="24"/>
      <w:szCs w:val="24"/>
    </w:rPr>
  </w:style>
  <w:style w:type="paragraph" w:customStyle="1" w:styleId="Zkladntext31">
    <w:name w:val="Základný text 31"/>
    <w:basedOn w:val="Normlny"/>
    <w:uiPriority w:val="99"/>
    <w:rsid w:val="007B60C3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7B60C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rsid w:val="009E1821"/>
    <w:rPr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7B60C3"/>
    <w:pPr>
      <w:jc w:val="center"/>
    </w:pPr>
    <w:rPr>
      <w:b/>
      <w:bCs/>
      <w:sz w:val="32"/>
      <w:lang w:eastAsia="cs-CZ"/>
    </w:rPr>
  </w:style>
  <w:style w:type="character" w:customStyle="1" w:styleId="NzovChar">
    <w:name w:val="Názov Char"/>
    <w:link w:val="Nzov"/>
    <w:uiPriority w:val="10"/>
    <w:rsid w:val="009E182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7B60C3"/>
    <w:pPr>
      <w:jc w:val="center"/>
    </w:pPr>
    <w:rPr>
      <w:rFonts w:ascii="Arial" w:hAnsi="Arial" w:cs="Arial"/>
      <w:b/>
      <w:bCs/>
      <w:sz w:val="32"/>
      <w:lang w:eastAsia="cs-CZ"/>
    </w:rPr>
  </w:style>
  <w:style w:type="character" w:customStyle="1" w:styleId="PodtitulChar">
    <w:name w:val="Podtitul Char"/>
    <w:link w:val="Podtitul"/>
    <w:uiPriority w:val="11"/>
    <w:rsid w:val="009E1821"/>
    <w:rPr>
      <w:rFonts w:ascii="Cambria" w:eastAsia="Times New Roman" w:hAnsi="Cambria" w:cs="Times New Roman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7B60C3"/>
    <w:pPr>
      <w:ind w:left="180" w:hanging="180"/>
      <w:jc w:val="both"/>
    </w:pPr>
    <w:rPr>
      <w:i/>
      <w:iCs/>
      <w:sz w:val="20"/>
    </w:rPr>
  </w:style>
  <w:style w:type="character" w:customStyle="1" w:styleId="ZarkazkladnhotextuChar">
    <w:name w:val="Zarážka základného textu Char"/>
    <w:link w:val="Zarkazkladnhotextu"/>
    <w:uiPriority w:val="99"/>
    <w:semiHidden/>
    <w:rsid w:val="009E1821"/>
    <w:rPr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7B60C3"/>
    <w:rPr>
      <w:bCs/>
      <w:sz w:val="28"/>
    </w:rPr>
  </w:style>
  <w:style w:type="character" w:customStyle="1" w:styleId="Zkladntext3Char">
    <w:name w:val="Základný text 3 Char"/>
    <w:link w:val="Zkladntext3"/>
    <w:uiPriority w:val="99"/>
    <w:semiHidden/>
    <w:rsid w:val="009E1821"/>
    <w:rPr>
      <w:sz w:val="16"/>
      <w:szCs w:val="16"/>
    </w:rPr>
  </w:style>
  <w:style w:type="table" w:styleId="Mriekatabuky">
    <w:name w:val="Table Grid"/>
    <w:basedOn w:val="Normlnatabuka"/>
    <w:uiPriority w:val="99"/>
    <w:rsid w:val="00342D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razn">
    <w:name w:val="Strong"/>
    <w:basedOn w:val="Predvolenpsmoodseku"/>
    <w:qFormat/>
    <w:locked/>
    <w:rsid w:val="002134C1"/>
    <w:rPr>
      <w:b/>
      <w:bCs/>
    </w:rPr>
  </w:style>
  <w:style w:type="paragraph" w:customStyle="1" w:styleId="Default">
    <w:name w:val="Default"/>
    <w:rsid w:val="00E0132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4_ILC_PT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2BF31-21FC-48D0-AC5F-ADD422F1B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TL05OA4_ILC_PT</Template>
  <TotalTime>0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TL05OA4_ILC_PT</vt:lpstr>
    </vt:vector>
  </TitlesOfParts>
  <Company>SNAS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TL05OA4_ILC_PT</dc:title>
  <dc:subject>Organizátor skúšok spôsobilosti</dc:subject>
  <dc:creator>Cucorova</dc:creator>
  <dc:description>Príloha k žiadosti o akreditáciu SNASver. 01.01.05, TL 05 SNAS</dc:description>
  <cp:lastModifiedBy>Lukáš Warner</cp:lastModifiedBy>
  <cp:revision>2</cp:revision>
  <cp:lastPrinted>2012-09-03T10:54:00Z</cp:lastPrinted>
  <dcterms:created xsi:type="dcterms:W3CDTF">2022-01-10T16:50:00Z</dcterms:created>
  <dcterms:modified xsi:type="dcterms:W3CDTF">2022-01-10T16:50:00Z</dcterms:modified>
</cp:coreProperties>
</file>