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36BD2" w14:textId="77777777" w:rsidR="00975CD1" w:rsidRPr="007D28C9" w:rsidRDefault="00975CD1" w:rsidP="00975CD1">
      <w:pPr>
        <w:pStyle w:val="Podtitul"/>
        <w:tabs>
          <w:tab w:val="left" w:pos="2410"/>
        </w:tabs>
        <w:rPr>
          <w:rStyle w:val="jlqj4b"/>
          <w:sz w:val="28"/>
          <w:szCs w:val="28"/>
          <w:lang w:val="en-GB"/>
        </w:rPr>
      </w:pPr>
      <w:r w:rsidRPr="007D28C9">
        <w:rPr>
          <w:rStyle w:val="jlqj4b"/>
          <w:sz w:val="28"/>
          <w:szCs w:val="28"/>
          <w:lang w:val="en-GB"/>
        </w:rPr>
        <w:t>SCOPE OF ACCREDITATION</w:t>
      </w:r>
    </w:p>
    <w:p w14:paraId="502C1F5F" w14:textId="77777777" w:rsidR="00975CD1" w:rsidRPr="007D28C9" w:rsidRDefault="00975CD1" w:rsidP="00975CD1">
      <w:pPr>
        <w:pStyle w:val="Podtitul"/>
        <w:tabs>
          <w:tab w:val="left" w:pos="2410"/>
        </w:tabs>
        <w:rPr>
          <w:rFonts w:ascii="Times New Roman" w:hAnsi="Times New Roman" w:cs="Times New Roman"/>
          <w:b w:val="0"/>
          <w:lang w:val="en-GB"/>
        </w:rPr>
      </w:pPr>
    </w:p>
    <w:p w14:paraId="47BC4F4F" w14:textId="77777777" w:rsidR="00975CD1" w:rsidRPr="007D28C9" w:rsidRDefault="00975CD1" w:rsidP="00975CD1">
      <w:pPr>
        <w:pStyle w:val="Pta"/>
        <w:tabs>
          <w:tab w:val="clear" w:pos="4153"/>
          <w:tab w:val="clear" w:pos="8306"/>
        </w:tabs>
        <w:rPr>
          <w:sz w:val="24"/>
          <w:szCs w:val="24"/>
          <w:lang w:val="en-GB"/>
        </w:rPr>
      </w:pPr>
      <w:r w:rsidRPr="007D28C9">
        <w:rPr>
          <w:sz w:val="24"/>
          <w:szCs w:val="24"/>
          <w:lang w:val="en-GB"/>
        </w:rPr>
        <w:t xml:space="preserve">Applicant:  </w:t>
      </w:r>
      <w:r w:rsidRPr="007D28C9">
        <w:rPr>
          <w:sz w:val="24"/>
          <w:szCs w:val="24"/>
          <w:lang w:val="en-GB"/>
        </w:rPr>
        <w:tab/>
      </w:r>
      <w:r w:rsidRPr="007D28C9">
        <w:rPr>
          <w:sz w:val="24"/>
          <w:szCs w:val="24"/>
          <w:lang w:val="en-GB"/>
        </w:rPr>
        <w:tab/>
      </w:r>
      <w:r w:rsidRPr="007D28C9">
        <w:rPr>
          <w:b/>
          <w:bCs/>
          <w:sz w:val="24"/>
          <w:szCs w:val="24"/>
          <w:lang w:val="en-GB"/>
        </w:rPr>
        <w:t>Name</w:t>
      </w:r>
      <w:r w:rsidRPr="007D28C9">
        <w:rPr>
          <w:sz w:val="24"/>
          <w:szCs w:val="24"/>
          <w:lang w:val="en-GB"/>
        </w:rPr>
        <w:t xml:space="preserve"> (Business name)</w:t>
      </w:r>
    </w:p>
    <w:p w14:paraId="1E3B74B3" w14:textId="77777777" w:rsidR="00975CD1" w:rsidRPr="007D28C9" w:rsidRDefault="00975CD1" w:rsidP="00975CD1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7D28C9">
        <w:rPr>
          <w:sz w:val="24"/>
          <w:szCs w:val="24"/>
          <w:lang w:val="en-GB"/>
        </w:rPr>
        <w:t>Address incl. postcode, Company registration No</w:t>
      </w:r>
    </w:p>
    <w:p w14:paraId="69F8B930" w14:textId="77777777" w:rsidR="00975CD1" w:rsidRPr="007D28C9" w:rsidRDefault="00975CD1" w:rsidP="00975CD1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7D28C9">
        <w:rPr>
          <w:b/>
          <w:bCs/>
          <w:sz w:val="24"/>
          <w:szCs w:val="24"/>
          <w:lang w:val="en-GB"/>
        </w:rPr>
        <w:t>Name of workplace No 1.:</w:t>
      </w:r>
      <w:r w:rsidRPr="007D28C9">
        <w:rPr>
          <w:sz w:val="24"/>
          <w:szCs w:val="24"/>
          <w:lang w:val="en-GB"/>
        </w:rPr>
        <w:t xml:space="preserve"> Address incl. postcode </w:t>
      </w:r>
    </w:p>
    <w:p w14:paraId="05E54F31" w14:textId="77777777" w:rsidR="00975CD1" w:rsidRPr="007D28C9" w:rsidRDefault="00975CD1" w:rsidP="00975CD1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7D28C9">
        <w:rPr>
          <w:b/>
          <w:bCs/>
          <w:sz w:val="24"/>
          <w:szCs w:val="24"/>
          <w:lang w:val="en-GB"/>
        </w:rPr>
        <w:t>Name of workplace No 2</w:t>
      </w:r>
      <w:r w:rsidRPr="007D28C9">
        <w:rPr>
          <w:sz w:val="24"/>
          <w:szCs w:val="24"/>
          <w:lang w:val="en-GB"/>
        </w:rPr>
        <w:t>.: Address incl. postcode</w:t>
      </w:r>
    </w:p>
    <w:p w14:paraId="2600F286" w14:textId="77777777" w:rsidR="00804169" w:rsidRPr="007D28C9" w:rsidRDefault="00804169" w:rsidP="00190B95">
      <w:pPr>
        <w:pStyle w:val="Podtitul"/>
        <w:jc w:val="left"/>
        <w:rPr>
          <w:rFonts w:ascii="Times New Roman" w:hAnsi="Times New Roman" w:cs="Times New Roman"/>
          <w:b w:val="0"/>
          <w:sz w:val="10"/>
          <w:lang w:val="en-GB"/>
        </w:rPr>
      </w:pPr>
    </w:p>
    <w:p w14:paraId="0D64C378" w14:textId="77777777" w:rsidR="00804169" w:rsidRPr="007D28C9" w:rsidRDefault="00804169" w:rsidP="00190B95">
      <w:pPr>
        <w:pStyle w:val="Podtitul"/>
        <w:jc w:val="left"/>
        <w:rPr>
          <w:rFonts w:ascii="Times New Roman" w:hAnsi="Times New Roman" w:cs="Times New Roman"/>
          <w:b w:val="0"/>
          <w:sz w:val="10"/>
          <w:lang w:val="en-GB"/>
        </w:rPr>
      </w:pPr>
    </w:p>
    <w:p w14:paraId="6DAB7C54" w14:textId="77777777" w:rsidR="00804169" w:rsidRPr="007D28C9" w:rsidRDefault="00804169" w:rsidP="00190B95">
      <w:pPr>
        <w:pStyle w:val="Podtitul"/>
        <w:jc w:val="left"/>
        <w:rPr>
          <w:rFonts w:ascii="Times New Roman" w:hAnsi="Times New Roman" w:cs="Times New Roman"/>
          <w:b w:val="0"/>
          <w:sz w:val="24"/>
          <w:lang w:val="en-GB"/>
        </w:rPr>
        <w:sectPr w:rsidR="00804169" w:rsidRPr="007D28C9" w:rsidSect="004C097B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7951294" w14:textId="3858FD08" w:rsidR="00975CD1" w:rsidRPr="007D28C9" w:rsidRDefault="00975CD1" w:rsidP="00975CD1">
      <w:pPr>
        <w:rPr>
          <w:i/>
          <w:iCs/>
          <w:sz w:val="16"/>
          <w:szCs w:val="16"/>
          <w:lang w:val="en-GB"/>
        </w:rPr>
      </w:pPr>
      <w:r w:rsidRPr="007D28C9">
        <w:rPr>
          <w:lang w:val="en-GB"/>
        </w:rPr>
        <w:t xml:space="preserve">Certificate of accreditation No. </w:t>
      </w:r>
      <w:r w:rsidRPr="007D28C9">
        <w:rPr>
          <w:vertAlign w:val="superscript"/>
          <w:lang w:val="en-GB"/>
        </w:rPr>
        <w:t>*)</w:t>
      </w:r>
      <w:r w:rsidRPr="007D28C9">
        <w:rPr>
          <w:lang w:val="en-GB"/>
        </w:rPr>
        <w:tab/>
      </w:r>
      <w:bookmarkStart w:id="0" w:name="CO"/>
      <w:r w:rsidRPr="007D28C9">
        <w:rPr>
          <w:lang w:val="en-GB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7D28C9">
        <w:rPr>
          <w:b/>
          <w:lang w:val="en-GB"/>
        </w:rPr>
        <w:instrText xml:space="preserve"> FORMTEXT </w:instrText>
      </w:r>
      <w:r w:rsidRPr="007D28C9">
        <w:rPr>
          <w:lang w:val="en-GB"/>
        </w:rPr>
      </w:r>
      <w:r w:rsidRPr="007D28C9">
        <w:rPr>
          <w:lang w:val="en-GB"/>
        </w:rPr>
        <w:fldChar w:fldCharType="separate"/>
      </w:r>
      <w:r w:rsidRPr="007D28C9">
        <w:rPr>
          <w:b/>
          <w:lang w:val="en-GB"/>
        </w:rPr>
        <w:t> </w:t>
      </w:r>
      <w:r w:rsidRPr="007D28C9">
        <w:rPr>
          <w:b/>
          <w:lang w:val="en-GB"/>
        </w:rPr>
        <w:t> </w:t>
      </w:r>
      <w:r w:rsidRPr="007D28C9">
        <w:rPr>
          <w:b/>
          <w:lang w:val="en-GB"/>
        </w:rPr>
        <w:t> </w:t>
      </w:r>
      <w:r w:rsidRPr="007D28C9">
        <w:rPr>
          <w:b/>
          <w:lang w:val="en-GB"/>
        </w:rPr>
        <w:t> </w:t>
      </w:r>
      <w:r w:rsidRPr="007D28C9">
        <w:rPr>
          <w:b/>
          <w:lang w:val="en-GB"/>
        </w:rPr>
        <w:t> </w:t>
      </w:r>
      <w:r w:rsidRPr="007D28C9">
        <w:rPr>
          <w:lang w:val="en-GB"/>
        </w:rPr>
        <w:fldChar w:fldCharType="end"/>
      </w:r>
      <w:bookmarkEnd w:id="0"/>
      <w:proofErr w:type="gramStart"/>
      <w:r w:rsidRPr="007D28C9">
        <w:rPr>
          <w:vertAlign w:val="superscript"/>
          <w:lang w:val="en-GB"/>
        </w:rPr>
        <w:t>*)</w:t>
      </w:r>
      <w:r w:rsidRPr="007D28C9">
        <w:rPr>
          <w:i/>
          <w:iCs/>
          <w:sz w:val="16"/>
          <w:szCs w:val="16"/>
          <w:lang w:val="en-GB"/>
        </w:rPr>
        <w:t>specify</w:t>
      </w:r>
      <w:proofErr w:type="gramEnd"/>
      <w:r w:rsidRPr="007D28C9">
        <w:rPr>
          <w:i/>
          <w:iCs/>
          <w:sz w:val="16"/>
          <w:szCs w:val="16"/>
          <w:lang w:val="en-GB"/>
        </w:rPr>
        <w:t xml:space="preserve"> only in case of application of reassessment or extension</w:t>
      </w:r>
    </w:p>
    <w:p w14:paraId="4CF67535" w14:textId="77777777" w:rsidR="00975CD1" w:rsidRPr="007D28C9" w:rsidRDefault="00975CD1" w:rsidP="00975CD1">
      <w:pPr>
        <w:pStyle w:val="Podtitul"/>
        <w:jc w:val="left"/>
        <w:rPr>
          <w:rFonts w:asciiTheme="majorHAnsi" w:hAnsiTheme="majorHAnsi"/>
          <w:b w:val="0"/>
          <w:bCs w:val="0"/>
          <w:sz w:val="28"/>
          <w:szCs w:val="28"/>
          <w:lang w:val="en-GB"/>
        </w:rPr>
      </w:pPr>
    </w:p>
    <w:p w14:paraId="275A2F98" w14:textId="744963FB" w:rsidR="00804169" w:rsidRPr="007D28C9" w:rsidRDefault="00804169">
      <w:pPr>
        <w:pStyle w:val="Podtitul"/>
        <w:jc w:val="left"/>
        <w:rPr>
          <w:b w:val="0"/>
          <w:spacing w:val="-2"/>
          <w:sz w:val="10"/>
          <w:lang w:val="en-GB"/>
        </w:rPr>
      </w:pPr>
    </w:p>
    <w:p w14:paraId="3E8D9237" w14:textId="582F0F89" w:rsidR="00F829C8" w:rsidRPr="007D28C9" w:rsidRDefault="00F829C8">
      <w:pPr>
        <w:pStyle w:val="Podtitul"/>
        <w:jc w:val="left"/>
        <w:rPr>
          <w:b w:val="0"/>
          <w:spacing w:val="-2"/>
          <w:sz w:val="10"/>
          <w:lang w:val="en-GB"/>
        </w:rPr>
      </w:pPr>
    </w:p>
    <w:p w14:paraId="075AA8A8" w14:textId="58AF159C" w:rsidR="00A076B0" w:rsidRPr="007D28C9" w:rsidRDefault="00A076B0" w:rsidP="00A076B0">
      <w:pPr>
        <w:rPr>
          <w:rFonts w:ascii="Arial" w:hAnsi="Arial" w:cs="Arial"/>
          <w:b/>
          <w:sz w:val="28"/>
          <w:szCs w:val="28"/>
          <w:lang w:val="en-GB"/>
        </w:rPr>
      </w:pPr>
      <w:r w:rsidRPr="007D28C9">
        <w:rPr>
          <w:rFonts w:ascii="Arial" w:hAnsi="Arial" w:cs="Arial"/>
          <w:b/>
          <w:sz w:val="28"/>
          <w:szCs w:val="28"/>
          <w:lang w:val="en-GB"/>
        </w:rPr>
        <w:t>Specification of medical laboratory activities for which accreditation is required</w:t>
      </w:r>
    </w:p>
    <w:p w14:paraId="7732E174" w14:textId="77777777" w:rsidR="00F829C8" w:rsidRPr="007D28C9" w:rsidRDefault="00F829C8" w:rsidP="00F829C8">
      <w:pPr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044BA5" w:rsidRPr="007D28C9" w14:paraId="25D6481B" w14:textId="77777777" w:rsidTr="00E760D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001CC1" w14:textId="1AD54A72" w:rsidR="008E75B7" w:rsidRPr="007D28C9" w:rsidRDefault="008E75B7" w:rsidP="008E75B7">
            <w:pPr>
              <w:rPr>
                <w:b/>
                <w:bCs/>
                <w:sz w:val="16"/>
                <w:lang w:val="en-GB"/>
              </w:rPr>
            </w:pPr>
            <w:r w:rsidRPr="007D28C9">
              <w:rPr>
                <w:b/>
                <w:bCs/>
                <w:lang w:val="en-GB"/>
              </w:rPr>
              <w:t>Laboratory: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5C1936" w14:textId="234A9627" w:rsidR="008E75B7" w:rsidRPr="007D28C9" w:rsidRDefault="008E75B7" w:rsidP="008E75B7">
            <w:pPr>
              <w:jc w:val="center"/>
              <w:rPr>
                <w:b/>
                <w:bCs/>
                <w:sz w:val="20"/>
                <w:lang w:val="en-GB"/>
              </w:rPr>
            </w:pPr>
            <w:r w:rsidRPr="007D28C9">
              <w:rPr>
                <w:b/>
                <w:bCs/>
                <w:sz w:val="20"/>
                <w:lang w:val="en-GB"/>
              </w:rPr>
              <w:t>with fixed scope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402B9F" w14:textId="64897151" w:rsidR="008E75B7" w:rsidRPr="007D28C9" w:rsidRDefault="008E75B7" w:rsidP="008E75B7">
            <w:pPr>
              <w:jc w:val="center"/>
              <w:rPr>
                <w:b/>
                <w:bCs/>
                <w:sz w:val="20"/>
                <w:lang w:val="en-GB"/>
              </w:rPr>
            </w:pPr>
            <w:r w:rsidRPr="007D28C9">
              <w:rPr>
                <w:b/>
                <w:bCs/>
                <w:sz w:val="20"/>
                <w:lang w:val="en-GB"/>
              </w:rPr>
              <w:t>with flexible scope</w:t>
            </w:r>
          </w:p>
        </w:tc>
      </w:tr>
      <w:tr w:rsidR="008E75B7" w:rsidRPr="007D28C9" w14:paraId="7FA85448" w14:textId="77777777" w:rsidTr="00E760DE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0961" w14:textId="77777777" w:rsidR="008E75B7" w:rsidRPr="007D28C9" w:rsidRDefault="008E75B7" w:rsidP="008E75B7">
            <w:pPr>
              <w:rPr>
                <w:b/>
                <w:lang w:val="en-GB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925A" w14:textId="600424E4" w:rsidR="008E75B7" w:rsidRPr="007D28C9" w:rsidRDefault="008E75B7" w:rsidP="008E75B7">
            <w:pPr>
              <w:jc w:val="center"/>
              <w:rPr>
                <w:b/>
                <w:lang w:val="en-GB"/>
              </w:rPr>
            </w:pPr>
            <w:r w:rsidRPr="007D28C9">
              <w:rPr>
                <w:lang w:val="en-GB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28C9">
              <w:rPr>
                <w:lang w:val="en-GB"/>
              </w:rPr>
              <w:instrText xml:space="preserve"> FORMCHECKBOX </w:instrText>
            </w:r>
            <w:r w:rsidR="007D28C9" w:rsidRPr="007D28C9">
              <w:rPr>
                <w:lang w:val="en-GB"/>
              </w:rPr>
            </w:r>
            <w:r w:rsidR="007D28C9" w:rsidRPr="007D28C9">
              <w:rPr>
                <w:lang w:val="en-GB"/>
              </w:rPr>
              <w:fldChar w:fldCharType="separate"/>
            </w:r>
            <w:r w:rsidRPr="007D28C9">
              <w:rPr>
                <w:lang w:val="en-GB"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3E72" w14:textId="460E4E1E" w:rsidR="008E75B7" w:rsidRPr="007D28C9" w:rsidRDefault="008E75B7" w:rsidP="008E75B7">
            <w:pPr>
              <w:jc w:val="center"/>
              <w:rPr>
                <w:lang w:val="en-GB"/>
              </w:rPr>
            </w:pPr>
            <w:r w:rsidRPr="007D28C9">
              <w:rPr>
                <w:lang w:val="en-GB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2"/>
            <w:r w:rsidRPr="007D28C9">
              <w:rPr>
                <w:lang w:val="en-GB"/>
              </w:rPr>
              <w:instrText xml:space="preserve"> FORMCHECKBOX </w:instrText>
            </w:r>
            <w:r w:rsidR="007D28C9" w:rsidRPr="007D28C9">
              <w:rPr>
                <w:lang w:val="en-GB"/>
              </w:rPr>
            </w:r>
            <w:r w:rsidR="007D28C9" w:rsidRPr="007D28C9">
              <w:rPr>
                <w:lang w:val="en-GB"/>
              </w:rPr>
              <w:fldChar w:fldCharType="separate"/>
            </w:r>
            <w:r w:rsidRPr="007D28C9">
              <w:rPr>
                <w:lang w:val="en-GB"/>
              </w:rPr>
              <w:fldChar w:fldCharType="end"/>
            </w:r>
            <w:bookmarkEnd w:id="1"/>
          </w:p>
        </w:tc>
      </w:tr>
    </w:tbl>
    <w:p w14:paraId="2073E685" w14:textId="195F3770" w:rsidR="00F829C8" w:rsidRPr="007D28C9" w:rsidRDefault="00F829C8">
      <w:pPr>
        <w:pStyle w:val="Podtitul"/>
        <w:jc w:val="left"/>
        <w:rPr>
          <w:b w:val="0"/>
          <w:spacing w:val="-2"/>
          <w:sz w:val="10"/>
          <w:lang w:val="en-GB"/>
        </w:rPr>
      </w:pPr>
    </w:p>
    <w:p w14:paraId="74DE8339" w14:textId="175D231C" w:rsidR="00F829C8" w:rsidRPr="007D28C9" w:rsidRDefault="00F829C8">
      <w:pPr>
        <w:pStyle w:val="Podtitul"/>
        <w:jc w:val="left"/>
        <w:rPr>
          <w:b w:val="0"/>
          <w:spacing w:val="-2"/>
          <w:sz w:val="10"/>
          <w:lang w:val="en-GB"/>
        </w:rPr>
      </w:pPr>
    </w:p>
    <w:p w14:paraId="6B18B752" w14:textId="2E3DAFF0" w:rsidR="00F829C8" w:rsidRPr="007D28C9" w:rsidRDefault="00F829C8">
      <w:pPr>
        <w:pStyle w:val="Podtitul"/>
        <w:jc w:val="left"/>
        <w:rPr>
          <w:b w:val="0"/>
          <w:spacing w:val="-2"/>
          <w:sz w:val="10"/>
          <w:lang w:val="en-GB"/>
        </w:rPr>
      </w:pPr>
    </w:p>
    <w:p w14:paraId="0F935A70" w14:textId="230142C5" w:rsidR="00F829C8" w:rsidRPr="007D28C9" w:rsidRDefault="00F829C8">
      <w:pPr>
        <w:pStyle w:val="Podtitul"/>
        <w:jc w:val="left"/>
        <w:rPr>
          <w:b w:val="0"/>
          <w:spacing w:val="-2"/>
          <w:sz w:val="10"/>
          <w:lang w:val="en-GB"/>
        </w:rPr>
      </w:pPr>
    </w:p>
    <w:p w14:paraId="49F01193" w14:textId="77777777" w:rsidR="00804169" w:rsidRPr="007D28C9" w:rsidRDefault="00804169">
      <w:pPr>
        <w:pStyle w:val="Podtitul"/>
        <w:jc w:val="left"/>
        <w:rPr>
          <w:spacing w:val="-2"/>
          <w:sz w:val="28"/>
          <w:lang w:val="en-GB"/>
        </w:rPr>
        <w:sectPr w:rsidR="00804169" w:rsidRPr="007D28C9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B048B49" w14:textId="4FDCD48B" w:rsidR="00804169" w:rsidRPr="007D28C9" w:rsidRDefault="00804169" w:rsidP="000C72DB">
      <w:pPr>
        <w:pStyle w:val="Podtitul"/>
        <w:jc w:val="left"/>
        <w:rPr>
          <w:sz w:val="20"/>
          <w:szCs w:val="20"/>
          <w:lang w:val="en-GB"/>
        </w:rPr>
      </w:pPr>
      <w:r w:rsidRPr="007D28C9">
        <w:rPr>
          <w:sz w:val="20"/>
          <w:szCs w:val="20"/>
          <w:lang w:val="en-GB"/>
        </w:rPr>
        <w:t>(</w:t>
      </w:r>
      <w:proofErr w:type="gramStart"/>
      <w:r w:rsidRPr="007D28C9">
        <w:rPr>
          <w:sz w:val="20"/>
          <w:szCs w:val="20"/>
          <w:lang w:val="en-GB"/>
        </w:rPr>
        <w:t>fix</w:t>
      </w:r>
      <w:r w:rsidR="003B771B" w:rsidRPr="007D28C9">
        <w:rPr>
          <w:sz w:val="20"/>
          <w:szCs w:val="20"/>
          <w:lang w:val="en-GB"/>
        </w:rPr>
        <w:t>ed</w:t>
      </w:r>
      <w:proofErr w:type="gramEnd"/>
      <w:r w:rsidR="003B771B" w:rsidRPr="007D28C9">
        <w:rPr>
          <w:sz w:val="20"/>
          <w:szCs w:val="20"/>
          <w:lang w:val="en-GB"/>
        </w:rPr>
        <w:t xml:space="preserve"> scope</w:t>
      </w:r>
      <w:r w:rsidRPr="007D28C9">
        <w:rPr>
          <w:sz w:val="20"/>
          <w:szCs w:val="20"/>
          <w:lang w:val="en-GB"/>
        </w:rPr>
        <w:t>)</w:t>
      </w:r>
    </w:p>
    <w:p w14:paraId="65D2AE49" w14:textId="77777777" w:rsidR="00A076B0" w:rsidRPr="007D28C9" w:rsidRDefault="00A076B0" w:rsidP="000C72DB">
      <w:pPr>
        <w:pStyle w:val="Podtitul"/>
        <w:jc w:val="left"/>
        <w:rPr>
          <w:b w:val="0"/>
          <w:sz w:val="14"/>
          <w:lang w:val="en-GB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337"/>
        <w:gridCol w:w="1486"/>
        <w:gridCol w:w="1375"/>
        <w:gridCol w:w="1550"/>
        <w:gridCol w:w="4171"/>
      </w:tblGrid>
      <w:tr w:rsidR="00044BA5" w:rsidRPr="007D28C9" w14:paraId="79C06F68" w14:textId="77777777" w:rsidTr="00F829C8">
        <w:trPr>
          <w:cantSplit/>
          <w:trHeight w:val="20"/>
          <w:tblHeader/>
          <w:jc w:val="center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186042C5" w14:textId="37986791" w:rsidR="00804169" w:rsidRPr="007D28C9" w:rsidRDefault="008E75B7" w:rsidP="00F829C8">
            <w:pPr>
              <w:jc w:val="center"/>
              <w:rPr>
                <w:b/>
                <w:i/>
                <w:iCs/>
                <w:sz w:val="20"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Item</w:t>
            </w:r>
          </w:p>
        </w:tc>
        <w:tc>
          <w:tcPr>
            <w:tcW w:w="267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FEE2B7A" w14:textId="339B66FE" w:rsidR="00804169" w:rsidRPr="007D28C9" w:rsidRDefault="00804169" w:rsidP="00F829C8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Obje</w:t>
            </w:r>
            <w:r w:rsidR="008E75B7" w:rsidRPr="007D28C9">
              <w:rPr>
                <w:b/>
                <w:iCs/>
                <w:sz w:val="22"/>
                <w:lang w:val="en-GB"/>
              </w:rPr>
              <w:t>c</w:t>
            </w:r>
            <w:r w:rsidRPr="007D28C9">
              <w:rPr>
                <w:b/>
                <w:iCs/>
                <w:sz w:val="22"/>
                <w:lang w:val="en-GB"/>
              </w:rPr>
              <w:t xml:space="preserve">t </w:t>
            </w:r>
            <w:r w:rsidR="008E75B7" w:rsidRPr="007D28C9">
              <w:rPr>
                <w:b/>
                <w:iCs/>
                <w:sz w:val="22"/>
                <w:lang w:val="en-GB"/>
              </w:rPr>
              <w:t>of examination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F06ABBB" w14:textId="03FE7408" w:rsidR="00804169" w:rsidRPr="007D28C9" w:rsidRDefault="008E75B7" w:rsidP="00F829C8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Established method</w:t>
            </w:r>
          </w:p>
        </w:tc>
        <w:tc>
          <w:tcPr>
            <w:tcW w:w="394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2DF6F88E" w14:textId="456A787F" w:rsidR="00804169" w:rsidRPr="007D28C9" w:rsidRDefault="00804169" w:rsidP="00F829C8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O</w:t>
            </w:r>
            <w:r w:rsidR="003B771B" w:rsidRPr="007D28C9">
              <w:rPr>
                <w:b/>
                <w:iCs/>
                <w:sz w:val="22"/>
                <w:lang w:val="en-GB"/>
              </w:rPr>
              <w:t>ther specifications</w:t>
            </w:r>
          </w:p>
          <w:p w14:paraId="76AA2E55" w14:textId="0A08BFC6" w:rsidR="00804169" w:rsidRPr="007D28C9" w:rsidRDefault="00804169" w:rsidP="00F829C8">
            <w:pPr>
              <w:jc w:val="center"/>
              <w:rPr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(</w:t>
            </w:r>
            <w:proofErr w:type="gramStart"/>
            <w:r w:rsidRPr="007D28C9">
              <w:rPr>
                <w:b/>
                <w:iCs/>
                <w:sz w:val="22"/>
                <w:lang w:val="en-GB"/>
              </w:rPr>
              <w:t>r</w:t>
            </w:r>
            <w:r w:rsidR="003B771B" w:rsidRPr="007D28C9">
              <w:rPr>
                <w:b/>
                <w:iCs/>
                <w:sz w:val="22"/>
                <w:lang w:val="en-GB"/>
              </w:rPr>
              <w:t>ange</w:t>
            </w:r>
            <w:proofErr w:type="gramEnd"/>
            <w:r w:rsidRPr="007D28C9">
              <w:rPr>
                <w:b/>
                <w:iCs/>
                <w:sz w:val="22"/>
                <w:lang w:val="en-GB"/>
              </w:rPr>
              <w:t xml:space="preserve">, </w:t>
            </w:r>
            <w:r w:rsidR="003B771B" w:rsidRPr="007D28C9">
              <w:rPr>
                <w:b/>
                <w:iCs/>
                <w:sz w:val="22"/>
                <w:lang w:val="en-GB"/>
              </w:rPr>
              <w:t>uncertainty</w:t>
            </w:r>
            <w:r w:rsidRPr="007D28C9">
              <w:rPr>
                <w:b/>
                <w:iCs/>
                <w:sz w:val="22"/>
                <w:lang w:val="en-GB"/>
              </w:rPr>
              <w:t xml:space="preserve">, </w:t>
            </w:r>
            <w:r w:rsidR="003B771B" w:rsidRPr="007D28C9">
              <w:rPr>
                <w:b/>
                <w:iCs/>
                <w:sz w:val="22"/>
                <w:lang w:val="en-GB"/>
              </w:rPr>
              <w:t>purpose</w:t>
            </w:r>
            <w:r w:rsidRPr="007D28C9">
              <w:rPr>
                <w:b/>
                <w:iCs/>
                <w:sz w:val="22"/>
                <w:lang w:val="en-GB"/>
              </w:rPr>
              <w:t>,</w:t>
            </w:r>
            <w:r w:rsidR="00FA6851" w:rsidRPr="007D28C9">
              <w:rPr>
                <w:b/>
                <w:iCs/>
                <w:sz w:val="22"/>
                <w:lang w:val="en-GB"/>
              </w:rPr>
              <w:br/>
            </w:r>
            <w:r w:rsidR="003B771B" w:rsidRPr="007D28C9">
              <w:rPr>
                <w:b/>
                <w:iCs/>
                <w:sz w:val="22"/>
                <w:lang w:val="en-GB"/>
              </w:rPr>
              <w:t>equipment, etc</w:t>
            </w:r>
            <w:r w:rsidR="00FA6851" w:rsidRPr="007D28C9">
              <w:rPr>
                <w:b/>
                <w:iCs/>
                <w:sz w:val="22"/>
                <w:lang w:val="en-GB"/>
              </w:rPr>
              <w:t>.)</w:t>
            </w:r>
          </w:p>
        </w:tc>
      </w:tr>
      <w:tr w:rsidR="00044BA5" w:rsidRPr="007D28C9" w14:paraId="55E5FAB0" w14:textId="77777777" w:rsidTr="00F829C8">
        <w:trPr>
          <w:cantSplit/>
          <w:trHeight w:val="1385"/>
          <w:tblHeader/>
          <w:jc w:val="center"/>
        </w:trPr>
        <w:tc>
          <w:tcPr>
            <w:tcW w:w="53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7EE4C9" w14:textId="77777777" w:rsidR="00804169" w:rsidRPr="007D28C9" w:rsidRDefault="00804169" w:rsidP="00F829C8">
            <w:pPr>
              <w:jc w:val="center"/>
              <w:rPr>
                <w:b/>
                <w:sz w:val="20"/>
                <w:lang w:val="en-GB"/>
              </w:rPr>
            </w:pP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43A6F41C" w14:textId="77777777" w:rsidR="00AE3143" w:rsidRPr="007D28C9" w:rsidRDefault="00804169" w:rsidP="00F829C8">
            <w:pPr>
              <w:jc w:val="center"/>
              <w:rPr>
                <w:b/>
                <w:sz w:val="22"/>
                <w:lang w:val="en-GB"/>
              </w:rPr>
            </w:pPr>
            <w:r w:rsidRPr="007D28C9">
              <w:rPr>
                <w:b/>
                <w:sz w:val="22"/>
                <w:lang w:val="en-GB"/>
              </w:rPr>
              <w:t>Biologic</w:t>
            </w:r>
            <w:r w:rsidR="003B771B" w:rsidRPr="007D28C9">
              <w:rPr>
                <w:b/>
                <w:sz w:val="22"/>
                <w:lang w:val="en-GB"/>
              </w:rPr>
              <w:t>al</w:t>
            </w:r>
            <w:r w:rsidRPr="007D28C9">
              <w:rPr>
                <w:b/>
                <w:sz w:val="22"/>
                <w:lang w:val="en-GB"/>
              </w:rPr>
              <w:br/>
              <w:t>materi</w:t>
            </w:r>
            <w:r w:rsidR="003B771B" w:rsidRPr="007D28C9">
              <w:rPr>
                <w:b/>
                <w:sz w:val="22"/>
                <w:lang w:val="en-GB"/>
              </w:rPr>
              <w:t>a</w:t>
            </w:r>
            <w:r w:rsidRPr="007D28C9">
              <w:rPr>
                <w:b/>
                <w:sz w:val="22"/>
                <w:lang w:val="en-GB"/>
              </w:rPr>
              <w:t>l</w:t>
            </w:r>
            <w:r w:rsidR="00AE3143" w:rsidRPr="007D28C9">
              <w:rPr>
                <w:b/>
                <w:sz w:val="22"/>
                <w:lang w:val="en-GB"/>
              </w:rPr>
              <w:t>/</w:t>
            </w:r>
          </w:p>
          <w:p w14:paraId="2D1BE48A" w14:textId="621E68CA" w:rsidR="00804169" w:rsidRPr="007D28C9" w:rsidRDefault="00AE3143" w:rsidP="00F829C8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sz w:val="22"/>
                <w:lang w:val="en-GB"/>
              </w:rPr>
              <w:t>matrix</w:t>
            </w: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21B3CBB" w14:textId="78547BFD" w:rsidR="00804169" w:rsidRPr="007D28C9" w:rsidRDefault="00804169" w:rsidP="00F829C8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Analyt</w:t>
            </w:r>
            <w:r w:rsidR="003B771B" w:rsidRPr="007D28C9">
              <w:rPr>
                <w:b/>
                <w:iCs/>
                <w:sz w:val="22"/>
                <w:lang w:val="en-GB"/>
              </w:rPr>
              <w:t>e</w:t>
            </w:r>
            <w:r w:rsidRPr="007D28C9">
              <w:rPr>
                <w:b/>
                <w:iCs/>
                <w:sz w:val="22"/>
                <w:lang w:val="en-GB"/>
              </w:rPr>
              <w:t>/</w:t>
            </w:r>
          </w:p>
          <w:p w14:paraId="09F58710" w14:textId="77777777" w:rsidR="00804169" w:rsidRPr="007D28C9" w:rsidRDefault="00804169" w:rsidP="00F829C8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Parameter</w:t>
            </w:r>
          </w:p>
        </w:tc>
        <w:tc>
          <w:tcPr>
            <w:tcW w:w="1301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B4B1BF9" w14:textId="7F47FD87" w:rsidR="00804169" w:rsidRPr="007D28C9" w:rsidRDefault="00804169" w:rsidP="00F829C8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Princ</w:t>
            </w:r>
            <w:r w:rsidR="003B771B" w:rsidRPr="007D28C9">
              <w:rPr>
                <w:b/>
                <w:iCs/>
                <w:sz w:val="22"/>
                <w:lang w:val="en-GB"/>
              </w:rPr>
              <w:t>ipe</w:t>
            </w:r>
          </w:p>
        </w:tc>
        <w:tc>
          <w:tcPr>
            <w:tcW w:w="1466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7B7CEAE8" w14:textId="219FFC6D" w:rsidR="00804169" w:rsidRPr="007D28C9" w:rsidRDefault="003B771B" w:rsidP="00F829C8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Identification of method</w:t>
            </w:r>
          </w:p>
        </w:tc>
        <w:tc>
          <w:tcPr>
            <w:tcW w:w="394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4CC31E" w14:textId="77777777" w:rsidR="00804169" w:rsidRPr="007D28C9" w:rsidRDefault="00804169" w:rsidP="00F829C8">
            <w:pPr>
              <w:jc w:val="center"/>
              <w:rPr>
                <w:lang w:val="en-GB"/>
              </w:rPr>
            </w:pPr>
          </w:p>
        </w:tc>
      </w:tr>
      <w:tr w:rsidR="00044BA5" w:rsidRPr="007D28C9" w14:paraId="675AC93F" w14:textId="77777777" w:rsidTr="00F829C8">
        <w:trPr>
          <w:trHeight w:val="284"/>
          <w:jc w:val="center"/>
        </w:trPr>
        <w:tc>
          <w:tcPr>
            <w:tcW w:w="539" w:type="dxa"/>
            <w:tcBorders>
              <w:left w:val="single" w:sz="12" w:space="0" w:color="auto"/>
            </w:tcBorders>
            <w:vAlign w:val="center"/>
          </w:tcPr>
          <w:p w14:paraId="72CF12E5" w14:textId="77777777" w:rsidR="00804169" w:rsidRPr="007D28C9" w:rsidRDefault="00804169" w:rsidP="00F829C8">
            <w:pPr>
              <w:jc w:val="center"/>
              <w:rPr>
                <w:b/>
                <w:iCs/>
                <w:lang w:val="en-GB"/>
              </w:rPr>
            </w:pPr>
          </w:p>
        </w:tc>
        <w:tc>
          <w:tcPr>
            <w:tcW w:w="1265" w:type="dxa"/>
            <w:vAlign w:val="center"/>
          </w:tcPr>
          <w:p w14:paraId="72237B07" w14:textId="346CAD45" w:rsidR="00804169" w:rsidRPr="007D28C9" w:rsidRDefault="00804169" w:rsidP="00F829C8">
            <w:pPr>
              <w:rPr>
                <w:b/>
                <w:iCs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5633AE2F" w14:textId="77777777" w:rsidR="00804169" w:rsidRPr="007D28C9" w:rsidRDefault="00804169" w:rsidP="00F829C8">
            <w:pPr>
              <w:rPr>
                <w:b/>
                <w:iCs/>
                <w:lang w:val="en-GB"/>
              </w:rPr>
            </w:pPr>
          </w:p>
        </w:tc>
        <w:tc>
          <w:tcPr>
            <w:tcW w:w="1301" w:type="dxa"/>
            <w:vAlign w:val="center"/>
          </w:tcPr>
          <w:p w14:paraId="17AE179F" w14:textId="77777777" w:rsidR="00804169" w:rsidRPr="007D28C9" w:rsidRDefault="00804169" w:rsidP="00F829C8">
            <w:pPr>
              <w:rPr>
                <w:b/>
                <w:iCs/>
                <w:lang w:val="en-GB"/>
              </w:rPr>
            </w:pPr>
          </w:p>
        </w:tc>
        <w:tc>
          <w:tcPr>
            <w:tcW w:w="1466" w:type="dxa"/>
            <w:vAlign w:val="center"/>
          </w:tcPr>
          <w:p w14:paraId="0CCCDA60" w14:textId="77777777" w:rsidR="00804169" w:rsidRPr="007D28C9" w:rsidRDefault="00804169" w:rsidP="00F829C8">
            <w:pPr>
              <w:rPr>
                <w:b/>
                <w:iCs/>
                <w:lang w:val="en-GB"/>
              </w:rPr>
            </w:pPr>
          </w:p>
        </w:tc>
        <w:tc>
          <w:tcPr>
            <w:tcW w:w="3946" w:type="dxa"/>
            <w:tcBorders>
              <w:right w:val="single" w:sz="12" w:space="0" w:color="auto"/>
            </w:tcBorders>
            <w:vAlign w:val="center"/>
          </w:tcPr>
          <w:p w14:paraId="29E23D6A" w14:textId="77777777" w:rsidR="00804169" w:rsidRPr="007D28C9" w:rsidRDefault="00804169" w:rsidP="00F829C8">
            <w:pPr>
              <w:rPr>
                <w:b/>
                <w:iCs/>
                <w:lang w:val="en-GB"/>
              </w:rPr>
            </w:pPr>
          </w:p>
        </w:tc>
      </w:tr>
      <w:tr w:rsidR="00044BA5" w:rsidRPr="007D28C9" w14:paraId="75BC1B67" w14:textId="77777777" w:rsidTr="00F829C8">
        <w:trPr>
          <w:trHeight w:val="284"/>
          <w:jc w:val="center"/>
        </w:trPr>
        <w:tc>
          <w:tcPr>
            <w:tcW w:w="539" w:type="dxa"/>
            <w:tcBorders>
              <w:left w:val="single" w:sz="12" w:space="0" w:color="auto"/>
            </w:tcBorders>
            <w:vAlign w:val="center"/>
          </w:tcPr>
          <w:p w14:paraId="1AA005EF" w14:textId="77777777" w:rsidR="0061504E" w:rsidRPr="007D28C9" w:rsidRDefault="0061504E" w:rsidP="00F829C8">
            <w:pPr>
              <w:jc w:val="center"/>
              <w:rPr>
                <w:b/>
                <w:iCs/>
                <w:lang w:val="en-GB"/>
              </w:rPr>
            </w:pPr>
          </w:p>
        </w:tc>
        <w:tc>
          <w:tcPr>
            <w:tcW w:w="1265" w:type="dxa"/>
            <w:vAlign w:val="center"/>
          </w:tcPr>
          <w:p w14:paraId="08105F92" w14:textId="77777777" w:rsidR="0061504E" w:rsidRPr="007D28C9" w:rsidRDefault="0061504E" w:rsidP="00F829C8">
            <w:pPr>
              <w:rPr>
                <w:b/>
                <w:iCs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772F0AEC" w14:textId="77777777" w:rsidR="0061504E" w:rsidRPr="007D28C9" w:rsidRDefault="0061504E" w:rsidP="00F829C8">
            <w:pPr>
              <w:rPr>
                <w:b/>
                <w:iCs/>
                <w:lang w:val="en-GB"/>
              </w:rPr>
            </w:pPr>
          </w:p>
        </w:tc>
        <w:tc>
          <w:tcPr>
            <w:tcW w:w="1301" w:type="dxa"/>
            <w:vAlign w:val="center"/>
          </w:tcPr>
          <w:p w14:paraId="62C30A5A" w14:textId="77777777" w:rsidR="0061504E" w:rsidRPr="007D28C9" w:rsidRDefault="0061504E" w:rsidP="00F829C8">
            <w:pPr>
              <w:rPr>
                <w:b/>
                <w:iCs/>
                <w:lang w:val="en-GB"/>
              </w:rPr>
            </w:pPr>
          </w:p>
        </w:tc>
        <w:tc>
          <w:tcPr>
            <w:tcW w:w="1466" w:type="dxa"/>
            <w:vAlign w:val="center"/>
          </w:tcPr>
          <w:p w14:paraId="6F70FA08" w14:textId="77777777" w:rsidR="0061504E" w:rsidRPr="007D28C9" w:rsidRDefault="0061504E" w:rsidP="00F829C8">
            <w:pPr>
              <w:rPr>
                <w:b/>
                <w:iCs/>
                <w:lang w:val="en-GB"/>
              </w:rPr>
            </w:pPr>
          </w:p>
        </w:tc>
        <w:tc>
          <w:tcPr>
            <w:tcW w:w="3946" w:type="dxa"/>
            <w:tcBorders>
              <w:right w:val="single" w:sz="12" w:space="0" w:color="auto"/>
            </w:tcBorders>
            <w:vAlign w:val="center"/>
          </w:tcPr>
          <w:p w14:paraId="5C34EEDA" w14:textId="77777777" w:rsidR="0061504E" w:rsidRPr="007D28C9" w:rsidRDefault="0061504E" w:rsidP="00F829C8">
            <w:pPr>
              <w:rPr>
                <w:b/>
                <w:iCs/>
                <w:lang w:val="en-GB"/>
              </w:rPr>
            </w:pPr>
          </w:p>
        </w:tc>
      </w:tr>
      <w:tr w:rsidR="00044BA5" w:rsidRPr="007D28C9" w14:paraId="423B58F8" w14:textId="77777777" w:rsidTr="00F829C8">
        <w:trPr>
          <w:trHeight w:val="284"/>
          <w:jc w:val="center"/>
        </w:trPr>
        <w:tc>
          <w:tcPr>
            <w:tcW w:w="539" w:type="dxa"/>
            <w:tcBorders>
              <w:left w:val="single" w:sz="12" w:space="0" w:color="auto"/>
            </w:tcBorders>
            <w:vAlign w:val="center"/>
          </w:tcPr>
          <w:p w14:paraId="51A6A644" w14:textId="77777777" w:rsidR="0061504E" w:rsidRPr="007D28C9" w:rsidRDefault="0061504E" w:rsidP="00F829C8">
            <w:pPr>
              <w:jc w:val="center"/>
              <w:rPr>
                <w:b/>
                <w:iCs/>
                <w:lang w:val="en-GB"/>
              </w:rPr>
            </w:pPr>
          </w:p>
        </w:tc>
        <w:tc>
          <w:tcPr>
            <w:tcW w:w="1265" w:type="dxa"/>
            <w:vAlign w:val="center"/>
          </w:tcPr>
          <w:p w14:paraId="014567C2" w14:textId="77777777" w:rsidR="0061504E" w:rsidRPr="007D28C9" w:rsidRDefault="0061504E" w:rsidP="00F829C8">
            <w:pPr>
              <w:rPr>
                <w:b/>
                <w:iCs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5EAA23EA" w14:textId="77777777" w:rsidR="0061504E" w:rsidRPr="007D28C9" w:rsidRDefault="0061504E" w:rsidP="00F829C8">
            <w:pPr>
              <w:rPr>
                <w:b/>
                <w:iCs/>
                <w:lang w:val="en-GB"/>
              </w:rPr>
            </w:pPr>
          </w:p>
        </w:tc>
        <w:tc>
          <w:tcPr>
            <w:tcW w:w="1301" w:type="dxa"/>
            <w:vAlign w:val="center"/>
          </w:tcPr>
          <w:p w14:paraId="4030A8D1" w14:textId="77777777" w:rsidR="0061504E" w:rsidRPr="007D28C9" w:rsidRDefault="0061504E" w:rsidP="00F829C8">
            <w:pPr>
              <w:rPr>
                <w:b/>
                <w:iCs/>
                <w:lang w:val="en-GB"/>
              </w:rPr>
            </w:pPr>
          </w:p>
        </w:tc>
        <w:tc>
          <w:tcPr>
            <w:tcW w:w="1466" w:type="dxa"/>
            <w:vAlign w:val="center"/>
          </w:tcPr>
          <w:p w14:paraId="25C932F1" w14:textId="77777777" w:rsidR="0061504E" w:rsidRPr="007D28C9" w:rsidRDefault="0061504E" w:rsidP="00F829C8">
            <w:pPr>
              <w:rPr>
                <w:b/>
                <w:iCs/>
                <w:lang w:val="en-GB"/>
              </w:rPr>
            </w:pPr>
          </w:p>
        </w:tc>
        <w:tc>
          <w:tcPr>
            <w:tcW w:w="3946" w:type="dxa"/>
            <w:tcBorders>
              <w:right w:val="single" w:sz="12" w:space="0" w:color="auto"/>
            </w:tcBorders>
            <w:vAlign w:val="center"/>
          </w:tcPr>
          <w:p w14:paraId="32B4194C" w14:textId="77777777" w:rsidR="0061504E" w:rsidRPr="007D28C9" w:rsidRDefault="0061504E" w:rsidP="00F829C8">
            <w:pPr>
              <w:rPr>
                <w:b/>
                <w:iCs/>
                <w:lang w:val="en-GB"/>
              </w:rPr>
            </w:pPr>
          </w:p>
        </w:tc>
      </w:tr>
      <w:tr w:rsidR="00804169" w:rsidRPr="007D28C9" w14:paraId="72947B35" w14:textId="77777777" w:rsidTr="0061504E">
        <w:trPr>
          <w:trHeight w:val="365"/>
          <w:jc w:val="center"/>
        </w:trPr>
        <w:tc>
          <w:tcPr>
            <w:tcW w:w="5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E76981" w14:textId="77777777" w:rsidR="00804169" w:rsidRPr="007D28C9" w:rsidRDefault="00804169" w:rsidP="00F829C8">
            <w:pPr>
              <w:jc w:val="center"/>
              <w:rPr>
                <w:b/>
                <w:iCs/>
                <w:lang w:val="en-GB"/>
              </w:rPr>
            </w:pP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14:paraId="3DB2C24D" w14:textId="77777777" w:rsidR="00804169" w:rsidRPr="007D28C9" w:rsidRDefault="00804169" w:rsidP="00F829C8">
            <w:pPr>
              <w:rPr>
                <w:b/>
                <w:iCs/>
                <w:lang w:val="en-GB"/>
              </w:rPr>
            </w:pPr>
          </w:p>
        </w:tc>
        <w:tc>
          <w:tcPr>
            <w:tcW w:w="1406" w:type="dxa"/>
            <w:tcBorders>
              <w:bottom w:val="single" w:sz="12" w:space="0" w:color="auto"/>
            </w:tcBorders>
            <w:vAlign w:val="center"/>
          </w:tcPr>
          <w:p w14:paraId="0DD4DFFD" w14:textId="77777777" w:rsidR="00804169" w:rsidRPr="007D28C9" w:rsidRDefault="00804169" w:rsidP="00F829C8">
            <w:pPr>
              <w:rPr>
                <w:b/>
                <w:lang w:val="en-GB"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vAlign w:val="center"/>
          </w:tcPr>
          <w:p w14:paraId="3AA1A27C" w14:textId="77777777" w:rsidR="00804169" w:rsidRPr="007D28C9" w:rsidRDefault="00804169" w:rsidP="00F829C8">
            <w:pPr>
              <w:rPr>
                <w:b/>
                <w:iCs/>
                <w:lang w:val="en-GB"/>
              </w:rPr>
            </w:pPr>
          </w:p>
        </w:tc>
        <w:tc>
          <w:tcPr>
            <w:tcW w:w="1466" w:type="dxa"/>
            <w:tcBorders>
              <w:bottom w:val="single" w:sz="12" w:space="0" w:color="auto"/>
            </w:tcBorders>
            <w:vAlign w:val="center"/>
          </w:tcPr>
          <w:p w14:paraId="65E34403" w14:textId="77777777" w:rsidR="00804169" w:rsidRPr="007D28C9" w:rsidRDefault="00804169" w:rsidP="00F829C8">
            <w:pPr>
              <w:rPr>
                <w:b/>
                <w:iCs/>
                <w:lang w:val="en-GB"/>
              </w:rPr>
            </w:pPr>
          </w:p>
        </w:tc>
        <w:tc>
          <w:tcPr>
            <w:tcW w:w="39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B5268B" w14:textId="77777777" w:rsidR="00804169" w:rsidRPr="007D28C9" w:rsidRDefault="00804169" w:rsidP="00F829C8">
            <w:pPr>
              <w:jc w:val="center"/>
              <w:rPr>
                <w:b/>
                <w:iCs/>
                <w:lang w:val="en-GB"/>
              </w:rPr>
            </w:pPr>
          </w:p>
        </w:tc>
      </w:tr>
    </w:tbl>
    <w:p w14:paraId="4547A2DB" w14:textId="77777777" w:rsidR="00804169" w:rsidRPr="007D28C9" w:rsidRDefault="00804169" w:rsidP="004437A2">
      <w:pPr>
        <w:tabs>
          <w:tab w:val="right" w:pos="360"/>
        </w:tabs>
        <w:rPr>
          <w:sz w:val="20"/>
          <w:lang w:val="en-GB"/>
        </w:rPr>
        <w:sectPr w:rsidR="00804169" w:rsidRPr="007D28C9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83F761C" w14:textId="77777777" w:rsidR="00804169" w:rsidRPr="007D28C9" w:rsidRDefault="00804169" w:rsidP="004437A2">
      <w:pPr>
        <w:tabs>
          <w:tab w:val="right" w:pos="360"/>
        </w:tabs>
        <w:rPr>
          <w:sz w:val="4"/>
          <w:lang w:val="en-GB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804169" w:rsidRPr="007D28C9" w14:paraId="19E49D3B" w14:textId="77777777" w:rsidTr="000C09F1">
        <w:trPr>
          <w:jc w:val="center"/>
        </w:trPr>
        <w:tc>
          <w:tcPr>
            <w:tcW w:w="10490" w:type="dxa"/>
          </w:tcPr>
          <w:p w14:paraId="65A3061B" w14:textId="1B0163DE" w:rsidR="00804169" w:rsidRPr="007D28C9" w:rsidRDefault="0061504E" w:rsidP="00D06DEE">
            <w:pPr>
              <w:rPr>
                <w:sz w:val="16"/>
                <w:lang w:val="en-GB"/>
              </w:rPr>
            </w:pPr>
            <w:r w:rsidRPr="007D28C9">
              <w:rPr>
                <w:sz w:val="16"/>
                <w:lang w:val="en-GB"/>
              </w:rPr>
              <w:t>REMARKS:</w:t>
            </w:r>
          </w:p>
          <w:p w14:paraId="3A2E3644" w14:textId="77777777" w:rsidR="00804169" w:rsidRPr="007D28C9" w:rsidRDefault="008127AA" w:rsidP="00D06DEE">
            <w:pPr>
              <w:rPr>
                <w:sz w:val="20"/>
                <w:szCs w:val="20"/>
                <w:lang w:val="en-GB"/>
              </w:rPr>
            </w:pPr>
            <w:r w:rsidRPr="007D28C9">
              <w:rPr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4169" w:rsidRPr="007D28C9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D28C9">
              <w:rPr>
                <w:sz w:val="20"/>
                <w:szCs w:val="20"/>
                <w:lang w:val="en-GB"/>
              </w:rPr>
            </w:r>
            <w:r w:rsidRPr="007D28C9">
              <w:rPr>
                <w:sz w:val="20"/>
                <w:szCs w:val="20"/>
                <w:lang w:val="en-GB"/>
              </w:rPr>
              <w:fldChar w:fldCharType="separate"/>
            </w:r>
            <w:r w:rsidR="00804169" w:rsidRPr="007D28C9">
              <w:rPr>
                <w:noProof/>
                <w:sz w:val="20"/>
                <w:szCs w:val="20"/>
                <w:lang w:val="en-GB"/>
              </w:rPr>
              <w:t> </w:t>
            </w:r>
            <w:r w:rsidR="00804169" w:rsidRPr="007D28C9">
              <w:rPr>
                <w:noProof/>
                <w:sz w:val="20"/>
                <w:szCs w:val="20"/>
                <w:lang w:val="en-GB"/>
              </w:rPr>
              <w:t> </w:t>
            </w:r>
            <w:r w:rsidR="00804169" w:rsidRPr="007D28C9">
              <w:rPr>
                <w:noProof/>
                <w:sz w:val="20"/>
                <w:szCs w:val="20"/>
                <w:lang w:val="en-GB"/>
              </w:rPr>
              <w:t> </w:t>
            </w:r>
            <w:r w:rsidR="00804169" w:rsidRPr="007D28C9">
              <w:rPr>
                <w:noProof/>
                <w:sz w:val="20"/>
                <w:szCs w:val="20"/>
                <w:lang w:val="en-GB"/>
              </w:rPr>
              <w:t> </w:t>
            </w:r>
            <w:r w:rsidR="00804169" w:rsidRPr="007D28C9">
              <w:rPr>
                <w:noProof/>
                <w:sz w:val="20"/>
                <w:szCs w:val="20"/>
                <w:lang w:val="en-GB"/>
              </w:rPr>
              <w:t> </w:t>
            </w:r>
            <w:r w:rsidRPr="007D28C9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7270A1B2" w14:textId="77777777" w:rsidR="00804169" w:rsidRPr="007D28C9" w:rsidRDefault="00804169" w:rsidP="00D06DEE">
      <w:pPr>
        <w:tabs>
          <w:tab w:val="right" w:pos="360"/>
        </w:tabs>
        <w:rPr>
          <w:i/>
          <w:sz w:val="10"/>
          <w:lang w:val="en-GB"/>
        </w:rPr>
      </w:pPr>
    </w:p>
    <w:p w14:paraId="7A9C372F" w14:textId="2DAEA2B0" w:rsidR="00F829C8" w:rsidRPr="007D28C9" w:rsidRDefault="003B771B" w:rsidP="003B771B">
      <w:pPr>
        <w:tabs>
          <w:tab w:val="right" w:pos="360"/>
        </w:tabs>
        <w:rPr>
          <w:i/>
          <w:iCs/>
          <w:sz w:val="20"/>
          <w:szCs w:val="20"/>
          <w:lang w:val="en-GB"/>
        </w:rPr>
      </w:pPr>
      <w:r w:rsidRPr="007D28C9">
        <w:rPr>
          <w:i/>
          <w:sz w:val="20"/>
          <w:lang w:val="en-GB"/>
        </w:rPr>
        <w:t xml:space="preserve">In the column „Other </w:t>
      </w:r>
      <w:proofErr w:type="gramStart"/>
      <w:r w:rsidRPr="007D28C9">
        <w:rPr>
          <w:i/>
          <w:sz w:val="20"/>
          <w:lang w:val="en-GB"/>
        </w:rPr>
        <w:t>specifications“</w:t>
      </w:r>
      <w:r w:rsidR="006C13A7" w:rsidRPr="007D28C9">
        <w:rPr>
          <w:i/>
          <w:sz w:val="20"/>
          <w:lang w:val="en-GB"/>
        </w:rPr>
        <w:t xml:space="preserve">  </w:t>
      </w:r>
      <w:proofErr w:type="gramEnd"/>
      <w:r w:rsidRPr="007D28C9">
        <w:rPr>
          <w:i/>
          <w:sz w:val="20"/>
          <w:lang w:val="en-GB"/>
        </w:rPr>
        <w:t>important specifications which by their nature do not belong to the previous columns are given. Guidance how to fill in table see in</w:t>
      </w:r>
      <w:r w:rsidR="00F829C8" w:rsidRPr="007D28C9">
        <w:rPr>
          <w:i/>
          <w:iCs/>
          <w:sz w:val="20"/>
          <w:szCs w:val="20"/>
          <w:lang w:val="en-GB"/>
        </w:rPr>
        <w:t xml:space="preserve"> MSA -L/01 –</w:t>
      </w:r>
      <w:r w:rsidRPr="007D28C9">
        <w:rPr>
          <w:i/>
          <w:iCs/>
          <w:sz w:val="20"/>
          <w:szCs w:val="20"/>
          <w:lang w:val="en-GB"/>
        </w:rPr>
        <w:t>T</w:t>
      </w:r>
      <w:r w:rsidR="00F829C8" w:rsidRPr="007D28C9">
        <w:rPr>
          <w:i/>
          <w:iCs/>
          <w:sz w:val="20"/>
          <w:szCs w:val="20"/>
          <w:lang w:val="en-GB"/>
        </w:rPr>
        <w:t>ab. A3-1</w:t>
      </w:r>
    </w:p>
    <w:p w14:paraId="3FE45FC8" w14:textId="77777777" w:rsidR="00F829C8" w:rsidRPr="007D28C9" w:rsidRDefault="00F829C8" w:rsidP="00611787">
      <w:pPr>
        <w:rPr>
          <w:i/>
          <w:sz w:val="20"/>
          <w:lang w:val="en-GB"/>
        </w:rPr>
      </w:pPr>
    </w:p>
    <w:p w14:paraId="39D88C34" w14:textId="77777777" w:rsidR="00611787" w:rsidRPr="007D28C9" w:rsidRDefault="00611787" w:rsidP="00AB2C0E">
      <w:pPr>
        <w:rPr>
          <w:sz w:val="20"/>
          <w:lang w:val="en-GB"/>
        </w:rPr>
      </w:pPr>
    </w:p>
    <w:p w14:paraId="43876EBF" w14:textId="35D952E9" w:rsidR="00804169" w:rsidRPr="007D28C9" w:rsidRDefault="00A076B0" w:rsidP="00AB2C0E">
      <w:pPr>
        <w:pStyle w:val="Nadpis4"/>
        <w:numPr>
          <w:ilvl w:val="0"/>
          <w:numId w:val="0"/>
        </w:numPr>
        <w:tabs>
          <w:tab w:val="num" w:pos="1440"/>
        </w:tabs>
        <w:spacing w:before="0" w:after="0"/>
        <w:ind w:left="864" w:hanging="864"/>
        <w:rPr>
          <w:i/>
          <w:sz w:val="24"/>
          <w:lang w:val="en-GB"/>
        </w:rPr>
      </w:pPr>
      <w:r w:rsidRPr="007D28C9">
        <w:rPr>
          <w:i/>
          <w:sz w:val="24"/>
          <w:lang w:val="en-GB"/>
        </w:rPr>
        <w:t xml:space="preserve">Fill in only in </w:t>
      </w:r>
      <w:r w:rsidR="003155D0" w:rsidRPr="007D28C9">
        <w:rPr>
          <w:i/>
          <w:sz w:val="24"/>
          <w:lang w:val="en-GB"/>
        </w:rPr>
        <w:t xml:space="preserve">the </w:t>
      </w:r>
      <w:r w:rsidRPr="007D28C9">
        <w:rPr>
          <w:i/>
          <w:sz w:val="24"/>
          <w:lang w:val="en-GB"/>
        </w:rPr>
        <w:t>case of a laboratory with flexible scope which is competent to develop new methods</w:t>
      </w:r>
    </w:p>
    <w:p w14:paraId="3DB076A5" w14:textId="77777777" w:rsidR="00804169" w:rsidRPr="007D28C9" w:rsidRDefault="00804169" w:rsidP="004C097B">
      <w:pPr>
        <w:rPr>
          <w:sz w:val="20"/>
          <w:lang w:val="en-GB"/>
        </w:rPr>
      </w:pPr>
    </w:p>
    <w:p w14:paraId="2BAA2E31" w14:textId="3D85C17D" w:rsidR="00804169" w:rsidRPr="007D28C9" w:rsidRDefault="00804169" w:rsidP="0061504E">
      <w:pPr>
        <w:pStyle w:val="Hlavika"/>
        <w:tabs>
          <w:tab w:val="clear" w:pos="4536"/>
          <w:tab w:val="clear" w:pos="9072"/>
        </w:tabs>
        <w:spacing w:after="240"/>
        <w:rPr>
          <w:rFonts w:ascii="Arial" w:hAnsi="Arial" w:cs="Arial"/>
          <w:b/>
          <w:bCs/>
          <w:sz w:val="20"/>
          <w:szCs w:val="20"/>
          <w:lang w:val="en-GB"/>
        </w:rPr>
      </w:pPr>
      <w:r w:rsidRPr="007D28C9">
        <w:rPr>
          <w:rFonts w:ascii="Arial" w:hAnsi="Arial" w:cs="Arial"/>
          <w:b/>
          <w:bCs/>
          <w:sz w:val="20"/>
          <w:szCs w:val="20"/>
          <w:lang w:val="en-GB"/>
        </w:rPr>
        <w:t>(</w:t>
      </w:r>
      <w:proofErr w:type="gramStart"/>
      <w:r w:rsidRPr="007D28C9">
        <w:rPr>
          <w:rFonts w:ascii="Arial" w:hAnsi="Arial" w:cs="Arial"/>
          <w:b/>
          <w:bCs/>
          <w:sz w:val="20"/>
          <w:szCs w:val="20"/>
          <w:lang w:val="en-GB"/>
        </w:rPr>
        <w:t>flexib</w:t>
      </w:r>
      <w:r w:rsidR="00A076B0" w:rsidRPr="007D28C9">
        <w:rPr>
          <w:rFonts w:ascii="Arial" w:hAnsi="Arial" w:cs="Arial"/>
          <w:b/>
          <w:bCs/>
          <w:sz w:val="20"/>
          <w:szCs w:val="20"/>
          <w:lang w:val="en-GB"/>
        </w:rPr>
        <w:t>le</w:t>
      </w:r>
      <w:proofErr w:type="gramEnd"/>
      <w:r w:rsidR="00A076B0" w:rsidRPr="007D28C9">
        <w:rPr>
          <w:rFonts w:ascii="Arial" w:hAnsi="Arial" w:cs="Arial"/>
          <w:b/>
          <w:bCs/>
          <w:sz w:val="20"/>
          <w:szCs w:val="20"/>
          <w:lang w:val="en-GB"/>
        </w:rPr>
        <w:t xml:space="preserve"> scope </w:t>
      </w:r>
      <w:r w:rsidR="003155D0" w:rsidRPr="007D28C9">
        <w:rPr>
          <w:rFonts w:ascii="Arial" w:hAnsi="Arial" w:cs="Arial"/>
          <w:b/>
          <w:bCs/>
          <w:sz w:val="20"/>
          <w:szCs w:val="20"/>
          <w:lang w:val="en-GB"/>
        </w:rPr>
        <w:t>with competence to develop new methods</w:t>
      </w:r>
      <w:r w:rsidRPr="007D28C9">
        <w:rPr>
          <w:rFonts w:ascii="Arial" w:hAnsi="Arial" w:cs="Arial"/>
          <w:b/>
          <w:bCs/>
          <w:sz w:val="20"/>
          <w:szCs w:val="20"/>
          <w:lang w:val="en-GB"/>
        </w:rPr>
        <w:t>)</w:t>
      </w:r>
    </w:p>
    <w:tbl>
      <w:tblPr>
        <w:tblW w:w="10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337"/>
        <w:gridCol w:w="1486"/>
        <w:gridCol w:w="1375"/>
        <w:gridCol w:w="1550"/>
        <w:gridCol w:w="1888"/>
        <w:gridCol w:w="2410"/>
      </w:tblGrid>
      <w:tr w:rsidR="00044BA5" w:rsidRPr="007D28C9" w14:paraId="07E0659F" w14:textId="77777777" w:rsidTr="0061504E">
        <w:trPr>
          <w:cantSplit/>
          <w:trHeight w:val="20"/>
          <w:tblHeader/>
          <w:jc w:val="center"/>
        </w:trPr>
        <w:tc>
          <w:tcPr>
            <w:tcW w:w="5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514FDCD7" w14:textId="77777777" w:rsidR="0061504E" w:rsidRPr="007D28C9" w:rsidRDefault="0061504E" w:rsidP="00F64B0D">
            <w:pPr>
              <w:jc w:val="center"/>
              <w:rPr>
                <w:b/>
                <w:i/>
                <w:iCs/>
                <w:sz w:val="20"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Item</w:t>
            </w:r>
          </w:p>
        </w:tc>
        <w:tc>
          <w:tcPr>
            <w:tcW w:w="282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7FD80356" w14:textId="77777777" w:rsidR="0061504E" w:rsidRPr="007D28C9" w:rsidRDefault="0061504E" w:rsidP="00F64B0D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Object of examination</w:t>
            </w:r>
          </w:p>
        </w:tc>
        <w:tc>
          <w:tcPr>
            <w:tcW w:w="292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1D04F547" w14:textId="77777777" w:rsidR="0061504E" w:rsidRPr="007D28C9" w:rsidRDefault="0061504E" w:rsidP="00F64B0D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Established method</w:t>
            </w:r>
          </w:p>
        </w:tc>
        <w:tc>
          <w:tcPr>
            <w:tcW w:w="1888" w:type="dxa"/>
            <w:vMerge w:val="restart"/>
            <w:tcBorders>
              <w:top w:val="single" w:sz="12" w:space="0" w:color="auto"/>
            </w:tcBorders>
            <w:shd w:val="pct10" w:color="000000" w:fill="FFFFFF"/>
          </w:tcPr>
          <w:p w14:paraId="6F8E3936" w14:textId="77777777" w:rsidR="0061504E" w:rsidRPr="007D28C9" w:rsidRDefault="0061504E" w:rsidP="00F64B0D">
            <w:pPr>
              <w:jc w:val="center"/>
              <w:rPr>
                <w:b/>
                <w:iCs/>
                <w:sz w:val="22"/>
                <w:lang w:val="en-GB"/>
              </w:rPr>
            </w:pPr>
          </w:p>
          <w:p w14:paraId="2FF6F1EF" w14:textId="77777777" w:rsidR="0061504E" w:rsidRPr="007D28C9" w:rsidRDefault="0061504E" w:rsidP="00F64B0D">
            <w:pPr>
              <w:jc w:val="center"/>
              <w:rPr>
                <w:b/>
                <w:iCs/>
                <w:sz w:val="22"/>
                <w:lang w:val="en-GB"/>
              </w:rPr>
            </w:pPr>
          </w:p>
          <w:p w14:paraId="7D2DE2EF" w14:textId="77777777" w:rsidR="0061504E" w:rsidRPr="007D28C9" w:rsidRDefault="0061504E" w:rsidP="00F64B0D">
            <w:pPr>
              <w:jc w:val="center"/>
              <w:rPr>
                <w:b/>
                <w:iCs/>
                <w:sz w:val="22"/>
                <w:lang w:val="en-GB"/>
              </w:rPr>
            </w:pPr>
          </w:p>
          <w:p w14:paraId="3FEF5A62" w14:textId="2FAC39B0" w:rsidR="0061504E" w:rsidRPr="007D28C9" w:rsidRDefault="0061504E" w:rsidP="00F64B0D">
            <w:pPr>
              <w:jc w:val="center"/>
              <w:rPr>
                <w:b/>
                <w:bCs/>
                <w:iCs/>
                <w:sz w:val="22"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Application field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62426228" w14:textId="67DDB82C" w:rsidR="0061504E" w:rsidRPr="007D28C9" w:rsidRDefault="0061504E" w:rsidP="00F64B0D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Other specifications</w:t>
            </w:r>
          </w:p>
          <w:p w14:paraId="27BC8FAB" w14:textId="77777777" w:rsidR="0061504E" w:rsidRPr="007D28C9" w:rsidRDefault="0061504E" w:rsidP="00F64B0D">
            <w:pPr>
              <w:jc w:val="center"/>
              <w:rPr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(</w:t>
            </w:r>
            <w:proofErr w:type="gramStart"/>
            <w:r w:rsidRPr="007D28C9">
              <w:rPr>
                <w:b/>
                <w:iCs/>
                <w:sz w:val="22"/>
                <w:lang w:val="en-GB"/>
              </w:rPr>
              <w:t>range</w:t>
            </w:r>
            <w:proofErr w:type="gramEnd"/>
            <w:r w:rsidRPr="007D28C9">
              <w:rPr>
                <w:b/>
                <w:iCs/>
                <w:sz w:val="22"/>
                <w:lang w:val="en-GB"/>
              </w:rPr>
              <w:t>, uncertainty, purpose,</w:t>
            </w:r>
            <w:r w:rsidRPr="007D28C9">
              <w:rPr>
                <w:b/>
                <w:iCs/>
                <w:sz w:val="22"/>
                <w:lang w:val="en-GB"/>
              </w:rPr>
              <w:br/>
              <w:t>equipment, etc.)</w:t>
            </w:r>
          </w:p>
        </w:tc>
      </w:tr>
      <w:tr w:rsidR="00044BA5" w:rsidRPr="007D28C9" w14:paraId="1614E2F3" w14:textId="77777777" w:rsidTr="0061504E">
        <w:trPr>
          <w:cantSplit/>
          <w:trHeight w:val="1385"/>
          <w:tblHeader/>
          <w:jc w:val="center"/>
        </w:trPr>
        <w:tc>
          <w:tcPr>
            <w:tcW w:w="57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6A737B6" w14:textId="77777777" w:rsidR="0061504E" w:rsidRPr="007D28C9" w:rsidRDefault="0061504E" w:rsidP="00F64B0D">
            <w:pPr>
              <w:jc w:val="center"/>
              <w:rPr>
                <w:b/>
                <w:sz w:val="20"/>
                <w:lang w:val="en-GB"/>
              </w:rPr>
            </w:pPr>
          </w:p>
        </w:tc>
        <w:tc>
          <w:tcPr>
            <w:tcW w:w="1337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1C0F4D54" w14:textId="77777777" w:rsidR="00AE3143" w:rsidRPr="007D28C9" w:rsidRDefault="0061504E" w:rsidP="00F64B0D">
            <w:pPr>
              <w:jc w:val="center"/>
              <w:rPr>
                <w:b/>
                <w:sz w:val="22"/>
                <w:lang w:val="en-GB"/>
              </w:rPr>
            </w:pPr>
            <w:r w:rsidRPr="007D28C9">
              <w:rPr>
                <w:b/>
                <w:sz w:val="22"/>
                <w:lang w:val="en-GB"/>
              </w:rPr>
              <w:t>Biological</w:t>
            </w:r>
            <w:r w:rsidRPr="007D28C9">
              <w:rPr>
                <w:b/>
                <w:sz w:val="22"/>
                <w:lang w:val="en-GB"/>
              </w:rPr>
              <w:br/>
              <w:t>material</w:t>
            </w:r>
            <w:r w:rsidR="00AE3143" w:rsidRPr="007D28C9">
              <w:rPr>
                <w:b/>
                <w:sz w:val="22"/>
                <w:lang w:val="en-GB"/>
              </w:rPr>
              <w:t>/</w:t>
            </w:r>
          </w:p>
          <w:p w14:paraId="18112EBD" w14:textId="3A8F0714" w:rsidR="0061504E" w:rsidRPr="007D28C9" w:rsidRDefault="00AE3143" w:rsidP="00F64B0D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sz w:val="22"/>
                <w:lang w:val="en-GB"/>
              </w:rPr>
              <w:t>matrix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663AD888" w14:textId="110A0272" w:rsidR="0061504E" w:rsidRPr="007D28C9" w:rsidRDefault="0061504E" w:rsidP="00F64B0D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Analyte/</w:t>
            </w:r>
          </w:p>
          <w:p w14:paraId="7A91CB5E" w14:textId="77777777" w:rsidR="0061504E" w:rsidRPr="007D28C9" w:rsidRDefault="0061504E" w:rsidP="00F64B0D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Parameter</w:t>
            </w:r>
          </w:p>
        </w:tc>
        <w:tc>
          <w:tcPr>
            <w:tcW w:w="1375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4633DFEA" w14:textId="3848F7C8" w:rsidR="0061504E" w:rsidRPr="007D28C9" w:rsidRDefault="0061504E" w:rsidP="00F64B0D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Principe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4F21FD22" w14:textId="77777777" w:rsidR="0061504E" w:rsidRPr="007D28C9" w:rsidRDefault="0061504E" w:rsidP="00F64B0D">
            <w:pPr>
              <w:jc w:val="center"/>
              <w:rPr>
                <w:b/>
                <w:iCs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Identification of method</w:t>
            </w:r>
          </w:p>
        </w:tc>
        <w:tc>
          <w:tcPr>
            <w:tcW w:w="1888" w:type="dxa"/>
            <w:vMerge/>
            <w:tcBorders>
              <w:bottom w:val="single" w:sz="12" w:space="0" w:color="auto"/>
            </w:tcBorders>
          </w:tcPr>
          <w:p w14:paraId="186CB462" w14:textId="3F90C0DB" w:rsidR="0061504E" w:rsidRPr="007D28C9" w:rsidRDefault="0061504E" w:rsidP="00F64B0D">
            <w:pPr>
              <w:jc w:val="center"/>
              <w:rPr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F8D51F" w14:textId="5C6B38BE" w:rsidR="0061504E" w:rsidRPr="007D28C9" w:rsidRDefault="0061504E" w:rsidP="00F64B0D">
            <w:pPr>
              <w:jc w:val="center"/>
              <w:rPr>
                <w:lang w:val="en-GB"/>
              </w:rPr>
            </w:pPr>
          </w:p>
        </w:tc>
      </w:tr>
      <w:tr w:rsidR="00044BA5" w:rsidRPr="007D28C9" w14:paraId="1E62114C" w14:textId="77777777" w:rsidTr="0061504E">
        <w:trPr>
          <w:trHeight w:val="284"/>
          <w:jc w:val="center"/>
        </w:trPr>
        <w:tc>
          <w:tcPr>
            <w:tcW w:w="571" w:type="dxa"/>
            <w:tcBorders>
              <w:left w:val="single" w:sz="12" w:space="0" w:color="auto"/>
            </w:tcBorders>
            <w:vAlign w:val="center"/>
          </w:tcPr>
          <w:p w14:paraId="3A535234" w14:textId="77777777" w:rsidR="0061504E" w:rsidRPr="007D28C9" w:rsidRDefault="0061504E" w:rsidP="00F64B0D">
            <w:pPr>
              <w:jc w:val="center"/>
              <w:rPr>
                <w:b/>
                <w:iCs/>
                <w:lang w:val="en-GB"/>
              </w:rPr>
            </w:pPr>
          </w:p>
        </w:tc>
        <w:tc>
          <w:tcPr>
            <w:tcW w:w="1337" w:type="dxa"/>
            <w:vAlign w:val="center"/>
          </w:tcPr>
          <w:p w14:paraId="29856B23" w14:textId="77777777" w:rsidR="0061504E" w:rsidRPr="007D28C9" w:rsidRDefault="0061504E" w:rsidP="00F64B0D">
            <w:pPr>
              <w:rPr>
                <w:b/>
                <w:iCs/>
                <w:lang w:val="en-GB"/>
              </w:rPr>
            </w:pPr>
          </w:p>
          <w:p w14:paraId="7E6BD3CF" w14:textId="77777777" w:rsidR="0061504E" w:rsidRPr="007D28C9" w:rsidRDefault="0061504E" w:rsidP="00F64B0D">
            <w:pPr>
              <w:rPr>
                <w:b/>
                <w:iCs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09A9B1F3" w14:textId="77777777" w:rsidR="0061504E" w:rsidRPr="007D28C9" w:rsidRDefault="0061504E" w:rsidP="00F64B0D">
            <w:pPr>
              <w:rPr>
                <w:b/>
                <w:iCs/>
                <w:lang w:val="en-GB"/>
              </w:rPr>
            </w:pPr>
          </w:p>
        </w:tc>
        <w:tc>
          <w:tcPr>
            <w:tcW w:w="1375" w:type="dxa"/>
            <w:vAlign w:val="center"/>
          </w:tcPr>
          <w:p w14:paraId="4E1C7398" w14:textId="77777777" w:rsidR="0061504E" w:rsidRPr="007D28C9" w:rsidRDefault="0061504E" w:rsidP="00F64B0D">
            <w:pPr>
              <w:rPr>
                <w:b/>
                <w:iCs/>
                <w:lang w:val="en-GB"/>
              </w:rPr>
            </w:pPr>
          </w:p>
        </w:tc>
        <w:tc>
          <w:tcPr>
            <w:tcW w:w="1550" w:type="dxa"/>
            <w:vAlign w:val="center"/>
          </w:tcPr>
          <w:p w14:paraId="348B7087" w14:textId="77777777" w:rsidR="0061504E" w:rsidRPr="007D28C9" w:rsidRDefault="0061504E" w:rsidP="00F64B0D">
            <w:pPr>
              <w:rPr>
                <w:b/>
                <w:iCs/>
                <w:lang w:val="en-GB"/>
              </w:rPr>
            </w:pPr>
          </w:p>
        </w:tc>
        <w:tc>
          <w:tcPr>
            <w:tcW w:w="1888" w:type="dxa"/>
          </w:tcPr>
          <w:p w14:paraId="3E1D6582" w14:textId="77777777" w:rsidR="0061504E" w:rsidRPr="007D28C9" w:rsidRDefault="0061504E" w:rsidP="00F64B0D">
            <w:pPr>
              <w:rPr>
                <w:b/>
                <w:iCs/>
                <w:lang w:val="en-GB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center"/>
          </w:tcPr>
          <w:p w14:paraId="6468AA81" w14:textId="1D50C189" w:rsidR="0061504E" w:rsidRPr="007D28C9" w:rsidRDefault="0061504E" w:rsidP="00F64B0D">
            <w:pPr>
              <w:rPr>
                <w:b/>
                <w:iCs/>
                <w:lang w:val="en-GB"/>
              </w:rPr>
            </w:pPr>
          </w:p>
        </w:tc>
      </w:tr>
      <w:tr w:rsidR="0061504E" w:rsidRPr="007D28C9" w14:paraId="13CA570E" w14:textId="77777777" w:rsidTr="0061504E">
        <w:trPr>
          <w:trHeight w:val="584"/>
          <w:jc w:val="center"/>
        </w:trPr>
        <w:tc>
          <w:tcPr>
            <w:tcW w:w="57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3E62CF" w14:textId="77777777" w:rsidR="0061504E" w:rsidRPr="007D28C9" w:rsidRDefault="0061504E" w:rsidP="00F64B0D">
            <w:pPr>
              <w:jc w:val="center"/>
              <w:rPr>
                <w:b/>
                <w:iCs/>
                <w:lang w:val="en-GB"/>
              </w:rPr>
            </w:pPr>
          </w:p>
        </w:tc>
        <w:tc>
          <w:tcPr>
            <w:tcW w:w="1337" w:type="dxa"/>
            <w:tcBorders>
              <w:bottom w:val="single" w:sz="12" w:space="0" w:color="auto"/>
            </w:tcBorders>
            <w:vAlign w:val="center"/>
          </w:tcPr>
          <w:p w14:paraId="7B615CA3" w14:textId="77777777" w:rsidR="0061504E" w:rsidRPr="007D28C9" w:rsidRDefault="0061504E" w:rsidP="00F64B0D">
            <w:pPr>
              <w:rPr>
                <w:b/>
                <w:iCs/>
                <w:lang w:val="en-GB"/>
              </w:rPr>
            </w:pPr>
          </w:p>
          <w:p w14:paraId="612BD751" w14:textId="77777777" w:rsidR="0061504E" w:rsidRPr="007D28C9" w:rsidRDefault="0061504E" w:rsidP="00F64B0D">
            <w:pPr>
              <w:rPr>
                <w:b/>
                <w:iCs/>
                <w:lang w:val="en-GB"/>
              </w:rPr>
            </w:pPr>
          </w:p>
        </w:tc>
        <w:tc>
          <w:tcPr>
            <w:tcW w:w="1486" w:type="dxa"/>
            <w:tcBorders>
              <w:bottom w:val="single" w:sz="12" w:space="0" w:color="auto"/>
            </w:tcBorders>
            <w:vAlign w:val="center"/>
          </w:tcPr>
          <w:p w14:paraId="69F0333D" w14:textId="77777777" w:rsidR="0061504E" w:rsidRPr="007D28C9" w:rsidRDefault="0061504E" w:rsidP="00F64B0D">
            <w:pPr>
              <w:rPr>
                <w:b/>
                <w:lang w:val="en-GB"/>
              </w:rPr>
            </w:pPr>
          </w:p>
        </w:tc>
        <w:tc>
          <w:tcPr>
            <w:tcW w:w="1375" w:type="dxa"/>
            <w:tcBorders>
              <w:bottom w:val="single" w:sz="12" w:space="0" w:color="auto"/>
            </w:tcBorders>
            <w:vAlign w:val="center"/>
          </w:tcPr>
          <w:p w14:paraId="3EEA8BD1" w14:textId="77777777" w:rsidR="0061504E" w:rsidRPr="007D28C9" w:rsidRDefault="0061504E" w:rsidP="00F64B0D">
            <w:pPr>
              <w:rPr>
                <w:b/>
                <w:iCs/>
                <w:lang w:val="en-GB"/>
              </w:rPr>
            </w:pPr>
          </w:p>
        </w:tc>
        <w:tc>
          <w:tcPr>
            <w:tcW w:w="1550" w:type="dxa"/>
            <w:tcBorders>
              <w:bottom w:val="single" w:sz="12" w:space="0" w:color="auto"/>
            </w:tcBorders>
            <w:vAlign w:val="center"/>
          </w:tcPr>
          <w:p w14:paraId="4702B6E7" w14:textId="77777777" w:rsidR="0061504E" w:rsidRPr="007D28C9" w:rsidRDefault="0061504E" w:rsidP="00F64B0D">
            <w:pPr>
              <w:rPr>
                <w:b/>
                <w:iCs/>
                <w:lang w:val="en-GB"/>
              </w:rPr>
            </w:pPr>
          </w:p>
        </w:tc>
        <w:tc>
          <w:tcPr>
            <w:tcW w:w="1888" w:type="dxa"/>
            <w:tcBorders>
              <w:bottom w:val="single" w:sz="12" w:space="0" w:color="auto"/>
            </w:tcBorders>
          </w:tcPr>
          <w:p w14:paraId="15B58FFD" w14:textId="77777777" w:rsidR="0061504E" w:rsidRPr="007D28C9" w:rsidRDefault="0061504E" w:rsidP="00F64B0D">
            <w:pPr>
              <w:jc w:val="center"/>
              <w:rPr>
                <w:b/>
                <w:iCs/>
                <w:lang w:val="en-GB"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E2F9DEC" w14:textId="08CC03AC" w:rsidR="0061504E" w:rsidRPr="007D28C9" w:rsidRDefault="0061504E" w:rsidP="00F64B0D">
            <w:pPr>
              <w:jc w:val="center"/>
              <w:rPr>
                <w:b/>
                <w:iCs/>
                <w:lang w:val="en-GB"/>
              </w:rPr>
            </w:pPr>
          </w:p>
        </w:tc>
      </w:tr>
    </w:tbl>
    <w:p w14:paraId="608437C8" w14:textId="476037F7" w:rsidR="00F86AEF" w:rsidRPr="007D28C9" w:rsidRDefault="00F86AEF" w:rsidP="000C72DB">
      <w:pPr>
        <w:pStyle w:val="Hlavika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</w:p>
    <w:p w14:paraId="22609470" w14:textId="77777777" w:rsidR="003155D0" w:rsidRPr="007D28C9" w:rsidRDefault="003155D0" w:rsidP="000C72DB">
      <w:pPr>
        <w:pStyle w:val="Hlavika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</w:pPr>
    </w:p>
    <w:p w14:paraId="4AFAA697" w14:textId="6E2B470E" w:rsidR="003155D0" w:rsidRPr="007D28C9" w:rsidRDefault="003155D0" w:rsidP="000C72DB">
      <w:pPr>
        <w:pStyle w:val="Hlavika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  <w:lang w:val="en-GB"/>
        </w:rPr>
        <w:sectPr w:rsidR="003155D0" w:rsidRPr="007D28C9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0CD5BBCF" w14:textId="77777777" w:rsidR="00804169" w:rsidRPr="007D28C9" w:rsidRDefault="00804169" w:rsidP="000C72DB">
      <w:pPr>
        <w:pStyle w:val="Hlavika"/>
        <w:tabs>
          <w:tab w:val="clear" w:pos="4536"/>
          <w:tab w:val="clear" w:pos="9072"/>
        </w:tabs>
        <w:rPr>
          <w:sz w:val="12"/>
          <w:lang w:val="en-GB"/>
        </w:rPr>
      </w:pPr>
    </w:p>
    <w:p w14:paraId="3FE8890F" w14:textId="77777777" w:rsidR="00804169" w:rsidRPr="007D28C9" w:rsidRDefault="00804169" w:rsidP="00AB2C0E">
      <w:pPr>
        <w:pStyle w:val="Pta"/>
        <w:jc w:val="both"/>
        <w:rPr>
          <w:sz w:val="10"/>
          <w:lang w:val="en-GB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044BA5" w:rsidRPr="007D28C9" w14:paraId="7FA9FDF5" w14:textId="77777777" w:rsidTr="00C8726A">
        <w:trPr>
          <w:jc w:val="center"/>
        </w:trPr>
        <w:tc>
          <w:tcPr>
            <w:tcW w:w="10520" w:type="dxa"/>
          </w:tcPr>
          <w:p w14:paraId="56DEDD9D" w14:textId="763A6CD6" w:rsidR="00804169" w:rsidRPr="007D28C9" w:rsidRDefault="0061504E" w:rsidP="00EF4F9B">
            <w:pPr>
              <w:rPr>
                <w:sz w:val="16"/>
                <w:lang w:val="en-GB"/>
              </w:rPr>
            </w:pPr>
            <w:proofErr w:type="gramStart"/>
            <w:r w:rsidRPr="007D28C9">
              <w:rPr>
                <w:sz w:val="16"/>
                <w:lang w:val="en-GB"/>
              </w:rPr>
              <w:t>REMARKS::</w:t>
            </w:r>
            <w:proofErr w:type="gramEnd"/>
          </w:p>
          <w:p w14:paraId="3EE8AFB8" w14:textId="77777777" w:rsidR="00804169" w:rsidRPr="007D28C9" w:rsidRDefault="008127AA" w:rsidP="00EF4F9B">
            <w:pPr>
              <w:rPr>
                <w:sz w:val="20"/>
                <w:szCs w:val="20"/>
                <w:lang w:val="en-GB"/>
              </w:rPr>
            </w:pPr>
            <w:r w:rsidRPr="007D28C9">
              <w:rPr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4169" w:rsidRPr="007D28C9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D28C9">
              <w:rPr>
                <w:sz w:val="20"/>
                <w:szCs w:val="20"/>
                <w:lang w:val="en-GB"/>
              </w:rPr>
            </w:r>
            <w:r w:rsidRPr="007D28C9">
              <w:rPr>
                <w:sz w:val="20"/>
                <w:szCs w:val="20"/>
                <w:lang w:val="en-GB"/>
              </w:rPr>
              <w:fldChar w:fldCharType="separate"/>
            </w:r>
            <w:r w:rsidR="00804169" w:rsidRPr="007D28C9">
              <w:rPr>
                <w:noProof/>
                <w:sz w:val="20"/>
                <w:szCs w:val="20"/>
                <w:lang w:val="en-GB"/>
              </w:rPr>
              <w:t> </w:t>
            </w:r>
            <w:r w:rsidR="00804169" w:rsidRPr="007D28C9">
              <w:rPr>
                <w:noProof/>
                <w:sz w:val="20"/>
                <w:szCs w:val="20"/>
                <w:lang w:val="en-GB"/>
              </w:rPr>
              <w:t> </w:t>
            </w:r>
            <w:r w:rsidR="00804169" w:rsidRPr="007D28C9">
              <w:rPr>
                <w:noProof/>
                <w:sz w:val="20"/>
                <w:szCs w:val="20"/>
                <w:lang w:val="en-GB"/>
              </w:rPr>
              <w:t> </w:t>
            </w:r>
            <w:r w:rsidR="00804169" w:rsidRPr="007D28C9">
              <w:rPr>
                <w:noProof/>
                <w:sz w:val="20"/>
                <w:szCs w:val="20"/>
                <w:lang w:val="en-GB"/>
              </w:rPr>
              <w:t> </w:t>
            </w:r>
            <w:r w:rsidR="00804169" w:rsidRPr="007D28C9">
              <w:rPr>
                <w:noProof/>
                <w:sz w:val="20"/>
                <w:szCs w:val="20"/>
                <w:lang w:val="en-GB"/>
              </w:rPr>
              <w:t> </w:t>
            </w:r>
            <w:r w:rsidRPr="007D28C9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F829C8" w:rsidRPr="007D28C9" w14:paraId="5DCEC12C" w14:textId="77777777" w:rsidTr="00C8726A">
        <w:trPr>
          <w:jc w:val="center"/>
        </w:trPr>
        <w:tc>
          <w:tcPr>
            <w:tcW w:w="10520" w:type="dxa"/>
          </w:tcPr>
          <w:p w14:paraId="004AFCCF" w14:textId="77777777" w:rsidR="0083493B" w:rsidRPr="007D28C9" w:rsidRDefault="0083493B" w:rsidP="0083493B">
            <w:pPr>
              <w:rPr>
                <w:b/>
                <w:sz w:val="20"/>
                <w:szCs w:val="20"/>
                <w:lang w:val="en-GB"/>
              </w:rPr>
            </w:pPr>
            <w:r w:rsidRPr="007D28C9">
              <w:rPr>
                <w:b/>
                <w:sz w:val="20"/>
                <w:szCs w:val="20"/>
                <w:lang w:val="en-GB"/>
              </w:rPr>
              <w:t>To mark the required scope of flexibility (in case the CAB requests a flexible scope of accreditation):</w:t>
            </w:r>
          </w:p>
          <w:p w14:paraId="57D13863" w14:textId="77777777" w:rsidR="0083493B" w:rsidRPr="007D28C9" w:rsidRDefault="0083493B" w:rsidP="0083493B">
            <w:pPr>
              <w:rPr>
                <w:bCs/>
                <w:sz w:val="20"/>
                <w:szCs w:val="20"/>
                <w:lang w:val="en-GB"/>
              </w:rPr>
            </w:pPr>
            <w:r w:rsidRPr="007D28C9">
              <w:rPr>
                <w:bCs/>
                <w:sz w:val="20"/>
                <w:lang w:val="en-GB"/>
              </w:rPr>
              <w:t>The laboratory may modify and validate those test methods in the accreditation field, while maintaining the measurement principle</w:t>
            </w:r>
            <w:r w:rsidRPr="007D28C9">
              <w:rPr>
                <w:bCs/>
                <w:sz w:val="20"/>
                <w:szCs w:val="20"/>
                <w:lang w:val="en-GB"/>
              </w:rPr>
              <w:t>.</w:t>
            </w:r>
          </w:p>
          <w:p w14:paraId="106D07BC" w14:textId="77777777" w:rsidR="0083493B" w:rsidRPr="007D28C9" w:rsidRDefault="0083493B" w:rsidP="0083493B">
            <w:pPr>
              <w:rPr>
                <w:bCs/>
                <w:sz w:val="20"/>
                <w:szCs w:val="20"/>
                <w:lang w:val="en-GB"/>
              </w:rPr>
            </w:pPr>
            <w:r w:rsidRPr="007D28C9">
              <w:rPr>
                <w:bCs/>
                <w:sz w:val="20"/>
                <w:lang w:val="en-GB"/>
              </w:rPr>
              <w:t>Flexibility does not apply to changing the principle of the methods used in a given flexible scope</w:t>
            </w:r>
            <w:r w:rsidRPr="007D28C9">
              <w:rPr>
                <w:bCs/>
                <w:sz w:val="20"/>
                <w:szCs w:val="20"/>
                <w:lang w:val="en-GB"/>
              </w:rPr>
              <w:t>.</w:t>
            </w:r>
          </w:p>
          <w:p w14:paraId="41CE6A06" w14:textId="77777777" w:rsidR="0083493B" w:rsidRPr="007D28C9" w:rsidRDefault="0083493B" w:rsidP="0083493B">
            <w:pPr>
              <w:tabs>
                <w:tab w:val="left" w:pos="708"/>
                <w:tab w:val="center" w:pos="4536"/>
                <w:tab w:val="right" w:pos="9072"/>
              </w:tabs>
              <w:rPr>
                <w:bCs/>
                <w:sz w:val="20"/>
                <w:lang w:val="en-GB"/>
              </w:rPr>
            </w:pPr>
            <w:r w:rsidRPr="007D28C9">
              <w:rPr>
                <w:rFonts w:ascii="Wingdings" w:eastAsia="Wingdings" w:hAnsi="Wingdings"/>
                <w:b/>
                <w:lang w:val="en-GB"/>
              </w:rPr>
              <w:t xml:space="preserve">o </w:t>
            </w:r>
            <w:r w:rsidRPr="007D28C9">
              <w:rPr>
                <w:bCs/>
                <w:sz w:val="20"/>
                <w:lang w:val="en-GB"/>
              </w:rPr>
              <w:t>The laboratory keeps an up-to-date list of all test methods with a flexible scope of accreditation on the</w:t>
            </w:r>
          </w:p>
          <w:p w14:paraId="26C640E6" w14:textId="77777777" w:rsidR="0083493B" w:rsidRPr="007D28C9" w:rsidRDefault="0083493B" w:rsidP="0083493B">
            <w:pPr>
              <w:tabs>
                <w:tab w:val="left" w:pos="708"/>
                <w:tab w:val="center" w:pos="4536"/>
                <w:tab w:val="right" w:pos="9072"/>
              </w:tabs>
              <w:rPr>
                <w:u w:val="single"/>
                <w:lang w:val="en-GB" w:eastAsia="cs-CZ"/>
              </w:rPr>
            </w:pPr>
            <w:r w:rsidRPr="007D28C9">
              <w:rPr>
                <w:bCs/>
                <w:sz w:val="20"/>
                <w:szCs w:val="20"/>
                <w:lang w:val="en-GB"/>
              </w:rPr>
              <w:t xml:space="preserve">  </w:t>
            </w:r>
            <w:hyperlink r:id="rId11" w:history="1">
              <w:r w:rsidRPr="007D28C9">
                <w:rPr>
                  <w:rStyle w:val="Hypertextovprepojenie"/>
                  <w:color w:val="auto"/>
                  <w:lang w:val="en-GB" w:eastAsia="cs-CZ"/>
                </w:rPr>
                <w:t>www......</w:t>
              </w:r>
            </w:hyperlink>
            <w:proofErr w:type="gramStart"/>
            <w:r w:rsidRPr="007D28C9">
              <w:rPr>
                <w:rStyle w:val="Hypertextovprepojenie"/>
                <w:color w:val="auto"/>
                <w:lang w:val="en-GB" w:eastAsia="cs-CZ"/>
              </w:rPr>
              <w:t xml:space="preserve">   </w:t>
            </w:r>
            <w:r w:rsidRPr="007D28C9">
              <w:rPr>
                <w:rStyle w:val="Hypertextovprepojenie"/>
                <w:color w:val="auto"/>
                <w:lang w:val="en-GB"/>
              </w:rPr>
              <w:t>(</w:t>
            </w:r>
            <w:proofErr w:type="gramEnd"/>
            <w:r w:rsidRPr="007D28C9">
              <w:rPr>
                <w:rStyle w:val="Hypertextovprepojenie"/>
                <w:color w:val="auto"/>
                <w:lang w:val="en-GB"/>
              </w:rPr>
              <w:t>CAB completes the link to the website)</w:t>
            </w:r>
          </w:p>
          <w:p w14:paraId="69920B96" w14:textId="77777777" w:rsidR="002057F0" w:rsidRPr="007D28C9" w:rsidRDefault="002057F0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val="en-GB" w:eastAsia="en-US"/>
              </w:rPr>
            </w:pPr>
          </w:p>
          <w:p w14:paraId="364C9AF2" w14:textId="77777777" w:rsidR="00B43ABE" w:rsidRPr="007D28C9" w:rsidRDefault="00B43ABE" w:rsidP="00B43ABE">
            <w:pPr>
              <w:rPr>
                <w:bCs/>
                <w:sz w:val="20"/>
                <w:szCs w:val="20"/>
                <w:lang w:val="en-GB"/>
              </w:rPr>
            </w:pPr>
            <w:r w:rsidRPr="007D28C9">
              <w:rPr>
                <w:bCs/>
                <w:sz w:val="20"/>
                <w:lang w:val="en-GB"/>
              </w:rPr>
              <w:t>The principle of flexibility can be used by the laboratory within the framework of</w:t>
            </w:r>
            <w:r w:rsidRPr="007D28C9">
              <w:rPr>
                <w:bCs/>
                <w:sz w:val="20"/>
                <w:szCs w:val="20"/>
                <w:lang w:val="en-GB"/>
              </w:rPr>
              <w:t>:</w:t>
            </w:r>
          </w:p>
          <w:p w14:paraId="411E45EC" w14:textId="091383F4" w:rsidR="008A096D" w:rsidRPr="007D28C9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val="en-GB" w:eastAsia="en-US"/>
              </w:rPr>
            </w:pPr>
            <w:r w:rsidRPr="007D28C9">
              <w:rPr>
                <w:rFonts w:ascii="Wingdings" w:eastAsia="Wingdings" w:hAnsi="Wingdings"/>
                <w:b/>
                <w:szCs w:val="20"/>
                <w:lang w:val="en-GB"/>
              </w:rPr>
              <w:t>o</w:t>
            </w:r>
            <w:r w:rsidRPr="007D28C9">
              <w:rPr>
                <w:rFonts w:eastAsiaTheme="minorHAnsi"/>
                <w:bCs/>
                <w:szCs w:val="20"/>
                <w:lang w:val="en-GB" w:eastAsia="en-US"/>
              </w:rPr>
              <w:t xml:space="preserve"> materi</w:t>
            </w:r>
            <w:r w:rsidR="00B43ABE" w:rsidRPr="007D28C9">
              <w:rPr>
                <w:rFonts w:eastAsiaTheme="minorHAnsi"/>
                <w:bCs/>
                <w:szCs w:val="20"/>
                <w:lang w:val="en-GB" w:eastAsia="en-US"/>
              </w:rPr>
              <w:t>als</w:t>
            </w:r>
            <w:r w:rsidRPr="007D28C9">
              <w:rPr>
                <w:rFonts w:eastAsiaTheme="minorHAnsi"/>
                <w:bCs/>
                <w:szCs w:val="20"/>
                <w:lang w:val="en-GB" w:eastAsia="en-US"/>
              </w:rPr>
              <w:t>/matrice</w:t>
            </w:r>
            <w:r w:rsidR="00B43ABE" w:rsidRPr="007D28C9">
              <w:rPr>
                <w:rFonts w:eastAsiaTheme="minorHAnsi"/>
                <w:bCs/>
                <w:szCs w:val="20"/>
                <w:lang w:val="en-GB" w:eastAsia="en-US"/>
              </w:rPr>
              <w:t>s</w:t>
            </w:r>
            <w:r w:rsidRPr="007D28C9">
              <w:rPr>
                <w:rFonts w:eastAsiaTheme="minorHAnsi"/>
                <w:bCs/>
                <w:szCs w:val="20"/>
                <w:lang w:val="en-GB" w:eastAsia="en-US"/>
              </w:rPr>
              <w:t xml:space="preserve">, </w:t>
            </w:r>
          </w:p>
          <w:p w14:paraId="416D365E" w14:textId="7502A4C4" w:rsidR="008A096D" w:rsidRPr="007D28C9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val="en-GB" w:eastAsia="en-US"/>
              </w:rPr>
            </w:pPr>
            <w:r w:rsidRPr="007D28C9">
              <w:rPr>
                <w:rFonts w:ascii="Wingdings" w:eastAsia="Wingdings" w:hAnsi="Wingdings"/>
                <w:b/>
                <w:szCs w:val="20"/>
                <w:lang w:val="en-GB"/>
              </w:rPr>
              <w:t>o</w:t>
            </w:r>
            <w:r w:rsidRPr="007D28C9">
              <w:rPr>
                <w:rFonts w:eastAsiaTheme="minorHAnsi"/>
                <w:bCs/>
                <w:szCs w:val="20"/>
                <w:lang w:val="en-GB" w:eastAsia="en-US"/>
              </w:rPr>
              <w:t xml:space="preserve"> paramet</w:t>
            </w:r>
            <w:r w:rsidR="00B43ABE" w:rsidRPr="007D28C9">
              <w:rPr>
                <w:rFonts w:eastAsiaTheme="minorHAnsi"/>
                <w:bCs/>
                <w:szCs w:val="20"/>
                <w:lang w:val="en-GB" w:eastAsia="en-US"/>
              </w:rPr>
              <w:t>e</w:t>
            </w:r>
            <w:r w:rsidRPr="007D28C9">
              <w:rPr>
                <w:rFonts w:eastAsiaTheme="minorHAnsi"/>
                <w:bCs/>
                <w:szCs w:val="20"/>
                <w:lang w:val="en-GB" w:eastAsia="en-US"/>
              </w:rPr>
              <w:t>r</w:t>
            </w:r>
            <w:r w:rsidR="00B43ABE" w:rsidRPr="007D28C9">
              <w:rPr>
                <w:rFonts w:eastAsiaTheme="minorHAnsi"/>
                <w:bCs/>
                <w:szCs w:val="20"/>
                <w:lang w:val="en-GB" w:eastAsia="en-US"/>
              </w:rPr>
              <w:t>s</w:t>
            </w:r>
            <w:r w:rsidRPr="007D28C9">
              <w:rPr>
                <w:rFonts w:eastAsiaTheme="minorHAnsi"/>
                <w:bCs/>
                <w:szCs w:val="20"/>
                <w:lang w:val="en-GB" w:eastAsia="en-US"/>
              </w:rPr>
              <w:t xml:space="preserve">, </w:t>
            </w:r>
          </w:p>
          <w:p w14:paraId="15CB8081" w14:textId="7148A066" w:rsidR="008A096D" w:rsidRPr="007D28C9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val="en-GB" w:eastAsia="en-US"/>
              </w:rPr>
            </w:pPr>
            <w:r w:rsidRPr="007D28C9">
              <w:rPr>
                <w:rFonts w:ascii="Wingdings" w:eastAsia="Wingdings" w:hAnsi="Wingdings"/>
                <w:b/>
                <w:szCs w:val="20"/>
                <w:lang w:val="en-GB"/>
              </w:rPr>
              <w:t>o</w:t>
            </w:r>
            <w:r w:rsidRPr="007D28C9">
              <w:rPr>
                <w:rFonts w:eastAsiaTheme="minorHAnsi"/>
                <w:bCs/>
                <w:szCs w:val="20"/>
                <w:lang w:val="en-GB" w:eastAsia="en-US"/>
              </w:rPr>
              <w:t xml:space="preserve"> techn</w:t>
            </w:r>
            <w:r w:rsidR="00B43ABE" w:rsidRPr="007D28C9">
              <w:rPr>
                <w:rFonts w:eastAsiaTheme="minorHAnsi"/>
                <w:bCs/>
                <w:szCs w:val="20"/>
                <w:lang w:val="en-GB" w:eastAsia="en-US"/>
              </w:rPr>
              <w:t>iques</w:t>
            </w:r>
            <w:r w:rsidRPr="007D28C9">
              <w:rPr>
                <w:rFonts w:eastAsiaTheme="minorHAnsi"/>
                <w:bCs/>
                <w:szCs w:val="20"/>
                <w:lang w:val="en-GB" w:eastAsia="en-US"/>
              </w:rPr>
              <w:t xml:space="preserve">, </w:t>
            </w:r>
          </w:p>
          <w:p w14:paraId="3B0D8BDC" w14:textId="20BF49CE" w:rsidR="008A096D" w:rsidRPr="007D28C9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val="en-GB" w:eastAsia="en-US"/>
              </w:rPr>
            </w:pPr>
            <w:r w:rsidRPr="007D28C9">
              <w:rPr>
                <w:rFonts w:ascii="Wingdings" w:eastAsia="Wingdings" w:hAnsi="Wingdings"/>
                <w:b/>
                <w:szCs w:val="20"/>
                <w:lang w:val="en-GB"/>
              </w:rPr>
              <w:t>o</w:t>
            </w:r>
            <w:r w:rsidRPr="007D28C9">
              <w:rPr>
                <w:rFonts w:eastAsiaTheme="minorHAnsi"/>
                <w:bCs/>
                <w:szCs w:val="20"/>
                <w:lang w:val="en-GB" w:eastAsia="en-US"/>
              </w:rPr>
              <w:t xml:space="preserve"> </w:t>
            </w:r>
            <w:r w:rsidR="00B43ABE" w:rsidRPr="007D28C9">
              <w:rPr>
                <w:rFonts w:eastAsiaTheme="minorHAnsi"/>
                <w:bCs/>
                <w:szCs w:val="20"/>
                <w:lang w:val="en-GB" w:eastAsia="en-US"/>
              </w:rPr>
              <w:t>equipment</w:t>
            </w:r>
          </w:p>
          <w:p w14:paraId="11BB5D34" w14:textId="21DB4BCE" w:rsidR="008A096D" w:rsidRPr="007D28C9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val="en-GB" w:eastAsia="en-US"/>
              </w:rPr>
            </w:pPr>
            <w:r w:rsidRPr="007D28C9">
              <w:rPr>
                <w:rFonts w:ascii="Wingdings" w:eastAsia="Wingdings" w:hAnsi="Wingdings"/>
                <w:b/>
                <w:szCs w:val="20"/>
                <w:lang w:val="en-GB"/>
              </w:rPr>
              <w:t>o</w:t>
            </w:r>
            <w:r w:rsidRPr="007D28C9">
              <w:rPr>
                <w:rFonts w:eastAsiaTheme="minorHAnsi"/>
                <w:bCs/>
                <w:szCs w:val="20"/>
                <w:lang w:val="en-GB" w:eastAsia="en-US"/>
              </w:rPr>
              <w:t xml:space="preserve"> met</w:t>
            </w:r>
            <w:r w:rsidR="00B43ABE" w:rsidRPr="007D28C9">
              <w:rPr>
                <w:rFonts w:eastAsiaTheme="minorHAnsi"/>
                <w:bCs/>
                <w:szCs w:val="20"/>
                <w:lang w:val="en-GB" w:eastAsia="en-US"/>
              </w:rPr>
              <w:t>hods</w:t>
            </w:r>
          </w:p>
          <w:p w14:paraId="5BF3450B" w14:textId="1D605982" w:rsidR="008A096D" w:rsidRPr="007D28C9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val="en-GB" w:eastAsia="en-US"/>
              </w:rPr>
            </w:pPr>
            <w:r w:rsidRPr="007D28C9">
              <w:rPr>
                <w:rFonts w:ascii="Wingdings" w:eastAsia="Wingdings" w:hAnsi="Wingdings"/>
                <w:b/>
                <w:szCs w:val="20"/>
                <w:lang w:val="en-GB"/>
              </w:rPr>
              <w:t>o</w:t>
            </w:r>
            <w:r w:rsidRPr="007D28C9">
              <w:rPr>
                <w:rFonts w:eastAsiaTheme="minorHAnsi"/>
                <w:bCs/>
                <w:szCs w:val="20"/>
                <w:lang w:val="en-GB" w:eastAsia="en-US"/>
              </w:rPr>
              <w:t xml:space="preserve"> </w:t>
            </w:r>
            <w:r w:rsidR="00B43ABE" w:rsidRPr="007D28C9">
              <w:rPr>
                <w:rFonts w:eastAsiaTheme="minorHAnsi"/>
                <w:bCs/>
                <w:szCs w:val="20"/>
                <w:lang w:val="en-GB" w:eastAsia="en-US"/>
              </w:rPr>
              <w:t>procedures</w:t>
            </w:r>
          </w:p>
          <w:p w14:paraId="1EAC96D5" w14:textId="6691E77E" w:rsidR="008A096D" w:rsidRPr="007D28C9" w:rsidRDefault="00B43ABE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val="en-GB" w:eastAsia="en-US"/>
              </w:rPr>
            </w:pPr>
            <w:r w:rsidRPr="007D28C9">
              <w:rPr>
                <w:rFonts w:eastAsiaTheme="minorHAnsi"/>
                <w:bCs/>
                <w:szCs w:val="20"/>
                <w:lang w:val="en-GB" w:eastAsia="en-US"/>
              </w:rPr>
              <w:t>used for</w:t>
            </w:r>
            <w:r w:rsidR="008A096D" w:rsidRPr="007D28C9">
              <w:rPr>
                <w:rFonts w:eastAsiaTheme="minorHAnsi"/>
                <w:bCs/>
                <w:szCs w:val="20"/>
                <w:lang w:val="en-GB" w:eastAsia="en-US"/>
              </w:rPr>
              <w:t xml:space="preserve"> </w:t>
            </w:r>
            <w:r w:rsidRPr="007D28C9">
              <w:rPr>
                <w:rFonts w:eastAsiaTheme="minorHAnsi"/>
                <w:bCs/>
                <w:szCs w:val="20"/>
                <w:lang w:val="en-GB" w:eastAsia="en-US"/>
              </w:rPr>
              <w:t>the examination</w:t>
            </w:r>
          </w:p>
          <w:p w14:paraId="7A6DB53C" w14:textId="77777777" w:rsidR="00F829C8" w:rsidRPr="007D28C9" w:rsidRDefault="00F829C8" w:rsidP="002057F0">
            <w:pPr>
              <w:tabs>
                <w:tab w:val="left" w:pos="708"/>
                <w:tab w:val="center" w:pos="4536"/>
                <w:tab w:val="right" w:pos="9072"/>
              </w:tabs>
              <w:rPr>
                <w:sz w:val="20"/>
                <w:szCs w:val="20"/>
                <w:lang w:val="en-GB"/>
              </w:rPr>
            </w:pPr>
          </w:p>
        </w:tc>
      </w:tr>
    </w:tbl>
    <w:p w14:paraId="37809139" w14:textId="77777777" w:rsidR="00804169" w:rsidRPr="007D28C9" w:rsidRDefault="00804169" w:rsidP="00AB2C0E">
      <w:pPr>
        <w:pStyle w:val="Pta"/>
        <w:jc w:val="both"/>
        <w:rPr>
          <w:sz w:val="10"/>
          <w:lang w:val="en-GB"/>
        </w:rPr>
      </w:pPr>
    </w:p>
    <w:p w14:paraId="2D726A2B" w14:textId="77777777" w:rsidR="005B6EA3" w:rsidRPr="007D28C9" w:rsidRDefault="005B6EA3" w:rsidP="005B6EA3">
      <w:pPr>
        <w:tabs>
          <w:tab w:val="right" w:pos="360"/>
        </w:tabs>
        <w:rPr>
          <w:i/>
          <w:sz w:val="20"/>
          <w:lang w:val="en-GB"/>
        </w:rPr>
      </w:pPr>
      <w:r w:rsidRPr="007D28C9">
        <w:rPr>
          <w:i/>
          <w:sz w:val="20"/>
          <w:lang w:val="en-GB"/>
        </w:rPr>
        <w:t xml:space="preserve">It should be clearly stated in the column „Other </w:t>
      </w:r>
      <w:proofErr w:type="gramStart"/>
      <w:r w:rsidRPr="007D28C9">
        <w:rPr>
          <w:i/>
          <w:sz w:val="20"/>
          <w:lang w:val="en-GB"/>
        </w:rPr>
        <w:t>specifications“</w:t>
      </w:r>
      <w:proofErr w:type="gramEnd"/>
      <w:r w:rsidR="00611787" w:rsidRPr="007D28C9">
        <w:rPr>
          <w:i/>
          <w:sz w:val="20"/>
          <w:lang w:val="en-GB"/>
        </w:rPr>
        <w:t xml:space="preserve">, </w:t>
      </w:r>
      <w:r w:rsidRPr="007D28C9">
        <w:rPr>
          <w:i/>
          <w:sz w:val="20"/>
          <w:lang w:val="en-GB"/>
        </w:rPr>
        <w:t>which tests</w:t>
      </w:r>
      <w:r w:rsidR="00611787" w:rsidRPr="007D28C9">
        <w:rPr>
          <w:i/>
          <w:sz w:val="20"/>
          <w:lang w:val="en-GB"/>
        </w:rPr>
        <w:t xml:space="preserve"> (</w:t>
      </w:r>
      <w:r w:rsidRPr="007D28C9">
        <w:rPr>
          <w:i/>
          <w:sz w:val="20"/>
          <w:lang w:val="en-GB"/>
        </w:rPr>
        <w:t>indicator</w:t>
      </w:r>
      <w:r w:rsidR="00611787" w:rsidRPr="007D28C9">
        <w:rPr>
          <w:i/>
          <w:sz w:val="20"/>
          <w:lang w:val="en-GB"/>
        </w:rPr>
        <w:t>, parameter, analyt</w:t>
      </w:r>
      <w:r w:rsidRPr="007D28C9">
        <w:rPr>
          <w:i/>
          <w:sz w:val="20"/>
          <w:lang w:val="en-GB"/>
        </w:rPr>
        <w:t>e</w:t>
      </w:r>
      <w:r w:rsidR="00611787" w:rsidRPr="007D28C9">
        <w:rPr>
          <w:i/>
          <w:sz w:val="20"/>
          <w:lang w:val="en-GB"/>
        </w:rPr>
        <w:t xml:space="preserve">) </w:t>
      </w:r>
      <w:bookmarkStart w:id="2" w:name="Text1"/>
      <w:r w:rsidRPr="007D28C9">
        <w:rPr>
          <w:i/>
          <w:sz w:val="20"/>
          <w:lang w:val="en-GB"/>
        </w:rPr>
        <w:t>the laboratory will be able to modify and validate during the validity of the accreditation.</w:t>
      </w:r>
    </w:p>
    <w:p w14:paraId="08053F13" w14:textId="6B6FAACE" w:rsidR="005B6EA3" w:rsidRPr="007D28C9" w:rsidRDefault="005B6EA3" w:rsidP="005B6EA3">
      <w:pPr>
        <w:tabs>
          <w:tab w:val="right" w:pos="360"/>
        </w:tabs>
        <w:rPr>
          <w:i/>
          <w:iCs/>
          <w:sz w:val="20"/>
          <w:szCs w:val="20"/>
          <w:lang w:val="en-GB"/>
        </w:rPr>
      </w:pPr>
      <w:r w:rsidRPr="007D28C9">
        <w:rPr>
          <w:i/>
          <w:sz w:val="20"/>
          <w:lang w:val="en-GB"/>
        </w:rPr>
        <w:t>Guidance how to fill in table see in</w:t>
      </w:r>
      <w:r w:rsidRPr="007D28C9">
        <w:rPr>
          <w:i/>
          <w:iCs/>
          <w:sz w:val="20"/>
          <w:szCs w:val="20"/>
          <w:lang w:val="en-GB"/>
        </w:rPr>
        <w:t xml:space="preserve"> MSA -L/01 –Tab. A3-2</w:t>
      </w:r>
    </w:p>
    <w:bookmarkEnd w:id="2"/>
    <w:p w14:paraId="4B3085F9" w14:textId="53240AA6" w:rsidR="00804169" w:rsidRPr="007D28C9" w:rsidRDefault="00804169" w:rsidP="00457ADF">
      <w:pPr>
        <w:rPr>
          <w:lang w:val="en-GB"/>
        </w:rPr>
      </w:pPr>
    </w:p>
    <w:p w14:paraId="6B051E1E" w14:textId="77777777" w:rsidR="007F0A62" w:rsidRPr="007D28C9" w:rsidRDefault="007F0A62" w:rsidP="004F736C">
      <w:pPr>
        <w:pStyle w:val="Nadpis4"/>
        <w:numPr>
          <w:ilvl w:val="0"/>
          <w:numId w:val="0"/>
        </w:numPr>
        <w:tabs>
          <w:tab w:val="num" w:pos="1440"/>
        </w:tabs>
        <w:spacing w:before="0" w:after="0"/>
        <w:rPr>
          <w:i/>
          <w:sz w:val="24"/>
          <w:lang w:val="en-GB"/>
        </w:rPr>
      </w:pPr>
    </w:p>
    <w:p w14:paraId="5F55FD73" w14:textId="77777777" w:rsidR="005B6EA3" w:rsidRPr="007D28C9" w:rsidRDefault="005B6EA3" w:rsidP="005B6EA3">
      <w:pPr>
        <w:rPr>
          <w:b/>
          <w:bCs/>
          <w:i/>
          <w:iCs/>
          <w:lang w:val="en-GB"/>
        </w:rPr>
      </w:pPr>
      <w:r w:rsidRPr="007D28C9">
        <w:rPr>
          <w:b/>
          <w:bCs/>
          <w:i/>
          <w:iCs/>
          <w:lang w:val="en-GB"/>
        </w:rPr>
        <w:t xml:space="preserve">To be completed only in the case of laboratory with flexible scope </w:t>
      </w:r>
    </w:p>
    <w:p w14:paraId="00E90CA2" w14:textId="77777777" w:rsidR="005B6EA3" w:rsidRPr="007D28C9" w:rsidRDefault="005B6EA3" w:rsidP="005B6EA3">
      <w:pPr>
        <w:rPr>
          <w:b/>
          <w:bCs/>
          <w:i/>
          <w:iCs/>
          <w:lang w:val="en-GB"/>
        </w:rPr>
      </w:pPr>
    </w:p>
    <w:p w14:paraId="07964CE4" w14:textId="77777777" w:rsidR="005B6EA3" w:rsidRPr="007D28C9" w:rsidRDefault="005B6EA3" w:rsidP="005B6EA3">
      <w:pPr>
        <w:rPr>
          <w:rFonts w:ascii="Arial" w:hAnsi="Arial" w:cs="Arial"/>
          <w:b/>
          <w:sz w:val="28"/>
          <w:szCs w:val="28"/>
          <w:lang w:val="en-GB"/>
        </w:rPr>
      </w:pPr>
      <w:r w:rsidRPr="007D28C9">
        <w:rPr>
          <w:rFonts w:ascii="Arial" w:hAnsi="Arial" w:cs="Arial"/>
          <w:b/>
          <w:sz w:val="28"/>
          <w:szCs w:val="28"/>
          <w:lang w:val="en-GB"/>
        </w:rPr>
        <w:t>Personnel competent to modify and validate methods/develop new methods during the validity of the accreditation</w:t>
      </w:r>
    </w:p>
    <w:p w14:paraId="0743544B" w14:textId="77777777" w:rsidR="00804169" w:rsidRPr="007D28C9" w:rsidRDefault="00804169" w:rsidP="004F736C">
      <w:pPr>
        <w:pStyle w:val="Hlavika"/>
        <w:rPr>
          <w:rFonts w:ascii="Arial" w:hAnsi="Arial" w:cs="Arial"/>
          <w:bCs/>
          <w:sz w:val="12"/>
          <w:lang w:val="en-GB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3"/>
        <w:gridCol w:w="7057"/>
      </w:tblGrid>
      <w:tr w:rsidR="00044BA5" w:rsidRPr="007D28C9" w14:paraId="23E66B91" w14:textId="77777777" w:rsidTr="004529EA">
        <w:trPr>
          <w:cantSplit/>
          <w:tblHeader/>
          <w:jc w:val="center"/>
        </w:trPr>
        <w:tc>
          <w:tcPr>
            <w:tcW w:w="3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D05631D" w14:textId="2E43A801" w:rsidR="00804169" w:rsidRPr="007D28C9" w:rsidRDefault="005B6EA3" w:rsidP="00076CEB">
            <w:pPr>
              <w:jc w:val="center"/>
              <w:rPr>
                <w:b/>
                <w:bCs/>
                <w:lang w:val="en-GB"/>
              </w:rPr>
            </w:pPr>
            <w:r w:rsidRPr="007D28C9">
              <w:rPr>
                <w:b/>
                <w:bCs/>
                <w:sz w:val="22"/>
                <w:szCs w:val="22"/>
                <w:lang w:val="en-GB"/>
              </w:rPr>
              <w:t>First and last name, titles</w:t>
            </w:r>
          </w:p>
        </w:tc>
        <w:tc>
          <w:tcPr>
            <w:tcW w:w="70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E720E96" w14:textId="77777777" w:rsidR="0061504E" w:rsidRPr="007D28C9" w:rsidRDefault="0061504E" w:rsidP="0061504E">
            <w:pPr>
              <w:jc w:val="center"/>
              <w:rPr>
                <w:b/>
                <w:bCs/>
                <w:lang w:val="en-GB"/>
              </w:rPr>
            </w:pPr>
            <w:r w:rsidRPr="007D28C9">
              <w:rPr>
                <w:b/>
                <w:bCs/>
                <w:sz w:val="22"/>
                <w:szCs w:val="22"/>
                <w:lang w:val="en-GB"/>
              </w:rPr>
              <w:t>Competence to modify, develop and validate methods -</w:t>
            </w:r>
          </w:p>
          <w:p w14:paraId="3EAD92D3" w14:textId="78A69856" w:rsidR="00804169" w:rsidRPr="007D28C9" w:rsidRDefault="0061504E" w:rsidP="0061504E">
            <w:pPr>
              <w:jc w:val="center"/>
              <w:rPr>
                <w:b/>
                <w:bCs/>
                <w:lang w:val="en-GB"/>
              </w:rPr>
            </w:pPr>
            <w:r w:rsidRPr="007D28C9">
              <w:rPr>
                <w:b/>
                <w:bCs/>
                <w:sz w:val="22"/>
                <w:szCs w:val="22"/>
                <w:lang w:val="en-GB"/>
              </w:rPr>
              <w:t>- item in the specification of activities No.</w:t>
            </w:r>
          </w:p>
        </w:tc>
      </w:tr>
      <w:tr w:rsidR="00044BA5" w:rsidRPr="007D28C9" w14:paraId="24425A04" w14:textId="77777777" w:rsidTr="004529EA">
        <w:trPr>
          <w:jc w:val="center"/>
        </w:trPr>
        <w:tc>
          <w:tcPr>
            <w:tcW w:w="3433" w:type="dxa"/>
            <w:tcBorders>
              <w:top w:val="single" w:sz="12" w:space="0" w:color="auto"/>
              <w:left w:val="single" w:sz="12" w:space="0" w:color="auto"/>
            </w:tcBorders>
          </w:tcPr>
          <w:p w14:paraId="59B95505" w14:textId="77777777" w:rsidR="00804169" w:rsidRPr="007D28C9" w:rsidRDefault="00804169" w:rsidP="00076CEB">
            <w:pPr>
              <w:rPr>
                <w:lang w:val="en-GB"/>
              </w:rPr>
            </w:pPr>
          </w:p>
        </w:tc>
        <w:tc>
          <w:tcPr>
            <w:tcW w:w="7057" w:type="dxa"/>
            <w:tcBorders>
              <w:top w:val="single" w:sz="12" w:space="0" w:color="auto"/>
              <w:right w:val="single" w:sz="12" w:space="0" w:color="auto"/>
            </w:tcBorders>
          </w:tcPr>
          <w:p w14:paraId="35FF7543" w14:textId="77777777" w:rsidR="00804169" w:rsidRPr="007D28C9" w:rsidRDefault="00804169" w:rsidP="00076CEB">
            <w:pPr>
              <w:rPr>
                <w:lang w:val="en-GB"/>
              </w:rPr>
            </w:pPr>
          </w:p>
        </w:tc>
      </w:tr>
      <w:tr w:rsidR="00044BA5" w:rsidRPr="007D28C9" w14:paraId="0C04774A" w14:textId="77777777" w:rsidTr="004529EA">
        <w:trPr>
          <w:jc w:val="center"/>
        </w:trPr>
        <w:tc>
          <w:tcPr>
            <w:tcW w:w="3433" w:type="dxa"/>
            <w:tcBorders>
              <w:left w:val="single" w:sz="12" w:space="0" w:color="auto"/>
            </w:tcBorders>
          </w:tcPr>
          <w:p w14:paraId="20841AA8" w14:textId="77777777" w:rsidR="00804169" w:rsidRPr="007D28C9" w:rsidRDefault="00804169" w:rsidP="00076CEB">
            <w:pPr>
              <w:rPr>
                <w:lang w:val="en-GB"/>
              </w:rPr>
            </w:pPr>
          </w:p>
        </w:tc>
        <w:tc>
          <w:tcPr>
            <w:tcW w:w="7057" w:type="dxa"/>
            <w:tcBorders>
              <w:right w:val="single" w:sz="12" w:space="0" w:color="auto"/>
            </w:tcBorders>
          </w:tcPr>
          <w:p w14:paraId="06FF5249" w14:textId="77777777" w:rsidR="00804169" w:rsidRPr="007D28C9" w:rsidRDefault="00804169" w:rsidP="00076CEB">
            <w:pPr>
              <w:rPr>
                <w:lang w:val="en-GB"/>
              </w:rPr>
            </w:pPr>
          </w:p>
        </w:tc>
      </w:tr>
      <w:tr w:rsidR="00804169" w:rsidRPr="007D28C9" w14:paraId="3E5672B9" w14:textId="77777777" w:rsidTr="004529EA">
        <w:trPr>
          <w:jc w:val="center"/>
        </w:trPr>
        <w:tc>
          <w:tcPr>
            <w:tcW w:w="3433" w:type="dxa"/>
            <w:tcBorders>
              <w:left w:val="single" w:sz="12" w:space="0" w:color="auto"/>
              <w:bottom w:val="single" w:sz="12" w:space="0" w:color="auto"/>
            </w:tcBorders>
          </w:tcPr>
          <w:p w14:paraId="22611146" w14:textId="77777777" w:rsidR="00804169" w:rsidRPr="007D28C9" w:rsidRDefault="00804169" w:rsidP="00076CEB">
            <w:pPr>
              <w:rPr>
                <w:lang w:val="en-GB"/>
              </w:rPr>
            </w:pPr>
          </w:p>
        </w:tc>
        <w:tc>
          <w:tcPr>
            <w:tcW w:w="7057" w:type="dxa"/>
            <w:tcBorders>
              <w:bottom w:val="single" w:sz="12" w:space="0" w:color="auto"/>
              <w:right w:val="single" w:sz="12" w:space="0" w:color="auto"/>
            </w:tcBorders>
          </w:tcPr>
          <w:p w14:paraId="00E07789" w14:textId="77777777" w:rsidR="00804169" w:rsidRPr="007D28C9" w:rsidRDefault="00804169" w:rsidP="00076CEB">
            <w:pPr>
              <w:rPr>
                <w:lang w:val="en-GB"/>
              </w:rPr>
            </w:pPr>
          </w:p>
        </w:tc>
      </w:tr>
    </w:tbl>
    <w:p w14:paraId="157C06A4" w14:textId="77777777" w:rsidR="00804169" w:rsidRPr="007D28C9" w:rsidRDefault="00804169" w:rsidP="00190B95">
      <w:pPr>
        <w:rPr>
          <w:i/>
          <w:sz w:val="20"/>
          <w:lang w:val="en-GB"/>
        </w:rPr>
        <w:sectPr w:rsidR="00804169" w:rsidRPr="007D28C9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21781F1" w14:textId="68CA7CA0" w:rsidR="00804169" w:rsidRPr="007D28C9" w:rsidRDefault="00DD29A0" w:rsidP="00270ADA">
      <w:pPr>
        <w:pBdr>
          <w:bottom w:val="single" w:sz="4" w:space="1" w:color="auto"/>
        </w:pBdr>
        <w:rPr>
          <w:i/>
          <w:sz w:val="20"/>
          <w:lang w:val="en-GB"/>
        </w:rPr>
      </w:pPr>
      <w:r w:rsidRPr="007D28C9">
        <w:rPr>
          <w:i/>
          <w:iCs/>
          <w:sz w:val="20"/>
          <w:szCs w:val="20"/>
          <w:lang w:val="en-GB"/>
        </w:rPr>
        <w:t xml:space="preserve">Instruction for completing the table see MSA -L/01 </w:t>
      </w:r>
      <w:r w:rsidR="004F2841" w:rsidRPr="007D28C9">
        <w:rPr>
          <w:i/>
          <w:sz w:val="20"/>
          <w:lang w:val="en-GB"/>
        </w:rPr>
        <w:t xml:space="preserve">– </w:t>
      </w:r>
      <w:r w:rsidRPr="007D28C9">
        <w:rPr>
          <w:i/>
          <w:sz w:val="20"/>
          <w:lang w:val="en-GB"/>
        </w:rPr>
        <w:t>T</w:t>
      </w:r>
      <w:r w:rsidR="007F0A62" w:rsidRPr="007D28C9">
        <w:rPr>
          <w:i/>
          <w:sz w:val="20"/>
          <w:lang w:val="en-GB"/>
        </w:rPr>
        <w:t xml:space="preserve">ab. </w:t>
      </w:r>
      <w:r w:rsidR="004F2841" w:rsidRPr="007D28C9">
        <w:rPr>
          <w:i/>
          <w:sz w:val="20"/>
          <w:lang w:val="en-GB"/>
        </w:rPr>
        <w:t>A3-3</w:t>
      </w:r>
      <w:r w:rsidR="00804169" w:rsidRPr="007D28C9">
        <w:rPr>
          <w:i/>
          <w:sz w:val="20"/>
          <w:lang w:val="en-GB"/>
        </w:rPr>
        <w:t>.</w:t>
      </w:r>
    </w:p>
    <w:p w14:paraId="4E6BF00F" w14:textId="77777777" w:rsidR="007F3BED" w:rsidRPr="007D28C9" w:rsidRDefault="007F3BED" w:rsidP="00457ADF">
      <w:pPr>
        <w:tabs>
          <w:tab w:val="right" w:pos="360"/>
        </w:tabs>
        <w:rPr>
          <w:rFonts w:ascii="Arial" w:hAnsi="Arial" w:cs="Arial"/>
          <w:sz w:val="20"/>
          <w:szCs w:val="20"/>
          <w:lang w:val="en-GB"/>
        </w:rPr>
      </w:pPr>
    </w:p>
    <w:p w14:paraId="0B976E1F" w14:textId="77777777" w:rsidR="00DD29A0" w:rsidRPr="007D28C9" w:rsidRDefault="00DD29A0" w:rsidP="00DD29A0">
      <w:pPr>
        <w:rPr>
          <w:rFonts w:ascii="Arial" w:hAnsi="Arial" w:cs="Arial"/>
          <w:b/>
          <w:sz w:val="28"/>
          <w:szCs w:val="28"/>
          <w:lang w:val="en-GB"/>
        </w:rPr>
      </w:pPr>
      <w:r w:rsidRPr="007D28C9">
        <w:rPr>
          <w:rFonts w:ascii="Arial" w:hAnsi="Arial" w:cs="Arial"/>
          <w:b/>
          <w:sz w:val="28"/>
          <w:szCs w:val="28"/>
          <w:lang w:val="en-GB"/>
        </w:rPr>
        <w:t>Sampling</w:t>
      </w:r>
    </w:p>
    <w:p w14:paraId="02671478" w14:textId="77777777" w:rsidR="00457ADF" w:rsidRPr="007D28C9" w:rsidRDefault="00457ADF" w:rsidP="00457ADF">
      <w:pPr>
        <w:tabs>
          <w:tab w:val="right" w:pos="360"/>
        </w:tabs>
        <w:rPr>
          <w:lang w:val="en-GB"/>
        </w:rPr>
      </w:pPr>
    </w:p>
    <w:tbl>
      <w:tblPr>
        <w:tblW w:w="62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1"/>
        <w:gridCol w:w="2250"/>
        <w:gridCol w:w="2250"/>
      </w:tblGrid>
      <w:tr w:rsidR="00044BA5" w:rsidRPr="007D28C9" w14:paraId="67B052A8" w14:textId="77777777" w:rsidTr="00D617E7">
        <w:tc>
          <w:tcPr>
            <w:tcW w:w="1731" w:type="dxa"/>
            <w:tcBorders>
              <w:bottom w:val="nil"/>
            </w:tcBorders>
            <w:vAlign w:val="center"/>
          </w:tcPr>
          <w:p w14:paraId="4788F8C4" w14:textId="27B2BB54" w:rsidR="00DD29A0" w:rsidRPr="007D28C9" w:rsidRDefault="00DD29A0" w:rsidP="00DD29A0">
            <w:pPr>
              <w:rPr>
                <w:b/>
                <w:sz w:val="16"/>
                <w:lang w:val="en-GB"/>
              </w:rPr>
            </w:pPr>
            <w:r w:rsidRPr="007D28C9">
              <w:rPr>
                <w:b/>
                <w:bCs/>
                <w:lang w:val="en-GB"/>
              </w:rPr>
              <w:t>Laboratory:</w:t>
            </w:r>
          </w:p>
        </w:tc>
        <w:tc>
          <w:tcPr>
            <w:tcW w:w="2250" w:type="dxa"/>
            <w:tcBorders>
              <w:bottom w:val="nil"/>
            </w:tcBorders>
            <w:vAlign w:val="center"/>
          </w:tcPr>
          <w:p w14:paraId="6CBC4162" w14:textId="5A5F85A4" w:rsidR="00DD29A0" w:rsidRPr="007D28C9" w:rsidRDefault="00DD29A0" w:rsidP="00DD29A0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7D28C9">
              <w:rPr>
                <w:b/>
                <w:bCs/>
                <w:sz w:val="20"/>
                <w:lang w:val="en-GB"/>
              </w:rPr>
              <w:t>with fixed scope</w:t>
            </w:r>
          </w:p>
        </w:tc>
        <w:tc>
          <w:tcPr>
            <w:tcW w:w="2250" w:type="dxa"/>
            <w:tcBorders>
              <w:bottom w:val="nil"/>
            </w:tcBorders>
            <w:vAlign w:val="center"/>
          </w:tcPr>
          <w:p w14:paraId="0D2536B4" w14:textId="3BC8F865" w:rsidR="00DD29A0" w:rsidRPr="007D28C9" w:rsidRDefault="00DD29A0" w:rsidP="00DD29A0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7D28C9">
              <w:rPr>
                <w:b/>
                <w:bCs/>
                <w:sz w:val="20"/>
                <w:lang w:val="en-GB"/>
              </w:rPr>
              <w:t>with flexible scope</w:t>
            </w:r>
          </w:p>
        </w:tc>
      </w:tr>
      <w:tr w:rsidR="00DD29A0" w:rsidRPr="007D28C9" w14:paraId="017B1E31" w14:textId="77777777" w:rsidTr="00D617E7">
        <w:trPr>
          <w:trHeight w:hRule="exact" w:val="284"/>
        </w:trPr>
        <w:tc>
          <w:tcPr>
            <w:tcW w:w="1731" w:type="dxa"/>
            <w:tcBorders>
              <w:top w:val="nil"/>
            </w:tcBorders>
            <w:vAlign w:val="center"/>
          </w:tcPr>
          <w:p w14:paraId="725FEADE" w14:textId="77777777" w:rsidR="00DD29A0" w:rsidRPr="007D28C9" w:rsidRDefault="00DD29A0" w:rsidP="00DD29A0">
            <w:pPr>
              <w:rPr>
                <w:b/>
                <w:lang w:val="en-GB"/>
              </w:rPr>
            </w:pPr>
          </w:p>
        </w:tc>
        <w:tc>
          <w:tcPr>
            <w:tcW w:w="2250" w:type="dxa"/>
            <w:tcBorders>
              <w:top w:val="nil"/>
            </w:tcBorders>
            <w:vAlign w:val="center"/>
          </w:tcPr>
          <w:p w14:paraId="64C23FCE" w14:textId="74DB4876" w:rsidR="00DD29A0" w:rsidRPr="007D28C9" w:rsidRDefault="00DD29A0" w:rsidP="00DD29A0">
            <w:pPr>
              <w:jc w:val="center"/>
              <w:rPr>
                <w:b/>
                <w:lang w:val="en-GB"/>
              </w:rPr>
            </w:pPr>
            <w:r w:rsidRPr="007D28C9">
              <w:rPr>
                <w:lang w:val="en-GB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28C9">
              <w:rPr>
                <w:lang w:val="en-GB"/>
              </w:rPr>
              <w:instrText xml:space="preserve"> FORMCHECKBOX </w:instrText>
            </w:r>
            <w:r w:rsidR="007D28C9" w:rsidRPr="007D28C9">
              <w:rPr>
                <w:lang w:val="en-GB"/>
              </w:rPr>
            </w:r>
            <w:r w:rsidR="007D28C9" w:rsidRPr="007D28C9">
              <w:rPr>
                <w:lang w:val="en-GB"/>
              </w:rPr>
              <w:fldChar w:fldCharType="separate"/>
            </w:r>
            <w:r w:rsidRPr="007D28C9">
              <w:rPr>
                <w:lang w:val="en-GB"/>
              </w:rPr>
              <w:fldChar w:fldCharType="end"/>
            </w:r>
          </w:p>
        </w:tc>
        <w:tc>
          <w:tcPr>
            <w:tcW w:w="2250" w:type="dxa"/>
            <w:tcBorders>
              <w:top w:val="nil"/>
            </w:tcBorders>
            <w:vAlign w:val="center"/>
          </w:tcPr>
          <w:p w14:paraId="0B16B71A" w14:textId="5EA54951" w:rsidR="00DD29A0" w:rsidRPr="007D28C9" w:rsidRDefault="00DD29A0" w:rsidP="00DD29A0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lang w:val="en-GB"/>
              </w:rPr>
            </w:pPr>
            <w:r w:rsidRPr="007D28C9">
              <w:rPr>
                <w:lang w:val="en-GB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28C9">
              <w:rPr>
                <w:lang w:val="en-GB"/>
              </w:rPr>
              <w:instrText xml:space="preserve"> FORMCHECKBOX </w:instrText>
            </w:r>
            <w:r w:rsidR="007D28C9" w:rsidRPr="007D28C9">
              <w:rPr>
                <w:lang w:val="en-GB"/>
              </w:rPr>
            </w:r>
            <w:r w:rsidR="007D28C9" w:rsidRPr="007D28C9">
              <w:rPr>
                <w:lang w:val="en-GB"/>
              </w:rPr>
              <w:fldChar w:fldCharType="separate"/>
            </w:r>
            <w:r w:rsidRPr="007D28C9">
              <w:rPr>
                <w:lang w:val="en-GB"/>
              </w:rPr>
              <w:fldChar w:fldCharType="end"/>
            </w:r>
          </w:p>
        </w:tc>
      </w:tr>
    </w:tbl>
    <w:p w14:paraId="6B41E4B0" w14:textId="77777777" w:rsidR="00804169" w:rsidRPr="007D28C9" w:rsidRDefault="00804169" w:rsidP="00B27596">
      <w:pPr>
        <w:rPr>
          <w:lang w:val="en-GB"/>
        </w:rPr>
      </w:pPr>
    </w:p>
    <w:p w14:paraId="447FF687" w14:textId="77777777" w:rsidR="00804169" w:rsidRPr="007D28C9" w:rsidRDefault="00804169" w:rsidP="000C72DB">
      <w:pPr>
        <w:pStyle w:val="Podtitul"/>
        <w:ind w:right="-2"/>
        <w:jc w:val="both"/>
        <w:rPr>
          <w:b w:val="0"/>
          <w:sz w:val="12"/>
          <w:lang w:val="en-GB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335"/>
        <w:gridCol w:w="1240"/>
        <w:gridCol w:w="1812"/>
        <w:gridCol w:w="1717"/>
        <w:gridCol w:w="1717"/>
        <w:gridCol w:w="2098"/>
      </w:tblGrid>
      <w:tr w:rsidR="00044BA5" w:rsidRPr="007D28C9" w14:paraId="3BCF0FA2" w14:textId="77777777" w:rsidTr="00190B95">
        <w:trPr>
          <w:cantSplit/>
          <w:trHeight w:val="450"/>
          <w:tblHeader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000000" w:fill="FFFFFF"/>
            <w:textDirection w:val="btLr"/>
            <w:vAlign w:val="center"/>
          </w:tcPr>
          <w:p w14:paraId="7C217401" w14:textId="45E808BA" w:rsidR="00804169" w:rsidRPr="007D28C9" w:rsidRDefault="00DD29A0" w:rsidP="00A760DF">
            <w:pPr>
              <w:ind w:left="113" w:right="113"/>
              <w:jc w:val="center"/>
              <w:rPr>
                <w:b/>
                <w:lang w:val="en-GB"/>
              </w:rPr>
            </w:pPr>
            <w:r w:rsidRPr="007D28C9">
              <w:rPr>
                <w:b/>
                <w:sz w:val="22"/>
                <w:lang w:val="en-GB"/>
              </w:rPr>
              <w:t>Item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5" w:color="000000" w:fill="FFFFFF"/>
            <w:vAlign w:val="center"/>
          </w:tcPr>
          <w:p w14:paraId="2A6C37D6" w14:textId="30178C6D" w:rsidR="00804169" w:rsidRPr="007D28C9" w:rsidRDefault="00804169" w:rsidP="00A760DF">
            <w:pPr>
              <w:jc w:val="center"/>
              <w:rPr>
                <w:b/>
                <w:lang w:val="en-GB"/>
              </w:rPr>
            </w:pPr>
            <w:r w:rsidRPr="007D28C9">
              <w:rPr>
                <w:b/>
                <w:sz w:val="22"/>
                <w:lang w:val="en-GB"/>
              </w:rPr>
              <w:t>Obje</w:t>
            </w:r>
            <w:r w:rsidR="00DD29A0" w:rsidRPr="007D28C9">
              <w:rPr>
                <w:b/>
                <w:sz w:val="22"/>
                <w:lang w:val="en-GB"/>
              </w:rPr>
              <w:t>c</w:t>
            </w:r>
            <w:r w:rsidRPr="007D28C9">
              <w:rPr>
                <w:b/>
                <w:sz w:val="22"/>
                <w:lang w:val="en-GB"/>
              </w:rPr>
              <w:t>t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</w:tcBorders>
            <w:shd w:val="pct5" w:color="000000" w:fill="FFFFFF"/>
            <w:vAlign w:val="center"/>
          </w:tcPr>
          <w:p w14:paraId="14A6CEC2" w14:textId="53208EE6" w:rsidR="00804169" w:rsidRPr="007D28C9" w:rsidRDefault="00372E08" w:rsidP="00A760DF">
            <w:pPr>
              <w:jc w:val="center"/>
              <w:rPr>
                <w:b/>
                <w:lang w:val="en-GB"/>
              </w:rPr>
            </w:pPr>
            <w:r w:rsidRPr="007D28C9">
              <w:rPr>
                <w:b/>
                <w:iCs/>
                <w:sz w:val="22"/>
                <w:lang w:val="en-GB"/>
              </w:rPr>
              <w:t>Established m</w:t>
            </w:r>
            <w:r w:rsidR="00804169" w:rsidRPr="007D28C9">
              <w:rPr>
                <w:b/>
                <w:sz w:val="22"/>
                <w:lang w:val="en-GB"/>
              </w:rPr>
              <w:t>et</w:t>
            </w:r>
            <w:r w:rsidR="00DD29A0" w:rsidRPr="007D28C9">
              <w:rPr>
                <w:b/>
                <w:sz w:val="22"/>
                <w:lang w:val="en-GB"/>
              </w:rPr>
              <w:t>ho</w:t>
            </w:r>
            <w:r w:rsidR="00804169" w:rsidRPr="007D28C9">
              <w:rPr>
                <w:b/>
                <w:sz w:val="22"/>
                <w:lang w:val="en-GB"/>
              </w:rPr>
              <w:t>d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5E569CED" w14:textId="1F0DABDE" w:rsidR="00804169" w:rsidRPr="007D28C9" w:rsidRDefault="00804169" w:rsidP="00A760DF">
            <w:pPr>
              <w:jc w:val="center"/>
              <w:rPr>
                <w:b/>
                <w:lang w:val="en-GB"/>
              </w:rPr>
            </w:pPr>
            <w:r w:rsidRPr="007D28C9">
              <w:rPr>
                <w:b/>
                <w:sz w:val="22"/>
                <w:lang w:val="en-GB"/>
              </w:rPr>
              <w:t>O</w:t>
            </w:r>
            <w:r w:rsidR="00047161" w:rsidRPr="007D28C9">
              <w:rPr>
                <w:b/>
                <w:sz w:val="22"/>
                <w:lang w:val="en-GB"/>
              </w:rPr>
              <w:t>ther specifications</w:t>
            </w:r>
          </w:p>
        </w:tc>
      </w:tr>
      <w:tr w:rsidR="00044BA5" w:rsidRPr="007D28C9" w14:paraId="3B8C6D4B" w14:textId="77777777" w:rsidTr="00190B95">
        <w:trPr>
          <w:cantSplit/>
          <w:trHeight w:val="525"/>
          <w:tblHeader/>
          <w:jc w:val="center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978409" w14:textId="77777777" w:rsidR="00804169" w:rsidRPr="007D28C9" w:rsidRDefault="00804169" w:rsidP="00A760D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7CB0FA00" w14:textId="22122ABD" w:rsidR="00804169" w:rsidRPr="007D28C9" w:rsidRDefault="00804169" w:rsidP="00A760DF">
            <w:pPr>
              <w:jc w:val="center"/>
              <w:rPr>
                <w:b/>
                <w:lang w:val="en-GB"/>
              </w:rPr>
            </w:pPr>
            <w:r w:rsidRPr="007D28C9">
              <w:rPr>
                <w:b/>
                <w:sz w:val="22"/>
                <w:lang w:val="en-GB"/>
              </w:rPr>
              <w:t>Biologic</w:t>
            </w:r>
            <w:r w:rsidR="00DD29A0" w:rsidRPr="007D28C9">
              <w:rPr>
                <w:b/>
                <w:sz w:val="22"/>
                <w:lang w:val="en-GB"/>
              </w:rPr>
              <w:t>al</w:t>
            </w:r>
            <w:r w:rsidRPr="007D28C9">
              <w:rPr>
                <w:b/>
                <w:sz w:val="22"/>
                <w:lang w:val="en-GB"/>
              </w:rPr>
              <w:t xml:space="preserve"> materi</w:t>
            </w:r>
            <w:r w:rsidR="00DD29A0" w:rsidRPr="007D28C9">
              <w:rPr>
                <w:b/>
                <w:sz w:val="22"/>
                <w:lang w:val="en-GB"/>
              </w:rPr>
              <w:t>a</w:t>
            </w:r>
            <w:r w:rsidRPr="007D28C9">
              <w:rPr>
                <w:b/>
                <w:sz w:val="22"/>
                <w:lang w:val="en-GB"/>
              </w:rPr>
              <w:t xml:space="preserve">l/ </w:t>
            </w:r>
            <w:r w:rsidR="00372E08" w:rsidRPr="007D28C9">
              <w:rPr>
                <w:b/>
                <w:sz w:val="22"/>
                <w:lang w:val="en-GB"/>
              </w:rPr>
              <w:t>matrix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4D5AAA24" w14:textId="77777777" w:rsidR="00372E08" w:rsidRPr="007D28C9" w:rsidRDefault="001F7866" w:rsidP="00A760DF">
            <w:pPr>
              <w:jc w:val="center"/>
              <w:rPr>
                <w:b/>
                <w:sz w:val="22"/>
                <w:lang w:val="en-GB"/>
              </w:rPr>
            </w:pPr>
            <w:r w:rsidRPr="007D28C9">
              <w:rPr>
                <w:b/>
                <w:sz w:val="22"/>
                <w:lang w:val="en-GB"/>
              </w:rPr>
              <w:t>Analyt</w:t>
            </w:r>
            <w:r w:rsidR="00DD29A0" w:rsidRPr="007D28C9">
              <w:rPr>
                <w:b/>
                <w:sz w:val="22"/>
                <w:lang w:val="en-GB"/>
              </w:rPr>
              <w:t>e</w:t>
            </w:r>
            <w:r w:rsidR="00372E08" w:rsidRPr="007D28C9">
              <w:rPr>
                <w:b/>
                <w:sz w:val="22"/>
                <w:lang w:val="en-GB"/>
              </w:rPr>
              <w:t>/</w:t>
            </w:r>
          </w:p>
          <w:p w14:paraId="6F1AEBAD" w14:textId="7940FDEF" w:rsidR="001F7866" w:rsidRPr="007D28C9" w:rsidRDefault="00372E08" w:rsidP="00A760DF">
            <w:pPr>
              <w:jc w:val="center"/>
              <w:rPr>
                <w:b/>
                <w:sz w:val="22"/>
                <w:lang w:val="en-GB"/>
              </w:rPr>
            </w:pPr>
            <w:r w:rsidRPr="007D28C9">
              <w:rPr>
                <w:b/>
                <w:sz w:val="22"/>
                <w:lang w:val="en-GB"/>
              </w:rPr>
              <w:t>parameter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76D04514" w14:textId="7A3E7FE2" w:rsidR="00804169" w:rsidRPr="007D28C9" w:rsidRDefault="00DD29A0" w:rsidP="00A760DF">
            <w:pPr>
              <w:jc w:val="center"/>
              <w:rPr>
                <w:b/>
                <w:lang w:val="en-GB"/>
              </w:rPr>
            </w:pPr>
            <w:r w:rsidRPr="007D28C9">
              <w:rPr>
                <w:b/>
                <w:sz w:val="22"/>
                <w:lang w:val="en-GB"/>
              </w:rPr>
              <w:t>Place of sampling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2EF70C93" w14:textId="2A3E0BB5" w:rsidR="00804169" w:rsidRPr="007D28C9" w:rsidRDefault="00804169" w:rsidP="001F7866">
            <w:pPr>
              <w:jc w:val="center"/>
              <w:rPr>
                <w:b/>
                <w:lang w:val="en-GB"/>
              </w:rPr>
            </w:pPr>
            <w:r w:rsidRPr="007D28C9">
              <w:rPr>
                <w:b/>
                <w:sz w:val="22"/>
                <w:lang w:val="en-GB"/>
              </w:rPr>
              <w:t>Princ</w:t>
            </w:r>
            <w:r w:rsidR="00047161" w:rsidRPr="007D28C9">
              <w:rPr>
                <w:b/>
                <w:sz w:val="22"/>
                <w:lang w:val="en-GB"/>
              </w:rPr>
              <w:t>iple</w:t>
            </w:r>
            <w:r w:rsidRPr="007D28C9">
              <w:rPr>
                <w:b/>
                <w:sz w:val="22"/>
                <w:lang w:val="en-GB"/>
              </w:rPr>
              <w:t xml:space="preserve"> 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56AA2410" w14:textId="252B12D8" w:rsidR="00804169" w:rsidRPr="007D28C9" w:rsidRDefault="00047161" w:rsidP="00A760DF">
            <w:pPr>
              <w:jc w:val="center"/>
              <w:rPr>
                <w:b/>
                <w:lang w:val="en-GB"/>
              </w:rPr>
            </w:pPr>
            <w:r w:rsidRPr="007D28C9">
              <w:rPr>
                <w:b/>
                <w:sz w:val="22"/>
                <w:lang w:val="en-GB"/>
              </w:rPr>
              <w:t>Identification</w:t>
            </w:r>
          </w:p>
        </w:tc>
        <w:tc>
          <w:tcPr>
            <w:tcW w:w="198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3670A6" w14:textId="77777777" w:rsidR="00804169" w:rsidRPr="007D28C9" w:rsidRDefault="00804169" w:rsidP="00A760DF">
            <w:pPr>
              <w:rPr>
                <w:b/>
                <w:lang w:val="en-GB"/>
              </w:rPr>
            </w:pPr>
          </w:p>
        </w:tc>
      </w:tr>
      <w:tr w:rsidR="00044BA5" w:rsidRPr="007D28C9" w14:paraId="71BB8413" w14:textId="77777777" w:rsidTr="00190B95">
        <w:trPr>
          <w:trHeight w:val="479"/>
          <w:jc w:val="center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4999AF" w14:textId="77777777" w:rsidR="00804169" w:rsidRPr="007D28C9" w:rsidRDefault="00804169" w:rsidP="00A760DF">
            <w:pPr>
              <w:jc w:val="center"/>
              <w:rPr>
                <w:lang w:val="en-GB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43999455" w14:textId="77777777" w:rsidR="00804169" w:rsidRPr="007D28C9" w:rsidRDefault="00804169" w:rsidP="00A760DF">
            <w:pPr>
              <w:rPr>
                <w:lang w:val="en-GB"/>
              </w:rPr>
            </w:pPr>
          </w:p>
          <w:p w14:paraId="75DC5ED6" w14:textId="77777777" w:rsidR="00804169" w:rsidRPr="007D28C9" w:rsidRDefault="00804169" w:rsidP="00A760DF">
            <w:pPr>
              <w:rPr>
                <w:lang w:val="en-GB"/>
              </w:rPr>
            </w:pPr>
          </w:p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14:paraId="222F2F68" w14:textId="77777777" w:rsidR="00804169" w:rsidRPr="007D28C9" w:rsidRDefault="00804169" w:rsidP="00A760DF">
            <w:pPr>
              <w:rPr>
                <w:lang w:val="en-GB"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14:paraId="073A5F68" w14:textId="77777777" w:rsidR="00804169" w:rsidRPr="007D28C9" w:rsidRDefault="00804169" w:rsidP="00A760DF">
            <w:pPr>
              <w:rPr>
                <w:lang w:val="en-GB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656ADC37" w14:textId="77777777" w:rsidR="00804169" w:rsidRPr="007D28C9" w:rsidRDefault="00804169" w:rsidP="00A760DF">
            <w:pPr>
              <w:rPr>
                <w:lang w:val="en-GB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4F8F161A" w14:textId="77777777" w:rsidR="00804169" w:rsidRPr="007D28C9" w:rsidRDefault="00804169" w:rsidP="00A760DF">
            <w:pPr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F4FC168" w14:textId="77777777" w:rsidR="00804169" w:rsidRPr="007D28C9" w:rsidRDefault="00804169" w:rsidP="00A760DF">
            <w:pPr>
              <w:rPr>
                <w:lang w:val="en-GB"/>
              </w:rPr>
            </w:pPr>
          </w:p>
        </w:tc>
      </w:tr>
      <w:tr w:rsidR="00044BA5" w:rsidRPr="007D28C9" w14:paraId="76469E65" w14:textId="77777777" w:rsidTr="00190B95">
        <w:trPr>
          <w:trHeight w:val="284"/>
          <w:jc w:val="center"/>
        </w:trPr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41C6D02D" w14:textId="77777777" w:rsidR="00804169" w:rsidRPr="007D28C9" w:rsidRDefault="00804169" w:rsidP="00A760DF">
            <w:pPr>
              <w:jc w:val="center"/>
              <w:rPr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032D312F" w14:textId="77777777" w:rsidR="00804169" w:rsidRPr="007D28C9" w:rsidRDefault="00804169" w:rsidP="00A760DF">
            <w:pPr>
              <w:rPr>
                <w:lang w:val="en-GB"/>
              </w:rPr>
            </w:pPr>
          </w:p>
          <w:p w14:paraId="77C47B96" w14:textId="77777777" w:rsidR="00804169" w:rsidRPr="007D28C9" w:rsidRDefault="00804169" w:rsidP="00A760DF">
            <w:pPr>
              <w:rPr>
                <w:lang w:val="en-GB"/>
              </w:rPr>
            </w:pPr>
          </w:p>
        </w:tc>
        <w:tc>
          <w:tcPr>
            <w:tcW w:w="1170" w:type="dxa"/>
            <w:vAlign w:val="center"/>
          </w:tcPr>
          <w:p w14:paraId="47C62D71" w14:textId="77777777" w:rsidR="00804169" w:rsidRPr="007D28C9" w:rsidRDefault="00804169" w:rsidP="00A760DF">
            <w:pPr>
              <w:rPr>
                <w:lang w:val="en-GB"/>
              </w:rPr>
            </w:pPr>
          </w:p>
        </w:tc>
        <w:tc>
          <w:tcPr>
            <w:tcW w:w="1710" w:type="dxa"/>
            <w:vAlign w:val="center"/>
          </w:tcPr>
          <w:p w14:paraId="18CA33E0" w14:textId="77777777" w:rsidR="00804169" w:rsidRPr="007D28C9" w:rsidRDefault="00804169" w:rsidP="00A760DF">
            <w:pPr>
              <w:rPr>
                <w:lang w:val="en-GB"/>
              </w:rPr>
            </w:pPr>
          </w:p>
        </w:tc>
        <w:tc>
          <w:tcPr>
            <w:tcW w:w="1620" w:type="dxa"/>
            <w:vAlign w:val="center"/>
          </w:tcPr>
          <w:p w14:paraId="2034DA77" w14:textId="77777777" w:rsidR="00804169" w:rsidRPr="007D28C9" w:rsidRDefault="00804169" w:rsidP="00A760DF">
            <w:pPr>
              <w:rPr>
                <w:lang w:val="en-GB"/>
              </w:rPr>
            </w:pPr>
          </w:p>
        </w:tc>
        <w:tc>
          <w:tcPr>
            <w:tcW w:w="1620" w:type="dxa"/>
            <w:vAlign w:val="center"/>
          </w:tcPr>
          <w:p w14:paraId="26ADC2A7" w14:textId="77777777" w:rsidR="00804169" w:rsidRPr="007D28C9" w:rsidRDefault="00804169" w:rsidP="00A760DF">
            <w:pPr>
              <w:rPr>
                <w:lang w:val="en-GB"/>
              </w:rPr>
            </w:pP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14:paraId="731135B7" w14:textId="77777777" w:rsidR="00804169" w:rsidRPr="007D28C9" w:rsidRDefault="00804169" w:rsidP="00A760DF">
            <w:pPr>
              <w:rPr>
                <w:lang w:val="en-GB"/>
              </w:rPr>
            </w:pPr>
          </w:p>
        </w:tc>
      </w:tr>
      <w:tr w:rsidR="00804169" w:rsidRPr="007D28C9" w14:paraId="079D3A27" w14:textId="77777777" w:rsidTr="00190B95">
        <w:trPr>
          <w:trHeight w:val="284"/>
          <w:jc w:val="center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E377EB5" w14:textId="77777777" w:rsidR="00804169" w:rsidRPr="007D28C9" w:rsidRDefault="00804169" w:rsidP="00A760DF">
            <w:pPr>
              <w:jc w:val="center"/>
              <w:rPr>
                <w:lang w:val="en-GB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02049C88" w14:textId="77777777" w:rsidR="00804169" w:rsidRPr="007D28C9" w:rsidRDefault="00804169" w:rsidP="00A760DF">
            <w:pPr>
              <w:rPr>
                <w:lang w:val="en-GB"/>
              </w:rPr>
            </w:pPr>
          </w:p>
          <w:p w14:paraId="05F5B86B" w14:textId="77777777" w:rsidR="00804169" w:rsidRPr="007D28C9" w:rsidRDefault="00804169" w:rsidP="00A760DF">
            <w:pPr>
              <w:rPr>
                <w:lang w:val="en-GB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3EB09E64" w14:textId="77777777" w:rsidR="00804169" w:rsidRPr="007D28C9" w:rsidRDefault="00804169" w:rsidP="00A760DF">
            <w:pPr>
              <w:rPr>
                <w:lang w:val="en-GB"/>
              </w:rPr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18B931AC" w14:textId="77777777" w:rsidR="00804169" w:rsidRPr="007D28C9" w:rsidRDefault="00804169" w:rsidP="00A760DF">
            <w:pPr>
              <w:rPr>
                <w:lang w:val="en-GB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13B34564" w14:textId="77777777" w:rsidR="00804169" w:rsidRPr="007D28C9" w:rsidRDefault="00804169" w:rsidP="00A760DF">
            <w:pPr>
              <w:rPr>
                <w:lang w:val="en-GB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5F79BFC1" w14:textId="77777777" w:rsidR="00804169" w:rsidRPr="007D28C9" w:rsidRDefault="00804169" w:rsidP="00A760DF">
            <w:pPr>
              <w:rPr>
                <w:lang w:val="en-GB"/>
              </w:rPr>
            </w:pPr>
          </w:p>
        </w:tc>
        <w:tc>
          <w:tcPr>
            <w:tcW w:w="19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BE3251" w14:textId="77777777" w:rsidR="00804169" w:rsidRPr="007D28C9" w:rsidRDefault="00804169" w:rsidP="00A760DF">
            <w:pPr>
              <w:rPr>
                <w:lang w:val="en-GB"/>
              </w:rPr>
            </w:pPr>
          </w:p>
        </w:tc>
      </w:tr>
    </w:tbl>
    <w:p w14:paraId="35CC8CC9" w14:textId="77777777" w:rsidR="00804169" w:rsidRPr="007D28C9" w:rsidRDefault="00804169" w:rsidP="004437A2">
      <w:pPr>
        <w:tabs>
          <w:tab w:val="right" w:pos="360"/>
        </w:tabs>
        <w:rPr>
          <w:sz w:val="20"/>
          <w:lang w:val="en-GB"/>
        </w:rPr>
        <w:sectPr w:rsidR="00804169" w:rsidRPr="007D28C9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341D1B7" w14:textId="77777777" w:rsidR="00804169" w:rsidRPr="007D28C9" w:rsidRDefault="00804169" w:rsidP="004437A2">
      <w:pPr>
        <w:tabs>
          <w:tab w:val="right" w:pos="360"/>
        </w:tabs>
        <w:rPr>
          <w:sz w:val="10"/>
          <w:lang w:val="en-GB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804169" w:rsidRPr="007D28C9" w14:paraId="0B913263" w14:textId="77777777" w:rsidTr="00C8726A">
        <w:trPr>
          <w:jc w:val="center"/>
        </w:trPr>
        <w:tc>
          <w:tcPr>
            <w:tcW w:w="10520" w:type="dxa"/>
          </w:tcPr>
          <w:p w14:paraId="0F171307" w14:textId="55D90DA7" w:rsidR="00804169" w:rsidRPr="007D28C9" w:rsidRDefault="007F6051" w:rsidP="00EF4F9B">
            <w:pPr>
              <w:rPr>
                <w:sz w:val="16"/>
                <w:lang w:val="en-GB"/>
              </w:rPr>
            </w:pPr>
            <w:r w:rsidRPr="007D28C9">
              <w:rPr>
                <w:sz w:val="16"/>
                <w:lang w:val="en-GB"/>
              </w:rPr>
              <w:lastRenderedPageBreak/>
              <w:t>REMARKS:</w:t>
            </w:r>
          </w:p>
          <w:p w14:paraId="0341BA35" w14:textId="77777777" w:rsidR="00804169" w:rsidRPr="007D28C9" w:rsidRDefault="008127AA" w:rsidP="00EF4F9B">
            <w:pPr>
              <w:rPr>
                <w:sz w:val="20"/>
                <w:szCs w:val="20"/>
                <w:lang w:val="en-GB"/>
              </w:rPr>
            </w:pPr>
            <w:r w:rsidRPr="007D28C9">
              <w:rPr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4169" w:rsidRPr="007D28C9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D28C9">
              <w:rPr>
                <w:sz w:val="20"/>
                <w:szCs w:val="20"/>
                <w:lang w:val="en-GB"/>
              </w:rPr>
            </w:r>
            <w:r w:rsidRPr="007D28C9">
              <w:rPr>
                <w:sz w:val="20"/>
                <w:szCs w:val="20"/>
                <w:lang w:val="en-GB"/>
              </w:rPr>
              <w:fldChar w:fldCharType="separate"/>
            </w:r>
            <w:r w:rsidR="00804169" w:rsidRPr="007D28C9">
              <w:rPr>
                <w:noProof/>
                <w:sz w:val="20"/>
                <w:szCs w:val="20"/>
                <w:lang w:val="en-GB"/>
              </w:rPr>
              <w:t> </w:t>
            </w:r>
            <w:r w:rsidR="00804169" w:rsidRPr="007D28C9">
              <w:rPr>
                <w:noProof/>
                <w:sz w:val="20"/>
                <w:szCs w:val="20"/>
                <w:lang w:val="en-GB"/>
              </w:rPr>
              <w:t> </w:t>
            </w:r>
            <w:r w:rsidR="00804169" w:rsidRPr="007D28C9">
              <w:rPr>
                <w:noProof/>
                <w:sz w:val="20"/>
                <w:szCs w:val="20"/>
                <w:lang w:val="en-GB"/>
              </w:rPr>
              <w:t> </w:t>
            </w:r>
            <w:r w:rsidR="00804169" w:rsidRPr="007D28C9">
              <w:rPr>
                <w:noProof/>
                <w:sz w:val="20"/>
                <w:szCs w:val="20"/>
                <w:lang w:val="en-GB"/>
              </w:rPr>
              <w:t> </w:t>
            </w:r>
            <w:r w:rsidR="00804169" w:rsidRPr="007D28C9">
              <w:rPr>
                <w:noProof/>
                <w:sz w:val="20"/>
                <w:szCs w:val="20"/>
                <w:lang w:val="en-GB"/>
              </w:rPr>
              <w:t> </w:t>
            </w:r>
            <w:r w:rsidRPr="007D28C9">
              <w:rPr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5C46BD1B" w14:textId="77777777" w:rsidR="00804169" w:rsidRPr="007D28C9" w:rsidRDefault="00804169" w:rsidP="004437A2">
      <w:pPr>
        <w:tabs>
          <w:tab w:val="right" w:pos="360"/>
        </w:tabs>
        <w:rPr>
          <w:sz w:val="20"/>
          <w:lang w:val="en-GB"/>
        </w:rPr>
      </w:pPr>
    </w:p>
    <w:p w14:paraId="5FB576BE" w14:textId="77777777" w:rsidR="00047161" w:rsidRPr="007D28C9" w:rsidRDefault="00047161" w:rsidP="00270ADA">
      <w:pPr>
        <w:pBdr>
          <w:bottom w:val="single" w:sz="4" w:space="1" w:color="auto"/>
        </w:pBdr>
        <w:rPr>
          <w:i/>
          <w:sz w:val="20"/>
          <w:lang w:val="en-GB"/>
        </w:rPr>
      </w:pPr>
      <w:r w:rsidRPr="007D28C9">
        <w:rPr>
          <w:i/>
          <w:sz w:val="20"/>
          <w:lang w:val="en-GB"/>
        </w:rPr>
        <w:t>The specification in this area of activity of the medical laboratory is filled in by the laboratory, which, in addition to testing, also takes samples of biological material.</w:t>
      </w:r>
    </w:p>
    <w:p w14:paraId="270E55C7" w14:textId="23961413" w:rsidR="00804169" w:rsidRPr="007D28C9" w:rsidRDefault="00047161" w:rsidP="00270ADA">
      <w:pPr>
        <w:pBdr>
          <w:bottom w:val="single" w:sz="4" w:space="1" w:color="auto"/>
        </w:pBdr>
        <w:rPr>
          <w:i/>
          <w:sz w:val="20"/>
          <w:lang w:val="en-GB"/>
        </w:rPr>
      </w:pPr>
      <w:r w:rsidRPr="007D28C9">
        <w:rPr>
          <w:i/>
          <w:iCs/>
          <w:sz w:val="20"/>
          <w:szCs w:val="20"/>
          <w:lang w:val="en-GB"/>
        </w:rPr>
        <w:t xml:space="preserve">Instruction for completing the table see MSA -L/01 </w:t>
      </w:r>
      <w:r w:rsidR="004F2841" w:rsidRPr="007D28C9">
        <w:rPr>
          <w:i/>
          <w:sz w:val="20"/>
          <w:lang w:val="en-GB"/>
        </w:rPr>
        <w:t xml:space="preserve">– </w:t>
      </w:r>
      <w:r w:rsidRPr="007D28C9">
        <w:rPr>
          <w:i/>
          <w:sz w:val="20"/>
          <w:lang w:val="en-GB"/>
        </w:rPr>
        <w:t>T</w:t>
      </w:r>
      <w:r w:rsidR="007F0A62" w:rsidRPr="007D28C9">
        <w:rPr>
          <w:i/>
          <w:sz w:val="20"/>
          <w:lang w:val="en-GB"/>
        </w:rPr>
        <w:t xml:space="preserve">ab. </w:t>
      </w:r>
      <w:r w:rsidR="004F2841" w:rsidRPr="007D28C9">
        <w:rPr>
          <w:i/>
          <w:sz w:val="20"/>
          <w:lang w:val="en-GB"/>
        </w:rPr>
        <w:t>A3-4</w:t>
      </w:r>
      <w:r w:rsidR="00804169" w:rsidRPr="007D28C9">
        <w:rPr>
          <w:i/>
          <w:sz w:val="20"/>
          <w:lang w:val="en-GB"/>
        </w:rPr>
        <w:t>.</w:t>
      </w:r>
    </w:p>
    <w:p w14:paraId="78AC0810" w14:textId="77777777" w:rsidR="00804169" w:rsidRPr="007D28C9" w:rsidRDefault="00804169" w:rsidP="001F7866">
      <w:pPr>
        <w:rPr>
          <w:sz w:val="20"/>
          <w:lang w:val="en-GB"/>
        </w:rPr>
      </w:pPr>
    </w:p>
    <w:p w14:paraId="7ABE54E8" w14:textId="77777777" w:rsidR="00043CA9" w:rsidRPr="007D28C9" w:rsidRDefault="00043CA9" w:rsidP="001F7866">
      <w:pPr>
        <w:rPr>
          <w:sz w:val="20"/>
          <w:lang w:val="en-GB"/>
        </w:rPr>
      </w:pPr>
    </w:p>
    <w:p w14:paraId="5CF89BE0" w14:textId="11901BF4" w:rsidR="00804169" w:rsidRPr="007D28C9" w:rsidRDefault="00047161">
      <w:pPr>
        <w:rPr>
          <w:lang w:val="en-GB"/>
        </w:rPr>
      </w:pPr>
      <w:r w:rsidRPr="007D28C9">
        <w:rPr>
          <w:lang w:val="en-GB"/>
        </w:rPr>
        <w:t xml:space="preserve">I declare the data presented in Annex </w:t>
      </w:r>
      <w:r w:rsidR="00804169" w:rsidRPr="007D28C9">
        <w:rPr>
          <w:lang w:val="en-GB"/>
        </w:rPr>
        <w:t>OA 3-</w:t>
      </w:r>
      <w:r w:rsidR="00F54183" w:rsidRPr="007D28C9">
        <w:rPr>
          <w:lang w:val="en-GB"/>
        </w:rPr>
        <w:t>1</w:t>
      </w:r>
      <w:r w:rsidRPr="007D28C9">
        <w:rPr>
          <w:lang w:val="en-GB"/>
        </w:rPr>
        <w:t xml:space="preserve"> is true and correct</w:t>
      </w:r>
      <w:r w:rsidR="00804169" w:rsidRPr="007D28C9">
        <w:rPr>
          <w:lang w:val="en-GB"/>
        </w:rPr>
        <w:t>.</w:t>
      </w:r>
    </w:p>
    <w:p w14:paraId="4880BB90" w14:textId="77777777" w:rsidR="00804169" w:rsidRPr="007D28C9" w:rsidRDefault="008127AA">
      <w:pPr>
        <w:rPr>
          <w:lang w:val="en-GB"/>
        </w:rPr>
      </w:pPr>
      <w:r w:rsidRPr="007D28C9">
        <w:rPr>
          <w:lang w:val="en-GB"/>
        </w:rPr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804169" w:rsidRPr="007D28C9">
        <w:rPr>
          <w:lang w:val="en-GB"/>
        </w:rPr>
        <w:instrText xml:space="preserve"> FORMTEXT </w:instrText>
      </w:r>
      <w:r w:rsidRPr="007D28C9">
        <w:rPr>
          <w:lang w:val="en-GB"/>
        </w:rPr>
      </w:r>
      <w:r w:rsidRPr="007D28C9">
        <w:rPr>
          <w:lang w:val="en-GB"/>
        </w:rPr>
        <w:fldChar w:fldCharType="separate"/>
      </w:r>
      <w:r w:rsidR="00804169" w:rsidRPr="007D28C9">
        <w:rPr>
          <w:noProof/>
          <w:lang w:val="en-GB"/>
        </w:rPr>
        <w:t> </w:t>
      </w:r>
      <w:r w:rsidRPr="007D28C9">
        <w:rPr>
          <w:lang w:val="en-GB"/>
        </w:rPr>
        <w:fldChar w:fldCharType="end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1117"/>
        <w:gridCol w:w="3960"/>
      </w:tblGrid>
      <w:tr w:rsidR="00044BA5" w:rsidRPr="007D28C9" w14:paraId="37909589" w14:textId="77777777" w:rsidTr="00047161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DA85F54" w14:textId="1F3AA1D3" w:rsidR="00804169" w:rsidRPr="007D28C9" w:rsidRDefault="00804169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7D28C9">
              <w:rPr>
                <w:lang w:val="en-GB"/>
              </w:rPr>
              <w:t>D</w:t>
            </w:r>
            <w:r w:rsidR="00047161" w:rsidRPr="007D28C9">
              <w:rPr>
                <w:lang w:val="en-GB"/>
              </w:rPr>
              <w:t>ate</w:t>
            </w:r>
            <w:r w:rsidRPr="007D28C9">
              <w:rPr>
                <w:lang w:val="en-GB"/>
              </w:rPr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F5DCF18" w14:textId="77777777" w:rsidR="00804169" w:rsidRPr="007D28C9" w:rsidRDefault="00804169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3" w:name="T5"/>
          <w:p w14:paraId="1CDE7A54" w14:textId="77777777" w:rsidR="00804169" w:rsidRPr="007D28C9" w:rsidRDefault="008127AA">
            <w:pPr>
              <w:rPr>
                <w:lang w:val="en-GB"/>
              </w:rPr>
            </w:pPr>
            <w:r w:rsidRPr="007D28C9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804169" w:rsidRPr="007D28C9">
              <w:rPr>
                <w:lang w:val="en-GB"/>
              </w:rPr>
              <w:instrText xml:space="preserve"> FORMTEXT </w:instrText>
            </w:r>
            <w:r w:rsidRPr="007D28C9">
              <w:rPr>
                <w:lang w:val="en-GB"/>
              </w:rPr>
            </w:r>
            <w:r w:rsidRPr="007D28C9">
              <w:rPr>
                <w:lang w:val="en-GB"/>
              </w:rPr>
              <w:fldChar w:fldCharType="separate"/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Pr="007D28C9">
              <w:rPr>
                <w:lang w:val="en-GB"/>
              </w:rPr>
              <w:fldChar w:fldCharType="end"/>
            </w:r>
            <w:bookmarkEnd w:id="3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079B3F" w14:textId="7B285DBC" w:rsidR="00804169" w:rsidRPr="007D28C9" w:rsidRDefault="00047161">
            <w:pPr>
              <w:spacing w:before="90"/>
              <w:ind w:left="-70"/>
              <w:rPr>
                <w:lang w:val="en-GB"/>
              </w:rPr>
            </w:pPr>
            <w:r w:rsidRPr="007D28C9">
              <w:rPr>
                <w:lang w:val="en-GB"/>
              </w:rPr>
              <w:t>Signature</w:t>
            </w:r>
            <w:r w:rsidR="00804169" w:rsidRPr="007D28C9">
              <w:rPr>
                <w:lang w:val="en-GB"/>
              </w:rPr>
              <w:t>:</w:t>
            </w:r>
          </w:p>
        </w:tc>
        <w:tc>
          <w:tcPr>
            <w:tcW w:w="50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DB723E" w14:textId="77777777" w:rsidR="00804169" w:rsidRPr="007D28C9" w:rsidRDefault="00804169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4" w:name="T6"/>
          <w:p w14:paraId="11BA6A66" w14:textId="77777777" w:rsidR="00804169" w:rsidRPr="007D28C9" w:rsidRDefault="008127AA">
            <w:pPr>
              <w:rPr>
                <w:lang w:val="en-GB"/>
              </w:rPr>
            </w:pPr>
            <w:r w:rsidRPr="007D28C9">
              <w:rPr>
                <w:lang w:val="en-GB"/>
              </w:rPr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804169" w:rsidRPr="007D28C9">
              <w:rPr>
                <w:lang w:val="en-GB"/>
              </w:rPr>
              <w:instrText xml:space="preserve"> FORMTEXT </w:instrText>
            </w:r>
            <w:r w:rsidRPr="007D28C9">
              <w:rPr>
                <w:lang w:val="en-GB"/>
              </w:rPr>
            </w:r>
            <w:r w:rsidRPr="007D28C9">
              <w:rPr>
                <w:lang w:val="en-GB"/>
              </w:rPr>
              <w:fldChar w:fldCharType="separate"/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Pr="007D28C9">
              <w:rPr>
                <w:lang w:val="en-GB"/>
              </w:rPr>
              <w:fldChar w:fldCharType="end"/>
            </w:r>
            <w:bookmarkEnd w:id="4"/>
          </w:p>
        </w:tc>
      </w:tr>
      <w:tr w:rsidR="00044BA5" w:rsidRPr="007D28C9" w14:paraId="68169A15" w14:textId="77777777" w:rsidTr="00047161">
        <w:trPr>
          <w:gridBefore w:val="2"/>
          <w:wBefore w:w="3960" w:type="dxa"/>
          <w:cantSplit/>
          <w:trHeight w:val="454"/>
        </w:trPr>
        <w:tc>
          <w:tcPr>
            <w:tcW w:w="2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C57160" w14:textId="03D5509F" w:rsidR="00804169" w:rsidRPr="007D28C9" w:rsidRDefault="00047161">
            <w:pPr>
              <w:spacing w:before="90"/>
              <w:ind w:left="-70"/>
              <w:rPr>
                <w:lang w:val="en-GB"/>
              </w:rPr>
            </w:pPr>
            <w:r w:rsidRPr="007D28C9">
              <w:rPr>
                <w:lang w:val="en-GB"/>
              </w:rPr>
              <w:t>Name and surname</w:t>
            </w:r>
            <w:r w:rsidR="00804169" w:rsidRPr="007D28C9">
              <w:rPr>
                <w:lang w:val="en-GB"/>
              </w:rPr>
              <w:t>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19B4A16" w14:textId="77777777" w:rsidR="00804169" w:rsidRPr="007D28C9" w:rsidRDefault="00804169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5" w:name="T7"/>
          <w:p w14:paraId="6D762281" w14:textId="77777777" w:rsidR="00804169" w:rsidRPr="007D28C9" w:rsidRDefault="008127AA">
            <w:pPr>
              <w:rPr>
                <w:lang w:val="en-GB"/>
              </w:rPr>
            </w:pPr>
            <w:r w:rsidRPr="007D28C9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4169" w:rsidRPr="007D28C9">
              <w:rPr>
                <w:lang w:val="en-GB"/>
              </w:rPr>
              <w:instrText xml:space="preserve"> FORMTEXT </w:instrText>
            </w:r>
            <w:r w:rsidRPr="007D28C9">
              <w:rPr>
                <w:lang w:val="en-GB"/>
              </w:rPr>
            </w:r>
            <w:r w:rsidRPr="007D28C9">
              <w:rPr>
                <w:lang w:val="en-GB"/>
              </w:rPr>
              <w:fldChar w:fldCharType="separate"/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Pr="007D28C9">
              <w:rPr>
                <w:lang w:val="en-GB"/>
              </w:rPr>
              <w:fldChar w:fldCharType="end"/>
            </w:r>
            <w:bookmarkEnd w:id="5"/>
          </w:p>
        </w:tc>
      </w:tr>
      <w:tr w:rsidR="00804169" w:rsidRPr="007D28C9" w14:paraId="0149D377" w14:textId="77777777" w:rsidTr="00047161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21522" w14:textId="53309D75" w:rsidR="00804169" w:rsidRPr="007D28C9" w:rsidRDefault="00804169">
            <w:pPr>
              <w:spacing w:before="90"/>
              <w:ind w:left="-70"/>
              <w:rPr>
                <w:lang w:val="en-GB"/>
              </w:rPr>
            </w:pPr>
            <w:r w:rsidRPr="007D28C9">
              <w:rPr>
                <w:lang w:val="en-GB"/>
              </w:rPr>
              <w:t>Fun</w:t>
            </w:r>
            <w:r w:rsidR="00047161" w:rsidRPr="007D28C9">
              <w:rPr>
                <w:lang w:val="en-GB"/>
              </w:rPr>
              <w:t>ction</w:t>
            </w:r>
            <w:r w:rsidRPr="007D28C9">
              <w:rPr>
                <w:lang w:val="en-GB"/>
              </w:rPr>
              <w:t>:</w:t>
            </w:r>
          </w:p>
        </w:tc>
        <w:tc>
          <w:tcPr>
            <w:tcW w:w="5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19CB5" w14:textId="77777777" w:rsidR="00804169" w:rsidRPr="007D28C9" w:rsidRDefault="00804169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6" w:name="T8"/>
          <w:p w14:paraId="0135A00D" w14:textId="77777777" w:rsidR="00804169" w:rsidRPr="007D28C9" w:rsidRDefault="008127AA">
            <w:pPr>
              <w:rPr>
                <w:lang w:val="en-GB"/>
              </w:rPr>
            </w:pPr>
            <w:r w:rsidRPr="007D28C9">
              <w:rPr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804169" w:rsidRPr="007D28C9">
              <w:rPr>
                <w:lang w:val="en-GB"/>
              </w:rPr>
              <w:instrText xml:space="preserve"> FORMTEXT </w:instrText>
            </w:r>
            <w:r w:rsidRPr="007D28C9">
              <w:rPr>
                <w:lang w:val="en-GB"/>
              </w:rPr>
            </w:r>
            <w:r w:rsidRPr="007D28C9">
              <w:rPr>
                <w:lang w:val="en-GB"/>
              </w:rPr>
              <w:fldChar w:fldCharType="separate"/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="00804169" w:rsidRPr="007D28C9">
              <w:rPr>
                <w:noProof/>
                <w:lang w:val="en-GB"/>
              </w:rPr>
              <w:t> </w:t>
            </w:r>
            <w:r w:rsidRPr="007D28C9">
              <w:rPr>
                <w:lang w:val="en-GB"/>
              </w:rPr>
              <w:fldChar w:fldCharType="end"/>
            </w:r>
            <w:bookmarkEnd w:id="6"/>
          </w:p>
        </w:tc>
      </w:tr>
    </w:tbl>
    <w:p w14:paraId="08422D50" w14:textId="77777777" w:rsidR="00804169" w:rsidRPr="007D28C9" w:rsidRDefault="00804169">
      <w:pPr>
        <w:jc w:val="both"/>
        <w:rPr>
          <w:i/>
          <w:sz w:val="8"/>
          <w:lang w:val="en-GB"/>
        </w:rPr>
      </w:pPr>
    </w:p>
    <w:sectPr w:rsidR="00804169" w:rsidRPr="007D28C9" w:rsidSect="004C097B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E3845" w14:textId="77777777" w:rsidR="00A621FA" w:rsidRDefault="00A621FA">
      <w:r>
        <w:separator/>
      </w:r>
    </w:p>
  </w:endnote>
  <w:endnote w:type="continuationSeparator" w:id="0">
    <w:p w14:paraId="698C9338" w14:textId="77777777" w:rsidR="00A621FA" w:rsidRDefault="00A6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70A04" w14:textId="3B75939D" w:rsidR="00FB111B" w:rsidRDefault="00FB111B" w:rsidP="00FB111B">
    <w:pPr>
      <w:pStyle w:val="Pta"/>
      <w:rPr>
        <w:b/>
        <w:bCs/>
      </w:rPr>
    </w:pPr>
    <w:r>
      <w:rPr>
        <w:b/>
        <w:bCs/>
      </w:rPr>
      <w:t>TL 05/OA 3-1 [A]</w:t>
    </w:r>
  </w:p>
  <w:p w14:paraId="675C3D78" w14:textId="6B8D376C" w:rsidR="00804169" w:rsidRPr="00361DC2" w:rsidRDefault="00FB111B" w:rsidP="00FB111B">
    <w:pPr>
      <w:pStyle w:val="Pta"/>
      <w:tabs>
        <w:tab w:val="clear" w:pos="4153"/>
        <w:tab w:val="clear" w:pos="8306"/>
        <w:tab w:val="right" w:pos="10490"/>
      </w:tabs>
    </w:pPr>
    <w:proofErr w:type="spellStart"/>
    <w:r>
      <w:rPr>
        <w:b/>
        <w:bCs/>
      </w:rPr>
      <w:t>Version</w:t>
    </w:r>
    <w:proofErr w:type="spellEnd"/>
    <w:r>
      <w:rPr>
        <w:b/>
        <w:bCs/>
      </w:rPr>
      <w:t>:</w:t>
    </w:r>
    <w:r>
      <w:t xml:space="preserve"> </w:t>
    </w:r>
    <w:r w:rsidR="0088153E">
      <w:t>14</w:t>
    </w:r>
    <w:r>
      <w:t>.</w:t>
    </w:r>
    <w:r w:rsidR="0016364D">
      <w:t>01</w:t>
    </w:r>
    <w:r>
      <w:t>.2</w:t>
    </w:r>
    <w:r w:rsidR="0016364D">
      <w:t>2</w:t>
    </w:r>
    <w:r w:rsidR="00804169">
      <w:rPr>
        <w:b/>
      </w:rPr>
      <w:tab/>
    </w:r>
    <w:r w:rsidR="00804169">
      <w:t xml:space="preserve">Strana: </w:t>
    </w:r>
    <w:r w:rsidR="008127AA" w:rsidRPr="00997854">
      <w:rPr>
        <w:rStyle w:val="slostrany"/>
        <w:b/>
      </w:rPr>
      <w:fldChar w:fldCharType="begin"/>
    </w:r>
    <w:r w:rsidR="00804169" w:rsidRPr="00997854">
      <w:rPr>
        <w:rStyle w:val="slostrany"/>
        <w:b/>
      </w:rPr>
      <w:instrText xml:space="preserve"> PAGE </w:instrText>
    </w:r>
    <w:r w:rsidR="008127AA" w:rsidRPr="00997854">
      <w:rPr>
        <w:rStyle w:val="slostrany"/>
        <w:b/>
      </w:rPr>
      <w:fldChar w:fldCharType="separate"/>
    </w:r>
    <w:r w:rsidR="003B310C">
      <w:rPr>
        <w:rStyle w:val="slostrany"/>
        <w:b/>
        <w:noProof/>
      </w:rPr>
      <w:t>2</w:t>
    </w:r>
    <w:r w:rsidR="008127AA" w:rsidRPr="00997854">
      <w:rPr>
        <w:rStyle w:val="slostrany"/>
        <w:b/>
      </w:rPr>
      <w:fldChar w:fldCharType="end"/>
    </w:r>
    <w:r w:rsidR="00C65E12">
      <w:rPr>
        <w:rStyle w:val="slostrany"/>
        <w:b/>
      </w:rPr>
      <w:t xml:space="preserve"> </w:t>
    </w:r>
    <w:r w:rsidR="00804169" w:rsidRPr="00DB2276">
      <w:rPr>
        <w:rStyle w:val="slostrany"/>
        <w:b/>
      </w:rPr>
      <w:t>/</w:t>
    </w:r>
    <w:r w:rsidR="00C65E12">
      <w:rPr>
        <w:rStyle w:val="slostrany"/>
        <w:b/>
      </w:rPr>
      <w:t xml:space="preserve"> </w:t>
    </w:r>
    <w:fldSimple w:instr=" NUMPAGES   \* MERGEFORMAT ">
      <w:r w:rsidR="003B310C" w:rsidRPr="003B310C">
        <w:rPr>
          <w:rStyle w:val="slostrany"/>
          <w:b/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F2C3" w14:textId="3FC0C55C" w:rsidR="00FB111B" w:rsidRDefault="00FB111B" w:rsidP="00FB111B">
    <w:pPr>
      <w:pStyle w:val="Pta"/>
      <w:rPr>
        <w:b/>
        <w:bCs/>
      </w:rPr>
    </w:pPr>
    <w:r>
      <w:rPr>
        <w:b/>
        <w:bCs/>
      </w:rPr>
      <w:t>TL 05/OA 3-1 [A]</w:t>
    </w:r>
  </w:p>
  <w:p w14:paraId="4792E6A5" w14:textId="041ED408" w:rsidR="00804169" w:rsidRPr="00361DC2" w:rsidRDefault="00FB111B" w:rsidP="00FB111B">
    <w:pPr>
      <w:pStyle w:val="Pta"/>
      <w:tabs>
        <w:tab w:val="clear" w:pos="4153"/>
        <w:tab w:val="clear" w:pos="8306"/>
        <w:tab w:val="right" w:pos="10490"/>
      </w:tabs>
    </w:pPr>
    <w:proofErr w:type="spellStart"/>
    <w:r>
      <w:rPr>
        <w:b/>
        <w:bCs/>
      </w:rPr>
      <w:t>Version</w:t>
    </w:r>
    <w:proofErr w:type="spellEnd"/>
    <w:r>
      <w:rPr>
        <w:b/>
        <w:bCs/>
      </w:rPr>
      <w:t>:</w:t>
    </w:r>
    <w:r>
      <w:t xml:space="preserve"> </w:t>
    </w:r>
    <w:r w:rsidR="0088153E">
      <w:t>14</w:t>
    </w:r>
    <w:r>
      <w:t>.</w:t>
    </w:r>
    <w:r w:rsidR="0016364D">
      <w:t>01</w:t>
    </w:r>
    <w:r>
      <w:t>.2</w:t>
    </w:r>
    <w:r w:rsidR="0016364D">
      <w:t>2</w:t>
    </w:r>
    <w:r w:rsidR="00804169">
      <w:rPr>
        <w:b/>
      </w:rPr>
      <w:tab/>
    </w:r>
    <w:r w:rsidR="00804169">
      <w:t xml:space="preserve">Strana: </w:t>
    </w:r>
    <w:r w:rsidR="008127AA" w:rsidRPr="00997854">
      <w:rPr>
        <w:rStyle w:val="slostrany"/>
        <w:b/>
      </w:rPr>
      <w:fldChar w:fldCharType="begin"/>
    </w:r>
    <w:r w:rsidR="00804169" w:rsidRPr="00997854">
      <w:rPr>
        <w:rStyle w:val="slostrany"/>
        <w:b/>
      </w:rPr>
      <w:instrText xml:space="preserve"> PAGE </w:instrText>
    </w:r>
    <w:r w:rsidR="008127AA" w:rsidRPr="00997854">
      <w:rPr>
        <w:rStyle w:val="slostrany"/>
        <w:b/>
      </w:rPr>
      <w:fldChar w:fldCharType="separate"/>
    </w:r>
    <w:r w:rsidR="003B310C">
      <w:rPr>
        <w:rStyle w:val="slostrany"/>
        <w:b/>
        <w:noProof/>
      </w:rPr>
      <w:t>1</w:t>
    </w:r>
    <w:r w:rsidR="008127AA" w:rsidRPr="00997854">
      <w:rPr>
        <w:rStyle w:val="slostrany"/>
        <w:b/>
      </w:rPr>
      <w:fldChar w:fldCharType="end"/>
    </w:r>
    <w:r w:rsidR="00C65E12">
      <w:rPr>
        <w:rStyle w:val="slostrany"/>
        <w:b/>
      </w:rPr>
      <w:t xml:space="preserve"> </w:t>
    </w:r>
    <w:r w:rsidR="00804169" w:rsidRPr="00DB2276">
      <w:rPr>
        <w:rStyle w:val="slostrany"/>
        <w:b/>
      </w:rPr>
      <w:t>/</w:t>
    </w:r>
    <w:r w:rsidR="00C65E12">
      <w:rPr>
        <w:rStyle w:val="slostrany"/>
        <w:b/>
      </w:rPr>
      <w:t xml:space="preserve"> </w:t>
    </w:r>
    <w:fldSimple w:instr=" NUMPAGES   \* MERGEFORMAT ">
      <w:r w:rsidR="003B310C" w:rsidRPr="003B310C">
        <w:rPr>
          <w:rStyle w:val="slostrany"/>
          <w:b/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AA372" w14:textId="77777777" w:rsidR="00A621FA" w:rsidRDefault="00A621FA">
      <w:r>
        <w:separator/>
      </w:r>
    </w:p>
  </w:footnote>
  <w:footnote w:type="continuationSeparator" w:id="0">
    <w:p w14:paraId="3B72A2A9" w14:textId="77777777" w:rsidR="00A621FA" w:rsidRDefault="00A62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0A877" w14:textId="09EAEB49" w:rsidR="00804169" w:rsidRPr="00190B95" w:rsidRDefault="008C367C">
    <w:pPr>
      <w:pStyle w:val="Hlavika"/>
      <w:rPr>
        <w:b/>
      </w:rPr>
    </w:pPr>
    <w:proofErr w:type="spellStart"/>
    <w:r>
      <w:rPr>
        <w:b/>
        <w:sz w:val="32"/>
      </w:rPr>
      <w:t>Annex</w:t>
    </w:r>
    <w:proofErr w:type="spellEnd"/>
    <w:r w:rsidRPr="00D67855">
      <w:rPr>
        <w:b/>
        <w:sz w:val="32"/>
      </w:rPr>
      <w:t xml:space="preserve"> </w:t>
    </w:r>
    <w:r w:rsidR="00804169" w:rsidRPr="00D67855">
      <w:rPr>
        <w:b/>
        <w:sz w:val="32"/>
      </w:rPr>
      <w:t>OA</w:t>
    </w:r>
    <w:r w:rsidR="00FB111B">
      <w:rPr>
        <w:b/>
        <w:sz w:val="32"/>
      </w:rPr>
      <w:t xml:space="preserve"> </w:t>
    </w:r>
    <w:r w:rsidR="00804169">
      <w:rPr>
        <w:b/>
        <w:sz w:val="32"/>
      </w:rPr>
      <w:t>3</w:t>
    </w:r>
    <w:r w:rsidR="00F54183">
      <w:rPr>
        <w:b/>
        <w:sz w:val="32"/>
      </w:rPr>
      <w:t>-1</w:t>
    </w:r>
    <w:r w:rsidR="00804169">
      <w:rPr>
        <w:b/>
        <w:sz w:val="32"/>
      </w:rPr>
      <w:t>:</w:t>
    </w:r>
    <w:r w:rsidR="00975CD1">
      <w:rPr>
        <w:b/>
        <w:sz w:val="32"/>
      </w:rPr>
      <w:t xml:space="preserve"> </w:t>
    </w:r>
    <w:proofErr w:type="spellStart"/>
    <w:r w:rsidR="00804169">
      <w:rPr>
        <w:b/>
        <w:sz w:val="32"/>
      </w:rPr>
      <w:t>Medic</w:t>
    </w:r>
    <w:r>
      <w:rPr>
        <w:b/>
        <w:sz w:val="32"/>
      </w:rPr>
      <w:t>al</w:t>
    </w:r>
    <w:proofErr w:type="spellEnd"/>
    <w:r w:rsidR="00804169">
      <w:rPr>
        <w:b/>
        <w:sz w:val="32"/>
      </w:rPr>
      <w:t xml:space="preserve"> </w:t>
    </w:r>
    <w:proofErr w:type="spellStart"/>
    <w:r>
      <w:rPr>
        <w:b/>
        <w:sz w:val="32"/>
      </w:rPr>
      <w:t>L</w:t>
    </w:r>
    <w:r w:rsidR="00804169">
      <w:rPr>
        <w:b/>
        <w:sz w:val="32"/>
      </w:rPr>
      <w:t>aborat</w:t>
    </w:r>
    <w:r>
      <w:rPr>
        <w:b/>
        <w:sz w:val="32"/>
      </w:rPr>
      <w:t>ory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8AA20F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524F6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F2AEE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72BACB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8C43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560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278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D861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920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7721C"/>
    <w:multiLevelType w:val="hybridMultilevel"/>
    <w:tmpl w:val="BF36FE5E"/>
    <w:lvl w:ilvl="0" w:tplc="7A8493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4F4A47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1AA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DAA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0EB5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3A0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4A4D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E81C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AEFC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3" w15:restartNumberingAfterBreak="0">
    <w:nsid w:val="168A5A8C"/>
    <w:multiLevelType w:val="hybridMultilevel"/>
    <w:tmpl w:val="68F4CA9C"/>
    <w:lvl w:ilvl="0" w:tplc="799A788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228A6F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7CC954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41B890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404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2F0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1FC19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1C2A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6C41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0726F3"/>
    <w:multiLevelType w:val="hybridMultilevel"/>
    <w:tmpl w:val="97D8AE98"/>
    <w:lvl w:ilvl="0" w:tplc="9D7E615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C0DE80CA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5740A04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A1EAFE80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1EC3886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F364CB3C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6F64D07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567ADF64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A64C65D0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5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E0F6701"/>
    <w:multiLevelType w:val="hybridMultilevel"/>
    <w:tmpl w:val="BB5C58CE"/>
    <w:lvl w:ilvl="0" w:tplc="EB1C3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9D82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63A31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F61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CC96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DEA41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FDAC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98D2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4E20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162E34"/>
    <w:multiLevelType w:val="hybridMultilevel"/>
    <w:tmpl w:val="77FEDCDC"/>
    <w:lvl w:ilvl="0" w:tplc="8446D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C62A2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100A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55ED9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1DA3E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58A60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C7E88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705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2C66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1AE45C1"/>
    <w:multiLevelType w:val="hybridMultilevel"/>
    <w:tmpl w:val="FD6A5BD4"/>
    <w:lvl w:ilvl="0" w:tplc="4A1C7A2E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AA865D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0E01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84A0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FE65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D49B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767D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F27F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66687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00DB0"/>
    <w:multiLevelType w:val="hybridMultilevel"/>
    <w:tmpl w:val="3000E4BA"/>
    <w:lvl w:ilvl="0" w:tplc="79CACEDA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1CF0651A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EB14E872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090682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E06B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BA4A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0A8A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2071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F16F3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87632DB"/>
    <w:multiLevelType w:val="hybridMultilevel"/>
    <w:tmpl w:val="8E8E4436"/>
    <w:lvl w:ilvl="0" w:tplc="F07EA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3623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C23A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A3C66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3A40B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A385C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47AB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BC21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5CB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3B94F9C"/>
    <w:multiLevelType w:val="hybridMultilevel"/>
    <w:tmpl w:val="B6E03142"/>
    <w:lvl w:ilvl="0" w:tplc="0FBE4C68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984E6FE6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3EE66454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6E58ABBC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D91A66B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B7CC7EAC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7F0E86A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B6823C98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0980EE88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48D25F38"/>
    <w:multiLevelType w:val="hybridMultilevel"/>
    <w:tmpl w:val="ABDC96F8"/>
    <w:lvl w:ilvl="0" w:tplc="CE984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6B23A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4CC61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D8ED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80EF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C1ECA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34B8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D4DB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1077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E2F3933"/>
    <w:multiLevelType w:val="hybridMultilevel"/>
    <w:tmpl w:val="197630C6"/>
    <w:lvl w:ilvl="0" w:tplc="103413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36CAA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AA64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1698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3842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50CC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8FD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870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9B01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6D3147A7"/>
    <w:multiLevelType w:val="hybridMultilevel"/>
    <w:tmpl w:val="64C6896A"/>
    <w:lvl w:ilvl="0" w:tplc="A9E0907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8C946E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4637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C67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6C23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529D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B628F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D5CCE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4694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16A38D9"/>
    <w:multiLevelType w:val="hybridMultilevel"/>
    <w:tmpl w:val="198C4FD6"/>
    <w:lvl w:ilvl="0" w:tplc="76CCCC1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E1589D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D4A9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DAEE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B833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59442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4E9F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8880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8612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769C0FE8"/>
    <w:multiLevelType w:val="hybridMultilevel"/>
    <w:tmpl w:val="CD26CDF0"/>
    <w:lvl w:ilvl="0" w:tplc="31ACECF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506EFE92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C9707DFC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AEBC13CA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AEB61444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BDAAC7E2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E0A84F9E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C3624362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9BD4A376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8"/>
  </w:num>
  <w:num w:numId="4">
    <w:abstractNumId w:val="4"/>
  </w:num>
  <w:num w:numId="5">
    <w:abstractNumId w:val="17"/>
  </w:num>
  <w:num w:numId="6">
    <w:abstractNumId w:val="3"/>
  </w:num>
  <w:num w:numId="7">
    <w:abstractNumId w:val="13"/>
  </w:num>
  <w:num w:numId="8">
    <w:abstractNumId w:val="10"/>
  </w:num>
  <w:num w:numId="9">
    <w:abstractNumId w:val="16"/>
  </w:num>
  <w:num w:numId="10">
    <w:abstractNumId w:val="15"/>
  </w:num>
  <w:num w:numId="11">
    <w:abstractNumId w:val="2"/>
  </w:num>
  <w:num w:numId="12">
    <w:abstractNumId w:val="9"/>
  </w:num>
  <w:num w:numId="13">
    <w:abstractNumId w:val="19"/>
  </w:num>
  <w:num w:numId="14">
    <w:abstractNumId w:val="0"/>
  </w:num>
  <w:num w:numId="15">
    <w:abstractNumId w:val="20"/>
  </w:num>
  <w:num w:numId="16">
    <w:abstractNumId w:val="11"/>
  </w:num>
  <w:num w:numId="17">
    <w:abstractNumId w:val="15"/>
  </w:num>
  <w:num w:numId="18">
    <w:abstractNumId w:val="15"/>
  </w:num>
  <w:num w:numId="19">
    <w:abstractNumId w:val="15"/>
  </w:num>
  <w:num w:numId="20">
    <w:abstractNumId w:val="6"/>
  </w:num>
  <w:num w:numId="21">
    <w:abstractNumId w:val="7"/>
  </w:num>
  <w:num w:numId="22">
    <w:abstractNumId w:val="21"/>
  </w:num>
  <w:num w:numId="23">
    <w:abstractNumId w:val="15"/>
  </w:num>
  <w:num w:numId="24">
    <w:abstractNumId w:val="12"/>
  </w:num>
  <w:num w:numId="25">
    <w:abstractNumId w:val="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27"/>
    <w:rsid w:val="00007D90"/>
    <w:rsid w:val="00033B47"/>
    <w:rsid w:val="00043CA9"/>
    <w:rsid w:val="00044BA5"/>
    <w:rsid w:val="00047161"/>
    <w:rsid w:val="00063F9A"/>
    <w:rsid w:val="0007444E"/>
    <w:rsid w:val="00076CEB"/>
    <w:rsid w:val="00084627"/>
    <w:rsid w:val="000A74C6"/>
    <w:rsid w:val="000B4527"/>
    <w:rsid w:val="000C09F1"/>
    <w:rsid w:val="000C72DB"/>
    <w:rsid w:val="000D09BC"/>
    <w:rsid w:val="000D3DF7"/>
    <w:rsid w:val="000D4F42"/>
    <w:rsid w:val="000E4B58"/>
    <w:rsid w:val="000F600D"/>
    <w:rsid w:val="001031E7"/>
    <w:rsid w:val="0010458C"/>
    <w:rsid w:val="0012367C"/>
    <w:rsid w:val="001274BE"/>
    <w:rsid w:val="00130EC7"/>
    <w:rsid w:val="00161C8B"/>
    <w:rsid w:val="0016364D"/>
    <w:rsid w:val="00163F89"/>
    <w:rsid w:val="00164EBF"/>
    <w:rsid w:val="00172C5F"/>
    <w:rsid w:val="00176E74"/>
    <w:rsid w:val="001857FE"/>
    <w:rsid w:val="00190B95"/>
    <w:rsid w:val="001B0318"/>
    <w:rsid w:val="001F7866"/>
    <w:rsid w:val="00205446"/>
    <w:rsid w:val="002057F0"/>
    <w:rsid w:val="00206992"/>
    <w:rsid w:val="0023112D"/>
    <w:rsid w:val="00270ADA"/>
    <w:rsid w:val="00291746"/>
    <w:rsid w:val="002A2588"/>
    <w:rsid w:val="002A599F"/>
    <w:rsid w:val="002D0F3E"/>
    <w:rsid w:val="002D7218"/>
    <w:rsid w:val="002E46A9"/>
    <w:rsid w:val="002F4799"/>
    <w:rsid w:val="003059D0"/>
    <w:rsid w:val="00307BA2"/>
    <w:rsid w:val="003155D0"/>
    <w:rsid w:val="0033325F"/>
    <w:rsid w:val="00340428"/>
    <w:rsid w:val="00356E5D"/>
    <w:rsid w:val="00361DC2"/>
    <w:rsid w:val="00372E08"/>
    <w:rsid w:val="003A1DC5"/>
    <w:rsid w:val="003A4A01"/>
    <w:rsid w:val="003B310C"/>
    <w:rsid w:val="003B771B"/>
    <w:rsid w:val="003E7ADB"/>
    <w:rsid w:val="0041678E"/>
    <w:rsid w:val="004437A2"/>
    <w:rsid w:val="004472CD"/>
    <w:rsid w:val="00447EBC"/>
    <w:rsid w:val="004529EA"/>
    <w:rsid w:val="0045593C"/>
    <w:rsid w:val="00456A68"/>
    <w:rsid w:val="00457ADF"/>
    <w:rsid w:val="00475654"/>
    <w:rsid w:val="004817F8"/>
    <w:rsid w:val="00484C2B"/>
    <w:rsid w:val="004B29AF"/>
    <w:rsid w:val="004C097B"/>
    <w:rsid w:val="004E3239"/>
    <w:rsid w:val="004E721A"/>
    <w:rsid w:val="004F2841"/>
    <w:rsid w:val="004F722A"/>
    <w:rsid w:val="004F736C"/>
    <w:rsid w:val="005009D1"/>
    <w:rsid w:val="0052353A"/>
    <w:rsid w:val="00535A67"/>
    <w:rsid w:val="0054010A"/>
    <w:rsid w:val="00541218"/>
    <w:rsid w:val="00544424"/>
    <w:rsid w:val="00554D04"/>
    <w:rsid w:val="00554D66"/>
    <w:rsid w:val="0056472A"/>
    <w:rsid w:val="00572099"/>
    <w:rsid w:val="005A4DBA"/>
    <w:rsid w:val="005A6B82"/>
    <w:rsid w:val="005B6EA3"/>
    <w:rsid w:val="005C02AB"/>
    <w:rsid w:val="005D5F15"/>
    <w:rsid w:val="005D6F98"/>
    <w:rsid w:val="005D7F30"/>
    <w:rsid w:val="005E4A38"/>
    <w:rsid w:val="00611787"/>
    <w:rsid w:val="0061504E"/>
    <w:rsid w:val="006457D9"/>
    <w:rsid w:val="00647AB0"/>
    <w:rsid w:val="0065292E"/>
    <w:rsid w:val="00657F2E"/>
    <w:rsid w:val="00660E1A"/>
    <w:rsid w:val="00664D64"/>
    <w:rsid w:val="00677428"/>
    <w:rsid w:val="006813F3"/>
    <w:rsid w:val="006822A1"/>
    <w:rsid w:val="006B184F"/>
    <w:rsid w:val="006C13A7"/>
    <w:rsid w:val="006D7227"/>
    <w:rsid w:val="006E1C5B"/>
    <w:rsid w:val="006E3F90"/>
    <w:rsid w:val="006F21AB"/>
    <w:rsid w:val="007104E9"/>
    <w:rsid w:val="00732A52"/>
    <w:rsid w:val="00750F57"/>
    <w:rsid w:val="00754FD3"/>
    <w:rsid w:val="007563CB"/>
    <w:rsid w:val="007566F0"/>
    <w:rsid w:val="0076691D"/>
    <w:rsid w:val="0077694D"/>
    <w:rsid w:val="007927E5"/>
    <w:rsid w:val="007A7D3B"/>
    <w:rsid w:val="007B66F3"/>
    <w:rsid w:val="007B7FDC"/>
    <w:rsid w:val="007D0EA7"/>
    <w:rsid w:val="007D28C9"/>
    <w:rsid w:val="007E3AED"/>
    <w:rsid w:val="007E60CF"/>
    <w:rsid w:val="007F0A62"/>
    <w:rsid w:val="007F19D5"/>
    <w:rsid w:val="007F3BED"/>
    <w:rsid w:val="007F6051"/>
    <w:rsid w:val="00804169"/>
    <w:rsid w:val="008127AA"/>
    <w:rsid w:val="00813727"/>
    <w:rsid w:val="00814C7E"/>
    <w:rsid w:val="00824749"/>
    <w:rsid w:val="00827F9D"/>
    <w:rsid w:val="0083493B"/>
    <w:rsid w:val="00842C49"/>
    <w:rsid w:val="00845435"/>
    <w:rsid w:val="00855287"/>
    <w:rsid w:val="0088153E"/>
    <w:rsid w:val="00892234"/>
    <w:rsid w:val="00896235"/>
    <w:rsid w:val="008A096D"/>
    <w:rsid w:val="008B594F"/>
    <w:rsid w:val="008C367C"/>
    <w:rsid w:val="008D1AA4"/>
    <w:rsid w:val="008D1BF7"/>
    <w:rsid w:val="008E75B7"/>
    <w:rsid w:val="008F0E46"/>
    <w:rsid w:val="00901CF9"/>
    <w:rsid w:val="009166B4"/>
    <w:rsid w:val="00941C08"/>
    <w:rsid w:val="00942706"/>
    <w:rsid w:val="009532DA"/>
    <w:rsid w:val="00954FAD"/>
    <w:rsid w:val="0097004B"/>
    <w:rsid w:val="00975CD1"/>
    <w:rsid w:val="009854C4"/>
    <w:rsid w:val="00990760"/>
    <w:rsid w:val="009909B5"/>
    <w:rsid w:val="00996815"/>
    <w:rsid w:val="00997854"/>
    <w:rsid w:val="009A0263"/>
    <w:rsid w:val="009A7533"/>
    <w:rsid w:val="009B162E"/>
    <w:rsid w:val="009B3705"/>
    <w:rsid w:val="009E0E11"/>
    <w:rsid w:val="009E7A83"/>
    <w:rsid w:val="00A076B0"/>
    <w:rsid w:val="00A13AE1"/>
    <w:rsid w:val="00A621FA"/>
    <w:rsid w:val="00A760DF"/>
    <w:rsid w:val="00A84D4B"/>
    <w:rsid w:val="00A879DE"/>
    <w:rsid w:val="00AA3CE8"/>
    <w:rsid w:val="00AB0B26"/>
    <w:rsid w:val="00AB17DE"/>
    <w:rsid w:val="00AB1F1A"/>
    <w:rsid w:val="00AB1F6B"/>
    <w:rsid w:val="00AB2C0E"/>
    <w:rsid w:val="00AB383B"/>
    <w:rsid w:val="00AC2EBA"/>
    <w:rsid w:val="00AD10B7"/>
    <w:rsid w:val="00AE3143"/>
    <w:rsid w:val="00B1170D"/>
    <w:rsid w:val="00B245D5"/>
    <w:rsid w:val="00B27596"/>
    <w:rsid w:val="00B43ABE"/>
    <w:rsid w:val="00B4482E"/>
    <w:rsid w:val="00B54A63"/>
    <w:rsid w:val="00B67C23"/>
    <w:rsid w:val="00B733D9"/>
    <w:rsid w:val="00B7531A"/>
    <w:rsid w:val="00BC0C9C"/>
    <w:rsid w:val="00BC42C5"/>
    <w:rsid w:val="00BE7132"/>
    <w:rsid w:val="00BF2667"/>
    <w:rsid w:val="00C306D7"/>
    <w:rsid w:val="00C31CC1"/>
    <w:rsid w:val="00C41A71"/>
    <w:rsid w:val="00C63F47"/>
    <w:rsid w:val="00C65E12"/>
    <w:rsid w:val="00C65E8F"/>
    <w:rsid w:val="00C743E4"/>
    <w:rsid w:val="00C74524"/>
    <w:rsid w:val="00C81107"/>
    <w:rsid w:val="00C8726A"/>
    <w:rsid w:val="00CA403A"/>
    <w:rsid w:val="00CB1ABD"/>
    <w:rsid w:val="00CC748D"/>
    <w:rsid w:val="00CE4C0A"/>
    <w:rsid w:val="00CF55BF"/>
    <w:rsid w:val="00D055A7"/>
    <w:rsid w:val="00D06DEE"/>
    <w:rsid w:val="00D1382D"/>
    <w:rsid w:val="00D33D4D"/>
    <w:rsid w:val="00D5456C"/>
    <w:rsid w:val="00D617E7"/>
    <w:rsid w:val="00D67855"/>
    <w:rsid w:val="00D75CCC"/>
    <w:rsid w:val="00DA10B6"/>
    <w:rsid w:val="00DB2221"/>
    <w:rsid w:val="00DB2276"/>
    <w:rsid w:val="00DB7CDD"/>
    <w:rsid w:val="00DD29A0"/>
    <w:rsid w:val="00DD4842"/>
    <w:rsid w:val="00DD78A7"/>
    <w:rsid w:val="00E07ADA"/>
    <w:rsid w:val="00E26C8E"/>
    <w:rsid w:val="00E34CB3"/>
    <w:rsid w:val="00E4043C"/>
    <w:rsid w:val="00E678E3"/>
    <w:rsid w:val="00EB36D9"/>
    <w:rsid w:val="00EB6014"/>
    <w:rsid w:val="00EC0E49"/>
    <w:rsid w:val="00EF12D3"/>
    <w:rsid w:val="00EF4F9B"/>
    <w:rsid w:val="00EF7F11"/>
    <w:rsid w:val="00F00009"/>
    <w:rsid w:val="00F01BC3"/>
    <w:rsid w:val="00F165D8"/>
    <w:rsid w:val="00F33A12"/>
    <w:rsid w:val="00F34F20"/>
    <w:rsid w:val="00F54183"/>
    <w:rsid w:val="00F70336"/>
    <w:rsid w:val="00F829C8"/>
    <w:rsid w:val="00F86AEF"/>
    <w:rsid w:val="00F93465"/>
    <w:rsid w:val="00F95467"/>
    <w:rsid w:val="00FA6851"/>
    <w:rsid w:val="00FB111B"/>
    <w:rsid w:val="00FC01B6"/>
    <w:rsid w:val="00FC718F"/>
    <w:rsid w:val="00FD3186"/>
    <w:rsid w:val="00FE7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93CCD"/>
  <w15:docId w15:val="{E8ED70E1-4F11-4A82-853E-65886A53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B66F3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B66F3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7B66F3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7B66F3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7B66F3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7B66F3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7B66F3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7B66F3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7B66F3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7B66F3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B3BC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8B3BC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8B3BC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8B3BC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8B3BC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8B3BC2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8B3BC2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8B3BC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8B3BC2"/>
    <w:rPr>
      <w:rFonts w:ascii="Cambria" w:eastAsia="Times New Roman" w:hAnsi="Cambria" w:cs="Times New Roman"/>
    </w:rPr>
  </w:style>
  <w:style w:type="character" w:styleId="slostrany">
    <w:name w:val="page number"/>
    <w:uiPriority w:val="99"/>
    <w:rsid w:val="007B66F3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7B66F3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rsid w:val="008B3BC2"/>
    <w:rPr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7B66F3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rsid w:val="008B3BC2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7B66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07D90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rsid w:val="007B66F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rsid w:val="008B3BC2"/>
    <w:rPr>
      <w:sz w:val="24"/>
      <w:szCs w:val="24"/>
    </w:rPr>
  </w:style>
  <w:style w:type="paragraph" w:customStyle="1" w:styleId="Zkladntext31">
    <w:name w:val="Základný text 31"/>
    <w:basedOn w:val="Normlny"/>
    <w:uiPriority w:val="99"/>
    <w:rsid w:val="007B66F3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7B66F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007D90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7B66F3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10"/>
    <w:rsid w:val="008B3B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7B66F3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11"/>
    <w:rsid w:val="008B3BC2"/>
    <w:rPr>
      <w:rFonts w:ascii="Cambria" w:eastAsia="Times New Roman" w:hAnsi="Cambria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7B66F3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link w:val="Zarkazkladnhotextu"/>
    <w:uiPriority w:val="99"/>
    <w:semiHidden/>
    <w:rsid w:val="008B3BC2"/>
    <w:rPr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7B66F3"/>
    <w:rPr>
      <w:bCs/>
      <w:sz w:val="28"/>
    </w:rPr>
  </w:style>
  <w:style w:type="character" w:customStyle="1" w:styleId="Zkladntext3Char">
    <w:name w:val="Základný text 3 Char"/>
    <w:link w:val="Zkladntext3"/>
    <w:uiPriority w:val="99"/>
    <w:semiHidden/>
    <w:rsid w:val="008B3BC2"/>
    <w:rPr>
      <w:sz w:val="16"/>
      <w:szCs w:val="16"/>
    </w:rPr>
  </w:style>
  <w:style w:type="table" w:styleId="Mriekatabuky">
    <w:name w:val="Table Grid"/>
    <w:basedOn w:val="Normlnatabuka"/>
    <w:uiPriority w:val="99"/>
    <w:rsid w:val="00447E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">
    <w:name w:val="Char Char2"/>
    <w:uiPriority w:val="99"/>
    <w:semiHidden/>
    <w:rsid w:val="00541218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0D4F4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8B3BC2"/>
    <w:rPr>
      <w:sz w:val="0"/>
      <w:szCs w:val="0"/>
    </w:rPr>
  </w:style>
  <w:style w:type="character" w:styleId="Odkaznakomentr">
    <w:name w:val="annotation reference"/>
    <w:basedOn w:val="Predvolenpsmoodseku"/>
    <w:uiPriority w:val="99"/>
    <w:semiHidden/>
    <w:unhideWhenUsed/>
    <w:rsid w:val="00C63F4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63F4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63F47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63F4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63F47"/>
    <w:rPr>
      <w:b/>
      <w:bCs/>
    </w:rPr>
  </w:style>
  <w:style w:type="paragraph" w:customStyle="1" w:styleId="Default">
    <w:name w:val="Default"/>
    <w:rsid w:val="001F78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lntabuka">
    <w:name w:val="Normální.tabuľka"/>
    <w:rsid w:val="008A096D"/>
    <w:pPr>
      <w:widowControl w:val="0"/>
      <w:autoSpaceDE w:val="0"/>
      <w:autoSpaceDN w:val="0"/>
      <w:spacing w:after="120"/>
      <w:jc w:val="both"/>
    </w:pPr>
    <w:rPr>
      <w:szCs w:val="24"/>
    </w:rPr>
  </w:style>
  <w:style w:type="character" w:styleId="Hypertextovprepojenie">
    <w:name w:val="Hyperlink"/>
    <w:basedOn w:val="Predvolenpsmoodseku"/>
    <w:uiPriority w:val="99"/>
    <w:unhideWhenUsed/>
    <w:rsid w:val="008A096D"/>
    <w:rPr>
      <w:color w:val="0000FF" w:themeColor="hyperlink"/>
      <w:u w:val="single"/>
    </w:rPr>
  </w:style>
  <w:style w:type="character" w:customStyle="1" w:styleId="jlqj4b">
    <w:name w:val="jlqj4b"/>
    <w:basedOn w:val="Predvolenpsmoodseku"/>
    <w:rsid w:val="00975CD1"/>
  </w:style>
  <w:style w:type="character" w:customStyle="1" w:styleId="shorttext">
    <w:name w:val="short_text"/>
    <w:basedOn w:val="Predvolenpsmoodseku"/>
    <w:rsid w:val="00315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b.sk/flexibilna-akreditacia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3_2_M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F9E27-080E-4080-B9A9-D1EE5BEBB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TL05OA3_2_ML.dot</Template>
  <TotalTime>5</TotalTime>
  <Pages>3</Pages>
  <Words>472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TL05OA3_2_ML</vt:lpstr>
    </vt:vector>
  </TitlesOfParts>
  <Company>SNAS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TL05OA3_2_ML</dc:title>
  <dc:subject>Medicínske laboratórium</dc:subject>
  <dc:creator>Cucorova</dc:creator>
  <dc:description>Príloha k žiadosti o akreditáciu SNASver. 01.01.05, TL 05 SNAS</dc:description>
  <cp:lastModifiedBy>Andrea Cucorová</cp:lastModifiedBy>
  <cp:revision>3</cp:revision>
  <cp:lastPrinted>2017-08-15T18:22:00Z</cp:lastPrinted>
  <dcterms:created xsi:type="dcterms:W3CDTF">2022-01-14T13:33:00Z</dcterms:created>
  <dcterms:modified xsi:type="dcterms:W3CDTF">2022-01-14T13:40:00Z</dcterms:modified>
</cp:coreProperties>
</file>