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3"/>
        <w:gridCol w:w="9407"/>
      </w:tblGrid>
      <w:tr w:rsidR="008011E3" w:rsidRPr="001D10D1" w14:paraId="1A6040DE" w14:textId="77777777" w:rsidTr="003B42F8">
        <w:trPr>
          <w:trHeight w:hRule="exact" w:val="454"/>
        </w:trPr>
        <w:tc>
          <w:tcPr>
            <w:tcW w:w="1083" w:type="dxa"/>
            <w:shd w:val="pct10" w:color="000000" w:fill="FFFFFF"/>
          </w:tcPr>
          <w:p w14:paraId="23D1897A" w14:textId="77777777" w:rsidR="008011E3" w:rsidRPr="001D10D1" w:rsidRDefault="008011E3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jc w:val="left"/>
            </w:pPr>
            <w:r w:rsidRPr="001D10D1">
              <w:t>Žiadateľ:</w:t>
            </w:r>
          </w:p>
        </w:tc>
        <w:tc>
          <w:tcPr>
            <w:tcW w:w="9407" w:type="dxa"/>
          </w:tcPr>
          <w:p w14:paraId="3893D507" w14:textId="77777777" w:rsidR="008011E3" w:rsidRPr="00DA3596" w:rsidRDefault="00C96E1E" w:rsidP="00C96E1E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</w:pPr>
            <w:r>
              <w:fldChar w:fldCharType="begin">
                <w:ffData>
                  <w:name w:val="T1"/>
                  <w:enabled/>
                  <w:calcOnExit w:val="0"/>
                  <w:textInput>
                    <w:default w:val="názov / obchodné meno"/>
                  </w:textInput>
                </w:ffData>
              </w:fldChar>
            </w:r>
            <w:bookmarkStart w:id="0" w:name="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názov / obchodné meno</w:t>
            </w:r>
            <w:r>
              <w:fldChar w:fldCharType="end"/>
            </w:r>
            <w:bookmarkEnd w:id="0"/>
            <w:r w:rsidR="004D4904">
              <w:t xml:space="preserve">, </w:t>
            </w:r>
            <w:r>
              <w:fldChar w:fldCharType="begin">
                <w:ffData>
                  <w:name w:val="T2"/>
                  <w:enabled/>
                  <w:calcOnExit w:val="0"/>
                  <w:textInput>
                    <w:default w:val="adresa sídla"/>
                    <w:maxLength w:val="100"/>
                  </w:textInput>
                </w:ffData>
              </w:fldChar>
            </w:r>
            <w:bookmarkStart w:id="1" w:name="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adresa sídla</w:t>
            </w:r>
            <w:r>
              <w:fldChar w:fldCharType="end"/>
            </w:r>
            <w:bookmarkEnd w:id="1"/>
          </w:p>
        </w:tc>
      </w:tr>
    </w:tbl>
    <w:p w14:paraId="79A53786" w14:textId="77777777" w:rsidR="008011E3" w:rsidRPr="001D10D1" w:rsidRDefault="008011E3">
      <w:pPr>
        <w:pStyle w:val="Pta"/>
        <w:tabs>
          <w:tab w:val="clear" w:pos="4153"/>
          <w:tab w:val="clear" w:pos="8306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8011E3" w:rsidRPr="001D10D1" w14:paraId="60A9EF06" w14:textId="77777777" w:rsidTr="003B42F8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14:paraId="524FF655" w14:textId="77777777" w:rsidR="008011E3" w:rsidRPr="001D10D1" w:rsidRDefault="008011E3" w:rsidP="001B4CEA">
            <w:pPr>
              <w:pStyle w:val="Nzov"/>
              <w:tabs>
                <w:tab w:val="center" w:pos="5292"/>
              </w:tabs>
              <w:jc w:val="left"/>
            </w:pPr>
            <w:r w:rsidRPr="001D10D1">
              <w:t xml:space="preserve">Príloha OA </w:t>
            </w:r>
            <w:r w:rsidR="001B4CEA">
              <w:t>9</w:t>
            </w:r>
            <w:r w:rsidR="00303288">
              <w:t>-1. časť</w:t>
            </w:r>
            <w:r w:rsidRPr="001D10D1">
              <w:t>:</w:t>
            </w:r>
            <w:r w:rsidRPr="001D10D1">
              <w:tab/>
              <w:t>Environmentálny overovateľ</w:t>
            </w:r>
          </w:p>
        </w:tc>
      </w:tr>
    </w:tbl>
    <w:p w14:paraId="72439257" w14:textId="77777777" w:rsidR="008011E3" w:rsidRPr="001D10D1" w:rsidRDefault="008011E3">
      <w:pPr>
        <w:pStyle w:val="Hlavika"/>
        <w:tabs>
          <w:tab w:val="clear" w:pos="4536"/>
          <w:tab w:val="clear" w:pos="9072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505"/>
      </w:tblGrid>
      <w:tr w:rsidR="008011E3" w:rsidRPr="001D10D1" w14:paraId="27CE10BF" w14:textId="77777777" w:rsidTr="00746A21">
        <w:tc>
          <w:tcPr>
            <w:tcW w:w="1985" w:type="dxa"/>
            <w:shd w:val="pct10" w:color="000000" w:fill="FFFFFF"/>
            <w:vAlign w:val="center"/>
          </w:tcPr>
          <w:p w14:paraId="255219A7" w14:textId="77777777" w:rsidR="008011E3" w:rsidRPr="00DA3596" w:rsidRDefault="008011E3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DA3596">
              <w:rPr>
                <w:sz w:val="20"/>
              </w:rPr>
              <w:t>O</w:t>
            </w:r>
            <w:r w:rsidR="00174445" w:rsidRPr="00DA3596">
              <w:rPr>
                <w:sz w:val="20"/>
              </w:rPr>
              <w:t>rgán posudzovania zhody</w:t>
            </w:r>
            <w:r w:rsidRPr="00DA3596">
              <w:rPr>
                <w:sz w:val="20"/>
              </w:rPr>
              <w:t>:</w:t>
            </w:r>
          </w:p>
        </w:tc>
        <w:bookmarkStart w:id="2" w:name="T3"/>
        <w:tc>
          <w:tcPr>
            <w:tcW w:w="8505" w:type="dxa"/>
            <w:vAlign w:val="center"/>
          </w:tcPr>
          <w:p w14:paraId="59AEF3DB" w14:textId="77777777" w:rsidR="008011E3" w:rsidRPr="00DA3596" w:rsidRDefault="00746A21" w:rsidP="00746A21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DA359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zov, adresa sídla"/>
                  </w:textInput>
                </w:ffData>
              </w:fldChar>
            </w:r>
            <w:r w:rsidRPr="00DA3596">
              <w:rPr>
                <w:sz w:val="20"/>
                <w:szCs w:val="20"/>
              </w:rPr>
              <w:instrText xml:space="preserve"> FORMTEXT </w:instrText>
            </w:r>
            <w:r w:rsidRPr="00DA3596">
              <w:rPr>
                <w:sz w:val="20"/>
                <w:szCs w:val="20"/>
              </w:rPr>
            </w:r>
            <w:r w:rsidRPr="00DA3596">
              <w:rPr>
                <w:sz w:val="20"/>
                <w:szCs w:val="20"/>
              </w:rPr>
              <w:fldChar w:fldCharType="separate"/>
            </w:r>
            <w:r w:rsidRPr="00DA3596">
              <w:rPr>
                <w:noProof/>
                <w:sz w:val="20"/>
                <w:szCs w:val="20"/>
              </w:rPr>
              <w:t>názov, adresa sídla</w:t>
            </w:r>
            <w:r w:rsidRPr="00DA3596">
              <w:rPr>
                <w:sz w:val="20"/>
                <w:szCs w:val="20"/>
              </w:rPr>
              <w:fldChar w:fldCharType="end"/>
            </w:r>
            <w:bookmarkEnd w:id="2"/>
          </w:p>
        </w:tc>
      </w:tr>
    </w:tbl>
    <w:p w14:paraId="2765305A" w14:textId="77777777" w:rsidR="008011E3" w:rsidRPr="001D10D1" w:rsidRDefault="008011E3">
      <w:pPr>
        <w:rPr>
          <w:sz w:val="10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B42F8" w:rsidRPr="001D10D1" w14:paraId="2626FE6A" w14:textId="77777777" w:rsidTr="00004F63">
        <w:trPr>
          <w:cantSplit/>
        </w:trPr>
        <w:tc>
          <w:tcPr>
            <w:tcW w:w="3118" w:type="dxa"/>
            <w:shd w:val="pct10" w:color="000000" w:fill="FFFFFF"/>
          </w:tcPr>
          <w:p w14:paraId="6FFCB2AD" w14:textId="77777777" w:rsidR="003B42F8" w:rsidRPr="001D10D1" w:rsidRDefault="003B42F8" w:rsidP="00004F63">
            <w:pPr>
              <w:shd w:val="pct10" w:color="000000" w:fill="FFFFFF"/>
              <w:jc w:val="center"/>
              <w:rPr>
                <w:b/>
                <w:sz w:val="16"/>
              </w:rPr>
            </w:pPr>
            <w:r w:rsidRPr="001D10D1">
              <w:rPr>
                <w:b/>
                <w:sz w:val="16"/>
              </w:rPr>
              <w:t>Číslo osvedčenia</w:t>
            </w:r>
            <w:r w:rsidRPr="001D10D1">
              <w:rPr>
                <w:b/>
                <w:sz w:val="16"/>
              </w:rPr>
              <w:br/>
            </w:r>
            <w:r w:rsidRPr="001D10D1">
              <w:rPr>
                <w:sz w:val="14"/>
              </w:rPr>
              <w:t>(Neuvádza sa pri akreditácii)</w:t>
            </w:r>
          </w:p>
        </w:tc>
        <w:tc>
          <w:tcPr>
            <w:tcW w:w="3261" w:type="dxa"/>
            <w:shd w:val="pct10" w:color="000000" w:fill="FFFFFF"/>
          </w:tcPr>
          <w:p w14:paraId="4C5F89B6" w14:textId="77777777" w:rsidR="003B42F8" w:rsidRPr="001D10D1" w:rsidRDefault="003B42F8" w:rsidP="00004F63">
            <w:pPr>
              <w:shd w:val="pct10" w:color="000000" w:fill="FFFFFF"/>
              <w:rPr>
                <w:b/>
                <w:sz w:val="16"/>
              </w:rPr>
            </w:pPr>
            <w:r w:rsidRPr="001D10D1">
              <w:rPr>
                <w:b/>
                <w:sz w:val="16"/>
              </w:rPr>
              <w:t>Členské číslo registrovaného člena SNAS:</w:t>
            </w:r>
          </w:p>
          <w:p w14:paraId="0832F67E" w14:textId="77777777" w:rsidR="003B42F8" w:rsidRPr="001D10D1" w:rsidRDefault="003B42F8" w:rsidP="00004F63">
            <w:pPr>
              <w:shd w:val="pct10" w:color="000000" w:fill="FFFFFF"/>
            </w:pPr>
            <w:r w:rsidRPr="001D10D1">
              <w:rPr>
                <w:b/>
                <w:sz w:val="14"/>
              </w:rPr>
              <w:t>(Len u registrovaných akreditovaných subjektov)</w:t>
            </w:r>
          </w:p>
        </w:tc>
      </w:tr>
      <w:tr w:rsidR="003B42F8" w:rsidRPr="001D10D1" w14:paraId="6C24AA0F" w14:textId="77777777" w:rsidTr="00004F63">
        <w:trPr>
          <w:cantSplit/>
          <w:trHeight w:hRule="exact" w:val="284"/>
        </w:trPr>
        <w:tc>
          <w:tcPr>
            <w:tcW w:w="3118" w:type="dxa"/>
          </w:tcPr>
          <w:p w14:paraId="40FAFCA7" w14:textId="77777777" w:rsidR="003B42F8" w:rsidRPr="001D10D1" w:rsidRDefault="00606D61" w:rsidP="00004F63">
            <w:pPr>
              <w:jc w:val="center"/>
              <w:rPr>
                <w:b/>
              </w:rPr>
            </w:pPr>
            <w:r w:rsidRPr="001D10D1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3B42F8" w:rsidRPr="001D10D1">
              <w:rPr>
                <w:b/>
              </w:rPr>
              <w:instrText xml:space="preserve"> FORMTEXT </w:instrText>
            </w:r>
            <w:r w:rsidRPr="001D10D1">
              <w:rPr>
                <w:b/>
              </w:rPr>
            </w:r>
            <w:r w:rsidRPr="001D10D1">
              <w:rPr>
                <w:b/>
              </w:rPr>
              <w:fldChar w:fldCharType="separate"/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Pr="001D10D1">
              <w:rPr>
                <w:b/>
              </w:rPr>
              <w:fldChar w:fldCharType="end"/>
            </w:r>
            <w:bookmarkEnd w:id="3"/>
          </w:p>
        </w:tc>
        <w:tc>
          <w:tcPr>
            <w:tcW w:w="3261" w:type="dxa"/>
            <w:vAlign w:val="center"/>
          </w:tcPr>
          <w:p w14:paraId="77BB6BD4" w14:textId="77777777" w:rsidR="003B42F8" w:rsidRPr="001D10D1" w:rsidRDefault="00606D61" w:rsidP="00004F63">
            <w:pPr>
              <w:jc w:val="center"/>
              <w:rPr>
                <w:b/>
              </w:rPr>
            </w:pPr>
            <w:r w:rsidRPr="001D10D1">
              <w:rPr>
                <w:b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4" w:name="T4"/>
            <w:r w:rsidR="003B42F8" w:rsidRPr="001D10D1">
              <w:rPr>
                <w:b/>
              </w:rPr>
              <w:instrText xml:space="preserve"> FORMTEXT </w:instrText>
            </w:r>
            <w:r w:rsidRPr="001D10D1">
              <w:rPr>
                <w:b/>
              </w:rPr>
            </w:r>
            <w:r w:rsidRPr="001D10D1">
              <w:rPr>
                <w:b/>
              </w:rPr>
              <w:fldChar w:fldCharType="separate"/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Pr="001D10D1">
              <w:rPr>
                <w:b/>
              </w:rPr>
              <w:fldChar w:fldCharType="end"/>
            </w:r>
            <w:bookmarkEnd w:id="4"/>
          </w:p>
        </w:tc>
      </w:tr>
    </w:tbl>
    <w:p w14:paraId="559D0001" w14:textId="77777777" w:rsidR="00746A21" w:rsidRDefault="00746A21" w:rsidP="00DB5589">
      <w:pPr>
        <w:pStyle w:val="Nadpis2"/>
        <w:numPr>
          <w:ilvl w:val="0"/>
          <w:numId w:val="0"/>
        </w:numPr>
        <w:spacing w:before="0" w:after="0"/>
        <w:rPr>
          <w:i w:val="0"/>
        </w:rPr>
      </w:pPr>
    </w:p>
    <w:p w14:paraId="0315F844" w14:textId="77777777" w:rsidR="00DB5589" w:rsidRDefault="008011E3" w:rsidP="00DB5589">
      <w:pPr>
        <w:pStyle w:val="Nadpis2"/>
        <w:numPr>
          <w:ilvl w:val="0"/>
          <w:numId w:val="0"/>
        </w:numPr>
        <w:spacing w:before="0" w:after="0"/>
        <w:rPr>
          <w:i w:val="0"/>
        </w:rPr>
      </w:pPr>
      <w:r w:rsidRPr="001D10D1">
        <w:rPr>
          <w:i w:val="0"/>
        </w:rPr>
        <w:t>Špecifikácia činností</w:t>
      </w:r>
    </w:p>
    <w:p w14:paraId="7CE1EA45" w14:textId="77777777" w:rsidR="00562B8B" w:rsidRPr="00251DC1" w:rsidRDefault="00562B8B" w:rsidP="00562B8B">
      <w:pPr>
        <w:rPr>
          <w:sz w:val="10"/>
          <w:szCs w:val="10"/>
        </w:rPr>
      </w:pPr>
    </w:p>
    <w:p w14:paraId="01E5414C" w14:textId="77777777" w:rsidR="00746A21" w:rsidRPr="00DA3596" w:rsidRDefault="00746A21" w:rsidP="00746A21">
      <w:pPr>
        <w:jc w:val="both"/>
        <w:rPr>
          <w:b/>
          <w:sz w:val="22"/>
          <w:szCs w:val="22"/>
        </w:rPr>
      </w:pPr>
      <w:r w:rsidRPr="00DA3596">
        <w:rPr>
          <w:b/>
          <w:sz w:val="22"/>
          <w:szCs w:val="22"/>
        </w:rPr>
        <w:t>Tabuľka 1</w:t>
      </w:r>
    </w:p>
    <w:p w14:paraId="5306BE20" w14:textId="77777777" w:rsidR="00746A21" w:rsidRPr="00562B8B" w:rsidRDefault="00746A21" w:rsidP="00746A21">
      <w:pPr>
        <w:rPr>
          <w:sz w:val="4"/>
          <w:szCs w:val="4"/>
        </w:rPr>
      </w:pPr>
    </w:p>
    <w:p w14:paraId="44B8B056" w14:textId="77777777" w:rsidR="00746A21" w:rsidRPr="00562B8B" w:rsidRDefault="00746A21" w:rsidP="00746A21">
      <w:pPr>
        <w:rPr>
          <w:sz w:val="4"/>
          <w:szCs w:val="4"/>
        </w:rPr>
        <w:sectPr w:rsidR="00746A21" w:rsidRPr="00562B8B" w:rsidSect="00EA0459">
          <w:headerReference w:type="default" r:id="rId8"/>
          <w:footerReference w:type="default" r:id="rId9"/>
          <w:footerReference w:type="first" r:id="rId10"/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p w14:paraId="7C51B47F" w14:textId="77777777" w:rsidR="008011E3" w:rsidRPr="00562B8B" w:rsidRDefault="008011E3" w:rsidP="00DB5589">
      <w:pPr>
        <w:pStyle w:val="Nadpis2"/>
        <w:numPr>
          <w:ilvl w:val="0"/>
          <w:numId w:val="0"/>
        </w:numPr>
        <w:spacing w:before="0" w:after="0"/>
        <w:rPr>
          <w:i w:val="0"/>
          <w:sz w:val="4"/>
          <w:szCs w:val="4"/>
        </w:rPr>
      </w:pPr>
    </w:p>
    <w:tbl>
      <w:tblPr>
        <w:tblpPr w:leftFromText="141" w:rightFromText="141" w:vertAnchor="text" w:horzAnchor="margin" w:tblpX="70" w:tblpY="29"/>
        <w:tblW w:w="10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4"/>
        <w:gridCol w:w="1418"/>
        <w:gridCol w:w="1701"/>
        <w:gridCol w:w="6237"/>
      </w:tblGrid>
      <w:tr w:rsidR="00746A21" w:rsidRPr="001D10D1" w14:paraId="1F3FC344" w14:textId="77777777" w:rsidTr="00C96E1E">
        <w:trPr>
          <w:trHeight w:val="257"/>
          <w:tblHeader/>
        </w:trPr>
        <w:tc>
          <w:tcPr>
            <w:tcW w:w="1134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6586637F" w14:textId="77777777" w:rsidR="00746A21" w:rsidRPr="001D10D1" w:rsidRDefault="00746A21" w:rsidP="00C96E1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Položka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6FA3E69C" w14:textId="77777777" w:rsidR="00746A21" w:rsidRPr="001D10D1" w:rsidRDefault="00746A21" w:rsidP="00C96E1E">
            <w:pPr>
              <w:jc w:val="center"/>
              <w:rPr>
                <w:b/>
              </w:rPr>
            </w:pPr>
            <w:r w:rsidRPr="001D10D1">
              <w:rPr>
                <w:b/>
                <w:sz w:val="22"/>
              </w:rPr>
              <w:t>Kód</w:t>
            </w:r>
          </w:p>
        </w:tc>
        <w:tc>
          <w:tcPr>
            <w:tcW w:w="6237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7DD2E8F4" w14:textId="77777777" w:rsidR="00746A21" w:rsidRPr="001D10D1" w:rsidRDefault="00746A21" w:rsidP="00C96E1E">
            <w:pPr>
              <w:jc w:val="center"/>
              <w:rPr>
                <w:b/>
              </w:rPr>
            </w:pPr>
            <w:r w:rsidRPr="001D10D1">
              <w:rPr>
                <w:b/>
                <w:sz w:val="22"/>
              </w:rPr>
              <w:t>Názov činnosti</w:t>
            </w:r>
          </w:p>
        </w:tc>
      </w:tr>
      <w:tr w:rsidR="00746A21" w:rsidRPr="001D10D1" w14:paraId="59AB9AF0" w14:textId="77777777" w:rsidTr="00C96E1E">
        <w:trPr>
          <w:trHeight w:val="268"/>
          <w:tblHeader/>
        </w:trPr>
        <w:tc>
          <w:tcPr>
            <w:tcW w:w="1134" w:type="dxa"/>
            <w:vMerge/>
            <w:tcBorders>
              <w:bottom w:val="single" w:sz="12" w:space="0" w:color="auto"/>
            </w:tcBorders>
            <w:shd w:val="pct10" w:color="000000" w:fill="FFFFFF"/>
          </w:tcPr>
          <w:p w14:paraId="6C32CD76" w14:textId="77777777" w:rsidR="00746A21" w:rsidRPr="001D10D1" w:rsidRDefault="00746A21" w:rsidP="00C96E1E">
            <w:pPr>
              <w:jc w:val="center"/>
              <w:rPr>
                <w:b/>
                <w:sz w:val="22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14:paraId="740105D3" w14:textId="77777777" w:rsidR="00746A21" w:rsidRPr="001D10D1" w:rsidRDefault="00746A21" w:rsidP="00C96E1E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EA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14:paraId="66496776" w14:textId="77777777" w:rsidR="00746A21" w:rsidRPr="001D10D1" w:rsidRDefault="00746A21" w:rsidP="00C96E1E">
            <w:pPr>
              <w:jc w:val="center"/>
              <w:rPr>
                <w:b/>
              </w:rPr>
            </w:pPr>
            <w:r w:rsidRPr="001D10D1">
              <w:rPr>
                <w:b/>
                <w:sz w:val="22"/>
              </w:rPr>
              <w:t>NACE</w:t>
            </w:r>
            <w:r>
              <w:rPr>
                <w:b/>
                <w:sz w:val="22"/>
              </w:rPr>
              <w:t xml:space="preserve"> *</w:t>
            </w:r>
          </w:p>
        </w:tc>
        <w:tc>
          <w:tcPr>
            <w:tcW w:w="6237" w:type="dxa"/>
            <w:vMerge/>
            <w:tcBorders>
              <w:bottom w:val="single" w:sz="12" w:space="0" w:color="auto"/>
            </w:tcBorders>
            <w:vAlign w:val="center"/>
          </w:tcPr>
          <w:p w14:paraId="291304CB" w14:textId="77777777" w:rsidR="00746A21" w:rsidRPr="001D10D1" w:rsidRDefault="00746A21" w:rsidP="00C96E1E">
            <w:pPr>
              <w:jc w:val="center"/>
              <w:rPr>
                <w:b/>
              </w:rPr>
            </w:pPr>
          </w:p>
        </w:tc>
      </w:tr>
      <w:tr w:rsidR="00746A21" w:rsidRPr="001D10D1" w14:paraId="432EC876" w14:textId="77777777" w:rsidTr="00C96E1E">
        <w:trPr>
          <w:trHeight w:val="20"/>
        </w:trPr>
        <w:tc>
          <w:tcPr>
            <w:tcW w:w="1134" w:type="dxa"/>
          </w:tcPr>
          <w:p w14:paraId="2763D60F" w14:textId="77777777" w:rsidR="00746A21" w:rsidRPr="001D10D1" w:rsidRDefault="00746A21" w:rsidP="00C96E1E">
            <w:pPr>
              <w:jc w:val="center"/>
            </w:pPr>
          </w:p>
        </w:tc>
        <w:tc>
          <w:tcPr>
            <w:tcW w:w="1418" w:type="dxa"/>
            <w:vAlign w:val="center"/>
          </w:tcPr>
          <w:p w14:paraId="3C17D45E" w14:textId="77777777" w:rsidR="00746A21" w:rsidRPr="001D10D1" w:rsidRDefault="00746A21" w:rsidP="00C96E1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93AE898" w14:textId="77777777" w:rsidR="00746A21" w:rsidRPr="001D10D1" w:rsidRDefault="00746A21" w:rsidP="00C96E1E">
            <w:pPr>
              <w:jc w:val="center"/>
            </w:pPr>
          </w:p>
          <w:p w14:paraId="63FA163D" w14:textId="77777777" w:rsidR="00746A21" w:rsidRPr="001D10D1" w:rsidRDefault="00746A21" w:rsidP="00C96E1E">
            <w:pPr>
              <w:jc w:val="center"/>
            </w:pPr>
          </w:p>
        </w:tc>
        <w:tc>
          <w:tcPr>
            <w:tcW w:w="6237" w:type="dxa"/>
            <w:vAlign w:val="center"/>
          </w:tcPr>
          <w:p w14:paraId="0C34084A" w14:textId="77777777" w:rsidR="00746A21" w:rsidRPr="001D10D1" w:rsidRDefault="00746A21" w:rsidP="00C96E1E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b w:val="0"/>
              </w:rPr>
            </w:pPr>
          </w:p>
        </w:tc>
      </w:tr>
      <w:tr w:rsidR="00746A21" w:rsidRPr="001D10D1" w14:paraId="7CBA6D02" w14:textId="77777777" w:rsidTr="00C96E1E">
        <w:trPr>
          <w:trHeight w:val="20"/>
        </w:trPr>
        <w:tc>
          <w:tcPr>
            <w:tcW w:w="1134" w:type="dxa"/>
          </w:tcPr>
          <w:p w14:paraId="74CD3EF1" w14:textId="77777777" w:rsidR="00746A21" w:rsidRPr="001D10D1" w:rsidRDefault="00746A21" w:rsidP="00C96E1E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0F488DC" w14:textId="77777777" w:rsidR="00746A21" w:rsidRPr="001D10D1" w:rsidRDefault="00746A21" w:rsidP="00C96E1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0330337" w14:textId="77777777" w:rsidR="00746A21" w:rsidRPr="001D10D1" w:rsidRDefault="00746A21" w:rsidP="00C96E1E">
            <w:pPr>
              <w:jc w:val="center"/>
            </w:pPr>
          </w:p>
          <w:p w14:paraId="000F1DAB" w14:textId="77777777" w:rsidR="00746A21" w:rsidRPr="001D10D1" w:rsidRDefault="00746A21" w:rsidP="00C96E1E">
            <w:pPr>
              <w:jc w:val="center"/>
            </w:pPr>
          </w:p>
        </w:tc>
        <w:tc>
          <w:tcPr>
            <w:tcW w:w="6237" w:type="dxa"/>
            <w:vAlign w:val="center"/>
          </w:tcPr>
          <w:p w14:paraId="5EF1C90A" w14:textId="77777777" w:rsidR="00746A21" w:rsidRPr="001D10D1" w:rsidRDefault="00746A21" w:rsidP="00C96E1E"/>
        </w:tc>
      </w:tr>
      <w:tr w:rsidR="00746A21" w:rsidRPr="001D10D1" w14:paraId="13546FBD" w14:textId="77777777" w:rsidTr="00C96E1E">
        <w:trPr>
          <w:trHeight w:val="20"/>
        </w:trPr>
        <w:tc>
          <w:tcPr>
            <w:tcW w:w="1134" w:type="dxa"/>
            <w:tcBorders>
              <w:bottom w:val="single" w:sz="12" w:space="0" w:color="auto"/>
            </w:tcBorders>
          </w:tcPr>
          <w:p w14:paraId="16F4CE2E" w14:textId="77777777" w:rsidR="00746A21" w:rsidRPr="001D10D1" w:rsidRDefault="00746A21" w:rsidP="00C96E1E">
            <w:pPr>
              <w:jc w:val="center"/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48967647" w14:textId="77777777" w:rsidR="00746A21" w:rsidRPr="001D10D1" w:rsidRDefault="00746A21" w:rsidP="00C96E1E">
            <w:pPr>
              <w:jc w:val="center"/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4F446B24" w14:textId="77777777" w:rsidR="00746A21" w:rsidRPr="001D10D1" w:rsidRDefault="00746A21" w:rsidP="00C96E1E">
            <w:pPr>
              <w:jc w:val="center"/>
            </w:pPr>
          </w:p>
          <w:p w14:paraId="0ECF2CC2" w14:textId="77777777" w:rsidR="00746A21" w:rsidRPr="001D10D1" w:rsidRDefault="00746A21" w:rsidP="00C96E1E">
            <w:pPr>
              <w:jc w:val="center"/>
            </w:pPr>
          </w:p>
        </w:tc>
        <w:tc>
          <w:tcPr>
            <w:tcW w:w="6237" w:type="dxa"/>
            <w:tcBorders>
              <w:bottom w:val="single" w:sz="12" w:space="0" w:color="auto"/>
            </w:tcBorders>
            <w:vAlign w:val="center"/>
          </w:tcPr>
          <w:p w14:paraId="3CF4B870" w14:textId="77777777" w:rsidR="00746A21" w:rsidRPr="001D10D1" w:rsidRDefault="00746A21" w:rsidP="00C96E1E"/>
        </w:tc>
      </w:tr>
    </w:tbl>
    <w:p w14:paraId="294F7157" w14:textId="77777777" w:rsidR="00746A21" w:rsidRDefault="00746A21" w:rsidP="00746A21">
      <w:pPr>
        <w:rPr>
          <w:b/>
        </w:rPr>
      </w:pPr>
      <w:r w:rsidRPr="00240D69">
        <w:rPr>
          <w:i/>
          <w:sz w:val="20"/>
          <w:szCs w:val="20"/>
          <w:lang w:val="en-GB"/>
        </w:rPr>
        <w:t xml:space="preserve">* </w:t>
      </w:r>
      <w:r w:rsidRPr="00EA0459">
        <w:rPr>
          <w:i/>
          <w:sz w:val="20"/>
          <w:szCs w:val="20"/>
        </w:rPr>
        <w:t xml:space="preserve">Členenie podľa </w:t>
      </w:r>
      <w:r w:rsidRPr="00240D69">
        <w:rPr>
          <w:i/>
          <w:sz w:val="20"/>
          <w:szCs w:val="20"/>
          <w:lang w:val="en-GB"/>
        </w:rPr>
        <w:t>Official Journal of the European Union L 393</w:t>
      </w:r>
    </w:p>
    <w:p w14:paraId="67BBDB9D" w14:textId="77777777" w:rsidR="00746A21" w:rsidRPr="00746A21" w:rsidRDefault="00746A21" w:rsidP="00746A21">
      <w:pPr>
        <w:rPr>
          <w:sz w:val="10"/>
          <w:szCs w:val="10"/>
        </w:rPr>
      </w:pPr>
    </w:p>
    <w:p w14:paraId="2CE4FB0A" w14:textId="77777777" w:rsidR="00746A21" w:rsidRPr="00DA3596" w:rsidRDefault="00746A21" w:rsidP="00746A21">
      <w:pPr>
        <w:jc w:val="both"/>
        <w:rPr>
          <w:b/>
          <w:sz w:val="22"/>
          <w:szCs w:val="22"/>
        </w:rPr>
      </w:pPr>
      <w:r w:rsidRPr="00DA3596">
        <w:rPr>
          <w:b/>
          <w:sz w:val="22"/>
          <w:szCs w:val="22"/>
        </w:rPr>
        <w:t>Tabuľka 2</w:t>
      </w:r>
    </w:p>
    <w:p w14:paraId="677F82C6" w14:textId="77777777" w:rsidR="00746A21" w:rsidRPr="00746A21" w:rsidRDefault="00746A21" w:rsidP="00746A21">
      <w:pPr>
        <w:rPr>
          <w:sz w:val="10"/>
          <w:szCs w:val="10"/>
        </w:rPr>
      </w:pPr>
    </w:p>
    <w:tbl>
      <w:tblPr>
        <w:tblW w:w="1049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9356"/>
      </w:tblGrid>
      <w:tr w:rsidR="00746A21" w:rsidRPr="00174445" w14:paraId="2B5C9E8E" w14:textId="77777777" w:rsidTr="00C96E1E">
        <w:trPr>
          <w:cantSplit/>
          <w:trHeight w:hRule="exact" w:val="637"/>
          <w:tblHeader/>
        </w:trPr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1C8E576" w14:textId="77777777" w:rsidR="00746A21" w:rsidRPr="00174445" w:rsidRDefault="00746A21" w:rsidP="001859C2">
            <w:pPr>
              <w:keepNext/>
              <w:ind w:left="432" w:hanging="432"/>
              <w:jc w:val="center"/>
              <w:outlineLvl w:val="0"/>
              <w:rPr>
                <w:rFonts w:ascii="Cambria" w:hAnsi="Cambria"/>
                <w:b/>
                <w:bCs/>
                <w:kern w:val="32"/>
                <w:sz w:val="22"/>
                <w:szCs w:val="32"/>
              </w:rPr>
            </w:pPr>
            <w:r w:rsidRPr="00174445">
              <w:rPr>
                <w:rFonts w:ascii="Cambria" w:hAnsi="Cambria"/>
                <w:b/>
                <w:bCs/>
                <w:kern w:val="32"/>
                <w:sz w:val="22"/>
                <w:szCs w:val="32"/>
              </w:rPr>
              <w:t>Por. č.</w:t>
            </w:r>
          </w:p>
        </w:tc>
        <w:tc>
          <w:tcPr>
            <w:tcW w:w="9356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3179930" w14:textId="77777777" w:rsidR="00746A21" w:rsidRPr="00174445" w:rsidRDefault="00746A21" w:rsidP="001859C2">
            <w:pPr>
              <w:keepNext/>
              <w:ind w:left="432"/>
              <w:jc w:val="center"/>
              <w:outlineLvl w:val="0"/>
              <w:rPr>
                <w:rFonts w:ascii="Cambria" w:hAnsi="Cambria"/>
                <w:b/>
                <w:bCs/>
                <w:kern w:val="32"/>
                <w:sz w:val="22"/>
                <w:szCs w:val="32"/>
              </w:rPr>
            </w:pPr>
            <w:r w:rsidRPr="00174445">
              <w:rPr>
                <w:rFonts w:ascii="Cambria" w:hAnsi="Cambria"/>
                <w:b/>
                <w:bCs/>
                <w:kern w:val="32"/>
                <w:sz w:val="22"/>
                <w:szCs w:val="32"/>
              </w:rPr>
              <w:t>Názov a adresa pracoviska</w:t>
            </w:r>
          </w:p>
        </w:tc>
      </w:tr>
      <w:tr w:rsidR="00746A21" w:rsidRPr="00174445" w14:paraId="2EDDA053" w14:textId="77777777" w:rsidTr="00C96E1E">
        <w:trPr>
          <w:cantSplit/>
          <w:trHeight w:val="28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B3B7871" w14:textId="77777777" w:rsidR="00746A21" w:rsidRPr="00174445" w:rsidRDefault="00746A21" w:rsidP="00C96E1E">
            <w:pPr>
              <w:ind w:left="-70" w:firstLine="70"/>
              <w:jc w:val="both"/>
              <w:rPr>
                <w:sz w:val="22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84C22" w14:textId="77777777" w:rsidR="00746A21" w:rsidRPr="00174445" w:rsidRDefault="00746A21" w:rsidP="00746A21">
            <w:pPr>
              <w:rPr>
                <w:sz w:val="22"/>
              </w:rPr>
            </w:pPr>
          </w:p>
        </w:tc>
      </w:tr>
      <w:tr w:rsidR="00746A21" w:rsidRPr="00174445" w14:paraId="741E1BA0" w14:textId="77777777" w:rsidTr="00C96E1E">
        <w:trPr>
          <w:cantSplit/>
          <w:trHeight w:val="284"/>
        </w:trPr>
        <w:tc>
          <w:tcPr>
            <w:tcW w:w="1134" w:type="dxa"/>
            <w:tcBorders>
              <w:top w:val="single" w:sz="4" w:space="0" w:color="auto"/>
            </w:tcBorders>
          </w:tcPr>
          <w:p w14:paraId="075C602E" w14:textId="77777777" w:rsidR="00746A21" w:rsidRPr="00174445" w:rsidRDefault="00746A21" w:rsidP="001859C2">
            <w:pPr>
              <w:jc w:val="center"/>
              <w:rPr>
                <w:sz w:val="22"/>
              </w:rPr>
            </w:pPr>
          </w:p>
        </w:tc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7DE277E2" w14:textId="77777777" w:rsidR="00C96E1E" w:rsidRPr="00174445" w:rsidRDefault="00C96E1E" w:rsidP="00746A21">
            <w:pPr>
              <w:rPr>
                <w:sz w:val="22"/>
              </w:rPr>
            </w:pPr>
          </w:p>
        </w:tc>
      </w:tr>
      <w:tr w:rsidR="00746A21" w:rsidRPr="00174445" w14:paraId="64A0140F" w14:textId="77777777" w:rsidTr="00C96E1E">
        <w:trPr>
          <w:cantSplit/>
          <w:trHeight w:val="284"/>
        </w:trPr>
        <w:tc>
          <w:tcPr>
            <w:tcW w:w="1134" w:type="dxa"/>
          </w:tcPr>
          <w:p w14:paraId="4216B326" w14:textId="77777777" w:rsidR="001D75AD" w:rsidRPr="00174445" w:rsidRDefault="001D75AD" w:rsidP="001D75AD">
            <w:pPr>
              <w:rPr>
                <w:sz w:val="22"/>
              </w:rPr>
            </w:pPr>
          </w:p>
        </w:tc>
        <w:tc>
          <w:tcPr>
            <w:tcW w:w="9356" w:type="dxa"/>
            <w:vAlign w:val="center"/>
          </w:tcPr>
          <w:p w14:paraId="7BE3938A" w14:textId="77777777" w:rsidR="00794280" w:rsidRPr="00174445" w:rsidRDefault="00794280" w:rsidP="00794280">
            <w:pPr>
              <w:rPr>
                <w:sz w:val="22"/>
              </w:rPr>
            </w:pPr>
          </w:p>
        </w:tc>
      </w:tr>
    </w:tbl>
    <w:p w14:paraId="6C2E7843" w14:textId="77777777" w:rsidR="00746A21" w:rsidRPr="00746A21" w:rsidRDefault="00746A21" w:rsidP="00746A21">
      <w:pPr>
        <w:rPr>
          <w:sz w:val="4"/>
          <w:szCs w:val="4"/>
        </w:rPr>
      </w:pPr>
    </w:p>
    <w:p w14:paraId="4DC882FF" w14:textId="77777777" w:rsidR="00DB5589" w:rsidRDefault="00DB5589">
      <w:pPr>
        <w:rPr>
          <w:i/>
          <w:sz w:val="20"/>
          <w:szCs w:val="20"/>
          <w:lang w:val="en-GB"/>
        </w:rPr>
        <w:sectPr w:rsidR="00DB5589" w:rsidSect="00EA0459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205656C4" w14:textId="77777777" w:rsidR="008011E3" w:rsidRPr="001D10D1" w:rsidRDefault="004838C9">
      <w:pPr>
        <w:rPr>
          <w:i/>
          <w:sz w:val="20"/>
        </w:rPr>
      </w:pPr>
      <w:r>
        <w:rPr>
          <w:i/>
          <w:sz w:val="20"/>
        </w:rPr>
        <w:t xml:space="preserve">Tabuľku vyplniť podľa </w:t>
      </w:r>
      <w:r w:rsidR="008011E3" w:rsidRPr="001D10D1">
        <w:rPr>
          <w:i/>
          <w:sz w:val="20"/>
        </w:rPr>
        <w:t>MSA-E/01.</w:t>
      </w:r>
    </w:p>
    <w:p w14:paraId="2B4B66C9" w14:textId="77777777" w:rsidR="00FA5E63" w:rsidRPr="001D10D1" w:rsidRDefault="00FA5E63">
      <w:pPr>
        <w:pBdr>
          <w:bottom w:val="single" w:sz="4" w:space="1" w:color="auto"/>
        </w:pBdr>
        <w:rPr>
          <w:b/>
        </w:rPr>
      </w:pPr>
    </w:p>
    <w:p w14:paraId="06B2EEBC" w14:textId="77777777" w:rsidR="00EA0459" w:rsidRPr="001D10D1" w:rsidRDefault="00606D61" w:rsidP="00EA0459">
      <w:pPr>
        <w:jc w:val="both"/>
      </w:pPr>
      <w:r w:rsidRPr="001D10D1"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EA0459" w:rsidRPr="001D10D1">
        <w:instrText xml:space="preserve"> FORMTEXT </w:instrText>
      </w:r>
      <w:r w:rsidRPr="001D10D1">
        <w:fldChar w:fldCharType="separate"/>
      </w:r>
      <w:r w:rsidR="00EA0459" w:rsidRPr="001D10D1">
        <w:rPr>
          <w:noProof/>
        </w:rPr>
        <w:t> </w:t>
      </w:r>
      <w:r w:rsidRPr="001D10D1">
        <w:fldChar w:fldCharType="end"/>
      </w:r>
    </w:p>
    <w:p w14:paraId="197D613D" w14:textId="77777777" w:rsidR="008011E3" w:rsidRPr="001D10D1" w:rsidRDefault="008011E3" w:rsidP="00317D8B">
      <w:pPr>
        <w:keepLines/>
        <w:rPr>
          <w:sz w:val="28"/>
        </w:rPr>
      </w:pPr>
      <w:r w:rsidRPr="001D10D1">
        <w:rPr>
          <w:sz w:val="28"/>
        </w:rPr>
        <w:t>Vyhlásenie:</w:t>
      </w:r>
    </w:p>
    <w:p w14:paraId="7A082AD0" w14:textId="77777777" w:rsidR="008011E3" w:rsidRDefault="008011E3" w:rsidP="00317D8B">
      <w:pPr>
        <w:keepLines/>
        <w:rPr>
          <w:sz w:val="28"/>
        </w:rPr>
      </w:pPr>
    </w:p>
    <w:p w14:paraId="265F5C9C" w14:textId="77777777" w:rsidR="008011E3" w:rsidRPr="001D10D1" w:rsidRDefault="008011E3" w:rsidP="00317D8B">
      <w:pPr>
        <w:keepLines/>
        <w:jc w:val="both"/>
        <w:rPr>
          <w:spacing w:val="-2"/>
          <w:sz w:val="28"/>
        </w:rPr>
      </w:pPr>
      <w:r w:rsidRPr="001D10D1">
        <w:rPr>
          <w:spacing w:val="-2"/>
          <w:sz w:val="28"/>
        </w:rPr>
        <w:t xml:space="preserve">Vyhlasujem, že nevykonávam žiadne činnosti, ktoré by mohli ovplyvniť dôvernosť, objektívnosť alebo nestrannosť procesu overovania a som pri vykonávaní svojich činností nezávislý, najmä od audítora alebo konzultanta organizácie v zmysle bodu 4 čl. 20 </w:t>
      </w:r>
      <w:r w:rsidR="00303288">
        <w:rPr>
          <w:spacing w:val="-2"/>
          <w:sz w:val="28"/>
        </w:rPr>
        <w:t>n</w:t>
      </w:r>
      <w:r w:rsidRPr="001D10D1">
        <w:rPr>
          <w:spacing w:val="-2"/>
          <w:sz w:val="28"/>
        </w:rPr>
        <w:t>ariadenia Európskeho parlamentu a Rady (ES) č. 1221/2009.</w:t>
      </w:r>
    </w:p>
    <w:p w14:paraId="337087A4" w14:textId="77777777" w:rsidR="003B42F8" w:rsidRPr="001D10D1" w:rsidRDefault="003B42F8" w:rsidP="00317D8B">
      <w:pPr>
        <w:keepLines/>
        <w:jc w:val="both"/>
        <w:rPr>
          <w:i/>
          <w:sz w:val="20"/>
        </w:rPr>
      </w:pPr>
    </w:p>
    <w:p w14:paraId="7F10768A" w14:textId="77777777" w:rsidR="003B42F8" w:rsidRPr="001D10D1" w:rsidRDefault="005F5DEC" w:rsidP="00317D8B">
      <w:pPr>
        <w:keepLines/>
        <w:jc w:val="both"/>
        <w:rPr>
          <w:spacing w:val="-2"/>
          <w:sz w:val="28"/>
        </w:rPr>
      </w:pPr>
      <w:r w:rsidRPr="001D10D1">
        <w:rPr>
          <w:sz w:val="28"/>
        </w:rPr>
        <w:t>Vyhlasujem, že som oprávnený, v mene organizácie, ktorú zastupujem, predložiť túto žiadosť a že informácie v nej uvedené sú pravdivé a presné.</w:t>
      </w:r>
    </w:p>
    <w:p w14:paraId="35A095C7" w14:textId="77777777" w:rsidR="008011E3" w:rsidRPr="001D10D1" w:rsidRDefault="008011E3" w:rsidP="00317D8B">
      <w:pPr>
        <w:keepLines/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8011E3" w:rsidRPr="001D10D1" w14:paraId="293616ED" w14:textId="77777777" w:rsidTr="003D3B13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C9EC0B1" w14:textId="77777777" w:rsidR="008011E3" w:rsidRPr="001D10D1" w:rsidRDefault="008011E3" w:rsidP="00317D8B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1D10D1"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153387E" w14:textId="77777777" w:rsidR="008011E3" w:rsidRPr="001D10D1" w:rsidRDefault="008011E3" w:rsidP="00317D8B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5" w:name="T5"/>
          <w:p w14:paraId="10AB0CB9" w14:textId="77777777" w:rsidR="008011E3" w:rsidRPr="001D10D1" w:rsidRDefault="00606D61" w:rsidP="00317D8B">
            <w:pPr>
              <w:keepLines/>
            </w:pPr>
            <w:r w:rsidRPr="001D10D1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8011E3" w:rsidRPr="001D10D1">
              <w:instrText xml:space="preserve"> FORMTEXT </w:instrText>
            </w:r>
            <w:r w:rsidRPr="001D10D1">
              <w:fldChar w:fldCharType="separate"/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5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D13CB9C" w14:textId="77777777" w:rsidR="008011E3" w:rsidRPr="001D10D1" w:rsidRDefault="008011E3" w:rsidP="00317D8B">
            <w:pPr>
              <w:keepLines/>
              <w:spacing w:before="90"/>
              <w:ind w:left="-70"/>
            </w:pPr>
            <w:r w:rsidRPr="001D10D1">
              <w:t>Podpis:</w:t>
            </w: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76CE34" w14:textId="77777777" w:rsidR="008011E3" w:rsidRPr="001D10D1" w:rsidRDefault="008011E3" w:rsidP="00317D8B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6" w:name="T6"/>
          <w:p w14:paraId="27D17304" w14:textId="77777777" w:rsidR="008011E3" w:rsidRPr="001D10D1" w:rsidRDefault="00606D61" w:rsidP="00317D8B">
            <w:pPr>
              <w:keepLines/>
            </w:pPr>
            <w:r w:rsidRPr="001D10D1"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8011E3" w:rsidRPr="001D10D1">
              <w:instrText xml:space="preserve"> FORMTEXT </w:instrText>
            </w:r>
            <w:r w:rsidRPr="001D10D1">
              <w:fldChar w:fldCharType="separate"/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6"/>
          </w:p>
        </w:tc>
      </w:tr>
      <w:tr w:rsidR="008011E3" w:rsidRPr="001D10D1" w14:paraId="5560FCC3" w14:textId="77777777" w:rsidTr="003D3B13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1A5DF6" w14:textId="77777777" w:rsidR="008011E3" w:rsidRPr="001D10D1" w:rsidRDefault="008011E3" w:rsidP="00317D8B">
            <w:pPr>
              <w:keepLines/>
              <w:spacing w:before="90"/>
              <w:ind w:left="-70"/>
            </w:pPr>
            <w:r w:rsidRPr="001D10D1">
              <w:t>Meno a priezvisko: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14:paraId="5D93745E" w14:textId="77777777" w:rsidR="008011E3" w:rsidRPr="001D10D1" w:rsidRDefault="008011E3" w:rsidP="00317D8B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7" w:name="T7"/>
          <w:p w14:paraId="7CE4175B" w14:textId="77777777" w:rsidR="008011E3" w:rsidRPr="001D10D1" w:rsidRDefault="00606D61" w:rsidP="00317D8B">
            <w:pPr>
              <w:keepLines/>
            </w:pPr>
            <w:r w:rsidRPr="001D10D1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8011E3" w:rsidRPr="001D10D1">
              <w:instrText xml:space="preserve"> FORMTEXT </w:instrText>
            </w:r>
            <w:r w:rsidRPr="001D10D1">
              <w:fldChar w:fldCharType="separate"/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7"/>
          </w:p>
        </w:tc>
      </w:tr>
      <w:tr w:rsidR="008011E3" w:rsidRPr="001D10D1" w14:paraId="0B6C5539" w14:textId="77777777" w:rsidTr="003D3B13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DA4AD" w14:textId="77777777" w:rsidR="008011E3" w:rsidRPr="001D10D1" w:rsidRDefault="008011E3" w:rsidP="00317D8B">
            <w:pPr>
              <w:keepLines/>
              <w:spacing w:before="90"/>
              <w:ind w:left="-70"/>
            </w:pPr>
            <w:r w:rsidRPr="001D10D1">
              <w:t>Funkcia:</w:t>
            </w: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34089" w14:textId="77777777" w:rsidR="008011E3" w:rsidRPr="001D10D1" w:rsidRDefault="008011E3" w:rsidP="00317D8B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8" w:name="T8"/>
          <w:p w14:paraId="293FB0BF" w14:textId="77777777" w:rsidR="008011E3" w:rsidRPr="001D10D1" w:rsidRDefault="00606D61" w:rsidP="00317D8B">
            <w:pPr>
              <w:keepLines/>
            </w:pPr>
            <w:r w:rsidRPr="001D10D1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8011E3" w:rsidRPr="001D10D1">
              <w:instrText xml:space="preserve"> FORMTEXT </w:instrText>
            </w:r>
            <w:r w:rsidRPr="001D10D1">
              <w:fldChar w:fldCharType="separate"/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8"/>
          </w:p>
        </w:tc>
      </w:tr>
    </w:tbl>
    <w:p w14:paraId="560E2A45" w14:textId="77777777" w:rsidR="00EA0459" w:rsidRPr="001D10D1" w:rsidRDefault="00EA0459" w:rsidP="00317D8B">
      <w:pPr>
        <w:pStyle w:val="Pta"/>
        <w:keepLines/>
        <w:tabs>
          <w:tab w:val="clear" w:pos="4153"/>
          <w:tab w:val="clear" w:pos="8306"/>
        </w:tabs>
        <w:rPr>
          <w:noProof/>
          <w:sz w:val="2"/>
        </w:rPr>
      </w:pPr>
    </w:p>
    <w:sectPr w:rsidR="00EA0459" w:rsidRPr="001D10D1" w:rsidSect="001D7A49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0AAE5" w14:textId="77777777" w:rsidR="00E56D22" w:rsidRDefault="00E56D22">
      <w:r>
        <w:separator/>
      </w:r>
    </w:p>
  </w:endnote>
  <w:endnote w:type="continuationSeparator" w:id="0">
    <w:p w14:paraId="5DAE25F7" w14:textId="77777777" w:rsidR="00E56D22" w:rsidRDefault="00E56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A4242" w14:textId="77777777" w:rsidR="00794280" w:rsidRPr="00997854" w:rsidRDefault="00794280" w:rsidP="00794280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/OA9/1</w:t>
    </w:r>
  </w:p>
  <w:p w14:paraId="0BECCBD3" w14:textId="77777777" w:rsidR="008011E3" w:rsidRDefault="00794280" w:rsidP="00794280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FA5E63">
      <w:rPr>
        <w:b/>
      </w:rPr>
      <w:t>29.11</w:t>
    </w:r>
    <w:r>
      <w:rPr>
        <w:b/>
      </w:rPr>
      <w:t>.19</w:t>
    </w:r>
    <w:r w:rsidR="00EA0459">
      <w:rPr>
        <w:b/>
      </w:rPr>
      <w:tab/>
    </w:r>
    <w:r w:rsidR="00EA0459">
      <w:t xml:space="preserve">Strana: </w:t>
    </w:r>
    <w:r w:rsidR="00606D61" w:rsidRPr="00997854">
      <w:rPr>
        <w:rStyle w:val="slostrany"/>
        <w:b/>
      </w:rPr>
      <w:fldChar w:fldCharType="begin"/>
    </w:r>
    <w:r w:rsidR="00EA0459" w:rsidRPr="00997854">
      <w:rPr>
        <w:rStyle w:val="slostrany"/>
        <w:b/>
      </w:rPr>
      <w:instrText xml:space="preserve"> PAGE </w:instrText>
    </w:r>
    <w:r w:rsidR="00606D61" w:rsidRPr="00997854">
      <w:rPr>
        <w:rStyle w:val="slostrany"/>
        <w:b/>
      </w:rPr>
      <w:fldChar w:fldCharType="separate"/>
    </w:r>
    <w:r w:rsidR="00FA5E63">
      <w:rPr>
        <w:rStyle w:val="slostrany"/>
        <w:b/>
        <w:noProof/>
      </w:rPr>
      <w:t>2</w:t>
    </w:r>
    <w:r w:rsidR="00606D61" w:rsidRPr="00997854">
      <w:rPr>
        <w:rStyle w:val="slostrany"/>
        <w:b/>
      </w:rPr>
      <w:fldChar w:fldCharType="end"/>
    </w:r>
    <w:r w:rsidR="00EA0459" w:rsidRPr="00997854">
      <w:rPr>
        <w:rStyle w:val="slostrany"/>
        <w:b/>
      </w:rPr>
      <w:t xml:space="preserve"> </w:t>
    </w:r>
    <w:r w:rsidR="00EA0459" w:rsidRPr="00DB2276">
      <w:rPr>
        <w:rStyle w:val="slostrany"/>
        <w:b/>
      </w:rPr>
      <w:t>/</w:t>
    </w:r>
    <w:r w:rsidR="00EA0459">
      <w:rPr>
        <w:rStyle w:val="slostrany"/>
        <w:b/>
      </w:rPr>
      <w:t xml:space="preserve"> </w:t>
    </w:r>
    <w:r w:rsidR="00647D03">
      <w:rPr>
        <w:rStyle w:val="slostrany"/>
        <w:b/>
        <w:noProof/>
      </w:rPr>
      <w:fldChar w:fldCharType="begin"/>
    </w:r>
    <w:r w:rsidR="00647D03">
      <w:rPr>
        <w:rStyle w:val="slostrany"/>
        <w:b/>
        <w:noProof/>
      </w:rPr>
      <w:instrText xml:space="preserve"> NUMPAGES   \* MERGEFORMAT </w:instrText>
    </w:r>
    <w:r w:rsidR="00647D03">
      <w:rPr>
        <w:rStyle w:val="slostrany"/>
        <w:b/>
        <w:noProof/>
      </w:rPr>
      <w:fldChar w:fldCharType="separate"/>
    </w:r>
    <w:r w:rsidR="00FA5E63">
      <w:rPr>
        <w:rStyle w:val="slostrany"/>
        <w:b/>
        <w:noProof/>
      </w:rPr>
      <w:t>2</w:t>
    </w:r>
    <w:r w:rsidR="00647D03">
      <w:rPr>
        <w:rStyle w:val="slostrany"/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B5D85" w14:textId="77777777" w:rsidR="00794280" w:rsidRPr="00997854" w:rsidRDefault="00794280" w:rsidP="00794280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/OA9/1</w:t>
    </w:r>
  </w:p>
  <w:p w14:paraId="1BCF949B" w14:textId="77777777" w:rsidR="008011E3" w:rsidRPr="009A64FA" w:rsidRDefault="00794280" w:rsidP="00794280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FA5E63">
      <w:rPr>
        <w:b/>
      </w:rPr>
      <w:t>29.11</w:t>
    </w:r>
    <w:r>
      <w:rPr>
        <w:b/>
      </w:rPr>
      <w:t>.19</w:t>
    </w:r>
    <w:r w:rsidR="00A37057">
      <w:rPr>
        <w:b/>
      </w:rPr>
      <w:tab/>
    </w:r>
    <w:r w:rsidR="008011E3">
      <w:t xml:space="preserve">Strana: </w:t>
    </w:r>
    <w:r w:rsidR="00606D61" w:rsidRPr="00997854">
      <w:rPr>
        <w:rStyle w:val="slostrany"/>
        <w:b/>
      </w:rPr>
      <w:fldChar w:fldCharType="begin"/>
    </w:r>
    <w:r w:rsidR="008011E3" w:rsidRPr="00997854">
      <w:rPr>
        <w:rStyle w:val="slostrany"/>
        <w:b/>
      </w:rPr>
      <w:instrText xml:space="preserve"> PAGE </w:instrText>
    </w:r>
    <w:r w:rsidR="00606D61" w:rsidRPr="00997854">
      <w:rPr>
        <w:rStyle w:val="slostrany"/>
        <w:b/>
      </w:rPr>
      <w:fldChar w:fldCharType="separate"/>
    </w:r>
    <w:r w:rsidR="00FA5E63">
      <w:rPr>
        <w:rStyle w:val="slostrany"/>
        <w:b/>
        <w:noProof/>
      </w:rPr>
      <w:t>1</w:t>
    </w:r>
    <w:r w:rsidR="00606D61" w:rsidRPr="00997854">
      <w:rPr>
        <w:rStyle w:val="slostrany"/>
        <w:b/>
      </w:rPr>
      <w:fldChar w:fldCharType="end"/>
    </w:r>
    <w:r w:rsidR="008011E3" w:rsidRPr="00997854">
      <w:rPr>
        <w:rStyle w:val="slostrany"/>
        <w:b/>
      </w:rPr>
      <w:t xml:space="preserve"> </w:t>
    </w:r>
    <w:r w:rsidR="008011E3" w:rsidRPr="00DB2276">
      <w:rPr>
        <w:rStyle w:val="slostrany"/>
        <w:b/>
      </w:rPr>
      <w:t>/</w:t>
    </w:r>
    <w:r w:rsidR="008011E3">
      <w:rPr>
        <w:rStyle w:val="slostrany"/>
        <w:b/>
      </w:rPr>
      <w:t xml:space="preserve"> </w:t>
    </w:r>
    <w:r>
      <w:rPr>
        <w:rStyle w:val="slostrany"/>
        <w:b/>
      </w:rPr>
      <w:fldChar w:fldCharType="begin"/>
    </w:r>
    <w:r>
      <w:rPr>
        <w:rStyle w:val="slostrany"/>
        <w:b/>
      </w:rPr>
      <w:instrText xml:space="preserve"> NUMPAGES   \* MERGEFORMAT </w:instrText>
    </w:r>
    <w:r>
      <w:rPr>
        <w:rStyle w:val="slostrany"/>
        <w:b/>
      </w:rPr>
      <w:fldChar w:fldCharType="separate"/>
    </w:r>
    <w:r w:rsidR="00FA5E63">
      <w:rPr>
        <w:rStyle w:val="slostrany"/>
        <w:b/>
        <w:noProof/>
      </w:rPr>
      <w:t>1</w:t>
    </w:r>
    <w:r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6F398" w14:textId="77777777" w:rsidR="00E56D22" w:rsidRDefault="00E56D22">
      <w:r>
        <w:separator/>
      </w:r>
    </w:p>
  </w:footnote>
  <w:footnote w:type="continuationSeparator" w:id="0">
    <w:p w14:paraId="4AC70F8D" w14:textId="77777777" w:rsidR="00E56D22" w:rsidRDefault="00E56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EA0459" w14:paraId="384B66EC" w14:textId="77777777" w:rsidTr="00EA0459">
      <w:trPr>
        <w:trHeight w:hRule="exact" w:val="454"/>
      </w:trPr>
      <w:tc>
        <w:tcPr>
          <w:tcW w:w="1080" w:type="dxa"/>
          <w:shd w:val="pct10" w:color="000000" w:fill="FFFFFF"/>
        </w:tcPr>
        <w:p w14:paraId="21AED3F3" w14:textId="77777777" w:rsidR="00EA0459" w:rsidRPr="001A3ED2" w:rsidRDefault="00EA0459">
          <w:pPr>
            <w:pStyle w:val="Hlavika"/>
            <w:rPr>
              <w:sz w:val="20"/>
              <w:szCs w:val="22"/>
            </w:rPr>
          </w:pPr>
          <w:r w:rsidRPr="001A3ED2">
            <w:rPr>
              <w:sz w:val="20"/>
              <w:szCs w:val="22"/>
            </w:rPr>
            <w:t>Žiadateľ:</w:t>
          </w:r>
        </w:p>
      </w:tc>
      <w:tc>
        <w:tcPr>
          <w:tcW w:w="9410" w:type="dxa"/>
        </w:tcPr>
        <w:p w14:paraId="4B05CB0C" w14:textId="77777777" w:rsidR="00EA0459" w:rsidRPr="001A3ED2" w:rsidRDefault="00C96E1E" w:rsidP="00C96E1E">
          <w:pPr>
            <w:pStyle w:val="Hlavika"/>
            <w:ind w:left="113"/>
            <w:rPr>
              <w:sz w:val="20"/>
              <w:szCs w:val="22"/>
            </w:rPr>
          </w:pPr>
          <w:r>
            <w:rPr>
              <w:sz w:val="18"/>
              <w:szCs w:val="22"/>
            </w:rPr>
            <w:fldChar w:fldCharType="begin"/>
          </w:r>
          <w:r>
            <w:rPr>
              <w:sz w:val="18"/>
              <w:szCs w:val="22"/>
            </w:rPr>
            <w:instrText xml:space="preserve"> REF \* CHARFORMAT T1  \* MERGEFORMAT </w:instrText>
          </w:r>
          <w:r>
            <w:rPr>
              <w:sz w:val="18"/>
              <w:szCs w:val="22"/>
            </w:rPr>
            <w:fldChar w:fldCharType="separate"/>
          </w:r>
          <w:r w:rsidRPr="00C96E1E">
            <w:rPr>
              <w:sz w:val="18"/>
              <w:szCs w:val="22"/>
            </w:rPr>
            <w:t>názov / obchodné meno</w:t>
          </w:r>
          <w:r>
            <w:rPr>
              <w:sz w:val="18"/>
              <w:szCs w:val="22"/>
            </w:rPr>
            <w:fldChar w:fldCharType="end"/>
          </w:r>
          <w:r w:rsidR="00EA0459" w:rsidRPr="001A3ED2">
            <w:rPr>
              <w:sz w:val="18"/>
              <w:szCs w:val="22"/>
            </w:rPr>
            <w:t xml:space="preserve">, </w:t>
          </w:r>
          <w:r>
            <w:rPr>
              <w:sz w:val="18"/>
              <w:szCs w:val="22"/>
            </w:rPr>
            <w:fldChar w:fldCharType="begin"/>
          </w:r>
          <w:r>
            <w:rPr>
              <w:sz w:val="18"/>
              <w:szCs w:val="22"/>
            </w:rPr>
            <w:instrText xml:space="preserve"> REF \* CHARFORMAT T2  \* MERGEFORMAT </w:instrText>
          </w:r>
          <w:r>
            <w:rPr>
              <w:sz w:val="18"/>
              <w:szCs w:val="22"/>
            </w:rPr>
            <w:fldChar w:fldCharType="separate"/>
          </w:r>
          <w:r w:rsidRPr="00C96E1E">
            <w:rPr>
              <w:sz w:val="18"/>
              <w:szCs w:val="22"/>
            </w:rPr>
            <w:t>adresa sídla</w:t>
          </w:r>
          <w:r>
            <w:rPr>
              <w:sz w:val="18"/>
              <w:szCs w:val="22"/>
            </w:rPr>
            <w:fldChar w:fldCharType="end"/>
          </w:r>
        </w:p>
      </w:tc>
    </w:tr>
  </w:tbl>
  <w:p w14:paraId="3FB8443A" w14:textId="77777777" w:rsidR="008011E3" w:rsidRDefault="008011E3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8169017">
    <w:abstractNumId w:val="4"/>
  </w:num>
  <w:num w:numId="2" w16cid:durableId="104859599">
    <w:abstractNumId w:val="5"/>
  </w:num>
  <w:num w:numId="3" w16cid:durableId="745567464">
    <w:abstractNumId w:val="12"/>
  </w:num>
  <w:num w:numId="4" w16cid:durableId="1353650560">
    <w:abstractNumId w:val="3"/>
  </w:num>
  <w:num w:numId="5" w16cid:durableId="543837406">
    <w:abstractNumId w:val="11"/>
  </w:num>
  <w:num w:numId="6" w16cid:durableId="1007706581">
    <w:abstractNumId w:val="2"/>
  </w:num>
  <w:num w:numId="7" w16cid:durableId="190807656">
    <w:abstractNumId w:val="8"/>
  </w:num>
  <w:num w:numId="8" w16cid:durableId="533734798">
    <w:abstractNumId w:val="7"/>
  </w:num>
  <w:num w:numId="9" w16cid:durableId="899747992">
    <w:abstractNumId w:val="10"/>
  </w:num>
  <w:num w:numId="10" w16cid:durableId="503008688">
    <w:abstractNumId w:val="9"/>
  </w:num>
  <w:num w:numId="11" w16cid:durableId="1729497702">
    <w:abstractNumId w:val="1"/>
  </w:num>
  <w:num w:numId="12" w16cid:durableId="142940323">
    <w:abstractNumId w:val="6"/>
  </w:num>
  <w:num w:numId="13" w16cid:durableId="700134761">
    <w:abstractNumId w:val="13"/>
  </w:num>
  <w:num w:numId="14" w16cid:durableId="1986424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6+oOqV1UJXH3IHdN/1mBfKO6XE=" w:salt="N112cx9qp4sufB6luMjjn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EB8"/>
    <w:rsid w:val="00004F63"/>
    <w:rsid w:val="00024E3C"/>
    <w:rsid w:val="00024EE5"/>
    <w:rsid w:val="000310CB"/>
    <w:rsid w:val="00034DB9"/>
    <w:rsid w:val="000414A4"/>
    <w:rsid w:val="000558FC"/>
    <w:rsid w:val="000E2426"/>
    <w:rsid w:val="001319FD"/>
    <w:rsid w:val="001446CB"/>
    <w:rsid w:val="00150A2E"/>
    <w:rsid w:val="00155F8A"/>
    <w:rsid w:val="00174445"/>
    <w:rsid w:val="001A3ED2"/>
    <w:rsid w:val="001B00FA"/>
    <w:rsid w:val="001B4CEA"/>
    <w:rsid w:val="001D10D1"/>
    <w:rsid w:val="001D75AD"/>
    <w:rsid w:val="001D7A49"/>
    <w:rsid w:val="001F0239"/>
    <w:rsid w:val="00240D69"/>
    <w:rsid w:val="00264CD7"/>
    <w:rsid w:val="002B1F59"/>
    <w:rsid w:val="002C6558"/>
    <w:rsid w:val="00303288"/>
    <w:rsid w:val="00317D8B"/>
    <w:rsid w:val="003217DD"/>
    <w:rsid w:val="00340F7F"/>
    <w:rsid w:val="003571F8"/>
    <w:rsid w:val="003830A8"/>
    <w:rsid w:val="003967BF"/>
    <w:rsid w:val="0039790D"/>
    <w:rsid w:val="003B42F8"/>
    <w:rsid w:val="003D3B13"/>
    <w:rsid w:val="00450D25"/>
    <w:rsid w:val="004651E5"/>
    <w:rsid w:val="004838C9"/>
    <w:rsid w:val="004956A9"/>
    <w:rsid w:val="004A74E5"/>
    <w:rsid w:val="004B71AD"/>
    <w:rsid w:val="004D4904"/>
    <w:rsid w:val="00505744"/>
    <w:rsid w:val="00562B8B"/>
    <w:rsid w:val="005F0FBD"/>
    <w:rsid w:val="005F5DEC"/>
    <w:rsid w:val="00606D61"/>
    <w:rsid w:val="006211C5"/>
    <w:rsid w:val="00647D03"/>
    <w:rsid w:val="006E3A14"/>
    <w:rsid w:val="00706193"/>
    <w:rsid w:val="00717680"/>
    <w:rsid w:val="0072656A"/>
    <w:rsid w:val="00746A21"/>
    <w:rsid w:val="00765223"/>
    <w:rsid w:val="00794280"/>
    <w:rsid w:val="007A5EB8"/>
    <w:rsid w:val="007B0BDD"/>
    <w:rsid w:val="007C49A1"/>
    <w:rsid w:val="007C5094"/>
    <w:rsid w:val="007F7D36"/>
    <w:rsid w:val="007F7FF6"/>
    <w:rsid w:val="008011E3"/>
    <w:rsid w:val="00804826"/>
    <w:rsid w:val="008214DE"/>
    <w:rsid w:val="008371BB"/>
    <w:rsid w:val="00843840"/>
    <w:rsid w:val="00870C1B"/>
    <w:rsid w:val="008B3E7F"/>
    <w:rsid w:val="008B57A1"/>
    <w:rsid w:val="008C6172"/>
    <w:rsid w:val="008D14FE"/>
    <w:rsid w:val="009001B3"/>
    <w:rsid w:val="00915A80"/>
    <w:rsid w:val="009312FA"/>
    <w:rsid w:val="00940057"/>
    <w:rsid w:val="00952D4D"/>
    <w:rsid w:val="00997854"/>
    <w:rsid w:val="009A64FA"/>
    <w:rsid w:val="009A750E"/>
    <w:rsid w:val="00A37057"/>
    <w:rsid w:val="00A750B8"/>
    <w:rsid w:val="00A81E56"/>
    <w:rsid w:val="00AD297E"/>
    <w:rsid w:val="00AE50D8"/>
    <w:rsid w:val="00B23504"/>
    <w:rsid w:val="00B4192D"/>
    <w:rsid w:val="00B6112B"/>
    <w:rsid w:val="00B6343C"/>
    <w:rsid w:val="00BB795B"/>
    <w:rsid w:val="00BD337B"/>
    <w:rsid w:val="00BE3FC3"/>
    <w:rsid w:val="00BF161D"/>
    <w:rsid w:val="00C17A30"/>
    <w:rsid w:val="00C24A46"/>
    <w:rsid w:val="00C305EC"/>
    <w:rsid w:val="00C37910"/>
    <w:rsid w:val="00C73348"/>
    <w:rsid w:val="00C76336"/>
    <w:rsid w:val="00C764A4"/>
    <w:rsid w:val="00C92002"/>
    <w:rsid w:val="00C96E1E"/>
    <w:rsid w:val="00CA1897"/>
    <w:rsid w:val="00CB03C4"/>
    <w:rsid w:val="00CB6858"/>
    <w:rsid w:val="00CD0ACB"/>
    <w:rsid w:val="00CD5DCC"/>
    <w:rsid w:val="00D272FB"/>
    <w:rsid w:val="00D37975"/>
    <w:rsid w:val="00D51BFF"/>
    <w:rsid w:val="00DA3596"/>
    <w:rsid w:val="00DB2276"/>
    <w:rsid w:val="00DB5589"/>
    <w:rsid w:val="00DD019E"/>
    <w:rsid w:val="00DF4FE6"/>
    <w:rsid w:val="00E11BEB"/>
    <w:rsid w:val="00E56D22"/>
    <w:rsid w:val="00E84344"/>
    <w:rsid w:val="00EA0459"/>
    <w:rsid w:val="00EA5AA9"/>
    <w:rsid w:val="00EB2830"/>
    <w:rsid w:val="00EE60C2"/>
    <w:rsid w:val="00EF1416"/>
    <w:rsid w:val="00F12ACB"/>
    <w:rsid w:val="00F37760"/>
    <w:rsid w:val="00FA5E63"/>
    <w:rsid w:val="00FF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179B55"/>
  <w15:docId w15:val="{928DE688-F9C6-4E08-8CB6-C1F35663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446CB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9_EMA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0AE9D-4D1E-4F31-998B-F67ED72E0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TL05OA9_EMAS.dot</Template>
  <TotalTime>14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TL05OA9_EMAS</vt:lpstr>
    </vt:vector>
  </TitlesOfParts>
  <Company>SNAS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TL05OA9_EMAS</dc:title>
  <dc:subject>Overovateľ EMAS/osv. o odbor. spôsobilosti EMAS</dc:subject>
  <dc:creator>Cucorova</dc:creator>
  <dc:description>Príloha k žiadosti o akreditáciu SNAS, TL05 SNAS</dc:description>
  <cp:lastModifiedBy>Andrea Cucorová</cp:lastModifiedBy>
  <cp:revision>7</cp:revision>
  <cp:lastPrinted>2012-06-11T12:42:00Z</cp:lastPrinted>
  <dcterms:created xsi:type="dcterms:W3CDTF">2019-08-30T13:02:00Z</dcterms:created>
  <dcterms:modified xsi:type="dcterms:W3CDTF">2024-03-04T16:18:00Z</dcterms:modified>
</cp:coreProperties>
</file>