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1D240" w14:textId="77777777" w:rsidR="00990A59" w:rsidRPr="009720B2" w:rsidRDefault="00990A59" w:rsidP="00990A59">
      <w:pPr>
        <w:jc w:val="center"/>
        <w:rPr>
          <w:b/>
          <w:caps/>
          <w:sz w:val="32"/>
          <w:szCs w:val="28"/>
        </w:rPr>
      </w:pPr>
      <w:r w:rsidRPr="009720B2">
        <w:rPr>
          <w:b/>
          <w:caps/>
          <w:sz w:val="32"/>
          <w:szCs w:val="28"/>
        </w:rPr>
        <w:t>Špecifikácia činností</w:t>
      </w:r>
    </w:p>
    <w:p w14:paraId="1A5B85D2" w14:textId="77777777" w:rsidR="00804169" w:rsidRPr="009720B2" w:rsidRDefault="00804169" w:rsidP="00190B95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b w:val="0"/>
          <w:sz w:val="24"/>
        </w:rPr>
      </w:pPr>
    </w:p>
    <w:p w14:paraId="44297F2A" w14:textId="77777777" w:rsidR="008F0E46" w:rsidRPr="009720B2" w:rsidRDefault="00804169" w:rsidP="00190B95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sz w:val="24"/>
        </w:rPr>
      </w:pPr>
      <w:r w:rsidRPr="009720B2">
        <w:rPr>
          <w:rFonts w:ascii="Times New Roman" w:hAnsi="Times New Roman" w:cs="Times New Roman"/>
          <w:b w:val="0"/>
          <w:sz w:val="24"/>
        </w:rPr>
        <w:t>Žiadateľ:</w:t>
      </w:r>
      <w:r w:rsidRPr="009720B2">
        <w:rPr>
          <w:rFonts w:ascii="Times New Roman" w:hAnsi="Times New Roman" w:cs="Times New Roman"/>
          <w:b w:val="0"/>
          <w:sz w:val="24"/>
        </w:rPr>
        <w:tab/>
      </w:r>
      <w:r w:rsidRPr="009720B2">
        <w:rPr>
          <w:rFonts w:ascii="Times New Roman" w:hAnsi="Times New Roman" w:cs="Times New Roman"/>
          <w:sz w:val="24"/>
        </w:rPr>
        <w:t>Názov</w:t>
      </w:r>
    </w:p>
    <w:p w14:paraId="070038BE" w14:textId="77777777" w:rsidR="00804169" w:rsidRPr="009720B2" w:rsidRDefault="00804169" w:rsidP="00190B95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b w:val="0"/>
          <w:sz w:val="24"/>
        </w:rPr>
      </w:pPr>
      <w:r w:rsidRPr="009720B2">
        <w:rPr>
          <w:rFonts w:ascii="Times New Roman" w:hAnsi="Times New Roman" w:cs="Times New Roman"/>
          <w:sz w:val="24"/>
        </w:rPr>
        <w:tab/>
      </w:r>
      <w:r w:rsidRPr="009720B2">
        <w:rPr>
          <w:rFonts w:ascii="Times New Roman" w:hAnsi="Times New Roman" w:cs="Times New Roman"/>
          <w:b w:val="0"/>
          <w:sz w:val="24"/>
        </w:rPr>
        <w:t>Adresa, PSČ, Sídlo, IČO</w:t>
      </w:r>
    </w:p>
    <w:p w14:paraId="2E8D7344" w14:textId="57C4ECEE" w:rsidR="00804169" w:rsidRPr="009720B2" w:rsidRDefault="00804169" w:rsidP="00190B95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b w:val="0"/>
          <w:sz w:val="24"/>
        </w:rPr>
      </w:pPr>
      <w:r w:rsidRPr="009720B2">
        <w:rPr>
          <w:rFonts w:ascii="Times New Roman" w:hAnsi="Times New Roman" w:cs="Times New Roman"/>
          <w:sz w:val="24"/>
        </w:rPr>
        <w:tab/>
        <w:t>Názov pracoviska</w:t>
      </w:r>
      <w:r w:rsidR="00AB061E" w:rsidRPr="009720B2">
        <w:rPr>
          <w:rFonts w:ascii="Times New Roman" w:hAnsi="Times New Roman" w:cs="Times New Roman"/>
          <w:sz w:val="24"/>
        </w:rPr>
        <w:t xml:space="preserve"> </w:t>
      </w:r>
      <w:r w:rsidRPr="009720B2">
        <w:rPr>
          <w:rFonts w:ascii="Times New Roman" w:hAnsi="Times New Roman" w:cs="Times New Roman"/>
          <w:sz w:val="24"/>
        </w:rPr>
        <w:t xml:space="preserve">1, </w:t>
      </w:r>
      <w:r w:rsidRPr="009720B2">
        <w:rPr>
          <w:rFonts w:ascii="Times New Roman" w:hAnsi="Times New Roman" w:cs="Times New Roman"/>
          <w:b w:val="0"/>
          <w:sz w:val="24"/>
        </w:rPr>
        <w:t>Adresa, PSČ, Sídlo</w:t>
      </w:r>
    </w:p>
    <w:p w14:paraId="038BD1EC" w14:textId="38C23908" w:rsidR="00804169" w:rsidRPr="009720B2" w:rsidRDefault="00804169" w:rsidP="00190B95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sz w:val="24"/>
        </w:rPr>
      </w:pPr>
      <w:r w:rsidRPr="009720B2">
        <w:rPr>
          <w:rFonts w:ascii="Times New Roman" w:hAnsi="Times New Roman" w:cs="Times New Roman"/>
          <w:b w:val="0"/>
          <w:sz w:val="24"/>
        </w:rPr>
        <w:tab/>
      </w:r>
      <w:r w:rsidRPr="009720B2">
        <w:rPr>
          <w:rFonts w:ascii="Times New Roman" w:hAnsi="Times New Roman" w:cs="Times New Roman"/>
          <w:sz w:val="24"/>
        </w:rPr>
        <w:t>Názov pracoviska</w:t>
      </w:r>
      <w:r w:rsidR="00AB061E" w:rsidRPr="009720B2">
        <w:rPr>
          <w:rFonts w:ascii="Times New Roman" w:hAnsi="Times New Roman" w:cs="Times New Roman"/>
          <w:sz w:val="24"/>
        </w:rPr>
        <w:t xml:space="preserve"> </w:t>
      </w:r>
      <w:r w:rsidRPr="009720B2">
        <w:rPr>
          <w:rFonts w:ascii="Times New Roman" w:hAnsi="Times New Roman" w:cs="Times New Roman"/>
          <w:sz w:val="24"/>
        </w:rPr>
        <w:t>2</w:t>
      </w:r>
      <w:r w:rsidRPr="009720B2">
        <w:rPr>
          <w:rFonts w:ascii="Times New Roman" w:hAnsi="Times New Roman" w:cs="Times New Roman"/>
          <w:b w:val="0"/>
          <w:sz w:val="24"/>
        </w:rPr>
        <w:t>, Adresa, PSČ, Sídlo</w:t>
      </w:r>
    </w:p>
    <w:p w14:paraId="2600F286" w14:textId="77777777" w:rsidR="00804169" w:rsidRPr="009720B2" w:rsidRDefault="00804169" w:rsidP="00190B95">
      <w:pPr>
        <w:pStyle w:val="Podtitul"/>
        <w:jc w:val="left"/>
        <w:rPr>
          <w:rFonts w:ascii="Times New Roman" w:hAnsi="Times New Roman" w:cs="Times New Roman"/>
          <w:b w:val="0"/>
          <w:sz w:val="10"/>
        </w:rPr>
      </w:pPr>
    </w:p>
    <w:p w14:paraId="0D64C378" w14:textId="77777777" w:rsidR="00804169" w:rsidRPr="009720B2" w:rsidRDefault="00804169" w:rsidP="00190B95">
      <w:pPr>
        <w:pStyle w:val="Podtitul"/>
        <w:jc w:val="left"/>
        <w:rPr>
          <w:rFonts w:ascii="Times New Roman" w:hAnsi="Times New Roman" w:cs="Times New Roman"/>
          <w:b w:val="0"/>
          <w:sz w:val="10"/>
        </w:rPr>
      </w:pPr>
    </w:p>
    <w:p w14:paraId="6DAB7C54" w14:textId="77777777" w:rsidR="00804169" w:rsidRPr="009720B2" w:rsidRDefault="00804169" w:rsidP="00190B95">
      <w:pPr>
        <w:pStyle w:val="Podtitul"/>
        <w:jc w:val="left"/>
        <w:rPr>
          <w:rFonts w:ascii="Times New Roman" w:hAnsi="Times New Roman" w:cs="Times New Roman"/>
          <w:b w:val="0"/>
          <w:sz w:val="24"/>
        </w:rPr>
        <w:sectPr w:rsidR="00804169" w:rsidRPr="009720B2" w:rsidSect="004C097B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66CD8305" w14:textId="77777777" w:rsidR="00804169" w:rsidRPr="009720B2" w:rsidRDefault="00804169">
      <w:pPr>
        <w:pStyle w:val="Podtitul"/>
        <w:jc w:val="left"/>
        <w:rPr>
          <w:b w:val="0"/>
          <w:spacing w:val="-2"/>
          <w:sz w:val="10"/>
        </w:rPr>
      </w:pPr>
      <w:r w:rsidRPr="009720B2">
        <w:rPr>
          <w:rFonts w:ascii="Times New Roman" w:hAnsi="Times New Roman" w:cs="Times New Roman"/>
          <w:b w:val="0"/>
          <w:sz w:val="24"/>
        </w:rPr>
        <w:t>Číslo osvedčenia</w:t>
      </w:r>
      <w:r w:rsidRPr="009720B2">
        <w:rPr>
          <w:rFonts w:ascii="Times New Roman" w:hAnsi="Times New Roman" w:cs="Times New Roman"/>
          <w:b w:val="0"/>
          <w:sz w:val="24"/>
          <w:vertAlign w:val="superscript"/>
        </w:rPr>
        <w:t>*)</w:t>
      </w:r>
      <w:r w:rsidRPr="009720B2">
        <w:rPr>
          <w:rFonts w:ascii="Times New Roman" w:hAnsi="Times New Roman" w:cs="Times New Roman"/>
          <w:b w:val="0"/>
          <w:sz w:val="24"/>
        </w:rPr>
        <w:t xml:space="preserve"> o akreditácii: </w:t>
      </w:r>
      <w:bookmarkStart w:id="0" w:name="Text6"/>
      <w:r w:rsidR="008127AA" w:rsidRPr="009720B2">
        <w:rPr>
          <w:rFonts w:ascii="Times New Roman" w:hAnsi="Times New Roman" w:cs="Times New Roman"/>
          <w:b w:val="0"/>
          <w:sz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9720B2">
        <w:rPr>
          <w:rFonts w:ascii="Times New Roman" w:hAnsi="Times New Roman" w:cs="Times New Roman"/>
          <w:b w:val="0"/>
          <w:sz w:val="24"/>
        </w:rPr>
        <w:instrText xml:space="preserve"> FORMTEXT </w:instrText>
      </w:r>
      <w:r w:rsidR="008127AA" w:rsidRPr="009720B2">
        <w:rPr>
          <w:rFonts w:ascii="Times New Roman" w:hAnsi="Times New Roman" w:cs="Times New Roman"/>
          <w:b w:val="0"/>
          <w:sz w:val="24"/>
        </w:rPr>
      </w:r>
      <w:r w:rsidR="008127AA" w:rsidRPr="009720B2">
        <w:rPr>
          <w:rFonts w:ascii="Times New Roman" w:hAnsi="Times New Roman" w:cs="Times New Roman"/>
          <w:b w:val="0"/>
          <w:sz w:val="24"/>
        </w:rPr>
        <w:fldChar w:fldCharType="separate"/>
      </w:r>
      <w:r w:rsidRPr="009720B2">
        <w:rPr>
          <w:rFonts w:ascii="Times New Roman" w:hAnsi="Times New Roman" w:cs="Times New Roman"/>
          <w:b w:val="0"/>
          <w:noProof/>
          <w:sz w:val="24"/>
        </w:rPr>
        <w:t> </w:t>
      </w:r>
      <w:r w:rsidRPr="009720B2">
        <w:rPr>
          <w:rFonts w:ascii="Times New Roman" w:hAnsi="Times New Roman" w:cs="Times New Roman"/>
          <w:b w:val="0"/>
          <w:noProof/>
          <w:sz w:val="24"/>
        </w:rPr>
        <w:t> </w:t>
      </w:r>
      <w:r w:rsidRPr="009720B2">
        <w:rPr>
          <w:rFonts w:ascii="Times New Roman" w:hAnsi="Times New Roman" w:cs="Times New Roman"/>
          <w:b w:val="0"/>
          <w:noProof/>
          <w:sz w:val="24"/>
        </w:rPr>
        <w:t> </w:t>
      </w:r>
      <w:r w:rsidRPr="009720B2">
        <w:rPr>
          <w:rFonts w:ascii="Times New Roman" w:hAnsi="Times New Roman" w:cs="Times New Roman"/>
          <w:b w:val="0"/>
          <w:noProof/>
          <w:sz w:val="24"/>
        </w:rPr>
        <w:t> </w:t>
      </w:r>
      <w:r w:rsidRPr="009720B2">
        <w:rPr>
          <w:rFonts w:ascii="Times New Roman" w:hAnsi="Times New Roman" w:cs="Times New Roman"/>
          <w:b w:val="0"/>
          <w:noProof/>
          <w:sz w:val="24"/>
        </w:rPr>
        <w:t> </w:t>
      </w:r>
      <w:r w:rsidR="008127AA" w:rsidRPr="009720B2">
        <w:rPr>
          <w:rFonts w:ascii="Times New Roman" w:hAnsi="Times New Roman" w:cs="Times New Roman"/>
          <w:b w:val="0"/>
          <w:sz w:val="24"/>
        </w:rPr>
        <w:fldChar w:fldCharType="end"/>
      </w:r>
      <w:bookmarkEnd w:id="0"/>
      <w:r w:rsidRPr="009720B2">
        <w:rPr>
          <w:rFonts w:ascii="Times New Roman" w:hAnsi="Times New Roman" w:cs="Times New Roman"/>
          <w:b w:val="0"/>
          <w:i/>
          <w:sz w:val="24"/>
          <w:vertAlign w:val="superscript"/>
        </w:rPr>
        <w:t xml:space="preserve">*) </w:t>
      </w:r>
      <w:r w:rsidRPr="009720B2">
        <w:rPr>
          <w:rFonts w:ascii="Times New Roman" w:hAnsi="Times New Roman" w:cs="Times New Roman"/>
          <w:b w:val="0"/>
          <w:i/>
          <w:sz w:val="14"/>
        </w:rPr>
        <w:t>uviesť iba v prípade žiadosti o reakreditáciu alebo rozšírenia akreditácie</w:t>
      </w:r>
    </w:p>
    <w:p w14:paraId="75285538" w14:textId="77777777" w:rsidR="00804169" w:rsidRPr="009720B2" w:rsidRDefault="00804169">
      <w:pPr>
        <w:pStyle w:val="Podtitul"/>
        <w:jc w:val="left"/>
        <w:rPr>
          <w:b w:val="0"/>
          <w:spacing w:val="-2"/>
          <w:sz w:val="10"/>
        </w:rPr>
      </w:pPr>
    </w:p>
    <w:p w14:paraId="275A2F98" w14:textId="744963FB" w:rsidR="00804169" w:rsidRPr="009720B2" w:rsidRDefault="00804169">
      <w:pPr>
        <w:pStyle w:val="Podtitul"/>
        <w:jc w:val="left"/>
        <w:rPr>
          <w:b w:val="0"/>
          <w:spacing w:val="-2"/>
          <w:sz w:val="10"/>
        </w:rPr>
      </w:pPr>
    </w:p>
    <w:p w14:paraId="3E8D9237" w14:textId="582F0F89" w:rsidR="00F829C8" w:rsidRPr="009720B2" w:rsidRDefault="00F829C8">
      <w:pPr>
        <w:pStyle w:val="Podtitul"/>
        <w:jc w:val="left"/>
        <w:rPr>
          <w:b w:val="0"/>
          <w:spacing w:val="-2"/>
          <w:sz w:val="10"/>
        </w:rPr>
      </w:pPr>
    </w:p>
    <w:p w14:paraId="16E55677" w14:textId="2ADBE20B" w:rsidR="00F829C8" w:rsidRPr="009720B2" w:rsidRDefault="00F829C8" w:rsidP="00F829C8">
      <w:pPr>
        <w:rPr>
          <w:rFonts w:ascii="Arial" w:hAnsi="Arial" w:cs="Arial"/>
          <w:b/>
          <w:sz w:val="28"/>
          <w:szCs w:val="28"/>
        </w:rPr>
      </w:pPr>
      <w:r w:rsidRPr="009720B2">
        <w:rPr>
          <w:rFonts w:ascii="Arial" w:hAnsi="Arial" w:cs="Arial"/>
          <w:b/>
          <w:sz w:val="28"/>
          <w:szCs w:val="28"/>
        </w:rPr>
        <w:t>Špecifikácia činností medicínskeho laboratória, o akreditáciu ktorých žiada:</w:t>
      </w:r>
    </w:p>
    <w:p w14:paraId="7732E174" w14:textId="77777777" w:rsidR="00F829C8" w:rsidRPr="009720B2" w:rsidRDefault="00F829C8" w:rsidP="00F829C8">
      <w:pPr>
        <w:rPr>
          <w:b/>
          <w:bCs/>
          <w:sz w:val="20"/>
          <w:szCs w:val="20"/>
          <w:vertAlign w:val="superscript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</w:tblGrid>
      <w:tr w:rsidR="009720B2" w:rsidRPr="009720B2" w14:paraId="25D6481B" w14:textId="77777777" w:rsidTr="00E760DE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001CC1" w14:textId="77777777" w:rsidR="00F829C8" w:rsidRPr="009720B2" w:rsidRDefault="00F829C8" w:rsidP="00E760DE">
            <w:pPr>
              <w:rPr>
                <w:b/>
                <w:bCs/>
                <w:sz w:val="16"/>
              </w:rPr>
            </w:pPr>
            <w:r w:rsidRPr="009720B2">
              <w:rPr>
                <w:b/>
                <w:bCs/>
              </w:rPr>
              <w:t>Laboratórium: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5C1936" w14:textId="77777777" w:rsidR="00F829C8" w:rsidRPr="009720B2" w:rsidRDefault="00F829C8" w:rsidP="00E760DE">
            <w:pPr>
              <w:jc w:val="center"/>
              <w:rPr>
                <w:b/>
                <w:bCs/>
                <w:sz w:val="20"/>
              </w:rPr>
            </w:pPr>
            <w:r w:rsidRPr="009720B2">
              <w:rPr>
                <w:b/>
                <w:bCs/>
                <w:sz w:val="20"/>
              </w:rPr>
              <w:t>s fixným rozsahom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402B9F" w14:textId="77777777" w:rsidR="00F829C8" w:rsidRPr="009720B2" w:rsidRDefault="00F829C8" w:rsidP="00E760DE">
            <w:pPr>
              <w:jc w:val="center"/>
              <w:rPr>
                <w:b/>
                <w:bCs/>
                <w:sz w:val="20"/>
              </w:rPr>
            </w:pPr>
            <w:r w:rsidRPr="009720B2">
              <w:rPr>
                <w:b/>
                <w:bCs/>
                <w:sz w:val="20"/>
              </w:rPr>
              <w:t>s flexibilným rozsahom</w:t>
            </w:r>
          </w:p>
        </w:tc>
      </w:tr>
      <w:tr w:rsidR="00F829C8" w:rsidRPr="009720B2" w14:paraId="7FA85448" w14:textId="77777777" w:rsidTr="00E760DE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0961" w14:textId="77777777" w:rsidR="00F829C8" w:rsidRPr="009720B2" w:rsidRDefault="00F829C8" w:rsidP="00E760DE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925A" w14:textId="77777777" w:rsidR="00F829C8" w:rsidRPr="009720B2" w:rsidRDefault="00F829C8" w:rsidP="00E760DE">
            <w:pPr>
              <w:jc w:val="center"/>
              <w:rPr>
                <w:b/>
              </w:rPr>
            </w:pPr>
            <w:r w:rsidRPr="009720B2"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20B2">
              <w:instrText xml:space="preserve"> FORMCHECKBOX </w:instrText>
            </w:r>
            <w:r w:rsidR="00000000">
              <w:fldChar w:fldCharType="separate"/>
            </w:r>
            <w:r w:rsidRPr="009720B2">
              <w:fldChar w:fldCharType="end"/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3E72" w14:textId="77777777" w:rsidR="00F829C8" w:rsidRPr="009720B2" w:rsidRDefault="00F829C8" w:rsidP="00E760DE">
            <w:pPr>
              <w:jc w:val="center"/>
            </w:pPr>
            <w:r w:rsidRPr="009720B2"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2"/>
            <w:r w:rsidRPr="009720B2">
              <w:instrText xml:space="preserve"> FORMCHECKBOX </w:instrText>
            </w:r>
            <w:r w:rsidR="00000000">
              <w:fldChar w:fldCharType="separate"/>
            </w:r>
            <w:r w:rsidRPr="009720B2">
              <w:fldChar w:fldCharType="end"/>
            </w:r>
            <w:bookmarkEnd w:id="1"/>
          </w:p>
        </w:tc>
      </w:tr>
    </w:tbl>
    <w:p w14:paraId="2073E685" w14:textId="195F3770" w:rsidR="00F829C8" w:rsidRPr="009720B2" w:rsidRDefault="00F829C8">
      <w:pPr>
        <w:pStyle w:val="Podtitul"/>
        <w:jc w:val="left"/>
        <w:rPr>
          <w:b w:val="0"/>
          <w:spacing w:val="-2"/>
          <w:sz w:val="10"/>
        </w:rPr>
      </w:pPr>
    </w:p>
    <w:p w14:paraId="74DE8339" w14:textId="0FE747DE" w:rsidR="00F829C8" w:rsidRPr="00286003" w:rsidRDefault="00B213E7" w:rsidP="00286003">
      <w:pPr>
        <w:pStyle w:val="Podtitul"/>
        <w:jc w:val="both"/>
        <w:rPr>
          <w:b w:val="0"/>
          <w:spacing w:val="-2"/>
          <w:sz w:val="10"/>
        </w:rPr>
      </w:pPr>
      <w:r w:rsidRPr="00286003">
        <w:rPr>
          <w:i/>
          <w:iCs/>
          <w:sz w:val="20"/>
          <w:szCs w:val="20"/>
        </w:rPr>
        <w:t>(Pre každý objekt skúšky vyznačený v Prílohe OA 3-1. časť vyplňte nasledujúcu tabuľku a/alebo v prípade reakreditácie vložte platný rozsah akreditácie (s prípadnými zmenami – len zúženie) a v prípade rozšírenia vyznačte rozširované činnosti farebne a priložte k žiadosti ako prílohu k OA 3-1.)</w:t>
      </w:r>
    </w:p>
    <w:p w14:paraId="6B18B752" w14:textId="2E3DAFF0" w:rsidR="00F829C8" w:rsidRPr="009720B2" w:rsidRDefault="00F829C8">
      <w:pPr>
        <w:pStyle w:val="Podtitul"/>
        <w:jc w:val="left"/>
        <w:rPr>
          <w:b w:val="0"/>
          <w:spacing w:val="-2"/>
          <w:sz w:val="10"/>
        </w:rPr>
      </w:pPr>
    </w:p>
    <w:p w14:paraId="0F935A70" w14:textId="230142C5" w:rsidR="00F829C8" w:rsidRPr="009720B2" w:rsidRDefault="00F829C8">
      <w:pPr>
        <w:pStyle w:val="Podtitul"/>
        <w:jc w:val="left"/>
        <w:rPr>
          <w:b w:val="0"/>
          <w:spacing w:val="-2"/>
          <w:sz w:val="10"/>
        </w:rPr>
      </w:pPr>
    </w:p>
    <w:p w14:paraId="49F01193" w14:textId="77777777" w:rsidR="00804169" w:rsidRPr="009720B2" w:rsidRDefault="00804169">
      <w:pPr>
        <w:pStyle w:val="Podtitul"/>
        <w:jc w:val="left"/>
        <w:rPr>
          <w:spacing w:val="-2"/>
          <w:sz w:val="28"/>
        </w:rPr>
        <w:sectPr w:rsidR="00804169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B048B49" w14:textId="3F62223A" w:rsidR="00804169" w:rsidRPr="009720B2" w:rsidRDefault="00804169" w:rsidP="000C72DB">
      <w:pPr>
        <w:pStyle w:val="Podtitul"/>
        <w:jc w:val="left"/>
        <w:rPr>
          <w:sz w:val="20"/>
          <w:szCs w:val="20"/>
        </w:rPr>
      </w:pPr>
      <w:r w:rsidRPr="009720B2">
        <w:rPr>
          <w:sz w:val="20"/>
          <w:szCs w:val="20"/>
        </w:rPr>
        <w:t>(fixný rozsah)</w:t>
      </w:r>
    </w:p>
    <w:p w14:paraId="1DDE86BC" w14:textId="77777777" w:rsidR="00AB061E" w:rsidRPr="009720B2" w:rsidRDefault="00AB061E" w:rsidP="000C72DB">
      <w:pPr>
        <w:pStyle w:val="Podtitul"/>
        <w:jc w:val="left"/>
        <w:rPr>
          <w:b w:val="0"/>
          <w:sz w:val="14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337"/>
        <w:gridCol w:w="1486"/>
        <w:gridCol w:w="1375"/>
        <w:gridCol w:w="1550"/>
        <w:gridCol w:w="4171"/>
      </w:tblGrid>
      <w:tr w:rsidR="009720B2" w:rsidRPr="009720B2" w14:paraId="79C06F68" w14:textId="77777777" w:rsidTr="00F829C8">
        <w:trPr>
          <w:cantSplit/>
          <w:trHeight w:val="20"/>
          <w:tblHeader/>
          <w:jc w:val="center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186042C5" w14:textId="77777777" w:rsidR="00804169" w:rsidRPr="009720B2" w:rsidRDefault="00804169" w:rsidP="00F829C8">
            <w:pPr>
              <w:jc w:val="center"/>
              <w:rPr>
                <w:b/>
                <w:i/>
                <w:iCs/>
                <w:sz w:val="20"/>
              </w:rPr>
            </w:pPr>
            <w:r w:rsidRPr="009720B2">
              <w:rPr>
                <w:b/>
                <w:iCs/>
                <w:sz w:val="22"/>
              </w:rPr>
              <w:t>Položka</w:t>
            </w:r>
          </w:p>
        </w:tc>
        <w:tc>
          <w:tcPr>
            <w:tcW w:w="267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3FEE2B7A" w14:textId="77777777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  <w:sz w:val="22"/>
              </w:rPr>
              <w:t>Objekt vyšetrenia</w:t>
            </w:r>
          </w:p>
        </w:tc>
        <w:tc>
          <w:tcPr>
            <w:tcW w:w="276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F06ABBB" w14:textId="77777777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  <w:sz w:val="22"/>
              </w:rPr>
              <w:t>Zavedená metóda</w:t>
            </w:r>
          </w:p>
        </w:tc>
        <w:tc>
          <w:tcPr>
            <w:tcW w:w="3946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2DF6F88E" w14:textId="77777777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  <w:sz w:val="22"/>
              </w:rPr>
              <w:t>Ostatné špecifikácie</w:t>
            </w:r>
          </w:p>
          <w:p w14:paraId="76AA2E55" w14:textId="40F2F4A0" w:rsidR="00804169" w:rsidRPr="009720B2" w:rsidRDefault="00804169" w:rsidP="00F829C8">
            <w:pPr>
              <w:jc w:val="center"/>
              <w:rPr>
                <w:iCs/>
              </w:rPr>
            </w:pPr>
            <w:r w:rsidRPr="009720B2">
              <w:rPr>
                <w:b/>
                <w:iCs/>
                <w:sz w:val="22"/>
              </w:rPr>
              <w:t>(</w:t>
            </w:r>
            <w:r w:rsidR="00FA6851" w:rsidRPr="009720B2">
              <w:rPr>
                <w:b/>
                <w:iCs/>
                <w:sz w:val="22"/>
              </w:rPr>
              <w:t>zariadenie</w:t>
            </w:r>
            <w:r w:rsidR="00B213E7">
              <w:rPr>
                <w:b/>
                <w:iCs/>
                <w:sz w:val="22"/>
              </w:rPr>
              <w:t>, pracovisko</w:t>
            </w:r>
            <w:r w:rsidR="00FA6851" w:rsidRPr="009720B2">
              <w:rPr>
                <w:b/>
                <w:iCs/>
                <w:sz w:val="22"/>
              </w:rPr>
              <w:t xml:space="preserve"> atď.)</w:t>
            </w:r>
          </w:p>
        </w:tc>
      </w:tr>
      <w:tr w:rsidR="009720B2" w:rsidRPr="009720B2" w14:paraId="55E5FAB0" w14:textId="77777777" w:rsidTr="00F829C8">
        <w:trPr>
          <w:cantSplit/>
          <w:trHeight w:val="1385"/>
          <w:tblHeader/>
          <w:jc w:val="center"/>
        </w:trPr>
        <w:tc>
          <w:tcPr>
            <w:tcW w:w="53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67EE4C9" w14:textId="77777777" w:rsidR="00804169" w:rsidRPr="009720B2" w:rsidRDefault="00804169" w:rsidP="00F829C8">
            <w:pPr>
              <w:jc w:val="center"/>
              <w:rPr>
                <w:b/>
                <w:sz w:val="20"/>
              </w:rPr>
            </w:pP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D1BE48A" w14:textId="1DF86771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sz w:val="22"/>
              </w:rPr>
              <w:t>Biologický</w:t>
            </w:r>
            <w:r w:rsidRPr="009720B2">
              <w:rPr>
                <w:b/>
                <w:sz w:val="22"/>
              </w:rPr>
              <w:br/>
              <w:t>materiál</w:t>
            </w:r>
            <w:r w:rsidR="00116F40">
              <w:rPr>
                <w:b/>
                <w:sz w:val="22"/>
              </w:rPr>
              <w:t>/ matrica</w:t>
            </w: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21B3CBB" w14:textId="2049C29D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  <w:sz w:val="22"/>
              </w:rPr>
              <w:t>Analyt/</w:t>
            </w:r>
          </w:p>
          <w:p w14:paraId="09F58710" w14:textId="77777777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  <w:sz w:val="22"/>
              </w:rPr>
              <w:t>Parameter</w:t>
            </w:r>
          </w:p>
        </w:tc>
        <w:tc>
          <w:tcPr>
            <w:tcW w:w="1301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B4B1BF9" w14:textId="48BBC43F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  <w:sz w:val="22"/>
              </w:rPr>
              <w:t xml:space="preserve">Princíp </w:t>
            </w:r>
          </w:p>
        </w:tc>
        <w:tc>
          <w:tcPr>
            <w:tcW w:w="1466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7B7CEAE8" w14:textId="77777777" w:rsidR="00804169" w:rsidRPr="009720B2" w:rsidRDefault="00804169" w:rsidP="00F829C8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  <w:sz w:val="22"/>
              </w:rPr>
              <w:t>Označenie</w:t>
            </w:r>
          </w:p>
        </w:tc>
        <w:tc>
          <w:tcPr>
            <w:tcW w:w="394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4CC31E" w14:textId="77777777" w:rsidR="00804169" w:rsidRPr="009720B2" w:rsidRDefault="00804169" w:rsidP="00F829C8">
            <w:pPr>
              <w:jc w:val="center"/>
            </w:pPr>
          </w:p>
        </w:tc>
      </w:tr>
      <w:tr w:rsidR="009720B2" w:rsidRPr="009720B2" w14:paraId="675AC93F" w14:textId="77777777" w:rsidTr="00F829C8">
        <w:trPr>
          <w:trHeight w:val="284"/>
          <w:jc w:val="center"/>
        </w:trPr>
        <w:tc>
          <w:tcPr>
            <w:tcW w:w="539" w:type="dxa"/>
            <w:tcBorders>
              <w:left w:val="single" w:sz="12" w:space="0" w:color="auto"/>
            </w:tcBorders>
            <w:vAlign w:val="center"/>
          </w:tcPr>
          <w:p w14:paraId="72CF12E5" w14:textId="07DB858B" w:rsidR="00804169" w:rsidRPr="009720B2" w:rsidRDefault="00E94556" w:rsidP="00F829C8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1265" w:type="dxa"/>
            <w:vAlign w:val="center"/>
          </w:tcPr>
          <w:p w14:paraId="0D14CDAF" w14:textId="77777777" w:rsidR="00804169" w:rsidRPr="009720B2" w:rsidRDefault="00804169" w:rsidP="00F829C8">
            <w:pPr>
              <w:rPr>
                <w:b/>
                <w:iCs/>
              </w:rPr>
            </w:pPr>
          </w:p>
          <w:p w14:paraId="72237B07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  <w:tc>
          <w:tcPr>
            <w:tcW w:w="1406" w:type="dxa"/>
            <w:vAlign w:val="center"/>
          </w:tcPr>
          <w:p w14:paraId="5633AE2F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  <w:tc>
          <w:tcPr>
            <w:tcW w:w="1301" w:type="dxa"/>
            <w:vAlign w:val="center"/>
          </w:tcPr>
          <w:p w14:paraId="17AE179F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  <w:tc>
          <w:tcPr>
            <w:tcW w:w="1466" w:type="dxa"/>
            <w:vAlign w:val="center"/>
          </w:tcPr>
          <w:p w14:paraId="0CCCDA60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  <w:tc>
          <w:tcPr>
            <w:tcW w:w="3946" w:type="dxa"/>
            <w:tcBorders>
              <w:right w:val="single" w:sz="12" w:space="0" w:color="auto"/>
            </w:tcBorders>
            <w:vAlign w:val="center"/>
          </w:tcPr>
          <w:p w14:paraId="29E23D6A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</w:tr>
      <w:tr w:rsidR="00804169" w:rsidRPr="009720B2" w14:paraId="72947B35" w14:textId="77777777" w:rsidTr="00F829C8">
        <w:trPr>
          <w:trHeight w:val="584"/>
          <w:jc w:val="center"/>
        </w:trPr>
        <w:tc>
          <w:tcPr>
            <w:tcW w:w="5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0E76981" w14:textId="77777777" w:rsidR="00804169" w:rsidRPr="009720B2" w:rsidRDefault="00804169" w:rsidP="00F829C8">
            <w:pPr>
              <w:jc w:val="center"/>
              <w:rPr>
                <w:b/>
                <w:iCs/>
              </w:rPr>
            </w:pPr>
          </w:p>
        </w:tc>
        <w:tc>
          <w:tcPr>
            <w:tcW w:w="1265" w:type="dxa"/>
            <w:tcBorders>
              <w:bottom w:val="single" w:sz="12" w:space="0" w:color="auto"/>
            </w:tcBorders>
            <w:vAlign w:val="center"/>
          </w:tcPr>
          <w:p w14:paraId="68C737C0" w14:textId="77777777" w:rsidR="00804169" w:rsidRPr="009720B2" w:rsidRDefault="00804169" w:rsidP="00F829C8">
            <w:pPr>
              <w:rPr>
                <w:b/>
                <w:iCs/>
              </w:rPr>
            </w:pPr>
          </w:p>
          <w:p w14:paraId="3DB2C24D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  <w:tc>
          <w:tcPr>
            <w:tcW w:w="1406" w:type="dxa"/>
            <w:tcBorders>
              <w:bottom w:val="single" w:sz="12" w:space="0" w:color="auto"/>
            </w:tcBorders>
            <w:vAlign w:val="center"/>
          </w:tcPr>
          <w:p w14:paraId="0DD4DFFD" w14:textId="77777777" w:rsidR="00804169" w:rsidRPr="009720B2" w:rsidRDefault="00804169" w:rsidP="00F829C8">
            <w:pPr>
              <w:rPr>
                <w:b/>
              </w:rPr>
            </w:pPr>
          </w:p>
        </w:tc>
        <w:tc>
          <w:tcPr>
            <w:tcW w:w="1301" w:type="dxa"/>
            <w:tcBorders>
              <w:bottom w:val="single" w:sz="12" w:space="0" w:color="auto"/>
            </w:tcBorders>
            <w:vAlign w:val="center"/>
          </w:tcPr>
          <w:p w14:paraId="3AA1A27C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  <w:tc>
          <w:tcPr>
            <w:tcW w:w="1466" w:type="dxa"/>
            <w:tcBorders>
              <w:bottom w:val="single" w:sz="12" w:space="0" w:color="auto"/>
            </w:tcBorders>
            <w:vAlign w:val="center"/>
          </w:tcPr>
          <w:p w14:paraId="65E34403" w14:textId="77777777" w:rsidR="00804169" w:rsidRPr="009720B2" w:rsidRDefault="00804169" w:rsidP="00F829C8">
            <w:pPr>
              <w:rPr>
                <w:b/>
                <w:iCs/>
              </w:rPr>
            </w:pPr>
          </w:p>
        </w:tc>
        <w:tc>
          <w:tcPr>
            <w:tcW w:w="394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AB5268B" w14:textId="77777777" w:rsidR="00804169" w:rsidRPr="009720B2" w:rsidRDefault="00804169" w:rsidP="00F829C8">
            <w:pPr>
              <w:jc w:val="center"/>
              <w:rPr>
                <w:b/>
                <w:iCs/>
              </w:rPr>
            </w:pPr>
          </w:p>
        </w:tc>
      </w:tr>
    </w:tbl>
    <w:p w14:paraId="4547A2DB" w14:textId="77777777" w:rsidR="00804169" w:rsidRPr="009720B2" w:rsidRDefault="00804169" w:rsidP="004437A2">
      <w:pPr>
        <w:tabs>
          <w:tab w:val="right" w:pos="360"/>
        </w:tabs>
        <w:rPr>
          <w:sz w:val="20"/>
        </w:rPr>
        <w:sectPr w:rsidR="00804169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683F761C" w14:textId="77777777" w:rsidR="00804169" w:rsidRPr="009720B2" w:rsidRDefault="00804169" w:rsidP="004437A2">
      <w:pPr>
        <w:tabs>
          <w:tab w:val="right" w:pos="360"/>
        </w:tabs>
        <w:rPr>
          <w:sz w:val="4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804169" w:rsidRPr="009720B2" w14:paraId="19E49D3B" w14:textId="77777777" w:rsidTr="000C09F1">
        <w:trPr>
          <w:jc w:val="center"/>
        </w:trPr>
        <w:tc>
          <w:tcPr>
            <w:tcW w:w="10490" w:type="dxa"/>
          </w:tcPr>
          <w:p w14:paraId="65A3061B" w14:textId="77777777" w:rsidR="00804169" w:rsidRPr="009720B2" w:rsidRDefault="00804169" w:rsidP="00D06DEE">
            <w:pPr>
              <w:rPr>
                <w:sz w:val="16"/>
              </w:rPr>
            </w:pPr>
            <w:r w:rsidRPr="009720B2">
              <w:rPr>
                <w:sz w:val="16"/>
              </w:rPr>
              <w:t>POZNÁMKY:</w:t>
            </w:r>
          </w:p>
          <w:p w14:paraId="3A2E3644" w14:textId="77777777" w:rsidR="00804169" w:rsidRPr="009720B2" w:rsidRDefault="008127AA" w:rsidP="00D06DEE">
            <w:pPr>
              <w:rPr>
                <w:sz w:val="20"/>
                <w:szCs w:val="20"/>
              </w:rPr>
            </w:pPr>
            <w:r w:rsidRPr="009720B2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04169" w:rsidRPr="009720B2">
              <w:rPr>
                <w:sz w:val="20"/>
                <w:szCs w:val="20"/>
              </w:rPr>
              <w:instrText xml:space="preserve"> FORMTEXT </w:instrText>
            </w:r>
            <w:r w:rsidRPr="009720B2">
              <w:rPr>
                <w:sz w:val="20"/>
                <w:szCs w:val="20"/>
              </w:rPr>
            </w:r>
            <w:r w:rsidRPr="009720B2">
              <w:rPr>
                <w:sz w:val="20"/>
                <w:szCs w:val="20"/>
              </w:rPr>
              <w:fldChar w:fldCharType="separate"/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Pr="009720B2">
              <w:rPr>
                <w:sz w:val="20"/>
                <w:szCs w:val="20"/>
              </w:rPr>
              <w:fldChar w:fldCharType="end"/>
            </w:r>
          </w:p>
        </w:tc>
      </w:tr>
    </w:tbl>
    <w:p w14:paraId="7270A1B2" w14:textId="77777777" w:rsidR="00804169" w:rsidRPr="009720B2" w:rsidRDefault="00804169" w:rsidP="00D06DEE">
      <w:pPr>
        <w:tabs>
          <w:tab w:val="right" w:pos="360"/>
        </w:tabs>
        <w:rPr>
          <w:i/>
          <w:sz w:val="10"/>
        </w:rPr>
      </w:pPr>
    </w:p>
    <w:p w14:paraId="65F80B85" w14:textId="77777777" w:rsidR="006C13A7" w:rsidRPr="009720B2" w:rsidRDefault="006C13A7" w:rsidP="006C13A7">
      <w:pPr>
        <w:tabs>
          <w:tab w:val="right" w:pos="360"/>
        </w:tabs>
        <w:rPr>
          <w:i/>
          <w:sz w:val="20"/>
        </w:rPr>
      </w:pPr>
      <w:r w:rsidRPr="009720B2">
        <w:rPr>
          <w:i/>
          <w:sz w:val="20"/>
        </w:rPr>
        <w:t>V ostatných špecifikáciách sa uvádzajú dôležité špecifikácie, ktoré svojím charakterom nepatria do predchádzajúcich stĺpcov.</w:t>
      </w:r>
    </w:p>
    <w:p w14:paraId="7A9C372F" w14:textId="2CA0A680" w:rsidR="00F829C8" w:rsidRPr="009720B2" w:rsidRDefault="00F829C8" w:rsidP="00270ADA">
      <w:pPr>
        <w:pBdr>
          <w:bottom w:val="single" w:sz="4" w:space="1" w:color="auto"/>
        </w:pBdr>
        <w:rPr>
          <w:i/>
          <w:iCs/>
          <w:sz w:val="20"/>
          <w:szCs w:val="20"/>
        </w:rPr>
      </w:pPr>
      <w:r w:rsidRPr="009720B2">
        <w:rPr>
          <w:i/>
          <w:iCs/>
          <w:sz w:val="20"/>
          <w:szCs w:val="20"/>
        </w:rPr>
        <w:t>Návod na vyplnenie tabuľky viď MSA -L/01 – tab. A3-1</w:t>
      </w:r>
    </w:p>
    <w:p w14:paraId="3FE45FC8" w14:textId="77777777" w:rsidR="00F829C8" w:rsidRPr="009720B2" w:rsidRDefault="00F829C8" w:rsidP="00611787">
      <w:pPr>
        <w:rPr>
          <w:i/>
          <w:sz w:val="20"/>
        </w:rPr>
      </w:pPr>
    </w:p>
    <w:p w14:paraId="39D88C34" w14:textId="77777777" w:rsidR="00611787" w:rsidRPr="009720B2" w:rsidRDefault="00611787" w:rsidP="00AB2C0E">
      <w:pPr>
        <w:rPr>
          <w:sz w:val="20"/>
        </w:rPr>
      </w:pPr>
    </w:p>
    <w:p w14:paraId="43876EBF" w14:textId="77777777" w:rsidR="00804169" w:rsidRPr="009720B2" w:rsidRDefault="00804169" w:rsidP="00AB2C0E">
      <w:pPr>
        <w:pStyle w:val="Nadpis4"/>
        <w:numPr>
          <w:ilvl w:val="0"/>
          <w:numId w:val="0"/>
        </w:numPr>
        <w:tabs>
          <w:tab w:val="num" w:pos="1440"/>
        </w:tabs>
        <w:spacing w:before="0" w:after="0"/>
        <w:ind w:left="864" w:hanging="864"/>
        <w:rPr>
          <w:i/>
          <w:sz w:val="24"/>
        </w:rPr>
      </w:pPr>
      <w:r w:rsidRPr="009720B2">
        <w:rPr>
          <w:i/>
          <w:sz w:val="24"/>
        </w:rPr>
        <w:t>Vyplniť len v prípade laboratória s flexibilným rozsahom, kompetentného vyvíjať nové metódy</w:t>
      </w:r>
    </w:p>
    <w:p w14:paraId="3DB076A5" w14:textId="77777777" w:rsidR="00804169" w:rsidRPr="009720B2" w:rsidRDefault="00804169" w:rsidP="004C097B">
      <w:pPr>
        <w:rPr>
          <w:sz w:val="20"/>
        </w:rPr>
      </w:pPr>
    </w:p>
    <w:p w14:paraId="21F888A5" w14:textId="77777777" w:rsidR="00804169" w:rsidRPr="009720B2" w:rsidRDefault="00804169" w:rsidP="000C72DB">
      <w:pPr>
        <w:pStyle w:val="Hlavika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</w:rPr>
      </w:pPr>
      <w:r w:rsidRPr="009720B2">
        <w:rPr>
          <w:rFonts w:ascii="Arial" w:hAnsi="Arial" w:cs="Arial"/>
          <w:b/>
          <w:bCs/>
          <w:sz w:val="20"/>
          <w:szCs w:val="20"/>
        </w:rPr>
        <w:t>(flexibilný rozsah s kompetentnosťou vyvíjať nové metódy)</w:t>
      </w:r>
    </w:p>
    <w:p w14:paraId="4AFAA697" w14:textId="153B60AD" w:rsidR="00AB061E" w:rsidRPr="009720B2" w:rsidRDefault="00AB061E" w:rsidP="000C72DB">
      <w:pPr>
        <w:pStyle w:val="Hlavika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  <w:szCs w:val="20"/>
        </w:rPr>
        <w:sectPr w:rsidR="00AB061E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0CD5BBCF" w14:textId="77777777" w:rsidR="00804169" w:rsidRPr="009720B2" w:rsidRDefault="00804169" w:rsidP="000C72DB">
      <w:pPr>
        <w:pStyle w:val="Hlavika"/>
        <w:tabs>
          <w:tab w:val="clear" w:pos="4536"/>
          <w:tab w:val="clear" w:pos="9072"/>
        </w:tabs>
        <w:rPr>
          <w:sz w:val="12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65"/>
        <w:gridCol w:w="1406"/>
        <w:gridCol w:w="1301"/>
        <w:gridCol w:w="1443"/>
        <w:gridCol w:w="1559"/>
        <w:gridCol w:w="2977"/>
      </w:tblGrid>
      <w:tr w:rsidR="009720B2" w:rsidRPr="009720B2" w14:paraId="0E0E240F" w14:textId="77777777" w:rsidTr="00F829C8">
        <w:trPr>
          <w:cantSplit/>
          <w:trHeight w:val="20"/>
          <w:tblHeader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663BBC8D" w14:textId="77777777" w:rsidR="00F829C8" w:rsidRPr="009720B2" w:rsidRDefault="00F829C8" w:rsidP="00E760DE">
            <w:pPr>
              <w:jc w:val="center"/>
              <w:rPr>
                <w:i/>
                <w:iCs/>
                <w:sz w:val="20"/>
              </w:rPr>
            </w:pPr>
            <w:r w:rsidRPr="009720B2">
              <w:rPr>
                <w:b/>
                <w:iCs/>
              </w:rPr>
              <w:t>Položka</w:t>
            </w:r>
          </w:p>
        </w:tc>
        <w:tc>
          <w:tcPr>
            <w:tcW w:w="2671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1CBD5C0B" w14:textId="77777777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Objekt vyšetrenia</w:t>
            </w:r>
          </w:p>
        </w:tc>
        <w:tc>
          <w:tcPr>
            <w:tcW w:w="2744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780DE46" w14:textId="77777777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Zavedená metóda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15DBF9D3" w14:textId="77777777" w:rsidR="00F829C8" w:rsidRPr="009720B2" w:rsidRDefault="00F829C8" w:rsidP="00E760DE">
            <w:pPr>
              <w:tabs>
                <w:tab w:val="center" w:pos="4536"/>
                <w:tab w:val="right" w:pos="9072"/>
              </w:tabs>
              <w:jc w:val="center"/>
              <w:rPr>
                <w:b/>
                <w:szCs w:val="20"/>
                <w:lang w:eastAsia="cs-CZ"/>
              </w:rPr>
            </w:pPr>
            <w:r w:rsidRPr="009720B2">
              <w:rPr>
                <w:b/>
                <w:szCs w:val="20"/>
                <w:lang w:eastAsia="cs-CZ"/>
              </w:rPr>
              <w:t>Sféra</w:t>
            </w:r>
          </w:p>
          <w:p w14:paraId="330BD7B0" w14:textId="77777777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szCs w:val="20"/>
                <w:lang w:eastAsia="cs-CZ"/>
              </w:rPr>
              <w:t>uplatňovania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685E5214" w14:textId="77777777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Ostatné špecifikácie</w:t>
            </w:r>
          </w:p>
          <w:p w14:paraId="057FACA0" w14:textId="021A8458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(</w:t>
            </w:r>
            <w:r w:rsidR="00B213E7">
              <w:rPr>
                <w:b/>
                <w:iCs/>
              </w:rPr>
              <w:t xml:space="preserve">pracovisko </w:t>
            </w:r>
            <w:r w:rsidRPr="009720B2">
              <w:rPr>
                <w:b/>
                <w:iCs/>
              </w:rPr>
              <w:t>atď.)</w:t>
            </w:r>
          </w:p>
        </w:tc>
      </w:tr>
      <w:tr w:rsidR="009720B2" w:rsidRPr="009720B2" w14:paraId="6E1D7F80" w14:textId="77777777" w:rsidTr="00F829C8">
        <w:trPr>
          <w:cantSplit/>
          <w:trHeight w:val="1002"/>
          <w:tblHeader/>
        </w:trPr>
        <w:tc>
          <w:tcPr>
            <w:tcW w:w="53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F8A1430" w14:textId="77777777" w:rsidR="00F829C8" w:rsidRPr="009720B2" w:rsidRDefault="00F829C8" w:rsidP="00E760DE">
            <w:pPr>
              <w:jc w:val="center"/>
              <w:rPr>
                <w:b/>
                <w:sz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7F354CE0" w14:textId="1503E773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szCs w:val="20"/>
              </w:rPr>
              <w:t>Biologický</w:t>
            </w:r>
            <w:r w:rsidR="006B75B4">
              <w:rPr>
                <w:b/>
                <w:szCs w:val="20"/>
              </w:rPr>
              <w:t xml:space="preserve"> </w:t>
            </w:r>
            <w:r w:rsidRPr="009720B2">
              <w:rPr>
                <w:b/>
                <w:szCs w:val="20"/>
              </w:rPr>
              <w:br/>
              <w:t xml:space="preserve">materiál / </w:t>
            </w:r>
            <w:r w:rsidR="006B75B4">
              <w:rPr>
                <w:b/>
                <w:szCs w:val="20"/>
              </w:rPr>
              <w:t>Matrica</w:t>
            </w:r>
            <w:r w:rsidRPr="009720B2">
              <w:rPr>
                <w:b/>
                <w:szCs w:val="20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3AD32C9B" w14:textId="4B1ABFF5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Analyt/</w:t>
            </w:r>
          </w:p>
          <w:p w14:paraId="5262FA45" w14:textId="77777777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Parameter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3A27F93E" w14:textId="242DD435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Princíp</w:t>
            </w:r>
          </w:p>
        </w:tc>
        <w:tc>
          <w:tcPr>
            <w:tcW w:w="1443" w:type="dxa"/>
            <w:tcBorders>
              <w:top w:val="single" w:sz="4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A9180A3" w14:textId="77777777" w:rsidR="00F829C8" w:rsidRPr="009720B2" w:rsidRDefault="00F829C8" w:rsidP="00E760DE">
            <w:pPr>
              <w:jc w:val="center"/>
              <w:rPr>
                <w:b/>
                <w:iCs/>
              </w:rPr>
            </w:pPr>
            <w:r w:rsidRPr="009720B2">
              <w:rPr>
                <w:b/>
                <w:iCs/>
              </w:rPr>
              <w:t>Označenie</w:t>
            </w: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2B00C123" w14:textId="77777777" w:rsidR="00F829C8" w:rsidRPr="009720B2" w:rsidRDefault="00F829C8" w:rsidP="00E760DE">
            <w:pPr>
              <w:jc w:val="center"/>
              <w:rPr>
                <w:b/>
              </w:rPr>
            </w:pPr>
          </w:p>
        </w:tc>
        <w:tc>
          <w:tcPr>
            <w:tcW w:w="297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6FE1FF9" w14:textId="77777777" w:rsidR="00F829C8" w:rsidRPr="009720B2" w:rsidRDefault="00F829C8" w:rsidP="00E760DE">
            <w:pPr>
              <w:jc w:val="center"/>
              <w:rPr>
                <w:b/>
              </w:rPr>
            </w:pPr>
          </w:p>
        </w:tc>
      </w:tr>
      <w:tr w:rsidR="009720B2" w:rsidRPr="009720B2" w14:paraId="19D9C528" w14:textId="77777777" w:rsidTr="00F829C8">
        <w:trPr>
          <w:cantSplit/>
          <w:trHeight w:val="284"/>
        </w:trPr>
        <w:tc>
          <w:tcPr>
            <w:tcW w:w="539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CB14EDA" w14:textId="5C42F3FE" w:rsidR="00F829C8" w:rsidRPr="009720B2" w:rsidRDefault="006B75B4" w:rsidP="00E760DE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vAlign w:val="center"/>
          </w:tcPr>
          <w:p w14:paraId="392AFD0D" w14:textId="72A8AC46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vAlign w:val="center"/>
          </w:tcPr>
          <w:p w14:paraId="413ABF4D" w14:textId="4BE5F80F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  <w:vAlign w:val="center"/>
          </w:tcPr>
          <w:p w14:paraId="05C9D62D" w14:textId="506A3063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  <w:vAlign w:val="center"/>
          </w:tcPr>
          <w:p w14:paraId="2B2A30B9" w14:textId="14CF371C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C9C01C7" w14:textId="6C81EB49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2977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7FCD73B" w14:textId="4F2C3F9D" w:rsidR="00F829C8" w:rsidRPr="009720B2" w:rsidRDefault="00F829C8" w:rsidP="00E760DE">
            <w:pPr>
              <w:jc w:val="center"/>
              <w:rPr>
                <w:iCs/>
              </w:rPr>
            </w:pPr>
          </w:p>
        </w:tc>
      </w:tr>
      <w:tr w:rsidR="009720B2" w:rsidRPr="009720B2" w14:paraId="6841C565" w14:textId="77777777" w:rsidTr="00F829C8">
        <w:trPr>
          <w:cantSplit/>
          <w:trHeight w:val="284"/>
        </w:trPr>
        <w:tc>
          <w:tcPr>
            <w:tcW w:w="5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26D5763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265" w:type="dxa"/>
            <w:tcBorders>
              <w:bottom w:val="single" w:sz="12" w:space="0" w:color="auto"/>
            </w:tcBorders>
            <w:vAlign w:val="center"/>
          </w:tcPr>
          <w:p w14:paraId="47BE5239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406" w:type="dxa"/>
            <w:tcBorders>
              <w:bottom w:val="single" w:sz="12" w:space="0" w:color="auto"/>
            </w:tcBorders>
            <w:vAlign w:val="center"/>
          </w:tcPr>
          <w:p w14:paraId="6B6525B4" w14:textId="77777777" w:rsidR="00F829C8" w:rsidRPr="009720B2" w:rsidRDefault="00F829C8" w:rsidP="00E760DE">
            <w:pPr>
              <w:jc w:val="center"/>
            </w:pPr>
          </w:p>
        </w:tc>
        <w:tc>
          <w:tcPr>
            <w:tcW w:w="1301" w:type="dxa"/>
            <w:tcBorders>
              <w:bottom w:val="single" w:sz="12" w:space="0" w:color="auto"/>
            </w:tcBorders>
            <w:vAlign w:val="center"/>
          </w:tcPr>
          <w:p w14:paraId="226451CB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443" w:type="dxa"/>
            <w:tcBorders>
              <w:bottom w:val="single" w:sz="12" w:space="0" w:color="auto"/>
            </w:tcBorders>
            <w:vAlign w:val="center"/>
          </w:tcPr>
          <w:p w14:paraId="7DA2A5B2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63BB8C68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  <w:tc>
          <w:tcPr>
            <w:tcW w:w="297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D065D9B" w14:textId="77777777" w:rsidR="00F829C8" w:rsidRPr="009720B2" w:rsidRDefault="00F829C8" w:rsidP="00E760DE">
            <w:pPr>
              <w:jc w:val="center"/>
              <w:rPr>
                <w:iCs/>
              </w:rPr>
            </w:pPr>
          </w:p>
        </w:tc>
      </w:tr>
    </w:tbl>
    <w:p w14:paraId="511C25F2" w14:textId="77777777" w:rsidR="00804169" w:rsidRPr="009720B2" w:rsidRDefault="00804169" w:rsidP="00AB2C0E">
      <w:pPr>
        <w:pStyle w:val="Pta"/>
        <w:jc w:val="both"/>
        <w:sectPr w:rsidR="00804169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3FE8890F" w14:textId="77777777" w:rsidR="00804169" w:rsidRPr="009720B2" w:rsidRDefault="00804169" w:rsidP="00AB2C0E">
      <w:pPr>
        <w:pStyle w:val="Pta"/>
        <w:jc w:val="both"/>
        <w:rPr>
          <w:sz w:val="10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9720B2" w:rsidRPr="009720B2" w14:paraId="7FA9FDF5" w14:textId="77777777" w:rsidTr="00C8726A">
        <w:trPr>
          <w:jc w:val="center"/>
        </w:trPr>
        <w:tc>
          <w:tcPr>
            <w:tcW w:w="10520" w:type="dxa"/>
          </w:tcPr>
          <w:p w14:paraId="56DEDD9D" w14:textId="77777777" w:rsidR="00804169" w:rsidRPr="009720B2" w:rsidRDefault="00804169" w:rsidP="00EF4F9B">
            <w:pPr>
              <w:rPr>
                <w:sz w:val="16"/>
              </w:rPr>
            </w:pPr>
            <w:r w:rsidRPr="009720B2">
              <w:rPr>
                <w:sz w:val="16"/>
              </w:rPr>
              <w:t>POZNÁMKY:</w:t>
            </w:r>
          </w:p>
          <w:p w14:paraId="3EE8AFB8" w14:textId="77777777" w:rsidR="00804169" w:rsidRPr="009720B2" w:rsidRDefault="008127AA" w:rsidP="00EF4F9B">
            <w:pPr>
              <w:rPr>
                <w:sz w:val="20"/>
                <w:szCs w:val="20"/>
              </w:rPr>
            </w:pPr>
            <w:r w:rsidRPr="009720B2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04169" w:rsidRPr="009720B2">
              <w:rPr>
                <w:sz w:val="20"/>
                <w:szCs w:val="20"/>
              </w:rPr>
              <w:instrText xml:space="preserve"> FORMTEXT </w:instrText>
            </w:r>
            <w:r w:rsidRPr="009720B2">
              <w:rPr>
                <w:sz w:val="20"/>
                <w:szCs w:val="20"/>
              </w:rPr>
            </w:r>
            <w:r w:rsidRPr="009720B2">
              <w:rPr>
                <w:sz w:val="20"/>
                <w:szCs w:val="20"/>
              </w:rPr>
              <w:fldChar w:fldCharType="separate"/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Pr="009720B2">
              <w:rPr>
                <w:sz w:val="20"/>
                <w:szCs w:val="20"/>
              </w:rPr>
              <w:fldChar w:fldCharType="end"/>
            </w:r>
          </w:p>
        </w:tc>
      </w:tr>
      <w:tr w:rsidR="00F829C8" w:rsidRPr="009720B2" w14:paraId="5DCEC12C" w14:textId="77777777" w:rsidTr="00C8726A">
        <w:trPr>
          <w:jc w:val="center"/>
        </w:trPr>
        <w:tc>
          <w:tcPr>
            <w:tcW w:w="10520" w:type="dxa"/>
          </w:tcPr>
          <w:p w14:paraId="30EE5001" w14:textId="62E0B533" w:rsidR="008A096D" w:rsidRPr="009720B2" w:rsidRDefault="008A096D" w:rsidP="008A096D">
            <w:pPr>
              <w:rPr>
                <w:b/>
                <w:sz w:val="20"/>
                <w:szCs w:val="20"/>
              </w:rPr>
            </w:pPr>
            <w:r w:rsidRPr="009720B2">
              <w:rPr>
                <w:b/>
                <w:sz w:val="20"/>
                <w:szCs w:val="20"/>
              </w:rPr>
              <w:t>Vyznačiť požadovan</w:t>
            </w:r>
            <w:r w:rsidR="00C55CE7">
              <w:rPr>
                <w:b/>
                <w:sz w:val="20"/>
                <w:szCs w:val="20"/>
              </w:rPr>
              <w:t>é</w:t>
            </w:r>
            <w:r w:rsidRPr="009720B2">
              <w:rPr>
                <w:b/>
                <w:sz w:val="20"/>
                <w:szCs w:val="20"/>
              </w:rPr>
              <w:t xml:space="preserve"> </w:t>
            </w:r>
            <w:r w:rsidR="00C55CE7">
              <w:rPr>
                <w:b/>
                <w:sz w:val="20"/>
                <w:szCs w:val="20"/>
              </w:rPr>
              <w:t xml:space="preserve">hranice </w:t>
            </w:r>
            <w:r w:rsidRPr="009720B2">
              <w:rPr>
                <w:b/>
                <w:sz w:val="20"/>
                <w:szCs w:val="20"/>
              </w:rPr>
              <w:t>flexibility:</w:t>
            </w:r>
          </w:p>
          <w:p w14:paraId="696EE606" w14:textId="0E32BC3C" w:rsidR="008A096D" w:rsidRPr="009720B2" w:rsidRDefault="008A096D" w:rsidP="008A096D">
            <w:pPr>
              <w:rPr>
                <w:bCs/>
                <w:sz w:val="20"/>
                <w:szCs w:val="20"/>
              </w:rPr>
            </w:pPr>
          </w:p>
          <w:p w14:paraId="457A8AB7" w14:textId="09982FD4" w:rsidR="002057F0" w:rsidRDefault="006B75B4" w:rsidP="002057F0">
            <w:pPr>
              <w:tabs>
                <w:tab w:val="left" w:pos="708"/>
                <w:tab w:val="center" w:pos="4536"/>
                <w:tab w:val="right" w:pos="9072"/>
              </w:tabs>
              <w:rPr>
                <w:bCs/>
                <w:sz w:val="20"/>
                <w:szCs w:val="20"/>
              </w:rPr>
            </w:pPr>
            <w:r w:rsidRPr="006B75B4">
              <w:rPr>
                <w:bCs/>
                <w:sz w:val="20"/>
                <w:szCs w:val="20"/>
              </w:rPr>
              <w:lastRenderedPageBreak/>
              <w:t xml:space="preserve">Laboratórium vedie aktuálny zoznam všetkých skúšobných metód s flexibilným rozsahom akreditácie na stránke  </w:t>
            </w:r>
            <w:hyperlink r:id="rId11" w:history="1">
              <w:r w:rsidR="00C55CE7" w:rsidRPr="005B2B1D">
                <w:rPr>
                  <w:rStyle w:val="Hypertextovprepojenie"/>
                  <w:bCs/>
                  <w:sz w:val="20"/>
                  <w:szCs w:val="20"/>
                </w:rPr>
                <w:t>www.cab.sk/flexibilna-akreditacia/</w:t>
              </w:r>
            </w:hyperlink>
          </w:p>
          <w:p w14:paraId="2A43C620" w14:textId="77777777" w:rsidR="00C55CE7" w:rsidRDefault="00C55CE7" w:rsidP="002057F0">
            <w:pPr>
              <w:tabs>
                <w:tab w:val="left" w:pos="708"/>
                <w:tab w:val="center" w:pos="4536"/>
                <w:tab w:val="right" w:pos="9072"/>
              </w:tabs>
              <w:rPr>
                <w:rStyle w:val="Hypertextovprepojenie"/>
                <w:bCs/>
                <w:color w:val="auto"/>
                <w:lang w:eastAsia="cs-CZ"/>
              </w:rPr>
            </w:pPr>
          </w:p>
          <w:p w14:paraId="7C7EB9E9" w14:textId="77777777" w:rsidR="00C55CE7" w:rsidRDefault="00C55CE7" w:rsidP="00C55CE7">
            <w:pPr>
              <w:pStyle w:val="Normlntabuka"/>
              <w:spacing w:after="0"/>
              <w:rPr>
                <w:b/>
                <w:szCs w:val="20"/>
              </w:rPr>
            </w:pPr>
            <w:r w:rsidRPr="005326D7">
              <w:rPr>
                <w:b/>
                <w:szCs w:val="20"/>
              </w:rPr>
              <w:t>Flexibilita sa nevzťahuje na zmenu princípu používaných metód v danom flexibilnom rozsahu.</w:t>
            </w:r>
          </w:p>
          <w:p w14:paraId="69920B96" w14:textId="77777777" w:rsidR="002057F0" w:rsidRPr="009720B2" w:rsidRDefault="002057F0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</w:p>
          <w:p w14:paraId="5E7B7401" w14:textId="16D44CC6" w:rsidR="008A096D" w:rsidRPr="009720B2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9720B2">
              <w:rPr>
                <w:rFonts w:eastAsiaTheme="minorHAnsi"/>
                <w:bCs/>
                <w:szCs w:val="20"/>
                <w:lang w:eastAsia="en-US"/>
              </w:rPr>
              <w:t>Princíp flexibility môžu laboratóriá využívať v</w:t>
            </w:r>
            <w:r w:rsidR="002057F0" w:rsidRPr="009720B2">
              <w:rPr>
                <w:rFonts w:eastAsiaTheme="minorHAnsi"/>
                <w:bCs/>
                <w:szCs w:val="20"/>
                <w:lang w:eastAsia="en-US"/>
              </w:rPr>
              <w:t> 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>rámci</w:t>
            </w:r>
            <w:r w:rsidR="002057F0" w:rsidRPr="009720B2">
              <w:rPr>
                <w:rFonts w:eastAsiaTheme="minorHAnsi"/>
                <w:bCs/>
                <w:szCs w:val="20"/>
                <w:lang w:eastAsia="en-US"/>
              </w:rPr>
              <w:t>:</w:t>
            </w:r>
          </w:p>
          <w:p w14:paraId="411E45EC" w14:textId="30824969" w:rsidR="008A096D" w:rsidRPr="009720B2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9720B2">
              <w:rPr>
                <w:rFonts w:ascii="Wingdings" w:eastAsia="Wingdings" w:hAnsi="Wingdings"/>
                <w:b/>
                <w:szCs w:val="20"/>
              </w:rPr>
              <w:t>o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 </w:t>
            </w:r>
            <w:r w:rsidR="006B75B4">
              <w:rPr>
                <w:rFonts w:eastAsiaTheme="minorHAnsi"/>
                <w:bCs/>
                <w:szCs w:val="20"/>
                <w:lang w:eastAsia="en-US"/>
              </w:rPr>
              <w:t xml:space="preserve">biologických 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materiálov/matrice, </w:t>
            </w:r>
          </w:p>
          <w:p w14:paraId="15CB8081" w14:textId="4D8524A4" w:rsidR="008A096D" w:rsidRPr="009720B2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9720B2">
              <w:rPr>
                <w:rFonts w:ascii="Wingdings" w:eastAsia="Wingdings" w:hAnsi="Wingdings"/>
                <w:b/>
                <w:szCs w:val="20"/>
              </w:rPr>
              <w:t>o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 </w:t>
            </w:r>
            <w:proofErr w:type="spellStart"/>
            <w:r w:rsidR="006B75B4">
              <w:t>analytov</w:t>
            </w:r>
            <w:proofErr w:type="spellEnd"/>
            <w:r w:rsidR="006B75B4">
              <w:t>/parametrov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, </w:t>
            </w:r>
          </w:p>
          <w:p w14:paraId="11BB5D34" w14:textId="037990D3" w:rsidR="008A096D" w:rsidRPr="009720B2" w:rsidRDefault="008A096D" w:rsidP="008A096D">
            <w:pPr>
              <w:pStyle w:val="Normlntabuka"/>
              <w:spacing w:after="0"/>
              <w:rPr>
                <w:rFonts w:eastAsiaTheme="minorHAnsi"/>
                <w:bCs/>
                <w:szCs w:val="20"/>
                <w:lang w:eastAsia="en-US"/>
              </w:rPr>
            </w:pPr>
            <w:r w:rsidRPr="009720B2">
              <w:rPr>
                <w:rFonts w:ascii="Wingdings" w:eastAsia="Wingdings" w:hAnsi="Wingdings"/>
                <w:b/>
                <w:szCs w:val="20"/>
              </w:rPr>
              <w:t>o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 </w:t>
            </w:r>
            <w:r w:rsidR="006B75B4">
              <w:t>metód</w:t>
            </w:r>
            <w:r w:rsidR="00C55CE7">
              <w:t xml:space="preserve"> používaných na vyšetrovanie</w:t>
            </w:r>
          </w:p>
          <w:p w14:paraId="7A6DB53C" w14:textId="03AFAE5C" w:rsidR="00F829C8" w:rsidRPr="009720B2" w:rsidRDefault="008A096D" w:rsidP="0074680D">
            <w:pPr>
              <w:pStyle w:val="Normlntabuka"/>
              <w:spacing w:after="0"/>
              <w:rPr>
                <w:szCs w:val="20"/>
              </w:rPr>
            </w:pPr>
            <w:r w:rsidRPr="009720B2">
              <w:rPr>
                <w:rFonts w:ascii="Wingdings" w:eastAsia="Wingdings" w:hAnsi="Wingdings"/>
                <w:b/>
                <w:szCs w:val="20"/>
              </w:rPr>
              <w:t>o</w:t>
            </w:r>
            <w:r w:rsidRPr="009720B2">
              <w:rPr>
                <w:rFonts w:eastAsiaTheme="minorHAnsi"/>
                <w:bCs/>
                <w:szCs w:val="20"/>
                <w:lang w:eastAsia="en-US"/>
              </w:rPr>
              <w:t xml:space="preserve"> </w:t>
            </w:r>
            <w:r w:rsidR="00C55CE7">
              <w:rPr>
                <w:rFonts w:eastAsiaTheme="minorHAnsi"/>
                <w:bCs/>
                <w:szCs w:val="20"/>
                <w:lang w:eastAsia="en-US"/>
              </w:rPr>
              <w:t>zariadení.</w:t>
            </w:r>
          </w:p>
        </w:tc>
      </w:tr>
    </w:tbl>
    <w:p w14:paraId="37809139" w14:textId="77777777" w:rsidR="00804169" w:rsidRPr="009720B2" w:rsidRDefault="00804169" w:rsidP="00AB2C0E">
      <w:pPr>
        <w:pStyle w:val="Pta"/>
        <w:jc w:val="both"/>
        <w:rPr>
          <w:sz w:val="10"/>
        </w:rPr>
      </w:pPr>
    </w:p>
    <w:p w14:paraId="57CC5190" w14:textId="34B1C8A2" w:rsidR="004F2841" w:rsidRDefault="004F2841" w:rsidP="00270ADA">
      <w:pPr>
        <w:pBdr>
          <w:bottom w:val="single" w:sz="4" w:space="1" w:color="auto"/>
        </w:pBdr>
        <w:rPr>
          <w:i/>
          <w:iCs/>
          <w:sz w:val="20"/>
          <w:szCs w:val="20"/>
        </w:rPr>
      </w:pPr>
      <w:bookmarkStart w:id="2" w:name="Text1"/>
      <w:r w:rsidRPr="009720B2">
        <w:rPr>
          <w:i/>
          <w:iCs/>
          <w:sz w:val="20"/>
          <w:szCs w:val="20"/>
        </w:rPr>
        <w:t>Návod na vyplnenie tabuľky viď MSA -L/01 – tab. A3-2</w:t>
      </w:r>
      <w:r w:rsidR="007C1215">
        <w:rPr>
          <w:i/>
          <w:iCs/>
          <w:sz w:val="20"/>
          <w:szCs w:val="20"/>
        </w:rPr>
        <w:t>.</w:t>
      </w:r>
    </w:p>
    <w:p w14:paraId="65D6FEED" w14:textId="77777777" w:rsidR="007C1215" w:rsidRDefault="007C1215" w:rsidP="007C1215">
      <w:pPr>
        <w:pBdr>
          <w:bottom w:val="single" w:sz="4" w:space="1" w:color="auto"/>
        </w:pBdr>
        <w:rPr>
          <w:i/>
          <w:iCs/>
          <w:sz w:val="20"/>
          <w:szCs w:val="20"/>
        </w:rPr>
      </w:pPr>
    </w:p>
    <w:p w14:paraId="03FEA8BC" w14:textId="454557AA" w:rsidR="007C1215" w:rsidRPr="00286003" w:rsidRDefault="007C1215" w:rsidP="007C1215">
      <w:pPr>
        <w:pBdr>
          <w:bottom w:val="single" w:sz="4" w:space="1" w:color="auto"/>
        </w:pBdr>
        <w:rPr>
          <w:sz w:val="20"/>
          <w:szCs w:val="20"/>
        </w:rPr>
      </w:pPr>
      <w:r w:rsidRPr="00286003">
        <w:rPr>
          <w:rFonts w:ascii="Wingdings" w:eastAsia="Wingdings" w:hAnsi="Wingdings"/>
          <w:b/>
          <w:sz w:val="20"/>
          <w:szCs w:val="20"/>
        </w:rPr>
        <w:t>o</w:t>
      </w:r>
      <w:r w:rsidRPr="00286003">
        <w:rPr>
          <w:sz w:val="20"/>
          <w:szCs w:val="20"/>
        </w:rPr>
        <w:t xml:space="preserve">  rozsah akreditácie je priložený vo formáte WORD: súbor_ Príloha OA 3-1</w:t>
      </w:r>
    </w:p>
    <w:p w14:paraId="116EB656" w14:textId="77777777" w:rsidR="007C1215" w:rsidRPr="009720B2" w:rsidRDefault="007C1215" w:rsidP="00270ADA">
      <w:pPr>
        <w:pBdr>
          <w:bottom w:val="single" w:sz="4" w:space="1" w:color="auto"/>
        </w:pBdr>
        <w:rPr>
          <w:i/>
          <w:iCs/>
          <w:sz w:val="20"/>
          <w:szCs w:val="20"/>
        </w:rPr>
      </w:pPr>
    </w:p>
    <w:bookmarkEnd w:id="2"/>
    <w:p w14:paraId="4B3085F9" w14:textId="53240AA6" w:rsidR="00804169" w:rsidRPr="009720B2" w:rsidRDefault="00804169" w:rsidP="00457ADF"/>
    <w:p w14:paraId="6B051E1E" w14:textId="77777777" w:rsidR="007F0A62" w:rsidRPr="009720B2" w:rsidRDefault="007F0A62" w:rsidP="004F736C">
      <w:pPr>
        <w:pStyle w:val="Nadpis4"/>
        <w:numPr>
          <w:ilvl w:val="0"/>
          <w:numId w:val="0"/>
        </w:numPr>
        <w:tabs>
          <w:tab w:val="num" w:pos="1440"/>
        </w:tabs>
        <w:spacing w:before="0" w:after="0"/>
        <w:rPr>
          <w:i/>
          <w:sz w:val="24"/>
        </w:rPr>
      </w:pPr>
    </w:p>
    <w:p w14:paraId="1F907B60" w14:textId="28B96284" w:rsidR="00804169" w:rsidRPr="009720B2" w:rsidRDefault="00804169" w:rsidP="004F736C">
      <w:pPr>
        <w:pStyle w:val="Nadpis4"/>
        <w:numPr>
          <w:ilvl w:val="0"/>
          <w:numId w:val="0"/>
        </w:numPr>
        <w:tabs>
          <w:tab w:val="num" w:pos="1440"/>
        </w:tabs>
        <w:spacing w:before="0" w:after="0"/>
        <w:rPr>
          <w:i/>
          <w:sz w:val="24"/>
        </w:rPr>
      </w:pPr>
      <w:r w:rsidRPr="009720B2">
        <w:rPr>
          <w:i/>
          <w:sz w:val="24"/>
        </w:rPr>
        <w:t>Vyplniť len v prípade laboratória s flexibilným rozsahom</w:t>
      </w:r>
    </w:p>
    <w:p w14:paraId="04D9C428" w14:textId="77777777" w:rsidR="00804169" w:rsidRPr="009720B2" w:rsidRDefault="00804169" w:rsidP="004F736C">
      <w:pPr>
        <w:pStyle w:val="Hlavika"/>
        <w:tabs>
          <w:tab w:val="clear" w:pos="4536"/>
          <w:tab w:val="clear" w:pos="9072"/>
        </w:tabs>
        <w:rPr>
          <w:sz w:val="20"/>
          <w:szCs w:val="20"/>
        </w:rPr>
      </w:pPr>
    </w:p>
    <w:p w14:paraId="3146E170" w14:textId="05C0BED1" w:rsidR="00804169" w:rsidRPr="009720B2" w:rsidRDefault="00906DC8" w:rsidP="004F736C">
      <w:pPr>
        <w:pStyle w:val="Hlavika"/>
        <w:rPr>
          <w:rFonts w:ascii="Arial" w:hAnsi="Arial" w:cs="Arial"/>
          <w:b/>
          <w:bCs/>
          <w:sz w:val="28"/>
        </w:rPr>
        <w:sectPr w:rsidR="00804169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rtlGutter/>
          <w:docGrid w:linePitch="360"/>
        </w:sectPr>
      </w:pPr>
      <w:r>
        <w:rPr>
          <w:rFonts w:ascii="Arial" w:hAnsi="Arial" w:cs="Arial"/>
          <w:b/>
          <w:bCs/>
          <w:sz w:val="28"/>
        </w:rPr>
        <w:t xml:space="preserve">Pracovníci kompetentní </w:t>
      </w:r>
      <w:r w:rsidR="00804169" w:rsidRPr="009720B2">
        <w:rPr>
          <w:rFonts w:ascii="Arial" w:hAnsi="Arial" w:cs="Arial"/>
          <w:b/>
          <w:bCs/>
          <w:sz w:val="28"/>
        </w:rPr>
        <w:t>modifikovať a validovať metódy/ vyvíjať nové metódy počas platnosti akreditácie</w:t>
      </w:r>
    </w:p>
    <w:p w14:paraId="0743544B" w14:textId="77777777" w:rsidR="00804169" w:rsidRPr="009720B2" w:rsidRDefault="00804169" w:rsidP="004F736C">
      <w:pPr>
        <w:pStyle w:val="Hlavika"/>
        <w:rPr>
          <w:rFonts w:ascii="Arial" w:hAnsi="Arial" w:cs="Arial"/>
          <w:bCs/>
          <w:sz w:val="1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3"/>
        <w:gridCol w:w="7057"/>
      </w:tblGrid>
      <w:tr w:rsidR="009720B2" w:rsidRPr="009720B2" w14:paraId="23E66B91" w14:textId="77777777" w:rsidTr="004529EA">
        <w:trPr>
          <w:cantSplit/>
          <w:tblHeader/>
          <w:jc w:val="center"/>
        </w:trPr>
        <w:tc>
          <w:tcPr>
            <w:tcW w:w="3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3D05631D" w14:textId="77777777" w:rsidR="00804169" w:rsidRPr="009720B2" w:rsidRDefault="00804169" w:rsidP="00076CEB">
            <w:pPr>
              <w:jc w:val="center"/>
              <w:rPr>
                <w:b/>
                <w:bCs/>
              </w:rPr>
            </w:pPr>
            <w:r w:rsidRPr="009720B2">
              <w:rPr>
                <w:b/>
                <w:bCs/>
                <w:sz w:val="22"/>
                <w:szCs w:val="22"/>
              </w:rPr>
              <w:t>Meno a priezvisko, tituly</w:t>
            </w:r>
          </w:p>
        </w:tc>
        <w:tc>
          <w:tcPr>
            <w:tcW w:w="70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2B82D46" w14:textId="4E64FEAA" w:rsidR="00804169" w:rsidRPr="009720B2" w:rsidRDefault="00906DC8" w:rsidP="00076CE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Kompetentnosť</w:t>
            </w:r>
            <w:r w:rsidRPr="009720B2">
              <w:rPr>
                <w:b/>
                <w:bCs/>
                <w:sz w:val="22"/>
                <w:szCs w:val="22"/>
              </w:rPr>
              <w:t xml:space="preserve"> </w:t>
            </w:r>
            <w:r w:rsidR="00804169" w:rsidRPr="009720B2">
              <w:rPr>
                <w:b/>
                <w:bCs/>
                <w:sz w:val="22"/>
                <w:szCs w:val="22"/>
              </w:rPr>
              <w:t>modifikovať a validovať metódy/vyvíjať nové metódy -</w:t>
            </w:r>
          </w:p>
          <w:p w14:paraId="3EAD92D3" w14:textId="77777777" w:rsidR="00804169" w:rsidRPr="009720B2" w:rsidRDefault="00804169" w:rsidP="00611787">
            <w:pPr>
              <w:jc w:val="center"/>
              <w:rPr>
                <w:b/>
                <w:bCs/>
              </w:rPr>
            </w:pPr>
            <w:r w:rsidRPr="009720B2">
              <w:rPr>
                <w:b/>
                <w:bCs/>
                <w:sz w:val="22"/>
                <w:szCs w:val="22"/>
              </w:rPr>
              <w:t xml:space="preserve">- </w:t>
            </w:r>
            <w:r w:rsidR="00611787" w:rsidRPr="009720B2">
              <w:rPr>
                <w:b/>
                <w:bCs/>
                <w:sz w:val="22"/>
                <w:szCs w:val="22"/>
              </w:rPr>
              <w:t>položka v špecifikácii činnosti č.</w:t>
            </w:r>
          </w:p>
        </w:tc>
      </w:tr>
      <w:tr w:rsidR="009720B2" w:rsidRPr="009720B2" w14:paraId="24425A04" w14:textId="77777777" w:rsidTr="004529EA">
        <w:trPr>
          <w:jc w:val="center"/>
        </w:trPr>
        <w:tc>
          <w:tcPr>
            <w:tcW w:w="3433" w:type="dxa"/>
            <w:tcBorders>
              <w:top w:val="single" w:sz="12" w:space="0" w:color="auto"/>
              <w:left w:val="single" w:sz="12" w:space="0" w:color="auto"/>
            </w:tcBorders>
          </w:tcPr>
          <w:p w14:paraId="59B95505" w14:textId="77777777" w:rsidR="00804169" w:rsidRPr="009720B2" w:rsidRDefault="00804169" w:rsidP="00076CEB"/>
        </w:tc>
        <w:tc>
          <w:tcPr>
            <w:tcW w:w="7057" w:type="dxa"/>
            <w:tcBorders>
              <w:top w:val="single" w:sz="12" w:space="0" w:color="auto"/>
              <w:right w:val="single" w:sz="12" w:space="0" w:color="auto"/>
            </w:tcBorders>
          </w:tcPr>
          <w:p w14:paraId="35FF7543" w14:textId="77777777" w:rsidR="00804169" w:rsidRPr="009720B2" w:rsidRDefault="00804169" w:rsidP="00076CEB"/>
        </w:tc>
      </w:tr>
      <w:tr w:rsidR="009720B2" w:rsidRPr="009720B2" w14:paraId="0C04774A" w14:textId="77777777" w:rsidTr="004529EA">
        <w:trPr>
          <w:jc w:val="center"/>
        </w:trPr>
        <w:tc>
          <w:tcPr>
            <w:tcW w:w="3433" w:type="dxa"/>
            <w:tcBorders>
              <w:left w:val="single" w:sz="12" w:space="0" w:color="auto"/>
            </w:tcBorders>
          </w:tcPr>
          <w:p w14:paraId="20841AA8" w14:textId="77777777" w:rsidR="00804169" w:rsidRPr="009720B2" w:rsidRDefault="00804169" w:rsidP="00076CEB"/>
        </w:tc>
        <w:tc>
          <w:tcPr>
            <w:tcW w:w="7057" w:type="dxa"/>
            <w:tcBorders>
              <w:right w:val="single" w:sz="12" w:space="0" w:color="auto"/>
            </w:tcBorders>
          </w:tcPr>
          <w:p w14:paraId="06FF5249" w14:textId="77777777" w:rsidR="00804169" w:rsidRPr="009720B2" w:rsidRDefault="00804169" w:rsidP="00076CEB"/>
        </w:tc>
      </w:tr>
      <w:tr w:rsidR="00804169" w:rsidRPr="009720B2" w14:paraId="3E5672B9" w14:textId="77777777" w:rsidTr="004529EA">
        <w:trPr>
          <w:jc w:val="center"/>
        </w:trPr>
        <w:tc>
          <w:tcPr>
            <w:tcW w:w="3433" w:type="dxa"/>
            <w:tcBorders>
              <w:left w:val="single" w:sz="12" w:space="0" w:color="auto"/>
              <w:bottom w:val="single" w:sz="12" w:space="0" w:color="auto"/>
            </w:tcBorders>
          </w:tcPr>
          <w:p w14:paraId="22611146" w14:textId="77777777" w:rsidR="00804169" w:rsidRPr="009720B2" w:rsidRDefault="00804169" w:rsidP="00076CEB"/>
        </w:tc>
        <w:tc>
          <w:tcPr>
            <w:tcW w:w="7057" w:type="dxa"/>
            <w:tcBorders>
              <w:bottom w:val="single" w:sz="12" w:space="0" w:color="auto"/>
              <w:right w:val="single" w:sz="12" w:space="0" w:color="auto"/>
            </w:tcBorders>
          </w:tcPr>
          <w:p w14:paraId="00E07789" w14:textId="77777777" w:rsidR="00804169" w:rsidRPr="009720B2" w:rsidRDefault="00804169" w:rsidP="00076CEB"/>
        </w:tc>
      </w:tr>
    </w:tbl>
    <w:p w14:paraId="157C06A4" w14:textId="77777777" w:rsidR="00804169" w:rsidRPr="009720B2" w:rsidRDefault="00804169" w:rsidP="00190B95">
      <w:pPr>
        <w:rPr>
          <w:i/>
          <w:sz w:val="20"/>
        </w:rPr>
        <w:sectPr w:rsidR="00804169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521781F1" w14:textId="00808566" w:rsidR="00804169" w:rsidRPr="009720B2" w:rsidRDefault="00804169" w:rsidP="00270ADA">
      <w:pPr>
        <w:pBdr>
          <w:bottom w:val="single" w:sz="4" w:space="1" w:color="auto"/>
        </w:pBdr>
        <w:rPr>
          <w:i/>
          <w:sz w:val="20"/>
        </w:rPr>
      </w:pPr>
      <w:r w:rsidRPr="009720B2">
        <w:rPr>
          <w:i/>
          <w:sz w:val="20"/>
        </w:rPr>
        <w:t>Návod na vyplnenie tabuľky viď  MSA-L/01</w:t>
      </w:r>
      <w:r w:rsidR="004F2841" w:rsidRPr="009720B2">
        <w:rPr>
          <w:i/>
          <w:sz w:val="20"/>
        </w:rPr>
        <w:t xml:space="preserve"> – </w:t>
      </w:r>
      <w:r w:rsidR="007F0A62" w:rsidRPr="009720B2">
        <w:rPr>
          <w:i/>
          <w:sz w:val="20"/>
        </w:rPr>
        <w:t xml:space="preserve">tab. </w:t>
      </w:r>
      <w:r w:rsidR="004F2841" w:rsidRPr="009720B2">
        <w:rPr>
          <w:i/>
          <w:sz w:val="20"/>
        </w:rPr>
        <w:t>A3-3</w:t>
      </w:r>
      <w:r w:rsidRPr="009720B2">
        <w:rPr>
          <w:i/>
          <w:sz w:val="20"/>
        </w:rPr>
        <w:t>.</w:t>
      </w:r>
    </w:p>
    <w:p w14:paraId="4E6BF00F" w14:textId="77777777" w:rsidR="007F3BED" w:rsidRPr="009720B2" w:rsidRDefault="007F3BED" w:rsidP="00457ADF">
      <w:pPr>
        <w:tabs>
          <w:tab w:val="right" w:pos="360"/>
        </w:tabs>
        <w:rPr>
          <w:rFonts w:ascii="Arial" w:hAnsi="Arial" w:cs="Arial"/>
          <w:sz w:val="20"/>
          <w:szCs w:val="20"/>
        </w:rPr>
      </w:pPr>
    </w:p>
    <w:p w14:paraId="1DE557D4" w14:textId="77777777" w:rsidR="00804169" w:rsidRPr="009720B2" w:rsidRDefault="00457ADF" w:rsidP="00457ADF">
      <w:pPr>
        <w:tabs>
          <w:tab w:val="right" w:pos="360"/>
        </w:tabs>
        <w:rPr>
          <w:rFonts w:ascii="Arial" w:hAnsi="Arial" w:cs="Arial"/>
          <w:b/>
          <w:sz w:val="28"/>
          <w:szCs w:val="28"/>
        </w:rPr>
      </w:pPr>
      <w:r w:rsidRPr="009720B2">
        <w:rPr>
          <w:rFonts w:ascii="Arial" w:hAnsi="Arial" w:cs="Arial"/>
          <w:b/>
          <w:sz w:val="28"/>
          <w:szCs w:val="28"/>
        </w:rPr>
        <w:t>Odber</w:t>
      </w:r>
      <w:r w:rsidR="00804169" w:rsidRPr="009720B2">
        <w:rPr>
          <w:rFonts w:ascii="Arial" w:hAnsi="Arial" w:cs="Arial"/>
          <w:b/>
          <w:sz w:val="28"/>
          <w:szCs w:val="28"/>
        </w:rPr>
        <w:t xml:space="preserve"> vzoriek</w:t>
      </w:r>
    </w:p>
    <w:p w14:paraId="02671478" w14:textId="77777777" w:rsidR="00457ADF" w:rsidRPr="009720B2" w:rsidRDefault="00457ADF" w:rsidP="00457ADF">
      <w:pPr>
        <w:tabs>
          <w:tab w:val="right" w:pos="360"/>
        </w:tabs>
      </w:pPr>
    </w:p>
    <w:tbl>
      <w:tblPr>
        <w:tblW w:w="62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1"/>
        <w:gridCol w:w="2250"/>
        <w:gridCol w:w="2250"/>
      </w:tblGrid>
      <w:tr w:rsidR="009720B2" w:rsidRPr="009720B2" w14:paraId="67B052A8" w14:textId="77777777" w:rsidTr="00D617E7">
        <w:tc>
          <w:tcPr>
            <w:tcW w:w="1731" w:type="dxa"/>
            <w:tcBorders>
              <w:bottom w:val="nil"/>
            </w:tcBorders>
            <w:vAlign w:val="center"/>
          </w:tcPr>
          <w:p w14:paraId="4788F8C4" w14:textId="77777777" w:rsidR="00804169" w:rsidRPr="009720B2" w:rsidRDefault="00804169" w:rsidP="00076CEB">
            <w:pPr>
              <w:rPr>
                <w:b/>
                <w:sz w:val="16"/>
              </w:rPr>
            </w:pPr>
            <w:r w:rsidRPr="009720B2">
              <w:rPr>
                <w:b/>
              </w:rPr>
              <w:t>Laboratórium:</w:t>
            </w:r>
          </w:p>
        </w:tc>
        <w:tc>
          <w:tcPr>
            <w:tcW w:w="2250" w:type="dxa"/>
            <w:tcBorders>
              <w:bottom w:val="nil"/>
            </w:tcBorders>
            <w:vAlign w:val="center"/>
          </w:tcPr>
          <w:p w14:paraId="6CBC4162" w14:textId="77777777" w:rsidR="00804169" w:rsidRPr="009720B2" w:rsidRDefault="00804169" w:rsidP="00076CEB">
            <w:pPr>
              <w:jc w:val="center"/>
              <w:rPr>
                <w:b/>
                <w:sz w:val="20"/>
                <w:szCs w:val="20"/>
              </w:rPr>
            </w:pPr>
            <w:r w:rsidRPr="009720B2">
              <w:rPr>
                <w:b/>
                <w:sz w:val="20"/>
                <w:szCs w:val="20"/>
              </w:rPr>
              <w:t>s fixným rozsahom</w:t>
            </w:r>
          </w:p>
        </w:tc>
        <w:tc>
          <w:tcPr>
            <w:tcW w:w="2250" w:type="dxa"/>
            <w:tcBorders>
              <w:bottom w:val="nil"/>
            </w:tcBorders>
            <w:vAlign w:val="center"/>
          </w:tcPr>
          <w:p w14:paraId="0D2536B4" w14:textId="77777777" w:rsidR="00804169" w:rsidRPr="009720B2" w:rsidRDefault="00804169" w:rsidP="00076CEB">
            <w:pPr>
              <w:jc w:val="center"/>
              <w:rPr>
                <w:b/>
                <w:sz w:val="20"/>
                <w:szCs w:val="20"/>
              </w:rPr>
            </w:pPr>
            <w:r w:rsidRPr="009720B2">
              <w:rPr>
                <w:b/>
                <w:sz w:val="20"/>
                <w:szCs w:val="20"/>
              </w:rPr>
              <w:t>s flexibilným rozsahom</w:t>
            </w:r>
          </w:p>
        </w:tc>
      </w:tr>
      <w:tr w:rsidR="00804169" w:rsidRPr="009720B2" w14:paraId="017B1E31" w14:textId="77777777" w:rsidTr="00D617E7">
        <w:trPr>
          <w:trHeight w:hRule="exact" w:val="284"/>
        </w:trPr>
        <w:tc>
          <w:tcPr>
            <w:tcW w:w="1731" w:type="dxa"/>
            <w:tcBorders>
              <w:top w:val="nil"/>
            </w:tcBorders>
            <w:vAlign w:val="center"/>
          </w:tcPr>
          <w:p w14:paraId="725FEADE" w14:textId="77777777" w:rsidR="00804169" w:rsidRPr="009720B2" w:rsidRDefault="00804169" w:rsidP="00076CEB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</w:tcBorders>
            <w:vAlign w:val="center"/>
          </w:tcPr>
          <w:p w14:paraId="64C23FCE" w14:textId="77777777" w:rsidR="00804169" w:rsidRPr="009720B2" w:rsidRDefault="008127AA" w:rsidP="00076CEB">
            <w:pPr>
              <w:jc w:val="center"/>
              <w:rPr>
                <w:b/>
              </w:rPr>
            </w:pPr>
            <w:r w:rsidRPr="009720B2">
              <w:rPr>
                <w:rFonts w:eastAsia="Arial Unicode MS"/>
                <w:sz w:val="22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4169" w:rsidRPr="009720B2">
              <w:rPr>
                <w:rFonts w:eastAsia="Arial Unicode MS"/>
                <w:sz w:val="22"/>
              </w:rPr>
              <w:instrText xml:space="preserve"> FORMCHECKBOX </w:instrText>
            </w:r>
            <w:r w:rsidR="00000000">
              <w:rPr>
                <w:rFonts w:eastAsia="Arial Unicode MS"/>
                <w:sz w:val="22"/>
              </w:rPr>
            </w:r>
            <w:r w:rsidR="00000000">
              <w:rPr>
                <w:rFonts w:eastAsia="Arial Unicode MS"/>
                <w:sz w:val="22"/>
              </w:rPr>
              <w:fldChar w:fldCharType="separate"/>
            </w:r>
            <w:r w:rsidRPr="009720B2">
              <w:rPr>
                <w:rFonts w:eastAsia="Arial Unicode MS"/>
                <w:sz w:val="22"/>
              </w:rPr>
              <w:fldChar w:fldCharType="end"/>
            </w:r>
          </w:p>
        </w:tc>
        <w:tc>
          <w:tcPr>
            <w:tcW w:w="2250" w:type="dxa"/>
            <w:tcBorders>
              <w:top w:val="nil"/>
            </w:tcBorders>
            <w:vAlign w:val="center"/>
          </w:tcPr>
          <w:p w14:paraId="0B16B71A" w14:textId="77777777" w:rsidR="00804169" w:rsidRPr="009720B2" w:rsidRDefault="008127AA" w:rsidP="00076CEB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jc w:val="center"/>
              <w:textAlignment w:val="auto"/>
            </w:pPr>
            <w:r w:rsidRPr="009720B2">
              <w:rPr>
                <w:rFonts w:eastAsia="Arial Unicode MS"/>
                <w:sz w:val="22"/>
              </w:rPr>
              <w:fldChar w:fldCharType="begin">
                <w:ffData>
                  <w:name w:val="Z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4169" w:rsidRPr="009720B2">
              <w:rPr>
                <w:rFonts w:eastAsia="Arial Unicode MS"/>
                <w:sz w:val="22"/>
              </w:rPr>
              <w:instrText xml:space="preserve"> FORMCHECKBOX </w:instrText>
            </w:r>
            <w:r w:rsidR="00000000">
              <w:rPr>
                <w:rFonts w:eastAsia="Arial Unicode MS"/>
                <w:sz w:val="22"/>
              </w:rPr>
            </w:r>
            <w:r w:rsidR="00000000">
              <w:rPr>
                <w:rFonts w:eastAsia="Arial Unicode MS"/>
                <w:sz w:val="22"/>
              </w:rPr>
              <w:fldChar w:fldCharType="separate"/>
            </w:r>
            <w:r w:rsidRPr="009720B2">
              <w:rPr>
                <w:rFonts w:eastAsia="Arial Unicode MS"/>
                <w:sz w:val="22"/>
              </w:rPr>
              <w:fldChar w:fldCharType="end"/>
            </w:r>
          </w:p>
        </w:tc>
      </w:tr>
    </w:tbl>
    <w:p w14:paraId="6B41E4B0" w14:textId="77777777" w:rsidR="00804169" w:rsidRPr="009720B2" w:rsidRDefault="00804169" w:rsidP="00B27596"/>
    <w:p w14:paraId="59EF1831" w14:textId="77777777" w:rsidR="00804169" w:rsidRPr="009720B2" w:rsidRDefault="00804169" w:rsidP="00D617E7">
      <w:pPr>
        <w:pStyle w:val="Podtitul"/>
        <w:ind w:right="-2"/>
        <w:jc w:val="left"/>
        <w:rPr>
          <w:sz w:val="28"/>
        </w:rPr>
        <w:sectPr w:rsidR="00804169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  <w:r w:rsidRPr="009720B2">
        <w:rPr>
          <w:sz w:val="28"/>
        </w:rPr>
        <w:t xml:space="preserve">Špecifikácia činností, pri ktorých laboratórium </w:t>
      </w:r>
      <w:r w:rsidR="00942706" w:rsidRPr="009720B2">
        <w:rPr>
          <w:sz w:val="28"/>
        </w:rPr>
        <w:t>vykonáva</w:t>
      </w:r>
      <w:r w:rsidR="00FD3186" w:rsidRPr="009720B2">
        <w:rPr>
          <w:sz w:val="28"/>
        </w:rPr>
        <w:t xml:space="preserve"> </w:t>
      </w:r>
      <w:r w:rsidRPr="009720B2">
        <w:rPr>
          <w:sz w:val="28"/>
        </w:rPr>
        <w:t>odber vzoriek</w:t>
      </w:r>
    </w:p>
    <w:p w14:paraId="447FF687" w14:textId="77777777" w:rsidR="00804169" w:rsidRPr="009720B2" w:rsidRDefault="00804169" w:rsidP="000C72DB">
      <w:pPr>
        <w:pStyle w:val="Podtitul"/>
        <w:ind w:right="-2"/>
        <w:jc w:val="both"/>
        <w:rPr>
          <w:b w:val="0"/>
          <w:sz w:val="1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335"/>
        <w:gridCol w:w="1240"/>
        <w:gridCol w:w="1812"/>
        <w:gridCol w:w="1717"/>
        <w:gridCol w:w="1717"/>
        <w:gridCol w:w="2098"/>
      </w:tblGrid>
      <w:tr w:rsidR="009720B2" w:rsidRPr="009720B2" w14:paraId="3BCF0FA2" w14:textId="77777777" w:rsidTr="00190B95">
        <w:trPr>
          <w:cantSplit/>
          <w:trHeight w:val="450"/>
          <w:tblHeader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5" w:color="000000" w:fill="FFFFFF"/>
            <w:textDirection w:val="btLr"/>
            <w:vAlign w:val="center"/>
          </w:tcPr>
          <w:p w14:paraId="7C217401" w14:textId="77777777" w:rsidR="00804169" w:rsidRPr="009720B2" w:rsidRDefault="00804169" w:rsidP="00A760DF">
            <w:pPr>
              <w:ind w:left="113" w:right="113"/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>Položka</w:t>
            </w:r>
          </w:p>
        </w:tc>
        <w:tc>
          <w:tcPr>
            <w:tcW w:w="4140" w:type="dxa"/>
            <w:gridSpan w:val="3"/>
            <w:tcBorders>
              <w:top w:val="single" w:sz="12" w:space="0" w:color="auto"/>
            </w:tcBorders>
            <w:shd w:val="pct5" w:color="000000" w:fill="FFFFFF"/>
            <w:vAlign w:val="center"/>
          </w:tcPr>
          <w:p w14:paraId="2A6C37D6" w14:textId="77777777" w:rsidR="00804169" w:rsidRPr="009720B2" w:rsidRDefault="00804169" w:rsidP="00A760DF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>Objekt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</w:tcBorders>
            <w:shd w:val="pct5" w:color="000000" w:fill="FFFFFF"/>
            <w:vAlign w:val="center"/>
          </w:tcPr>
          <w:p w14:paraId="14A6CEC2" w14:textId="77777777" w:rsidR="00804169" w:rsidRPr="009720B2" w:rsidRDefault="00804169" w:rsidP="00A760DF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>Metóda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5E569CED" w14:textId="77777777" w:rsidR="00804169" w:rsidRPr="009720B2" w:rsidRDefault="00804169" w:rsidP="00A760DF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>Ostatné špecifikácie</w:t>
            </w:r>
          </w:p>
        </w:tc>
      </w:tr>
      <w:tr w:rsidR="009720B2" w:rsidRPr="009720B2" w14:paraId="3B8C6D4B" w14:textId="77777777" w:rsidTr="00190B95">
        <w:trPr>
          <w:cantSplit/>
          <w:trHeight w:val="525"/>
          <w:tblHeader/>
          <w:jc w:val="center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978409" w14:textId="77777777" w:rsidR="00804169" w:rsidRPr="009720B2" w:rsidRDefault="00804169" w:rsidP="00A760DF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7CB0FA00" w14:textId="005633BC" w:rsidR="00804169" w:rsidRPr="009720B2" w:rsidRDefault="00804169" w:rsidP="00A760DF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 xml:space="preserve">Biologický materiál / </w:t>
            </w:r>
            <w:r w:rsidR="00950B95">
              <w:rPr>
                <w:b/>
                <w:sz w:val="22"/>
              </w:rPr>
              <w:t>Matrica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6F1AEBAD" w14:textId="73EEBC33" w:rsidR="001F7866" w:rsidRPr="009720B2" w:rsidRDefault="001F7866" w:rsidP="00A760DF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>Analyt</w:t>
            </w:r>
            <w:r w:rsidR="006B75B4">
              <w:rPr>
                <w:b/>
                <w:sz w:val="22"/>
              </w:rPr>
              <w:t>/ Parameter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76D04514" w14:textId="77777777" w:rsidR="00804169" w:rsidRPr="009720B2" w:rsidRDefault="00804169" w:rsidP="00A760DF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>Miesto odberu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2EF70C93" w14:textId="28B6F8F9" w:rsidR="00804169" w:rsidRPr="009720B2" w:rsidRDefault="00804169" w:rsidP="001F7866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 xml:space="preserve">Princíp 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shd w:val="pct5" w:color="000000" w:fill="FFFFFF"/>
            <w:vAlign w:val="center"/>
          </w:tcPr>
          <w:p w14:paraId="56AA2410" w14:textId="77777777" w:rsidR="00804169" w:rsidRPr="009720B2" w:rsidRDefault="00804169" w:rsidP="00A760DF">
            <w:pPr>
              <w:jc w:val="center"/>
              <w:rPr>
                <w:b/>
              </w:rPr>
            </w:pPr>
            <w:r w:rsidRPr="009720B2">
              <w:rPr>
                <w:b/>
                <w:sz w:val="22"/>
              </w:rPr>
              <w:t>Označenie</w:t>
            </w:r>
          </w:p>
        </w:tc>
        <w:tc>
          <w:tcPr>
            <w:tcW w:w="198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83670A6" w14:textId="77777777" w:rsidR="00804169" w:rsidRPr="009720B2" w:rsidRDefault="00804169" w:rsidP="00A760DF">
            <w:pPr>
              <w:rPr>
                <w:b/>
              </w:rPr>
            </w:pPr>
          </w:p>
        </w:tc>
      </w:tr>
      <w:tr w:rsidR="009720B2" w:rsidRPr="009720B2" w14:paraId="71BB8413" w14:textId="77777777" w:rsidTr="00190B95">
        <w:trPr>
          <w:trHeight w:val="479"/>
          <w:jc w:val="center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54999AF" w14:textId="0E7A3975" w:rsidR="00804169" w:rsidRPr="009720B2" w:rsidRDefault="006B75B4" w:rsidP="00A760DF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75DC5ED6" w14:textId="77777777" w:rsidR="00804169" w:rsidRPr="009720B2" w:rsidRDefault="00804169" w:rsidP="00A760DF"/>
        </w:tc>
        <w:tc>
          <w:tcPr>
            <w:tcW w:w="1170" w:type="dxa"/>
            <w:tcBorders>
              <w:top w:val="single" w:sz="12" w:space="0" w:color="auto"/>
            </w:tcBorders>
            <w:vAlign w:val="center"/>
          </w:tcPr>
          <w:p w14:paraId="222F2F68" w14:textId="77777777" w:rsidR="00804169" w:rsidRPr="009720B2" w:rsidRDefault="00804169" w:rsidP="00A760DF"/>
        </w:tc>
        <w:tc>
          <w:tcPr>
            <w:tcW w:w="1710" w:type="dxa"/>
            <w:tcBorders>
              <w:top w:val="single" w:sz="12" w:space="0" w:color="auto"/>
            </w:tcBorders>
            <w:vAlign w:val="center"/>
          </w:tcPr>
          <w:p w14:paraId="073A5F68" w14:textId="77777777" w:rsidR="00804169" w:rsidRPr="009720B2" w:rsidRDefault="00804169" w:rsidP="00A760DF"/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14:paraId="656ADC37" w14:textId="77777777" w:rsidR="00804169" w:rsidRPr="009720B2" w:rsidRDefault="00804169" w:rsidP="00A760DF"/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14:paraId="4F8F161A" w14:textId="77777777" w:rsidR="00804169" w:rsidRPr="009720B2" w:rsidRDefault="00804169" w:rsidP="00A760DF"/>
        </w:tc>
        <w:tc>
          <w:tcPr>
            <w:tcW w:w="19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F4FC168" w14:textId="77777777" w:rsidR="00804169" w:rsidRPr="009720B2" w:rsidRDefault="00804169" w:rsidP="00A760DF"/>
        </w:tc>
      </w:tr>
      <w:tr w:rsidR="009720B2" w:rsidRPr="009720B2" w14:paraId="76469E65" w14:textId="77777777" w:rsidTr="00395DDD">
        <w:trPr>
          <w:trHeight w:val="411"/>
          <w:jc w:val="center"/>
        </w:trPr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41C6D02D" w14:textId="77777777" w:rsidR="00804169" w:rsidRPr="009720B2" w:rsidRDefault="00804169" w:rsidP="00A760DF">
            <w:pPr>
              <w:jc w:val="center"/>
            </w:pPr>
          </w:p>
        </w:tc>
        <w:tc>
          <w:tcPr>
            <w:tcW w:w="1260" w:type="dxa"/>
            <w:vAlign w:val="center"/>
          </w:tcPr>
          <w:p w14:paraId="77C47B96" w14:textId="77777777" w:rsidR="00804169" w:rsidRPr="009720B2" w:rsidRDefault="00804169" w:rsidP="00A760DF"/>
        </w:tc>
        <w:tc>
          <w:tcPr>
            <w:tcW w:w="1170" w:type="dxa"/>
            <w:vAlign w:val="center"/>
          </w:tcPr>
          <w:p w14:paraId="47C62D71" w14:textId="77777777" w:rsidR="00804169" w:rsidRPr="009720B2" w:rsidRDefault="00804169" w:rsidP="00A760DF"/>
        </w:tc>
        <w:tc>
          <w:tcPr>
            <w:tcW w:w="1710" w:type="dxa"/>
            <w:vAlign w:val="center"/>
          </w:tcPr>
          <w:p w14:paraId="18CA33E0" w14:textId="77777777" w:rsidR="00804169" w:rsidRPr="009720B2" w:rsidRDefault="00804169" w:rsidP="00A760DF"/>
        </w:tc>
        <w:tc>
          <w:tcPr>
            <w:tcW w:w="1620" w:type="dxa"/>
            <w:vAlign w:val="center"/>
          </w:tcPr>
          <w:p w14:paraId="2034DA77" w14:textId="77777777" w:rsidR="00804169" w:rsidRPr="009720B2" w:rsidRDefault="00804169" w:rsidP="00A760DF"/>
        </w:tc>
        <w:tc>
          <w:tcPr>
            <w:tcW w:w="1620" w:type="dxa"/>
            <w:vAlign w:val="center"/>
          </w:tcPr>
          <w:p w14:paraId="26ADC2A7" w14:textId="77777777" w:rsidR="00804169" w:rsidRPr="009720B2" w:rsidRDefault="00804169" w:rsidP="00A760DF"/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14:paraId="731135B7" w14:textId="77777777" w:rsidR="00804169" w:rsidRPr="009720B2" w:rsidRDefault="00804169" w:rsidP="00A760DF"/>
        </w:tc>
      </w:tr>
      <w:tr w:rsidR="00804169" w:rsidRPr="009720B2" w14:paraId="079D3A27" w14:textId="77777777" w:rsidTr="00395DDD">
        <w:trPr>
          <w:trHeight w:val="416"/>
          <w:jc w:val="center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E377EB5" w14:textId="77777777" w:rsidR="00804169" w:rsidRPr="009720B2" w:rsidRDefault="00804169" w:rsidP="00A760DF">
            <w:pPr>
              <w:jc w:val="center"/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14:paraId="05F5B86B" w14:textId="77777777" w:rsidR="00804169" w:rsidRPr="009720B2" w:rsidRDefault="00804169" w:rsidP="00A760DF"/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3EB09E64" w14:textId="77777777" w:rsidR="00804169" w:rsidRPr="009720B2" w:rsidRDefault="00804169" w:rsidP="00A760DF"/>
        </w:tc>
        <w:tc>
          <w:tcPr>
            <w:tcW w:w="1710" w:type="dxa"/>
            <w:tcBorders>
              <w:bottom w:val="single" w:sz="12" w:space="0" w:color="auto"/>
            </w:tcBorders>
            <w:vAlign w:val="center"/>
          </w:tcPr>
          <w:p w14:paraId="18B931AC" w14:textId="77777777" w:rsidR="00804169" w:rsidRPr="009720B2" w:rsidRDefault="00804169" w:rsidP="00A760DF"/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13B34564" w14:textId="77777777" w:rsidR="00804169" w:rsidRPr="009720B2" w:rsidRDefault="00804169" w:rsidP="00A760DF"/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5F79BFC1" w14:textId="77777777" w:rsidR="00804169" w:rsidRPr="009720B2" w:rsidRDefault="00804169" w:rsidP="00A760DF"/>
        </w:tc>
        <w:tc>
          <w:tcPr>
            <w:tcW w:w="19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CBE3251" w14:textId="77777777" w:rsidR="00804169" w:rsidRPr="009720B2" w:rsidRDefault="00804169" w:rsidP="00A760DF"/>
        </w:tc>
      </w:tr>
    </w:tbl>
    <w:p w14:paraId="35CC8CC9" w14:textId="77777777" w:rsidR="00804169" w:rsidRPr="009720B2" w:rsidRDefault="00804169" w:rsidP="004437A2">
      <w:pPr>
        <w:tabs>
          <w:tab w:val="right" w:pos="360"/>
        </w:tabs>
        <w:rPr>
          <w:sz w:val="20"/>
        </w:rPr>
        <w:sectPr w:rsidR="00804169" w:rsidRPr="009720B2" w:rsidSect="004C097B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341D1B7" w14:textId="77777777" w:rsidR="00804169" w:rsidRPr="009720B2" w:rsidRDefault="00804169" w:rsidP="004437A2">
      <w:pPr>
        <w:tabs>
          <w:tab w:val="right" w:pos="360"/>
        </w:tabs>
        <w:rPr>
          <w:sz w:val="10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804169" w:rsidRPr="009720B2" w14:paraId="0B913263" w14:textId="77777777" w:rsidTr="00C8726A">
        <w:trPr>
          <w:jc w:val="center"/>
        </w:trPr>
        <w:tc>
          <w:tcPr>
            <w:tcW w:w="10520" w:type="dxa"/>
          </w:tcPr>
          <w:p w14:paraId="0F171307" w14:textId="77777777" w:rsidR="00804169" w:rsidRPr="009720B2" w:rsidRDefault="00804169" w:rsidP="00EF4F9B">
            <w:pPr>
              <w:rPr>
                <w:sz w:val="16"/>
              </w:rPr>
            </w:pPr>
            <w:r w:rsidRPr="009720B2">
              <w:rPr>
                <w:sz w:val="16"/>
              </w:rPr>
              <w:t>POZNÁMKY:</w:t>
            </w:r>
          </w:p>
          <w:p w14:paraId="0341BA35" w14:textId="77777777" w:rsidR="00804169" w:rsidRPr="009720B2" w:rsidRDefault="008127AA" w:rsidP="00EF4F9B">
            <w:pPr>
              <w:rPr>
                <w:sz w:val="20"/>
                <w:szCs w:val="20"/>
              </w:rPr>
            </w:pPr>
            <w:r w:rsidRPr="009720B2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04169" w:rsidRPr="009720B2">
              <w:rPr>
                <w:sz w:val="20"/>
                <w:szCs w:val="20"/>
              </w:rPr>
              <w:instrText xml:space="preserve"> FORMTEXT </w:instrText>
            </w:r>
            <w:r w:rsidRPr="009720B2">
              <w:rPr>
                <w:sz w:val="20"/>
                <w:szCs w:val="20"/>
              </w:rPr>
            </w:r>
            <w:r w:rsidRPr="009720B2">
              <w:rPr>
                <w:sz w:val="20"/>
                <w:szCs w:val="20"/>
              </w:rPr>
              <w:fldChar w:fldCharType="separate"/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="00804169" w:rsidRPr="009720B2">
              <w:rPr>
                <w:noProof/>
                <w:sz w:val="20"/>
                <w:szCs w:val="20"/>
              </w:rPr>
              <w:t> </w:t>
            </w:r>
            <w:r w:rsidRPr="009720B2">
              <w:rPr>
                <w:sz w:val="20"/>
                <w:szCs w:val="20"/>
              </w:rPr>
              <w:fldChar w:fldCharType="end"/>
            </w:r>
          </w:p>
        </w:tc>
      </w:tr>
    </w:tbl>
    <w:p w14:paraId="5C46BD1B" w14:textId="77777777" w:rsidR="00804169" w:rsidRPr="009720B2" w:rsidRDefault="00804169" w:rsidP="004437A2">
      <w:pPr>
        <w:tabs>
          <w:tab w:val="right" w:pos="360"/>
        </w:tabs>
        <w:rPr>
          <w:sz w:val="20"/>
        </w:rPr>
      </w:pPr>
    </w:p>
    <w:p w14:paraId="20D1AE09" w14:textId="77777777" w:rsidR="00804169" w:rsidRPr="009720B2" w:rsidRDefault="00804169">
      <w:pPr>
        <w:rPr>
          <w:i/>
          <w:sz w:val="20"/>
        </w:rPr>
      </w:pPr>
      <w:r w:rsidRPr="009720B2">
        <w:rPr>
          <w:i/>
          <w:sz w:val="20"/>
        </w:rPr>
        <w:t>Špecifikáciu v tejto oblasti činnosti medicínskeho laboratória vypĺňa laboratórium, ktoré okrem skúšania vykonáva aj odbery biologického materiálu.</w:t>
      </w:r>
    </w:p>
    <w:p w14:paraId="270E55C7" w14:textId="4C73E888" w:rsidR="00804169" w:rsidRPr="009720B2" w:rsidRDefault="00804169" w:rsidP="00270ADA">
      <w:pPr>
        <w:pBdr>
          <w:bottom w:val="single" w:sz="4" w:space="1" w:color="auto"/>
        </w:pBdr>
        <w:rPr>
          <w:i/>
          <w:sz w:val="20"/>
        </w:rPr>
      </w:pPr>
      <w:r w:rsidRPr="009720B2">
        <w:rPr>
          <w:i/>
          <w:sz w:val="20"/>
        </w:rPr>
        <w:t>Návod na vyplnenie tabuľky viď  MSA-L/01</w:t>
      </w:r>
      <w:r w:rsidR="004F2841" w:rsidRPr="009720B2">
        <w:rPr>
          <w:i/>
          <w:sz w:val="20"/>
        </w:rPr>
        <w:t xml:space="preserve"> – </w:t>
      </w:r>
      <w:r w:rsidR="007F0A62" w:rsidRPr="009720B2">
        <w:rPr>
          <w:i/>
          <w:sz w:val="20"/>
        </w:rPr>
        <w:t xml:space="preserve">tab. </w:t>
      </w:r>
      <w:r w:rsidR="004F2841" w:rsidRPr="009720B2">
        <w:rPr>
          <w:i/>
          <w:sz w:val="20"/>
        </w:rPr>
        <w:t>A3-4</w:t>
      </w:r>
      <w:r w:rsidRPr="009720B2">
        <w:rPr>
          <w:i/>
          <w:sz w:val="20"/>
        </w:rPr>
        <w:t>.</w:t>
      </w:r>
    </w:p>
    <w:p w14:paraId="78AC0810" w14:textId="77777777" w:rsidR="00804169" w:rsidRPr="009720B2" w:rsidRDefault="00804169" w:rsidP="001F7866">
      <w:pPr>
        <w:rPr>
          <w:sz w:val="20"/>
        </w:rPr>
      </w:pPr>
    </w:p>
    <w:p w14:paraId="7ABE54E8" w14:textId="77777777" w:rsidR="00043CA9" w:rsidRPr="009720B2" w:rsidRDefault="00043CA9" w:rsidP="001F7866">
      <w:pPr>
        <w:rPr>
          <w:sz w:val="20"/>
        </w:rPr>
      </w:pPr>
    </w:p>
    <w:p w14:paraId="5CF89BE0" w14:textId="77777777" w:rsidR="00804169" w:rsidRPr="009720B2" w:rsidRDefault="00804169">
      <w:r w:rsidRPr="009720B2">
        <w:lastRenderedPageBreak/>
        <w:t>Vyhlasujem, že údaje, uvedené v prílohe OA 3-</w:t>
      </w:r>
      <w:r w:rsidR="00F54183" w:rsidRPr="009720B2">
        <w:t>1</w:t>
      </w:r>
      <w:r w:rsidRPr="009720B2">
        <w:t>, sú pravdivé a správne.</w:t>
      </w:r>
    </w:p>
    <w:p w14:paraId="4880BB90" w14:textId="77777777" w:rsidR="00804169" w:rsidRPr="009720B2" w:rsidRDefault="008127AA">
      <w:r w:rsidRPr="009720B2"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="00804169" w:rsidRPr="009720B2">
        <w:instrText xml:space="preserve"> FORMTEXT </w:instrText>
      </w:r>
      <w:r w:rsidRPr="009720B2">
        <w:fldChar w:fldCharType="separate"/>
      </w:r>
      <w:r w:rsidR="00804169" w:rsidRPr="009720B2">
        <w:rPr>
          <w:noProof/>
        </w:rPr>
        <w:t> </w:t>
      </w:r>
      <w:r w:rsidRPr="009720B2">
        <w:fldChar w:fldCharType="end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3960"/>
      </w:tblGrid>
      <w:tr w:rsidR="009720B2" w:rsidRPr="009720B2" w14:paraId="37909589" w14:textId="77777777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DA85F54" w14:textId="77777777" w:rsidR="00804169" w:rsidRPr="009720B2" w:rsidRDefault="00804169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9720B2">
              <w:t>Dátum: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F5DCF18" w14:textId="77777777" w:rsidR="00804169" w:rsidRPr="009720B2" w:rsidRDefault="00804169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3" w:name="T5"/>
          <w:p w14:paraId="1CDE7A54" w14:textId="77777777" w:rsidR="00804169" w:rsidRPr="009720B2" w:rsidRDefault="008127AA">
            <w:r w:rsidRPr="009720B2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804169" w:rsidRPr="009720B2">
              <w:instrText xml:space="preserve"> FORMTEXT </w:instrText>
            </w:r>
            <w:r w:rsidRPr="009720B2">
              <w:fldChar w:fldCharType="separate"/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Pr="009720B2">
              <w:fldChar w:fldCharType="end"/>
            </w:r>
            <w:bookmarkEnd w:id="3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079B3F" w14:textId="77777777" w:rsidR="00804169" w:rsidRPr="009720B2" w:rsidRDefault="00804169">
            <w:pPr>
              <w:spacing w:before="90"/>
              <w:ind w:left="-70"/>
            </w:pPr>
            <w:r w:rsidRPr="009720B2">
              <w:t>Podpis: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DB723E" w14:textId="77777777" w:rsidR="00804169" w:rsidRPr="009720B2" w:rsidRDefault="00804169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4" w:name="T6"/>
          <w:p w14:paraId="11BA6A66" w14:textId="77777777" w:rsidR="00804169" w:rsidRPr="009720B2" w:rsidRDefault="008127AA">
            <w:r w:rsidRPr="009720B2">
              <w:fldChar w:fldCharType="begin">
                <w:ffData>
                  <w:name w:val="T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804169" w:rsidRPr="009720B2">
              <w:instrText xml:space="preserve"> FORMTEXT </w:instrText>
            </w:r>
            <w:r w:rsidRPr="009720B2">
              <w:fldChar w:fldCharType="separate"/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Pr="009720B2">
              <w:fldChar w:fldCharType="end"/>
            </w:r>
            <w:bookmarkEnd w:id="4"/>
          </w:p>
        </w:tc>
      </w:tr>
      <w:tr w:rsidR="009720B2" w:rsidRPr="009720B2" w14:paraId="68169A15" w14:textId="77777777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C57160" w14:textId="77777777" w:rsidR="00804169" w:rsidRPr="009720B2" w:rsidRDefault="00804169">
            <w:pPr>
              <w:spacing w:before="90"/>
              <w:ind w:left="-70"/>
            </w:pPr>
            <w:r w:rsidRPr="009720B2">
              <w:t>Meno a priezvisko: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19B4A16" w14:textId="77777777" w:rsidR="00804169" w:rsidRPr="009720B2" w:rsidRDefault="00804169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5" w:name="T7"/>
          <w:p w14:paraId="6D762281" w14:textId="77777777" w:rsidR="00804169" w:rsidRPr="009720B2" w:rsidRDefault="008127AA">
            <w:r w:rsidRPr="009720B2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804169" w:rsidRPr="009720B2">
              <w:instrText xml:space="preserve"> FORMTEXT </w:instrText>
            </w:r>
            <w:r w:rsidRPr="009720B2">
              <w:fldChar w:fldCharType="separate"/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Pr="009720B2">
              <w:fldChar w:fldCharType="end"/>
            </w:r>
            <w:bookmarkEnd w:id="5"/>
          </w:p>
        </w:tc>
      </w:tr>
      <w:tr w:rsidR="00804169" w:rsidRPr="009720B2" w14:paraId="0149D377" w14:textId="77777777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21522" w14:textId="77777777" w:rsidR="00804169" w:rsidRPr="009720B2" w:rsidRDefault="00804169">
            <w:pPr>
              <w:spacing w:before="90"/>
              <w:ind w:left="-70"/>
            </w:pPr>
            <w:r w:rsidRPr="009720B2">
              <w:t>Funkcia:</w:t>
            </w:r>
          </w:p>
        </w:tc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19CB5" w14:textId="77777777" w:rsidR="00804169" w:rsidRPr="009720B2" w:rsidRDefault="00804169">
            <w:pPr>
              <w:framePr w:hSpace="141" w:wrap="around" w:vAnchor="text" w:hAnchor="text" w:x="40" w:y="1"/>
              <w:rPr>
                <w:sz w:val="8"/>
              </w:rPr>
            </w:pPr>
          </w:p>
          <w:bookmarkStart w:id="6" w:name="T8"/>
          <w:p w14:paraId="0135A00D" w14:textId="77777777" w:rsidR="00804169" w:rsidRPr="009720B2" w:rsidRDefault="008127AA">
            <w:r w:rsidRPr="009720B2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804169" w:rsidRPr="009720B2">
              <w:instrText xml:space="preserve"> FORMTEXT </w:instrText>
            </w:r>
            <w:r w:rsidRPr="009720B2">
              <w:fldChar w:fldCharType="separate"/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="00804169" w:rsidRPr="009720B2">
              <w:rPr>
                <w:noProof/>
              </w:rPr>
              <w:t> </w:t>
            </w:r>
            <w:r w:rsidRPr="009720B2">
              <w:fldChar w:fldCharType="end"/>
            </w:r>
            <w:bookmarkEnd w:id="6"/>
          </w:p>
        </w:tc>
      </w:tr>
    </w:tbl>
    <w:p w14:paraId="08422D50" w14:textId="550EBB7E" w:rsidR="00804169" w:rsidRDefault="00804169">
      <w:pPr>
        <w:jc w:val="both"/>
        <w:rPr>
          <w:i/>
          <w:sz w:val="8"/>
        </w:rPr>
      </w:pPr>
    </w:p>
    <w:sectPr w:rsidR="00804169" w:rsidSect="004C097B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2AB08" w14:textId="77777777" w:rsidR="00273638" w:rsidRDefault="00273638">
      <w:r>
        <w:separator/>
      </w:r>
    </w:p>
  </w:endnote>
  <w:endnote w:type="continuationSeparator" w:id="0">
    <w:p w14:paraId="2C9040BE" w14:textId="77777777" w:rsidR="00273638" w:rsidRDefault="00273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8615E" w14:textId="15E1F9DA" w:rsidR="005A6B82" w:rsidRPr="00997854" w:rsidRDefault="005A6B82" w:rsidP="005A6B82">
    <w:pPr>
      <w:pStyle w:val="Pta"/>
      <w:rPr>
        <w:b/>
      </w:rPr>
    </w:pPr>
    <w:r w:rsidRPr="00997854">
      <w:rPr>
        <w:b/>
      </w:rPr>
      <w:t>TL 05</w:t>
    </w:r>
    <w:r>
      <w:rPr>
        <w:b/>
      </w:rPr>
      <w:t>/OA</w:t>
    </w:r>
    <w:r w:rsidR="00957C9E">
      <w:rPr>
        <w:b/>
      </w:rPr>
      <w:t xml:space="preserve"> </w:t>
    </w:r>
    <w:r>
      <w:rPr>
        <w:b/>
      </w:rPr>
      <w:t>3</w:t>
    </w:r>
    <w:r w:rsidR="00957C9E">
      <w:rPr>
        <w:b/>
      </w:rPr>
      <w:t>-</w:t>
    </w:r>
    <w:r>
      <w:rPr>
        <w:b/>
      </w:rPr>
      <w:t>1</w:t>
    </w:r>
  </w:p>
  <w:p w14:paraId="675C3D78" w14:textId="3A4C3BFF" w:rsidR="00804169" w:rsidRPr="00361DC2" w:rsidRDefault="005A6B82" w:rsidP="005A6B82">
    <w:pPr>
      <w:pStyle w:val="Pta"/>
      <w:tabs>
        <w:tab w:val="clear" w:pos="4153"/>
        <w:tab w:val="clear" w:pos="8306"/>
        <w:tab w:val="right" w:pos="10490"/>
      </w:tabs>
    </w:pPr>
    <w:r w:rsidRPr="00301BA5">
      <w:t>Verzia:</w:t>
    </w:r>
    <w:r w:rsidR="00C65E12">
      <w:rPr>
        <w:b/>
      </w:rPr>
      <w:t xml:space="preserve"> </w:t>
    </w:r>
    <w:r w:rsidR="00301BA5" w:rsidRPr="00301BA5">
      <w:rPr>
        <w:b/>
      </w:rPr>
      <w:t>27.05.24</w:t>
    </w:r>
    <w:r w:rsidR="00804169">
      <w:rPr>
        <w:b/>
      </w:rPr>
      <w:tab/>
    </w:r>
    <w:r w:rsidR="00804169">
      <w:t xml:space="preserve">Strana: </w:t>
    </w:r>
    <w:r w:rsidR="008127AA" w:rsidRPr="00997854">
      <w:rPr>
        <w:rStyle w:val="slostrany"/>
        <w:b/>
      </w:rPr>
      <w:fldChar w:fldCharType="begin"/>
    </w:r>
    <w:r w:rsidR="00804169" w:rsidRPr="00997854">
      <w:rPr>
        <w:rStyle w:val="slostrany"/>
        <w:b/>
      </w:rPr>
      <w:instrText xml:space="preserve"> PAGE </w:instrText>
    </w:r>
    <w:r w:rsidR="008127AA" w:rsidRPr="00997854">
      <w:rPr>
        <w:rStyle w:val="slostrany"/>
        <w:b/>
      </w:rPr>
      <w:fldChar w:fldCharType="separate"/>
    </w:r>
    <w:r w:rsidR="003B310C">
      <w:rPr>
        <w:rStyle w:val="slostrany"/>
        <w:b/>
        <w:noProof/>
      </w:rPr>
      <w:t>2</w:t>
    </w:r>
    <w:r w:rsidR="008127AA" w:rsidRPr="00997854">
      <w:rPr>
        <w:rStyle w:val="slostrany"/>
        <w:b/>
      </w:rPr>
      <w:fldChar w:fldCharType="end"/>
    </w:r>
    <w:r w:rsidR="00C65E12">
      <w:rPr>
        <w:rStyle w:val="slostrany"/>
        <w:b/>
      </w:rPr>
      <w:t xml:space="preserve"> </w:t>
    </w:r>
    <w:r w:rsidR="00804169" w:rsidRPr="00DB2276">
      <w:rPr>
        <w:rStyle w:val="slostrany"/>
        <w:b/>
      </w:rPr>
      <w:t>/</w:t>
    </w:r>
    <w:r w:rsidR="00C65E12">
      <w:rPr>
        <w:rStyle w:val="slostrany"/>
        <w:b/>
      </w:rPr>
      <w:t xml:space="preserve"> </w:t>
    </w:r>
    <w:fldSimple w:instr=" NUMPAGES   \* MERGEFORMAT ">
      <w:r w:rsidR="003B310C" w:rsidRPr="003B310C">
        <w:rPr>
          <w:rStyle w:val="slostrany"/>
          <w:b/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7E96E" w14:textId="5EEBD743" w:rsidR="00804169" w:rsidRPr="00997854" w:rsidRDefault="00804169" w:rsidP="00361DC2">
    <w:pPr>
      <w:pStyle w:val="Pta"/>
      <w:rPr>
        <w:b/>
      </w:rPr>
    </w:pPr>
    <w:r w:rsidRPr="00997854">
      <w:rPr>
        <w:b/>
      </w:rPr>
      <w:t>TL 05</w:t>
    </w:r>
    <w:r>
      <w:rPr>
        <w:b/>
      </w:rPr>
      <w:t>/OA</w:t>
    </w:r>
    <w:r w:rsidR="00957C9E">
      <w:rPr>
        <w:b/>
      </w:rPr>
      <w:t xml:space="preserve"> </w:t>
    </w:r>
    <w:r>
      <w:rPr>
        <w:b/>
      </w:rPr>
      <w:t>3</w:t>
    </w:r>
    <w:r w:rsidR="00957C9E">
      <w:rPr>
        <w:b/>
      </w:rPr>
      <w:t>-</w:t>
    </w:r>
    <w:r w:rsidR="00F54183">
      <w:rPr>
        <w:b/>
      </w:rPr>
      <w:t>1</w:t>
    </w:r>
  </w:p>
  <w:p w14:paraId="4792E6A5" w14:textId="45F13310" w:rsidR="00804169" w:rsidRPr="003C43B0" w:rsidRDefault="00804169" w:rsidP="00C41A71">
    <w:pPr>
      <w:pStyle w:val="Pta"/>
      <w:tabs>
        <w:tab w:val="clear" w:pos="4153"/>
        <w:tab w:val="clear" w:pos="8306"/>
        <w:tab w:val="right" w:pos="10490"/>
      </w:tabs>
      <w:rPr>
        <w:bCs/>
      </w:rPr>
    </w:pPr>
    <w:r w:rsidRPr="00301BA5">
      <w:t>Verzia:</w:t>
    </w:r>
    <w:r w:rsidR="00C65E12" w:rsidRPr="00301BA5">
      <w:t xml:space="preserve"> </w:t>
    </w:r>
    <w:r w:rsidR="00301BA5">
      <w:rPr>
        <w:b/>
      </w:rPr>
      <w:t>27.05.24</w:t>
    </w:r>
    <w:r>
      <w:rPr>
        <w:b/>
      </w:rPr>
      <w:tab/>
    </w:r>
    <w:r>
      <w:t xml:space="preserve">Strana: </w:t>
    </w:r>
    <w:r w:rsidR="008127AA"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="008127AA" w:rsidRPr="00997854">
      <w:rPr>
        <w:rStyle w:val="slostrany"/>
        <w:b/>
      </w:rPr>
      <w:fldChar w:fldCharType="separate"/>
    </w:r>
    <w:r w:rsidR="003B310C">
      <w:rPr>
        <w:rStyle w:val="slostrany"/>
        <w:b/>
        <w:noProof/>
      </w:rPr>
      <w:t>1</w:t>
    </w:r>
    <w:r w:rsidR="008127AA" w:rsidRPr="00997854">
      <w:rPr>
        <w:rStyle w:val="slostrany"/>
        <w:b/>
      </w:rPr>
      <w:fldChar w:fldCharType="end"/>
    </w:r>
    <w:r w:rsidR="00C65E12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 w:rsidR="00C65E12">
      <w:rPr>
        <w:rStyle w:val="slostrany"/>
        <w:b/>
      </w:rPr>
      <w:t xml:space="preserve"> </w:t>
    </w:r>
    <w:fldSimple w:instr=" NUMPAGES   \* MERGEFORMAT ">
      <w:r w:rsidR="003B310C" w:rsidRPr="003B310C">
        <w:rPr>
          <w:rStyle w:val="slostrany"/>
          <w:b/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1EE26" w14:textId="77777777" w:rsidR="00273638" w:rsidRDefault="00273638">
      <w:r>
        <w:separator/>
      </w:r>
    </w:p>
  </w:footnote>
  <w:footnote w:type="continuationSeparator" w:id="0">
    <w:p w14:paraId="1D657EEB" w14:textId="77777777" w:rsidR="00273638" w:rsidRDefault="00273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0A877" w14:textId="298B35F9" w:rsidR="00804169" w:rsidRPr="00190B95" w:rsidRDefault="00804169">
    <w:pPr>
      <w:pStyle w:val="Hlavika"/>
      <w:rPr>
        <w:b/>
      </w:rPr>
    </w:pPr>
    <w:r w:rsidRPr="00D67855">
      <w:rPr>
        <w:b/>
        <w:sz w:val="32"/>
      </w:rPr>
      <w:t>Príloha OA</w:t>
    </w:r>
    <w:r w:rsidR="00957C9E">
      <w:rPr>
        <w:b/>
        <w:sz w:val="32"/>
      </w:rPr>
      <w:t xml:space="preserve"> </w:t>
    </w:r>
    <w:r>
      <w:rPr>
        <w:b/>
        <w:sz w:val="32"/>
      </w:rPr>
      <w:t>3</w:t>
    </w:r>
    <w:r w:rsidR="00F54183">
      <w:rPr>
        <w:b/>
        <w:sz w:val="32"/>
      </w:rPr>
      <w:t>-1</w:t>
    </w:r>
    <w:r>
      <w:rPr>
        <w:b/>
        <w:sz w:val="32"/>
      </w:rPr>
      <w:t>:</w:t>
    </w:r>
    <w:r w:rsidR="00AB061E">
      <w:rPr>
        <w:b/>
        <w:sz w:val="32"/>
      </w:rPr>
      <w:t xml:space="preserve"> </w:t>
    </w:r>
    <w:r>
      <w:rPr>
        <w:b/>
        <w:sz w:val="32"/>
      </w:rPr>
      <w:t>Medicínske laboratórium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4DE7"/>
    <w:multiLevelType w:val="hybridMultilevel"/>
    <w:tmpl w:val="198C4FD6"/>
    <w:lvl w:ilvl="0" w:tplc="8AA20F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524F6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F2AEEE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72BACB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8C43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5606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9278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D861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9920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7721C"/>
    <w:multiLevelType w:val="hybridMultilevel"/>
    <w:tmpl w:val="BF36FE5E"/>
    <w:lvl w:ilvl="0" w:tplc="7A8493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4F4A47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1AA4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DAA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0EB5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3A0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4A4D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E81C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9AEFC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3" w15:restartNumberingAfterBreak="0">
    <w:nsid w:val="168A5A8C"/>
    <w:multiLevelType w:val="hybridMultilevel"/>
    <w:tmpl w:val="68F4CA9C"/>
    <w:lvl w:ilvl="0" w:tplc="799A788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228A6F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7CC954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41B890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404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2F0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1FC19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D1C2A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6C41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70726F3"/>
    <w:multiLevelType w:val="hybridMultilevel"/>
    <w:tmpl w:val="97D8AE98"/>
    <w:lvl w:ilvl="0" w:tplc="9D7E615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C0DE80CA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5740A04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A1EAFE80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1EC3886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F364CB3C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6F64D07A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567ADF64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A64C65D0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5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E0F6701"/>
    <w:multiLevelType w:val="hybridMultilevel"/>
    <w:tmpl w:val="BB5C58CE"/>
    <w:lvl w:ilvl="0" w:tplc="EB1C3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9D823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63A31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5F61A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CC96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DEA41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FDAC0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98D2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4E20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0162E34"/>
    <w:multiLevelType w:val="hybridMultilevel"/>
    <w:tmpl w:val="77FEDCDC"/>
    <w:lvl w:ilvl="0" w:tplc="8446D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C62A2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D100A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55ED9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1DA3E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58A60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C7E88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7059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B2C66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1AE45C1"/>
    <w:multiLevelType w:val="hybridMultilevel"/>
    <w:tmpl w:val="FD6A5BD4"/>
    <w:lvl w:ilvl="0" w:tplc="4A1C7A2E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AA865D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20E01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84A0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FE65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D49B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767D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F27F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66687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00DB0"/>
    <w:multiLevelType w:val="hybridMultilevel"/>
    <w:tmpl w:val="3000E4BA"/>
    <w:lvl w:ilvl="0" w:tplc="79CACEDA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1CF0651A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EB14E872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09068288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E06B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6BA4A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40A8A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2071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F16F3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387632DB"/>
    <w:multiLevelType w:val="hybridMultilevel"/>
    <w:tmpl w:val="8E8E4436"/>
    <w:lvl w:ilvl="0" w:tplc="F07EA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3623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6C23A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A3C66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3A40B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A385C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47AB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4BC21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5CB2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3B94F9C"/>
    <w:multiLevelType w:val="hybridMultilevel"/>
    <w:tmpl w:val="B6E03142"/>
    <w:lvl w:ilvl="0" w:tplc="0FBE4C68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984E6FE6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3EE66454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6E58ABBC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D91A66B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B7CC7EAC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07F0E86A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B6823C98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0980EE88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48D25F38"/>
    <w:multiLevelType w:val="hybridMultilevel"/>
    <w:tmpl w:val="ABDC96F8"/>
    <w:lvl w:ilvl="0" w:tplc="CE984C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6B23A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4CC61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D8ED6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80EF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C1ECA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734B8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D4DB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C1077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E2F3933"/>
    <w:multiLevelType w:val="hybridMultilevel"/>
    <w:tmpl w:val="197630C6"/>
    <w:lvl w:ilvl="0" w:tplc="103413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36CAA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9AA64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1698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3842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50CC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8FD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C870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9B01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6D3147A7"/>
    <w:multiLevelType w:val="hybridMultilevel"/>
    <w:tmpl w:val="64C6896A"/>
    <w:lvl w:ilvl="0" w:tplc="A9E0907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8C946E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4637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C67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16C23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529D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B628F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D5CCE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4694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16A38D9"/>
    <w:multiLevelType w:val="hybridMultilevel"/>
    <w:tmpl w:val="198C4FD6"/>
    <w:lvl w:ilvl="0" w:tplc="76CCCC16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E1589D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D4A9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DAEE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B833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59442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4E9F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8880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98612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769C0FE8"/>
    <w:multiLevelType w:val="hybridMultilevel"/>
    <w:tmpl w:val="CD26CDF0"/>
    <w:lvl w:ilvl="0" w:tplc="31ACECF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506EFE92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C9707DFC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AEBC13CA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AEB61444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BDAAC7E2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E0A84F9E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C3624362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9BD4A376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 w16cid:durableId="2132895285">
    <w:abstractNumId w:val="5"/>
  </w:num>
  <w:num w:numId="2" w16cid:durableId="1998415655">
    <w:abstractNumId w:val="8"/>
  </w:num>
  <w:num w:numId="3" w16cid:durableId="2005274364">
    <w:abstractNumId w:val="18"/>
  </w:num>
  <w:num w:numId="4" w16cid:durableId="551699084">
    <w:abstractNumId w:val="4"/>
  </w:num>
  <w:num w:numId="5" w16cid:durableId="1812868399">
    <w:abstractNumId w:val="17"/>
  </w:num>
  <w:num w:numId="6" w16cid:durableId="1221940835">
    <w:abstractNumId w:val="3"/>
  </w:num>
  <w:num w:numId="7" w16cid:durableId="213733259">
    <w:abstractNumId w:val="13"/>
  </w:num>
  <w:num w:numId="8" w16cid:durableId="553542503">
    <w:abstractNumId w:val="10"/>
  </w:num>
  <w:num w:numId="9" w16cid:durableId="188179985">
    <w:abstractNumId w:val="16"/>
  </w:num>
  <w:num w:numId="10" w16cid:durableId="86778090">
    <w:abstractNumId w:val="15"/>
  </w:num>
  <w:num w:numId="11" w16cid:durableId="1544097394">
    <w:abstractNumId w:val="2"/>
  </w:num>
  <w:num w:numId="12" w16cid:durableId="874775450">
    <w:abstractNumId w:val="9"/>
  </w:num>
  <w:num w:numId="13" w16cid:durableId="1428039871">
    <w:abstractNumId w:val="19"/>
  </w:num>
  <w:num w:numId="14" w16cid:durableId="2036730661">
    <w:abstractNumId w:val="0"/>
  </w:num>
  <w:num w:numId="15" w16cid:durableId="489175136">
    <w:abstractNumId w:val="20"/>
  </w:num>
  <w:num w:numId="16" w16cid:durableId="334192574">
    <w:abstractNumId w:val="11"/>
  </w:num>
  <w:num w:numId="17" w16cid:durableId="1686898955">
    <w:abstractNumId w:val="15"/>
  </w:num>
  <w:num w:numId="18" w16cid:durableId="1525940713">
    <w:abstractNumId w:val="15"/>
  </w:num>
  <w:num w:numId="19" w16cid:durableId="149761512">
    <w:abstractNumId w:val="15"/>
  </w:num>
  <w:num w:numId="20" w16cid:durableId="18356354">
    <w:abstractNumId w:val="6"/>
  </w:num>
  <w:num w:numId="21" w16cid:durableId="536166553">
    <w:abstractNumId w:val="7"/>
  </w:num>
  <w:num w:numId="22" w16cid:durableId="988946215">
    <w:abstractNumId w:val="21"/>
  </w:num>
  <w:num w:numId="23" w16cid:durableId="2048216052">
    <w:abstractNumId w:val="15"/>
  </w:num>
  <w:num w:numId="24" w16cid:durableId="1834880105">
    <w:abstractNumId w:val="12"/>
  </w:num>
  <w:num w:numId="25" w16cid:durableId="667906423">
    <w:abstractNumId w:val="1"/>
  </w:num>
  <w:num w:numId="26" w16cid:durableId="19626110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27"/>
    <w:rsid w:val="00007D90"/>
    <w:rsid w:val="00032B9C"/>
    <w:rsid w:val="00033B47"/>
    <w:rsid w:val="00043CA9"/>
    <w:rsid w:val="00063F9A"/>
    <w:rsid w:val="0007444E"/>
    <w:rsid w:val="00076CEB"/>
    <w:rsid w:val="00084627"/>
    <w:rsid w:val="000A74C6"/>
    <w:rsid w:val="000B0F61"/>
    <w:rsid w:val="000B4527"/>
    <w:rsid w:val="000C09F1"/>
    <w:rsid w:val="000C4AB7"/>
    <w:rsid w:val="000C72DB"/>
    <w:rsid w:val="000D09BC"/>
    <w:rsid w:val="000D3DF7"/>
    <w:rsid w:val="000D4F42"/>
    <w:rsid w:val="000E4B58"/>
    <w:rsid w:val="000F3720"/>
    <w:rsid w:val="000F600D"/>
    <w:rsid w:val="001031E7"/>
    <w:rsid w:val="0010458C"/>
    <w:rsid w:val="00116F40"/>
    <w:rsid w:val="0012367C"/>
    <w:rsid w:val="001274BE"/>
    <w:rsid w:val="00130EC7"/>
    <w:rsid w:val="00161C8B"/>
    <w:rsid w:val="00163F89"/>
    <w:rsid w:val="00164EBF"/>
    <w:rsid w:val="00172C5F"/>
    <w:rsid w:val="00176E74"/>
    <w:rsid w:val="001857FE"/>
    <w:rsid w:val="00190B95"/>
    <w:rsid w:val="001B0318"/>
    <w:rsid w:val="001F7866"/>
    <w:rsid w:val="002057F0"/>
    <w:rsid w:val="00206992"/>
    <w:rsid w:val="0023112D"/>
    <w:rsid w:val="00270ADA"/>
    <w:rsid w:val="00273638"/>
    <w:rsid w:val="00286003"/>
    <w:rsid w:val="00291746"/>
    <w:rsid w:val="002A2588"/>
    <w:rsid w:val="002A599F"/>
    <w:rsid w:val="002D0F3E"/>
    <w:rsid w:val="002D7218"/>
    <w:rsid w:val="002E46A9"/>
    <w:rsid w:val="002F4799"/>
    <w:rsid w:val="00301BA5"/>
    <w:rsid w:val="003059D0"/>
    <w:rsid w:val="00307BA2"/>
    <w:rsid w:val="00324D30"/>
    <w:rsid w:val="0033325F"/>
    <w:rsid w:val="00340428"/>
    <w:rsid w:val="00356E5D"/>
    <w:rsid w:val="00361DC2"/>
    <w:rsid w:val="00395DDD"/>
    <w:rsid w:val="003A1DC5"/>
    <w:rsid w:val="003A4A01"/>
    <w:rsid w:val="003B310C"/>
    <w:rsid w:val="003C38D6"/>
    <w:rsid w:val="003C43B0"/>
    <w:rsid w:val="003E7ADB"/>
    <w:rsid w:val="0041678E"/>
    <w:rsid w:val="004437A2"/>
    <w:rsid w:val="004472CD"/>
    <w:rsid w:val="00447EBC"/>
    <w:rsid w:val="004529EA"/>
    <w:rsid w:val="0045593C"/>
    <w:rsid w:val="00457ADF"/>
    <w:rsid w:val="00475654"/>
    <w:rsid w:val="00484C2B"/>
    <w:rsid w:val="004C097B"/>
    <w:rsid w:val="004E3239"/>
    <w:rsid w:val="004E721A"/>
    <w:rsid w:val="004F2841"/>
    <w:rsid w:val="004F722A"/>
    <w:rsid w:val="004F736C"/>
    <w:rsid w:val="005009D1"/>
    <w:rsid w:val="005126A3"/>
    <w:rsid w:val="00532067"/>
    <w:rsid w:val="0054010A"/>
    <w:rsid w:val="00541218"/>
    <w:rsid w:val="00544424"/>
    <w:rsid w:val="00554D04"/>
    <w:rsid w:val="00554D66"/>
    <w:rsid w:val="0056472A"/>
    <w:rsid w:val="00572099"/>
    <w:rsid w:val="005A4DBA"/>
    <w:rsid w:val="005A6B82"/>
    <w:rsid w:val="005C02AB"/>
    <w:rsid w:val="005C4990"/>
    <w:rsid w:val="005D5F15"/>
    <w:rsid w:val="005D6F98"/>
    <w:rsid w:val="005D7F30"/>
    <w:rsid w:val="005E4A38"/>
    <w:rsid w:val="00611787"/>
    <w:rsid w:val="006457D9"/>
    <w:rsid w:val="00647AB0"/>
    <w:rsid w:val="0065292E"/>
    <w:rsid w:val="00657F2E"/>
    <w:rsid w:val="00660E1A"/>
    <w:rsid w:val="00664D64"/>
    <w:rsid w:val="00677428"/>
    <w:rsid w:val="006813F3"/>
    <w:rsid w:val="006822A1"/>
    <w:rsid w:val="006B184F"/>
    <w:rsid w:val="006B75B4"/>
    <w:rsid w:val="006C13A7"/>
    <w:rsid w:val="006D7227"/>
    <w:rsid w:val="006E1C5B"/>
    <w:rsid w:val="006E3F90"/>
    <w:rsid w:val="006F21AB"/>
    <w:rsid w:val="007104E9"/>
    <w:rsid w:val="0074680D"/>
    <w:rsid w:val="007472F1"/>
    <w:rsid w:val="00750F57"/>
    <w:rsid w:val="00754FD3"/>
    <w:rsid w:val="007563CB"/>
    <w:rsid w:val="007566F0"/>
    <w:rsid w:val="0076691D"/>
    <w:rsid w:val="0077694D"/>
    <w:rsid w:val="007927E5"/>
    <w:rsid w:val="007A7D3B"/>
    <w:rsid w:val="007B66F3"/>
    <w:rsid w:val="007B7FDC"/>
    <w:rsid w:val="007C1215"/>
    <w:rsid w:val="007D0EA7"/>
    <w:rsid w:val="007E3AED"/>
    <w:rsid w:val="007E60CF"/>
    <w:rsid w:val="007F0A62"/>
    <w:rsid w:val="007F19D5"/>
    <w:rsid w:val="007F3BED"/>
    <w:rsid w:val="00804169"/>
    <w:rsid w:val="00807540"/>
    <w:rsid w:val="008127AA"/>
    <w:rsid w:val="00814C7E"/>
    <w:rsid w:val="00824749"/>
    <w:rsid w:val="00842C49"/>
    <w:rsid w:val="00845435"/>
    <w:rsid w:val="00855287"/>
    <w:rsid w:val="00892234"/>
    <w:rsid w:val="00896235"/>
    <w:rsid w:val="008A096D"/>
    <w:rsid w:val="008B594F"/>
    <w:rsid w:val="008D1AA4"/>
    <w:rsid w:val="008D1BF7"/>
    <w:rsid w:val="008F0E46"/>
    <w:rsid w:val="00901CF9"/>
    <w:rsid w:val="00906DC8"/>
    <w:rsid w:val="009166B4"/>
    <w:rsid w:val="0092538E"/>
    <w:rsid w:val="00941C08"/>
    <w:rsid w:val="00942706"/>
    <w:rsid w:val="00943C9D"/>
    <w:rsid w:val="00950B95"/>
    <w:rsid w:val="00954FAD"/>
    <w:rsid w:val="00957C9E"/>
    <w:rsid w:val="0097004B"/>
    <w:rsid w:val="009720B2"/>
    <w:rsid w:val="009854C4"/>
    <w:rsid w:val="009909B5"/>
    <w:rsid w:val="00990A59"/>
    <w:rsid w:val="00993E9B"/>
    <w:rsid w:val="00996815"/>
    <w:rsid w:val="00997854"/>
    <w:rsid w:val="009A0263"/>
    <w:rsid w:val="009A7533"/>
    <w:rsid w:val="009B162E"/>
    <w:rsid w:val="009B3705"/>
    <w:rsid w:val="009E0E11"/>
    <w:rsid w:val="009E7A83"/>
    <w:rsid w:val="009F11F8"/>
    <w:rsid w:val="00A13AE1"/>
    <w:rsid w:val="00A66ACD"/>
    <w:rsid w:val="00A760DF"/>
    <w:rsid w:val="00A84D4B"/>
    <w:rsid w:val="00A879DE"/>
    <w:rsid w:val="00AA3CE8"/>
    <w:rsid w:val="00AB061E"/>
    <w:rsid w:val="00AB0B26"/>
    <w:rsid w:val="00AB17DE"/>
    <w:rsid w:val="00AB1F6B"/>
    <w:rsid w:val="00AB2C0E"/>
    <w:rsid w:val="00AB383B"/>
    <w:rsid w:val="00AC2EBA"/>
    <w:rsid w:val="00AD10B7"/>
    <w:rsid w:val="00B1170D"/>
    <w:rsid w:val="00B213E7"/>
    <w:rsid w:val="00B245D5"/>
    <w:rsid w:val="00B27596"/>
    <w:rsid w:val="00B4482E"/>
    <w:rsid w:val="00B47E6F"/>
    <w:rsid w:val="00B67C23"/>
    <w:rsid w:val="00B733D9"/>
    <w:rsid w:val="00B7531A"/>
    <w:rsid w:val="00BC0C9C"/>
    <w:rsid w:val="00BC42C5"/>
    <w:rsid w:val="00BD4DEC"/>
    <w:rsid w:val="00BE7132"/>
    <w:rsid w:val="00BF2667"/>
    <w:rsid w:val="00C306D7"/>
    <w:rsid w:val="00C41A71"/>
    <w:rsid w:val="00C55CE7"/>
    <w:rsid w:val="00C63F47"/>
    <w:rsid w:val="00C65E12"/>
    <w:rsid w:val="00C65E8F"/>
    <w:rsid w:val="00C743E4"/>
    <w:rsid w:val="00C81107"/>
    <w:rsid w:val="00C8726A"/>
    <w:rsid w:val="00CA403A"/>
    <w:rsid w:val="00CB1ABD"/>
    <w:rsid w:val="00CC748D"/>
    <w:rsid w:val="00CD27F1"/>
    <w:rsid w:val="00CE6967"/>
    <w:rsid w:val="00CF55BF"/>
    <w:rsid w:val="00D065A3"/>
    <w:rsid w:val="00D06DEE"/>
    <w:rsid w:val="00D1382D"/>
    <w:rsid w:val="00D33D4D"/>
    <w:rsid w:val="00D5456C"/>
    <w:rsid w:val="00D617E7"/>
    <w:rsid w:val="00D6333D"/>
    <w:rsid w:val="00D67855"/>
    <w:rsid w:val="00D75CCC"/>
    <w:rsid w:val="00DA10B6"/>
    <w:rsid w:val="00DB2221"/>
    <w:rsid w:val="00DB2276"/>
    <w:rsid w:val="00DB7CDD"/>
    <w:rsid w:val="00DC2AC9"/>
    <w:rsid w:val="00DD4842"/>
    <w:rsid w:val="00DD78A7"/>
    <w:rsid w:val="00E05D92"/>
    <w:rsid w:val="00E07ADA"/>
    <w:rsid w:val="00E2300C"/>
    <w:rsid w:val="00E26C8E"/>
    <w:rsid w:val="00E34CB3"/>
    <w:rsid w:val="00E4043C"/>
    <w:rsid w:val="00E53F1B"/>
    <w:rsid w:val="00E678E3"/>
    <w:rsid w:val="00E9113B"/>
    <w:rsid w:val="00E94556"/>
    <w:rsid w:val="00EB36D9"/>
    <w:rsid w:val="00EB6014"/>
    <w:rsid w:val="00EF12D3"/>
    <w:rsid w:val="00EF4F9B"/>
    <w:rsid w:val="00EF7F11"/>
    <w:rsid w:val="00F00009"/>
    <w:rsid w:val="00F165D8"/>
    <w:rsid w:val="00F33A12"/>
    <w:rsid w:val="00F34F20"/>
    <w:rsid w:val="00F54183"/>
    <w:rsid w:val="00F70336"/>
    <w:rsid w:val="00F72A14"/>
    <w:rsid w:val="00F829C8"/>
    <w:rsid w:val="00F93465"/>
    <w:rsid w:val="00F95467"/>
    <w:rsid w:val="00FA6851"/>
    <w:rsid w:val="00FB7A2C"/>
    <w:rsid w:val="00FC01B6"/>
    <w:rsid w:val="00FC718F"/>
    <w:rsid w:val="00FD3186"/>
    <w:rsid w:val="00FE4CA7"/>
    <w:rsid w:val="00FE7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593CCD"/>
  <w15:docId w15:val="{E8ED70E1-4F11-4A82-853E-65886A53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B66F3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7B66F3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7B66F3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7B66F3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7B66F3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7B66F3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7B66F3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7B66F3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7B66F3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7B66F3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B3BC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8B3BC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8B3BC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8B3BC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8B3BC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8B3BC2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sid w:val="008B3BC2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8B3BC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8B3BC2"/>
    <w:rPr>
      <w:rFonts w:ascii="Cambria" w:eastAsia="Times New Roman" w:hAnsi="Cambria" w:cs="Times New Roman"/>
    </w:rPr>
  </w:style>
  <w:style w:type="character" w:styleId="slostrany">
    <w:name w:val="page number"/>
    <w:uiPriority w:val="99"/>
    <w:rsid w:val="007B66F3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7B66F3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rsid w:val="008B3BC2"/>
    <w:rPr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7B66F3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rsid w:val="008B3BC2"/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7B66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07D90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7B66F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semiHidden/>
    <w:rsid w:val="008B3BC2"/>
    <w:rPr>
      <w:sz w:val="24"/>
      <w:szCs w:val="24"/>
    </w:rPr>
  </w:style>
  <w:style w:type="paragraph" w:customStyle="1" w:styleId="Zkladntext31">
    <w:name w:val="Základný text 31"/>
    <w:basedOn w:val="Normlny"/>
    <w:uiPriority w:val="99"/>
    <w:rsid w:val="007B66F3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7B66F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007D90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7B66F3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10"/>
    <w:rsid w:val="008B3BC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7B66F3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11"/>
    <w:rsid w:val="008B3BC2"/>
    <w:rPr>
      <w:rFonts w:ascii="Cambria" w:eastAsia="Times New Roman" w:hAnsi="Cambria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7B66F3"/>
    <w:pPr>
      <w:ind w:left="180" w:hanging="180"/>
      <w:jc w:val="both"/>
    </w:pPr>
    <w:rPr>
      <w:i/>
      <w:iCs/>
      <w:sz w:val="20"/>
    </w:rPr>
  </w:style>
  <w:style w:type="character" w:customStyle="1" w:styleId="ZarkazkladnhotextuChar">
    <w:name w:val="Zarážka základného textu Char"/>
    <w:link w:val="Zarkazkladnhotextu"/>
    <w:uiPriority w:val="99"/>
    <w:semiHidden/>
    <w:rsid w:val="008B3BC2"/>
    <w:rPr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7B66F3"/>
    <w:rPr>
      <w:bCs/>
      <w:sz w:val="28"/>
    </w:rPr>
  </w:style>
  <w:style w:type="character" w:customStyle="1" w:styleId="Zkladntext3Char">
    <w:name w:val="Základný text 3 Char"/>
    <w:link w:val="Zkladntext3"/>
    <w:uiPriority w:val="99"/>
    <w:semiHidden/>
    <w:rsid w:val="008B3BC2"/>
    <w:rPr>
      <w:sz w:val="16"/>
      <w:szCs w:val="16"/>
    </w:rPr>
  </w:style>
  <w:style w:type="table" w:styleId="Mriekatabuky">
    <w:name w:val="Table Grid"/>
    <w:basedOn w:val="Normlnatabuka"/>
    <w:uiPriority w:val="99"/>
    <w:rsid w:val="00447E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2">
    <w:name w:val="Char Char2"/>
    <w:uiPriority w:val="99"/>
    <w:semiHidden/>
    <w:rsid w:val="00541218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0D4F4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rsid w:val="008B3BC2"/>
    <w:rPr>
      <w:sz w:val="0"/>
      <w:szCs w:val="0"/>
    </w:rPr>
  </w:style>
  <w:style w:type="character" w:styleId="Odkaznakomentr">
    <w:name w:val="annotation reference"/>
    <w:basedOn w:val="Predvolenpsmoodseku"/>
    <w:uiPriority w:val="99"/>
    <w:semiHidden/>
    <w:unhideWhenUsed/>
    <w:rsid w:val="00C63F4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63F4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63F47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63F4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63F47"/>
    <w:rPr>
      <w:b/>
      <w:bCs/>
    </w:rPr>
  </w:style>
  <w:style w:type="paragraph" w:customStyle="1" w:styleId="Default">
    <w:name w:val="Default"/>
    <w:rsid w:val="001F78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lntabuka">
    <w:name w:val="Normální.tabuľka"/>
    <w:rsid w:val="008A096D"/>
    <w:pPr>
      <w:widowControl w:val="0"/>
      <w:autoSpaceDE w:val="0"/>
      <w:autoSpaceDN w:val="0"/>
      <w:spacing w:after="120"/>
      <w:jc w:val="both"/>
    </w:pPr>
    <w:rPr>
      <w:szCs w:val="24"/>
    </w:rPr>
  </w:style>
  <w:style w:type="character" w:styleId="Hypertextovprepojenie">
    <w:name w:val="Hyperlink"/>
    <w:basedOn w:val="Predvolenpsmoodseku"/>
    <w:uiPriority w:val="99"/>
    <w:unhideWhenUsed/>
    <w:rsid w:val="008A096D"/>
    <w:rPr>
      <w:color w:val="0000FF" w:themeColor="hyperlink"/>
      <w:u w:val="single"/>
    </w:rPr>
  </w:style>
  <w:style w:type="paragraph" w:styleId="Revzia">
    <w:name w:val="Revision"/>
    <w:hidden/>
    <w:uiPriority w:val="99"/>
    <w:semiHidden/>
    <w:rsid w:val="000B0F61"/>
    <w:rPr>
      <w:sz w:val="24"/>
      <w:szCs w:val="24"/>
    </w:rPr>
  </w:style>
  <w:style w:type="character" w:styleId="Nevyrieenzmienka">
    <w:name w:val="Unresolved Mention"/>
    <w:basedOn w:val="Predvolenpsmoodseku"/>
    <w:uiPriority w:val="99"/>
    <w:semiHidden/>
    <w:unhideWhenUsed/>
    <w:rsid w:val="00C55C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96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ab.sk/flexibilna-akreditacia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3_2_M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F9E27-080E-4080-B9A9-D1EE5BEBB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TL05OA3_2_ML</Template>
  <TotalTime>9</TotalTime>
  <Pages>3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TL05OA3_2_ML</vt:lpstr>
    </vt:vector>
  </TitlesOfParts>
  <Company>SNAS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TL05OA3_2_ML</dc:title>
  <dc:subject>Medicínske laboratórium</dc:subject>
  <dc:creator>Cucorova</dc:creator>
  <dc:description>Príloha k žiadosti o akreditáciu SNASver. 01.01.05, TL 05 SNAS</dc:description>
  <cp:lastModifiedBy>Juraj Randus</cp:lastModifiedBy>
  <cp:revision>5</cp:revision>
  <cp:lastPrinted>2017-08-15T18:22:00Z</cp:lastPrinted>
  <dcterms:created xsi:type="dcterms:W3CDTF">2024-05-17T07:23:00Z</dcterms:created>
  <dcterms:modified xsi:type="dcterms:W3CDTF">2024-05-24T09:49:00Z</dcterms:modified>
</cp:coreProperties>
</file>