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C2876" w14:textId="77777777" w:rsidR="009A0086" w:rsidRPr="0044221F" w:rsidRDefault="009A0086" w:rsidP="0044221F">
      <w:pPr>
        <w:rPr>
          <w:rFonts w:asciiTheme="majorHAnsi" w:hAnsiTheme="majorHAnsi"/>
          <w:b/>
          <w:caps/>
          <w:sz w:val="28"/>
          <w:szCs w:val="28"/>
        </w:rPr>
      </w:pPr>
      <w:r w:rsidRPr="0044221F">
        <w:rPr>
          <w:rFonts w:asciiTheme="majorHAnsi" w:hAnsiTheme="majorHAnsi"/>
          <w:b/>
          <w:caps/>
          <w:sz w:val="28"/>
          <w:szCs w:val="28"/>
        </w:rPr>
        <w:t>Špecifikácia činností</w:t>
      </w:r>
    </w:p>
    <w:p w14:paraId="505E93AD" w14:textId="77777777" w:rsidR="009A0086" w:rsidRPr="0044221F" w:rsidRDefault="009A0086" w:rsidP="0044221F">
      <w:pPr>
        <w:pStyle w:val="Pta"/>
        <w:tabs>
          <w:tab w:val="clear" w:pos="4153"/>
          <w:tab w:val="clear" w:pos="8306"/>
        </w:tabs>
        <w:rPr>
          <w:rFonts w:asciiTheme="majorHAnsi" w:hAnsiTheme="majorHAnsi"/>
        </w:rPr>
      </w:pPr>
    </w:p>
    <w:p w14:paraId="4828383D" w14:textId="77777777" w:rsidR="00CF2F2A" w:rsidRPr="00966C9B" w:rsidRDefault="00CF2F2A" w:rsidP="00CF2F2A">
      <w:pPr>
        <w:pStyle w:val="Podtitul"/>
        <w:tabs>
          <w:tab w:val="left" w:pos="1560"/>
        </w:tabs>
        <w:jc w:val="left"/>
        <w:rPr>
          <w:rFonts w:asciiTheme="majorHAnsi" w:hAnsiTheme="majorHAnsi"/>
          <w:b/>
          <w:bCs/>
        </w:rPr>
      </w:pPr>
      <w:r w:rsidRPr="00966C9B">
        <w:rPr>
          <w:rFonts w:asciiTheme="majorHAnsi" w:hAnsiTheme="majorHAnsi"/>
        </w:rPr>
        <w:t>Žiadateľ:</w:t>
      </w:r>
      <w:r w:rsidRPr="00966C9B">
        <w:rPr>
          <w:rFonts w:asciiTheme="majorHAnsi" w:hAnsiTheme="majorHAnsi"/>
        </w:rPr>
        <w:tab/>
        <w:t xml:space="preserve">Názov </w:t>
      </w:r>
    </w:p>
    <w:p w14:paraId="4A025DDE" w14:textId="77777777" w:rsidR="00CF2F2A" w:rsidRPr="00966C9B" w:rsidRDefault="00CF2F2A" w:rsidP="00CF2F2A">
      <w:pPr>
        <w:pStyle w:val="Podtitul"/>
        <w:tabs>
          <w:tab w:val="left" w:pos="1560"/>
        </w:tabs>
        <w:jc w:val="left"/>
        <w:rPr>
          <w:rFonts w:asciiTheme="majorHAnsi" w:hAnsiTheme="majorHAnsi"/>
          <w:b/>
          <w:bCs/>
        </w:rPr>
      </w:pPr>
      <w:r w:rsidRPr="00966C9B">
        <w:rPr>
          <w:rFonts w:asciiTheme="majorHAnsi" w:hAnsiTheme="majorHAnsi"/>
        </w:rPr>
        <w:tab/>
        <w:t>Adresa, PSČ, Sídlo, IČO</w:t>
      </w:r>
    </w:p>
    <w:p w14:paraId="57D7E217" w14:textId="77777777" w:rsidR="00CF2F2A" w:rsidRPr="00966C9B" w:rsidRDefault="00CF2F2A" w:rsidP="00CF2F2A">
      <w:pPr>
        <w:pStyle w:val="Podtitul"/>
        <w:tabs>
          <w:tab w:val="left" w:pos="1560"/>
          <w:tab w:val="left" w:pos="1701"/>
        </w:tabs>
        <w:jc w:val="left"/>
        <w:rPr>
          <w:rFonts w:asciiTheme="majorHAnsi" w:hAnsiTheme="majorHAnsi"/>
          <w:b/>
          <w:bCs/>
        </w:rPr>
      </w:pPr>
      <w:r w:rsidRPr="00966C9B">
        <w:rPr>
          <w:rFonts w:asciiTheme="majorHAnsi" w:hAnsiTheme="majorHAnsi"/>
        </w:rPr>
        <w:tab/>
        <w:t xml:space="preserve">Názov pracoviska1, Adresa, PSČ, Sídlo </w:t>
      </w:r>
      <w:r w:rsidRPr="00966C9B">
        <w:rPr>
          <w:rStyle w:val="Odkaznapoznmkupodiarou"/>
          <w:rFonts w:asciiTheme="majorHAnsi" w:hAnsiTheme="majorHAnsi"/>
        </w:rPr>
        <w:footnoteReference w:id="1"/>
      </w:r>
    </w:p>
    <w:p w14:paraId="10098166" w14:textId="77777777" w:rsidR="00CF2F2A" w:rsidRPr="00966C9B" w:rsidRDefault="00CF2F2A" w:rsidP="00CF2F2A">
      <w:pPr>
        <w:pStyle w:val="Podtitul"/>
        <w:tabs>
          <w:tab w:val="left" w:pos="1560"/>
          <w:tab w:val="left" w:pos="1701"/>
        </w:tabs>
        <w:jc w:val="left"/>
        <w:rPr>
          <w:rFonts w:asciiTheme="majorHAnsi" w:hAnsiTheme="majorHAnsi"/>
          <w:b/>
        </w:rPr>
      </w:pPr>
      <w:r w:rsidRPr="00966C9B">
        <w:rPr>
          <w:rFonts w:asciiTheme="majorHAnsi" w:hAnsiTheme="majorHAnsi"/>
        </w:rPr>
        <w:tab/>
        <w:t>Názov pracoviska1, Adresa, PSČ, Sídlo</w:t>
      </w:r>
    </w:p>
    <w:p w14:paraId="57B5CEE4" w14:textId="77777777" w:rsidR="00CF2F2A" w:rsidRPr="00966C9B" w:rsidRDefault="00CF2F2A" w:rsidP="00CF2F2A">
      <w:pPr>
        <w:pStyle w:val="Podtitul"/>
        <w:jc w:val="left"/>
        <w:rPr>
          <w:rFonts w:asciiTheme="majorHAnsi" w:hAnsiTheme="majorHAnsi"/>
          <w:b/>
        </w:rPr>
      </w:pPr>
    </w:p>
    <w:p w14:paraId="74CEDA71" w14:textId="77777777" w:rsidR="00CF2F2A" w:rsidRPr="00966C9B" w:rsidRDefault="00CF2F2A" w:rsidP="00CF2F2A">
      <w:pPr>
        <w:pStyle w:val="Podtitul"/>
        <w:jc w:val="left"/>
        <w:rPr>
          <w:rFonts w:asciiTheme="majorHAnsi" w:hAnsiTheme="majorHAnsi"/>
          <w:b/>
        </w:rPr>
      </w:pPr>
      <w:r w:rsidRPr="00966C9B">
        <w:rPr>
          <w:rFonts w:asciiTheme="majorHAnsi" w:hAnsiTheme="majorHAnsi"/>
        </w:rPr>
        <w:t>Číslo osvedčenia</w:t>
      </w:r>
      <w:r w:rsidRPr="00966C9B">
        <w:rPr>
          <w:rStyle w:val="Odkaznapoznmkupodiarou"/>
          <w:rFonts w:asciiTheme="majorHAnsi" w:hAnsiTheme="majorHAnsi"/>
        </w:rPr>
        <w:footnoteReference w:id="2"/>
      </w:r>
      <w:r w:rsidRPr="00966C9B">
        <w:rPr>
          <w:rFonts w:asciiTheme="majorHAnsi" w:hAnsiTheme="majorHAnsi"/>
        </w:rPr>
        <w:t xml:space="preserve"> o akreditácii </w:t>
      </w:r>
      <w:bookmarkStart w:id="0" w:name="Text3"/>
      <w:r w:rsidRPr="00966C9B">
        <w:rPr>
          <w:rFonts w:asciiTheme="majorHAnsi" w:hAnsiTheme="majorHAnsi"/>
          <w:b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966C9B">
        <w:rPr>
          <w:rFonts w:asciiTheme="majorHAnsi" w:hAnsiTheme="majorHAnsi"/>
        </w:rPr>
        <w:instrText xml:space="preserve"> FORMTEXT </w:instrText>
      </w:r>
      <w:r w:rsidRPr="00966C9B">
        <w:rPr>
          <w:rFonts w:asciiTheme="majorHAnsi" w:hAnsiTheme="majorHAnsi"/>
          <w:b/>
        </w:rPr>
      </w:r>
      <w:r w:rsidRPr="00966C9B">
        <w:rPr>
          <w:rFonts w:asciiTheme="majorHAnsi" w:hAnsiTheme="majorHAnsi"/>
          <w:b/>
        </w:rPr>
        <w:fldChar w:fldCharType="separate"/>
      </w:r>
      <w:r w:rsidRPr="00966C9B">
        <w:rPr>
          <w:rFonts w:asciiTheme="majorHAnsi" w:hAnsiTheme="majorHAnsi"/>
          <w:noProof/>
        </w:rPr>
        <w:t> </w:t>
      </w:r>
      <w:r w:rsidRPr="00966C9B">
        <w:rPr>
          <w:rFonts w:asciiTheme="majorHAnsi" w:hAnsiTheme="majorHAnsi"/>
          <w:noProof/>
        </w:rPr>
        <w:t> </w:t>
      </w:r>
      <w:r w:rsidRPr="00966C9B">
        <w:rPr>
          <w:rFonts w:asciiTheme="majorHAnsi" w:hAnsiTheme="majorHAnsi"/>
          <w:noProof/>
        </w:rPr>
        <w:t> </w:t>
      </w:r>
      <w:r w:rsidRPr="00966C9B">
        <w:rPr>
          <w:rFonts w:asciiTheme="majorHAnsi" w:hAnsiTheme="majorHAnsi"/>
          <w:noProof/>
        </w:rPr>
        <w:t> </w:t>
      </w:r>
      <w:r w:rsidRPr="00966C9B">
        <w:rPr>
          <w:rFonts w:asciiTheme="majorHAnsi" w:hAnsiTheme="majorHAnsi"/>
          <w:noProof/>
        </w:rPr>
        <w:t> </w:t>
      </w:r>
      <w:r w:rsidRPr="00966C9B">
        <w:rPr>
          <w:rFonts w:asciiTheme="majorHAnsi" w:hAnsiTheme="majorHAnsi"/>
          <w:b/>
        </w:rPr>
        <w:fldChar w:fldCharType="end"/>
      </w:r>
      <w:bookmarkEnd w:id="0"/>
      <w:r w:rsidRPr="00966C9B">
        <w:rPr>
          <w:rFonts w:asciiTheme="majorHAnsi" w:hAnsiTheme="majorHAnsi"/>
        </w:rPr>
        <w:t xml:space="preserve"> </w:t>
      </w:r>
    </w:p>
    <w:p w14:paraId="6E608E70" w14:textId="77777777" w:rsidR="008A2E62" w:rsidRPr="0044221F" w:rsidRDefault="008A2E62" w:rsidP="0044221F">
      <w:pPr>
        <w:rPr>
          <w:rFonts w:asciiTheme="majorHAnsi" w:hAnsiTheme="majorHAnsi"/>
          <w:sz w:val="10"/>
          <w:szCs w:val="10"/>
        </w:rPr>
      </w:pPr>
    </w:p>
    <w:p w14:paraId="09456064" w14:textId="68A95A29" w:rsidR="008A2E62" w:rsidRPr="0044221F" w:rsidRDefault="008A2E62" w:rsidP="0044221F">
      <w:pPr>
        <w:rPr>
          <w:rFonts w:asciiTheme="majorHAnsi" w:hAnsiTheme="majorHAnsi"/>
          <w:b/>
          <w:sz w:val="22"/>
          <w:szCs w:val="22"/>
        </w:rPr>
      </w:pPr>
      <w:r w:rsidRPr="0044221F">
        <w:rPr>
          <w:rFonts w:asciiTheme="majorHAnsi" w:hAnsiTheme="majorHAnsi"/>
          <w:b/>
          <w:sz w:val="22"/>
          <w:szCs w:val="22"/>
        </w:rPr>
        <w:t>Tabuľka 1</w:t>
      </w:r>
      <w:r w:rsidR="00DC57C8" w:rsidRPr="0044221F">
        <w:rPr>
          <w:rFonts w:asciiTheme="majorHAnsi" w:hAnsiTheme="majorHAnsi"/>
          <w:b/>
          <w:sz w:val="22"/>
          <w:szCs w:val="22"/>
        </w:rPr>
        <w:t xml:space="preserve"> – </w:t>
      </w:r>
      <w:r w:rsidR="000A090D" w:rsidRPr="0044221F">
        <w:rPr>
          <w:rFonts w:asciiTheme="majorHAnsi" w:hAnsiTheme="majorHAnsi"/>
          <w:b/>
          <w:sz w:val="22"/>
          <w:szCs w:val="22"/>
        </w:rPr>
        <w:t xml:space="preserve">pre overovanie </w:t>
      </w:r>
      <w:r w:rsidR="00DC57C8" w:rsidRPr="0044221F">
        <w:rPr>
          <w:rFonts w:asciiTheme="majorHAnsi" w:hAnsiTheme="majorHAnsi"/>
          <w:b/>
          <w:sz w:val="22"/>
          <w:szCs w:val="22"/>
        </w:rPr>
        <w:t>podľa Prílohy I vykonávacieho nariadenia Komisie (EÚ) 2018/2067</w:t>
      </w:r>
    </w:p>
    <w:p w14:paraId="458F9FFD" w14:textId="77777777" w:rsidR="00FE13F9" w:rsidRPr="0044221F" w:rsidRDefault="00FE13F9" w:rsidP="0044221F">
      <w:pPr>
        <w:rPr>
          <w:rFonts w:asciiTheme="majorHAnsi" w:hAnsiTheme="majorHAnsi"/>
          <w:sz w:val="4"/>
          <w:szCs w:val="4"/>
        </w:rPr>
      </w:pPr>
    </w:p>
    <w:p w14:paraId="31F98793" w14:textId="77777777" w:rsidR="00FE13F9" w:rsidRPr="0044221F" w:rsidRDefault="00FE13F9" w:rsidP="0044221F">
      <w:pPr>
        <w:rPr>
          <w:rFonts w:asciiTheme="majorHAnsi" w:hAnsiTheme="majorHAnsi"/>
        </w:rPr>
        <w:sectPr w:rsidR="00FE13F9" w:rsidRPr="0044221F" w:rsidSect="008B461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X="70" w:tblpY="52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13"/>
        <w:gridCol w:w="1983"/>
        <w:gridCol w:w="6594"/>
      </w:tblGrid>
      <w:tr w:rsidR="006922B1" w:rsidRPr="0044221F" w14:paraId="532BD282" w14:textId="77777777" w:rsidTr="0044221F">
        <w:trPr>
          <w:trHeight w:val="494"/>
          <w:tblHeader/>
        </w:trPr>
        <w:tc>
          <w:tcPr>
            <w:tcW w:w="191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CD2E400" w14:textId="77777777" w:rsidR="006922B1" w:rsidRPr="0044221F" w:rsidRDefault="006922B1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19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81A66C" w14:textId="77777777" w:rsidR="006922B1" w:rsidRPr="0044221F" w:rsidRDefault="006922B1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Skupina činností</w:t>
            </w:r>
          </w:p>
        </w:tc>
        <w:tc>
          <w:tcPr>
            <w:tcW w:w="65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5DA4F94" w14:textId="563E6A9A" w:rsidR="006922B1" w:rsidRPr="0044221F" w:rsidRDefault="00452F3A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  <w:sz w:val="22"/>
              </w:rPr>
              <w:t>Podskupina č</w:t>
            </w:r>
            <w:r w:rsidR="006922B1" w:rsidRPr="0044221F">
              <w:rPr>
                <w:rFonts w:asciiTheme="majorHAnsi" w:hAnsiTheme="majorHAnsi"/>
                <w:b/>
                <w:sz w:val="22"/>
              </w:rPr>
              <w:t>innost</w:t>
            </w:r>
            <w:r w:rsidRPr="0044221F">
              <w:rPr>
                <w:rFonts w:asciiTheme="majorHAnsi" w:hAnsiTheme="majorHAnsi"/>
                <w:b/>
                <w:sz w:val="22"/>
              </w:rPr>
              <w:t>í</w:t>
            </w:r>
          </w:p>
        </w:tc>
      </w:tr>
      <w:tr w:rsidR="006922B1" w:rsidRPr="0044221F" w14:paraId="38E52878" w14:textId="77777777" w:rsidTr="0044221F">
        <w:trPr>
          <w:trHeight w:val="20"/>
        </w:trPr>
        <w:tc>
          <w:tcPr>
            <w:tcW w:w="1913" w:type="dxa"/>
            <w:shd w:val="clear" w:color="auto" w:fill="auto"/>
            <w:vAlign w:val="center"/>
          </w:tcPr>
          <w:p w14:paraId="533794E0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  <w:p w14:paraId="16573270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2A36BD18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  <w:p w14:paraId="1101035C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6594" w:type="dxa"/>
            <w:shd w:val="clear" w:color="auto" w:fill="auto"/>
            <w:vAlign w:val="center"/>
          </w:tcPr>
          <w:p w14:paraId="6EEA9864" w14:textId="77777777" w:rsidR="006922B1" w:rsidRPr="0044221F" w:rsidRDefault="006922B1" w:rsidP="0044221F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b w:val="0"/>
              </w:rPr>
            </w:pPr>
          </w:p>
        </w:tc>
      </w:tr>
      <w:tr w:rsidR="006922B1" w:rsidRPr="0044221F" w14:paraId="1D8311B7" w14:textId="77777777" w:rsidTr="0044221F">
        <w:trPr>
          <w:trHeight w:val="20"/>
        </w:trPr>
        <w:tc>
          <w:tcPr>
            <w:tcW w:w="1913" w:type="dxa"/>
            <w:shd w:val="clear" w:color="auto" w:fill="auto"/>
            <w:vAlign w:val="center"/>
          </w:tcPr>
          <w:p w14:paraId="4A4E4C0D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38C85B00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  <w:p w14:paraId="7957E564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6594" w:type="dxa"/>
            <w:shd w:val="clear" w:color="auto" w:fill="auto"/>
            <w:vAlign w:val="center"/>
          </w:tcPr>
          <w:p w14:paraId="3C0817BA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</w:tr>
      <w:tr w:rsidR="006922B1" w:rsidRPr="0044221F" w14:paraId="4CAF8D94" w14:textId="77777777" w:rsidTr="0044221F">
        <w:trPr>
          <w:trHeight w:val="20"/>
        </w:trPr>
        <w:tc>
          <w:tcPr>
            <w:tcW w:w="191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4B5679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19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413441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  <w:p w14:paraId="197E625B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659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8FEE24" w14:textId="38118334" w:rsidR="006922B1" w:rsidRPr="0044221F" w:rsidRDefault="00CF2F2A" w:rsidP="0044221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</w:t>
            </w:r>
          </w:p>
        </w:tc>
      </w:tr>
    </w:tbl>
    <w:p w14:paraId="05D750F1" w14:textId="77777777" w:rsidR="008A2E62" w:rsidRPr="0044221F" w:rsidRDefault="008A2E62" w:rsidP="0044221F">
      <w:pPr>
        <w:rPr>
          <w:rFonts w:asciiTheme="majorHAnsi" w:hAnsiTheme="majorHAnsi"/>
          <w:sz w:val="10"/>
        </w:rPr>
      </w:pPr>
    </w:p>
    <w:p w14:paraId="59418314" w14:textId="77777777" w:rsidR="000A090D" w:rsidRPr="0044221F" w:rsidRDefault="000A090D" w:rsidP="0044221F">
      <w:pPr>
        <w:rPr>
          <w:rFonts w:asciiTheme="majorHAnsi" w:hAnsiTheme="majorHAnsi"/>
          <w:b/>
          <w:sz w:val="22"/>
          <w:szCs w:val="22"/>
        </w:rPr>
      </w:pPr>
      <w:bookmarkStart w:id="3" w:name="_Hlk166165321"/>
    </w:p>
    <w:p w14:paraId="1497F228" w14:textId="38D8E9D8" w:rsidR="000A090D" w:rsidRPr="0044221F" w:rsidRDefault="008A2E62" w:rsidP="0044221F">
      <w:pPr>
        <w:rPr>
          <w:rFonts w:asciiTheme="majorHAnsi" w:hAnsiTheme="majorHAnsi"/>
          <w:b/>
          <w:sz w:val="22"/>
          <w:szCs w:val="22"/>
        </w:rPr>
      </w:pPr>
      <w:r w:rsidRPr="0044221F">
        <w:rPr>
          <w:rFonts w:asciiTheme="majorHAnsi" w:hAnsiTheme="majorHAnsi"/>
          <w:b/>
          <w:sz w:val="22"/>
          <w:szCs w:val="22"/>
        </w:rPr>
        <w:t>Tabuľka 2</w:t>
      </w:r>
      <w:r w:rsidR="00DC57C8" w:rsidRPr="0044221F">
        <w:rPr>
          <w:rFonts w:asciiTheme="majorHAnsi" w:hAnsiTheme="majorHAnsi"/>
          <w:b/>
          <w:sz w:val="22"/>
          <w:szCs w:val="22"/>
        </w:rPr>
        <w:t xml:space="preserve"> – </w:t>
      </w:r>
      <w:r w:rsidR="000A090D" w:rsidRPr="0044221F">
        <w:rPr>
          <w:rFonts w:asciiTheme="majorHAnsi" w:hAnsiTheme="majorHAnsi"/>
          <w:b/>
          <w:sz w:val="22"/>
          <w:szCs w:val="22"/>
        </w:rPr>
        <w:t xml:space="preserve">pre overovanie </w:t>
      </w:r>
      <w:r w:rsidR="00DC57C8" w:rsidRPr="0044221F">
        <w:rPr>
          <w:rFonts w:asciiTheme="majorHAnsi" w:hAnsiTheme="majorHAnsi"/>
          <w:b/>
          <w:sz w:val="22"/>
          <w:szCs w:val="22"/>
        </w:rPr>
        <w:t>podľa EN ISO 14064-1: 2019</w:t>
      </w:r>
    </w:p>
    <w:p w14:paraId="7C3A374E" w14:textId="77777777" w:rsidR="00DC57C8" w:rsidRPr="0044221F" w:rsidRDefault="00DC57C8" w:rsidP="0044221F">
      <w:pPr>
        <w:rPr>
          <w:rFonts w:asciiTheme="majorHAnsi" w:hAnsiTheme="majorHAnsi"/>
          <w:b/>
          <w:sz w:val="22"/>
          <w:szCs w:val="22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DC57C8" w:rsidRPr="0044221F" w14:paraId="47B85C70" w14:textId="77777777" w:rsidTr="0044221F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CFB2C0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  <w:bookmarkStart w:id="4" w:name="_Hlk159432455"/>
            <w:r w:rsidRPr="0044221F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093D3A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Sektor</w:t>
            </w:r>
          </w:p>
        </w:tc>
      </w:tr>
      <w:tr w:rsidR="00DC57C8" w:rsidRPr="0044221F" w14:paraId="13DBCAB0" w14:textId="77777777" w:rsidTr="0044221F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06BA8F7A" w14:textId="13758B62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3E1EF218" w14:textId="2365CCFB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DC57C8" w:rsidRPr="0044221F" w14:paraId="4652122E" w14:textId="77777777" w:rsidTr="0044221F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09154D60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1146059D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DC57C8" w:rsidRPr="0044221F" w14:paraId="0CE6FEEA" w14:textId="77777777" w:rsidTr="0044221F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623313BC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5C88F334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</w:tr>
      <w:bookmarkEnd w:id="3"/>
      <w:bookmarkEnd w:id="4"/>
    </w:tbl>
    <w:p w14:paraId="5E13A356" w14:textId="77777777" w:rsidR="00DC57C8" w:rsidRPr="0044221F" w:rsidRDefault="00DC57C8" w:rsidP="0044221F">
      <w:pPr>
        <w:rPr>
          <w:rFonts w:asciiTheme="majorHAnsi" w:hAnsiTheme="majorHAnsi"/>
          <w:b/>
          <w:sz w:val="22"/>
          <w:szCs w:val="22"/>
        </w:rPr>
      </w:pPr>
    </w:p>
    <w:p w14:paraId="398C680F" w14:textId="62DBDC32" w:rsidR="000A090D" w:rsidRPr="0044221F" w:rsidRDefault="000A090D" w:rsidP="0044221F">
      <w:pPr>
        <w:rPr>
          <w:rFonts w:asciiTheme="majorHAnsi" w:hAnsiTheme="majorHAnsi"/>
          <w:b/>
          <w:sz w:val="22"/>
          <w:szCs w:val="22"/>
        </w:rPr>
      </w:pPr>
      <w:r w:rsidRPr="0044221F">
        <w:rPr>
          <w:rFonts w:asciiTheme="majorHAnsi" w:hAnsiTheme="majorHAnsi"/>
          <w:b/>
          <w:sz w:val="22"/>
          <w:szCs w:val="22"/>
        </w:rPr>
        <w:t xml:space="preserve">Tabuľka 3a – pre overovanie podľa EN ISO 14064-2: 2019 </w:t>
      </w:r>
    </w:p>
    <w:p w14:paraId="5A80D18D" w14:textId="77777777" w:rsidR="000A090D" w:rsidRPr="0044221F" w:rsidRDefault="000A090D" w:rsidP="0044221F">
      <w:pPr>
        <w:rPr>
          <w:rFonts w:asciiTheme="majorHAnsi" w:hAnsiTheme="majorHAnsi"/>
          <w:b/>
          <w:sz w:val="22"/>
          <w:szCs w:val="22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0A090D" w:rsidRPr="0044221F" w14:paraId="3E17A777" w14:textId="77777777" w:rsidTr="0044221F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F400B7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CC34F0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Sektor</w:t>
            </w:r>
          </w:p>
        </w:tc>
      </w:tr>
      <w:tr w:rsidR="000A090D" w:rsidRPr="0044221F" w14:paraId="45E18809" w14:textId="77777777" w:rsidTr="0044221F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2C8056A0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5287FC29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0A090D" w:rsidRPr="0044221F" w14:paraId="1A308A0D" w14:textId="77777777" w:rsidTr="0044221F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782CA49F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63B4626B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0A090D" w:rsidRPr="0044221F" w14:paraId="579F9F3F" w14:textId="77777777" w:rsidTr="0044221F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532CCCC5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78B8764F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</w:tbl>
    <w:p w14:paraId="7A6F0663" w14:textId="77777777" w:rsidR="00DC57C8" w:rsidRPr="0044221F" w:rsidRDefault="00DC57C8" w:rsidP="0044221F">
      <w:pPr>
        <w:rPr>
          <w:rFonts w:asciiTheme="majorHAnsi" w:hAnsiTheme="majorHAnsi"/>
          <w:b/>
          <w:sz w:val="22"/>
          <w:szCs w:val="22"/>
        </w:rPr>
      </w:pPr>
    </w:p>
    <w:p w14:paraId="11A035A8" w14:textId="60867D60" w:rsidR="000A090D" w:rsidRPr="0044221F" w:rsidRDefault="000A090D" w:rsidP="0044221F">
      <w:pPr>
        <w:keepNext/>
        <w:rPr>
          <w:rFonts w:asciiTheme="majorHAnsi" w:hAnsiTheme="majorHAnsi"/>
          <w:b/>
          <w:sz w:val="22"/>
          <w:szCs w:val="22"/>
        </w:rPr>
      </w:pPr>
      <w:r w:rsidRPr="0044221F">
        <w:rPr>
          <w:rFonts w:asciiTheme="majorHAnsi" w:hAnsiTheme="majorHAnsi"/>
          <w:b/>
          <w:sz w:val="22"/>
          <w:szCs w:val="22"/>
        </w:rPr>
        <w:lastRenderedPageBreak/>
        <w:t xml:space="preserve">Tabuľka 3b – pre validáciu podľa EN ISO 14064-2: 2019 </w:t>
      </w:r>
    </w:p>
    <w:p w14:paraId="4A372B8C" w14:textId="77777777" w:rsidR="000A090D" w:rsidRPr="0044221F" w:rsidRDefault="000A090D" w:rsidP="0044221F">
      <w:pPr>
        <w:keepNext/>
        <w:rPr>
          <w:rFonts w:asciiTheme="majorHAnsi" w:hAnsiTheme="majorHAnsi"/>
          <w:b/>
          <w:sz w:val="22"/>
          <w:szCs w:val="22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0A090D" w:rsidRPr="0044221F" w14:paraId="4B866E4F" w14:textId="77777777" w:rsidTr="0044221F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8E7892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B4434C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Sektor</w:t>
            </w:r>
          </w:p>
        </w:tc>
      </w:tr>
      <w:tr w:rsidR="000A090D" w:rsidRPr="0044221F" w14:paraId="23D582A4" w14:textId="77777777" w:rsidTr="0044221F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7F42B346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3CE477D2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0A090D" w:rsidRPr="0044221F" w14:paraId="7011E8DB" w14:textId="77777777" w:rsidTr="0044221F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51018EC4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43CED017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0A090D" w:rsidRPr="0044221F" w14:paraId="7D276AC9" w14:textId="77777777" w:rsidTr="0044221F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7A1F05FA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133541BB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</w:tbl>
    <w:p w14:paraId="64D7A0B4" w14:textId="77777777" w:rsidR="00DC57C8" w:rsidRPr="0044221F" w:rsidRDefault="00DC57C8" w:rsidP="0044221F">
      <w:pPr>
        <w:rPr>
          <w:rFonts w:asciiTheme="majorHAnsi" w:hAnsiTheme="majorHAnsi"/>
          <w:b/>
          <w:sz w:val="22"/>
          <w:szCs w:val="22"/>
        </w:rPr>
      </w:pPr>
    </w:p>
    <w:p w14:paraId="69DEA361" w14:textId="2A519DC5" w:rsidR="000A090D" w:rsidRPr="0044221F" w:rsidRDefault="000A090D" w:rsidP="0044221F">
      <w:pPr>
        <w:rPr>
          <w:rFonts w:asciiTheme="majorHAnsi" w:hAnsiTheme="majorHAnsi"/>
          <w:b/>
          <w:sz w:val="22"/>
          <w:szCs w:val="22"/>
        </w:rPr>
      </w:pPr>
      <w:r w:rsidRPr="0044221F">
        <w:rPr>
          <w:rFonts w:asciiTheme="majorHAnsi" w:hAnsiTheme="majorHAnsi"/>
          <w:b/>
          <w:sz w:val="22"/>
          <w:szCs w:val="22"/>
        </w:rPr>
        <w:t>Tabuľka 4 – pre overovanie podľa EN ISO 14067: 2018</w:t>
      </w:r>
    </w:p>
    <w:p w14:paraId="1D2EB461" w14:textId="77777777" w:rsidR="000A090D" w:rsidRPr="0044221F" w:rsidRDefault="000A090D" w:rsidP="0044221F">
      <w:pPr>
        <w:rPr>
          <w:rFonts w:asciiTheme="majorHAnsi" w:hAnsiTheme="majorHAnsi"/>
          <w:b/>
          <w:sz w:val="22"/>
          <w:szCs w:val="22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551"/>
        <w:gridCol w:w="6096"/>
      </w:tblGrid>
      <w:tr w:rsidR="00452F3A" w:rsidRPr="0044221F" w14:paraId="6822155D" w14:textId="77777777" w:rsidTr="0044221F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809FF4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856049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Sektor</w:t>
            </w:r>
          </w:p>
        </w:tc>
        <w:tc>
          <w:tcPr>
            <w:tcW w:w="60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CB81BF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Činnosti</w:t>
            </w:r>
          </w:p>
        </w:tc>
      </w:tr>
      <w:tr w:rsidR="00452F3A" w:rsidRPr="0044221F" w14:paraId="2B0E343B" w14:textId="77777777" w:rsidTr="0044221F">
        <w:trPr>
          <w:cantSplit/>
          <w:trHeight w:val="922"/>
        </w:trPr>
        <w:tc>
          <w:tcPr>
            <w:tcW w:w="1843" w:type="dxa"/>
            <w:shd w:val="clear" w:color="auto" w:fill="auto"/>
            <w:vAlign w:val="center"/>
          </w:tcPr>
          <w:p w14:paraId="1F130A5F" w14:textId="5EBF11F1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881A180" w14:textId="259FAD75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096" w:type="dxa"/>
            <w:shd w:val="clear" w:color="auto" w:fill="auto"/>
            <w:vAlign w:val="center"/>
          </w:tcPr>
          <w:p w14:paraId="601D6DCF" w14:textId="416D2971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452F3A" w:rsidRPr="0044221F" w14:paraId="2700C628" w14:textId="77777777" w:rsidTr="0044221F">
        <w:trPr>
          <w:cantSplit/>
          <w:trHeight w:val="922"/>
        </w:trPr>
        <w:tc>
          <w:tcPr>
            <w:tcW w:w="1843" w:type="dxa"/>
            <w:shd w:val="clear" w:color="auto" w:fill="auto"/>
            <w:vAlign w:val="center"/>
          </w:tcPr>
          <w:p w14:paraId="5051F7A0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395A0A5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096" w:type="dxa"/>
            <w:shd w:val="clear" w:color="auto" w:fill="auto"/>
            <w:vAlign w:val="center"/>
          </w:tcPr>
          <w:p w14:paraId="4E40CCE2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</w:tr>
    </w:tbl>
    <w:p w14:paraId="4862359D" w14:textId="77777777" w:rsidR="00452F3A" w:rsidRPr="0044221F" w:rsidRDefault="00452F3A" w:rsidP="0044221F">
      <w:pPr>
        <w:rPr>
          <w:rFonts w:asciiTheme="majorHAnsi" w:hAnsiTheme="majorHAnsi"/>
          <w:b/>
          <w:sz w:val="22"/>
          <w:szCs w:val="22"/>
        </w:rPr>
      </w:pPr>
    </w:p>
    <w:p w14:paraId="39481A89" w14:textId="77777777" w:rsidR="006922B1" w:rsidRPr="0044221F" w:rsidRDefault="006922B1" w:rsidP="0044221F">
      <w:pPr>
        <w:rPr>
          <w:rFonts w:asciiTheme="majorHAnsi" w:hAnsiTheme="majorHAnsi"/>
          <w:sz w:val="10"/>
        </w:rPr>
      </w:pPr>
    </w:p>
    <w:p w14:paraId="1E2ED27D" w14:textId="77777777" w:rsidR="006922B1" w:rsidRPr="0044221F" w:rsidRDefault="006922B1" w:rsidP="0044221F">
      <w:pPr>
        <w:rPr>
          <w:rFonts w:asciiTheme="majorHAnsi" w:hAnsiTheme="majorHAnsi"/>
        </w:rPr>
        <w:sectPr w:rsidR="006922B1" w:rsidRPr="0044221F" w:rsidSect="008B4617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54DBB4A" w14:textId="5B57AF2C" w:rsidR="008011E3" w:rsidRPr="0044221F" w:rsidRDefault="00942D9E" w:rsidP="0044221F">
      <w:pPr>
        <w:rPr>
          <w:rFonts w:asciiTheme="majorHAnsi" w:hAnsiTheme="majorHAnsi"/>
          <w:i/>
          <w:sz w:val="20"/>
        </w:rPr>
      </w:pPr>
      <w:r w:rsidRPr="0044221F">
        <w:rPr>
          <w:rFonts w:asciiTheme="majorHAnsi" w:hAnsiTheme="majorHAnsi"/>
          <w:i/>
          <w:sz w:val="20"/>
        </w:rPr>
        <w:t>Tabuľk</w:t>
      </w:r>
      <w:r w:rsidR="00452F3A" w:rsidRPr="0044221F">
        <w:rPr>
          <w:rFonts w:asciiTheme="majorHAnsi" w:hAnsiTheme="majorHAnsi"/>
          <w:i/>
          <w:sz w:val="20"/>
        </w:rPr>
        <w:t>y</w:t>
      </w:r>
      <w:r w:rsidRPr="0044221F">
        <w:rPr>
          <w:rFonts w:asciiTheme="majorHAnsi" w:hAnsiTheme="majorHAnsi"/>
          <w:i/>
          <w:sz w:val="20"/>
        </w:rPr>
        <w:t xml:space="preserve"> vyplniť podľa MSA-V</w:t>
      </w:r>
      <w:r w:rsidR="008011E3" w:rsidRPr="0044221F">
        <w:rPr>
          <w:rFonts w:asciiTheme="majorHAnsi" w:hAnsiTheme="majorHAnsi"/>
          <w:i/>
          <w:sz w:val="20"/>
        </w:rPr>
        <w:t>/01.</w:t>
      </w:r>
    </w:p>
    <w:p w14:paraId="1216AA00" w14:textId="77777777" w:rsidR="000C2451" w:rsidRPr="0044221F" w:rsidRDefault="000C2451" w:rsidP="0044221F">
      <w:pPr>
        <w:pBdr>
          <w:bottom w:val="single" w:sz="4" w:space="1" w:color="auto"/>
        </w:pBdr>
        <w:rPr>
          <w:rFonts w:asciiTheme="majorHAnsi" w:hAnsiTheme="majorHAnsi"/>
          <w:b/>
        </w:rPr>
      </w:pPr>
    </w:p>
    <w:p w14:paraId="0A848A9C" w14:textId="57421E33" w:rsidR="00EA0459" w:rsidRPr="0044221F" w:rsidRDefault="00EA0459" w:rsidP="0044221F">
      <w:pPr>
        <w:rPr>
          <w:rFonts w:asciiTheme="majorHAnsi" w:hAnsiTheme="majorHAnsi"/>
        </w:rPr>
      </w:pPr>
    </w:p>
    <w:p w14:paraId="19C63686" w14:textId="77777777" w:rsidR="008011E3" w:rsidRPr="0044221F" w:rsidRDefault="008011E3" w:rsidP="0044221F">
      <w:pPr>
        <w:keepLines/>
        <w:rPr>
          <w:rFonts w:asciiTheme="majorHAnsi" w:hAnsiTheme="majorHAnsi"/>
        </w:rPr>
      </w:pPr>
      <w:r w:rsidRPr="0044221F">
        <w:rPr>
          <w:rFonts w:asciiTheme="majorHAnsi" w:hAnsiTheme="majorHAnsi"/>
        </w:rPr>
        <w:t>Vyhlásenie:</w:t>
      </w:r>
    </w:p>
    <w:p w14:paraId="642680D4" w14:textId="77777777" w:rsidR="003B42F8" w:rsidRPr="0044221F" w:rsidRDefault="003B42F8" w:rsidP="0044221F">
      <w:pPr>
        <w:keepLines/>
        <w:rPr>
          <w:rFonts w:asciiTheme="majorHAnsi" w:hAnsiTheme="majorHAnsi"/>
          <w:i/>
        </w:rPr>
      </w:pPr>
    </w:p>
    <w:p w14:paraId="3429302A" w14:textId="77777777" w:rsidR="003B42F8" w:rsidRPr="0044221F" w:rsidRDefault="005F5DEC" w:rsidP="0044221F">
      <w:pPr>
        <w:keepLines/>
        <w:rPr>
          <w:rFonts w:asciiTheme="majorHAnsi" w:hAnsiTheme="majorHAnsi"/>
        </w:rPr>
      </w:pPr>
      <w:r w:rsidRPr="0044221F">
        <w:rPr>
          <w:rFonts w:asciiTheme="majorHAnsi" w:hAnsiTheme="majorHAnsi"/>
        </w:rPr>
        <w:t>Vyhlasujem, že som oprávnený, v mene organizácie, ktorú zastupujem, predložiť túto žiadosť a že informácie v nej uvedené sú pravdivé a presné.</w:t>
      </w:r>
    </w:p>
    <w:p w14:paraId="49F1CEDB" w14:textId="77777777" w:rsidR="00820BAC" w:rsidRPr="0044221F" w:rsidRDefault="00820BAC" w:rsidP="0044221F">
      <w:pPr>
        <w:keepLines/>
        <w:rPr>
          <w:rFonts w:asciiTheme="majorHAnsi" w:hAnsiTheme="majorHAnsi"/>
          <w:sz w:val="28"/>
        </w:rPr>
      </w:pPr>
    </w:p>
    <w:tbl>
      <w:tblPr>
        <w:tblStyle w:val="Mriekatabuky"/>
        <w:tblW w:w="11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8356"/>
      </w:tblGrid>
      <w:tr w:rsidR="00820BAC" w:rsidRPr="0044221F" w14:paraId="3533A0BC" w14:textId="77777777" w:rsidTr="00123073">
        <w:trPr>
          <w:trHeight w:val="399"/>
        </w:trPr>
        <w:tc>
          <w:tcPr>
            <w:tcW w:w="2694" w:type="dxa"/>
          </w:tcPr>
          <w:p w14:paraId="10929CEA" w14:textId="20A4DDC9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bookmarkStart w:id="5" w:name="_Hlk167279626"/>
            <w:r w:rsidRPr="0044221F">
              <w:rPr>
                <w:rFonts w:asciiTheme="majorHAnsi" w:hAnsiTheme="majorHAnsi"/>
              </w:rPr>
              <w:t>Dátum:</w:t>
            </w:r>
          </w:p>
        </w:tc>
        <w:tc>
          <w:tcPr>
            <w:tcW w:w="8356" w:type="dxa"/>
          </w:tcPr>
          <w:p w14:paraId="639A6578" w14:textId="04B50167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r w:rsidRPr="0044221F">
              <w:rPr>
                <w:rFonts w:asciiTheme="majorHAnsi" w:hAnsiTheme="majorHAnsi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44221F">
              <w:rPr>
                <w:rFonts w:asciiTheme="majorHAnsi" w:hAnsiTheme="majorHAnsi"/>
              </w:rPr>
              <w:instrText xml:space="preserve"> FORMTEXT </w:instrText>
            </w:r>
            <w:r w:rsidRPr="0044221F">
              <w:rPr>
                <w:rFonts w:asciiTheme="majorHAnsi" w:hAnsiTheme="majorHAnsi"/>
              </w:rPr>
            </w:r>
            <w:r w:rsidRPr="0044221F">
              <w:rPr>
                <w:rFonts w:asciiTheme="majorHAnsi" w:hAnsiTheme="majorHAnsi"/>
              </w:rPr>
              <w:fldChar w:fldCharType="separate"/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</w:rPr>
              <w:fldChar w:fldCharType="end"/>
            </w:r>
          </w:p>
        </w:tc>
      </w:tr>
      <w:tr w:rsidR="00820BAC" w:rsidRPr="0044221F" w14:paraId="28548AF1" w14:textId="77777777" w:rsidTr="00123073">
        <w:trPr>
          <w:trHeight w:val="399"/>
        </w:trPr>
        <w:tc>
          <w:tcPr>
            <w:tcW w:w="2694" w:type="dxa"/>
          </w:tcPr>
          <w:p w14:paraId="18AA149B" w14:textId="005598F9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r w:rsidRPr="0044221F">
              <w:rPr>
                <w:rFonts w:asciiTheme="majorHAnsi" w:hAnsiTheme="majorHAnsi"/>
              </w:rPr>
              <w:t>Meno a priezvisko:</w:t>
            </w:r>
          </w:p>
        </w:tc>
        <w:tc>
          <w:tcPr>
            <w:tcW w:w="8356" w:type="dxa"/>
          </w:tcPr>
          <w:p w14:paraId="4FE53CA6" w14:textId="25098125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r w:rsidRPr="0044221F">
              <w:rPr>
                <w:rFonts w:asciiTheme="majorHAnsi" w:hAnsiTheme="majorHAnsi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4221F">
              <w:rPr>
                <w:rFonts w:asciiTheme="majorHAnsi" w:hAnsiTheme="majorHAnsi"/>
              </w:rPr>
              <w:instrText xml:space="preserve"> FORMTEXT </w:instrText>
            </w:r>
            <w:r w:rsidRPr="0044221F">
              <w:rPr>
                <w:rFonts w:asciiTheme="majorHAnsi" w:hAnsiTheme="majorHAnsi"/>
              </w:rPr>
            </w:r>
            <w:r w:rsidRPr="0044221F">
              <w:rPr>
                <w:rFonts w:asciiTheme="majorHAnsi" w:hAnsiTheme="majorHAnsi"/>
              </w:rPr>
              <w:fldChar w:fldCharType="separate"/>
            </w:r>
            <w:r w:rsidRPr="0044221F">
              <w:rPr>
                <w:rFonts w:asciiTheme="majorHAnsi" w:hAnsiTheme="majorHAnsi"/>
              </w:rPr>
              <w:t> </w:t>
            </w:r>
            <w:r w:rsidRPr="0044221F">
              <w:rPr>
                <w:rFonts w:asciiTheme="majorHAnsi" w:hAnsiTheme="majorHAnsi"/>
              </w:rPr>
              <w:t> </w:t>
            </w:r>
            <w:r w:rsidRPr="0044221F">
              <w:rPr>
                <w:rFonts w:asciiTheme="majorHAnsi" w:hAnsiTheme="majorHAnsi"/>
              </w:rPr>
              <w:t> </w:t>
            </w:r>
            <w:r w:rsidRPr="0044221F">
              <w:rPr>
                <w:rFonts w:asciiTheme="majorHAnsi" w:hAnsiTheme="majorHAnsi"/>
              </w:rPr>
              <w:t> </w:t>
            </w:r>
            <w:r w:rsidRPr="0044221F">
              <w:rPr>
                <w:rFonts w:asciiTheme="majorHAnsi" w:hAnsiTheme="majorHAnsi"/>
              </w:rPr>
              <w:t> </w:t>
            </w:r>
            <w:r w:rsidRPr="0044221F">
              <w:rPr>
                <w:rFonts w:asciiTheme="majorHAnsi" w:hAnsiTheme="majorHAnsi"/>
              </w:rPr>
              <w:fldChar w:fldCharType="end"/>
            </w:r>
          </w:p>
        </w:tc>
      </w:tr>
      <w:tr w:rsidR="00820BAC" w:rsidRPr="0044221F" w14:paraId="4833CF4D" w14:textId="77777777" w:rsidTr="00123073">
        <w:trPr>
          <w:trHeight w:val="399"/>
        </w:trPr>
        <w:tc>
          <w:tcPr>
            <w:tcW w:w="2694" w:type="dxa"/>
          </w:tcPr>
          <w:p w14:paraId="4E6302D6" w14:textId="484F0591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r w:rsidRPr="0044221F">
              <w:rPr>
                <w:rFonts w:asciiTheme="majorHAnsi" w:hAnsiTheme="majorHAnsi"/>
              </w:rPr>
              <w:t>Funkcia:</w:t>
            </w:r>
          </w:p>
        </w:tc>
        <w:tc>
          <w:tcPr>
            <w:tcW w:w="8356" w:type="dxa"/>
          </w:tcPr>
          <w:p w14:paraId="4770A9ED" w14:textId="32328C16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r w:rsidRPr="0044221F">
              <w:rPr>
                <w:rFonts w:asciiTheme="majorHAnsi" w:hAnsiTheme="majorHAnsi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44221F">
              <w:rPr>
                <w:rFonts w:asciiTheme="majorHAnsi" w:hAnsiTheme="majorHAnsi"/>
              </w:rPr>
              <w:instrText xml:space="preserve"> FORMTEXT </w:instrText>
            </w:r>
            <w:r w:rsidRPr="0044221F">
              <w:rPr>
                <w:rFonts w:asciiTheme="majorHAnsi" w:hAnsiTheme="majorHAnsi"/>
              </w:rPr>
            </w:r>
            <w:r w:rsidRPr="0044221F">
              <w:rPr>
                <w:rFonts w:asciiTheme="majorHAnsi" w:hAnsiTheme="majorHAnsi"/>
              </w:rPr>
              <w:fldChar w:fldCharType="separate"/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</w:rPr>
              <w:fldChar w:fldCharType="end"/>
            </w:r>
          </w:p>
        </w:tc>
      </w:tr>
      <w:bookmarkEnd w:id="5"/>
    </w:tbl>
    <w:p w14:paraId="2CB09EF6" w14:textId="77777777" w:rsidR="00820BAC" w:rsidRPr="0044221F" w:rsidRDefault="00820BAC" w:rsidP="0044221F">
      <w:pPr>
        <w:keepLines/>
        <w:rPr>
          <w:rFonts w:asciiTheme="majorHAnsi" w:hAnsiTheme="majorHAnsi"/>
          <w:spacing w:val="-2"/>
          <w:sz w:val="28"/>
        </w:rPr>
      </w:pPr>
    </w:p>
    <w:p w14:paraId="2B298B5C" w14:textId="77777777" w:rsidR="008011E3" w:rsidRPr="0044221F" w:rsidRDefault="008011E3" w:rsidP="0044221F">
      <w:pPr>
        <w:keepLines/>
        <w:rPr>
          <w:rFonts w:asciiTheme="majorHAnsi" w:hAnsiTheme="majorHAnsi"/>
        </w:rPr>
      </w:pPr>
    </w:p>
    <w:p w14:paraId="1A61F87E" w14:textId="77777777" w:rsidR="00EA0459" w:rsidRPr="0044221F" w:rsidRDefault="00EA0459" w:rsidP="0044221F">
      <w:pPr>
        <w:pStyle w:val="Pta"/>
        <w:keepLines/>
        <w:tabs>
          <w:tab w:val="clear" w:pos="4153"/>
          <w:tab w:val="clear" w:pos="8306"/>
        </w:tabs>
        <w:rPr>
          <w:rFonts w:asciiTheme="majorHAnsi" w:hAnsiTheme="majorHAnsi"/>
          <w:noProof/>
          <w:sz w:val="2"/>
        </w:rPr>
      </w:pPr>
    </w:p>
    <w:sectPr w:rsidR="00EA0459" w:rsidRPr="0044221F" w:rsidSect="008B4617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6443B" w14:textId="77777777" w:rsidR="00BF2A62" w:rsidRDefault="00BF2A62">
      <w:r>
        <w:separator/>
      </w:r>
    </w:p>
  </w:endnote>
  <w:endnote w:type="continuationSeparator" w:id="0">
    <w:p w14:paraId="38B20A64" w14:textId="77777777" w:rsidR="00BF2A62" w:rsidRDefault="00BF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9A355" w14:textId="7F2CFC20" w:rsidR="00541A37" w:rsidRPr="00123073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  <w:sz w:val="20"/>
        <w:szCs w:val="20"/>
      </w:rPr>
    </w:pPr>
    <w:r w:rsidRPr="00123073">
      <w:rPr>
        <w:rFonts w:asciiTheme="majorHAnsi" w:hAnsiTheme="majorHAnsi"/>
        <w:b/>
        <w:sz w:val="20"/>
        <w:szCs w:val="20"/>
      </w:rPr>
      <w:t>TL 05/OA</w:t>
    </w:r>
    <w:r w:rsidR="00123073">
      <w:rPr>
        <w:rFonts w:asciiTheme="majorHAnsi" w:hAnsiTheme="majorHAnsi"/>
        <w:b/>
        <w:sz w:val="20"/>
        <w:szCs w:val="20"/>
      </w:rPr>
      <w:t xml:space="preserve"> </w:t>
    </w:r>
    <w:r w:rsidRPr="00123073">
      <w:rPr>
        <w:rFonts w:asciiTheme="majorHAnsi" w:hAnsiTheme="majorHAnsi"/>
        <w:b/>
        <w:sz w:val="20"/>
        <w:szCs w:val="20"/>
      </w:rPr>
      <w:t>10/1</w:t>
    </w:r>
  </w:p>
  <w:p w14:paraId="77BBB73D" w14:textId="36ADF676" w:rsidR="00C94F8D" w:rsidRPr="00123073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</w:rPr>
    </w:pPr>
    <w:r w:rsidRPr="00123073">
      <w:rPr>
        <w:rFonts w:asciiTheme="majorHAnsi" w:hAnsiTheme="majorHAnsi"/>
        <w:sz w:val="20"/>
        <w:szCs w:val="20"/>
      </w:rPr>
      <w:t>Verzia:</w:t>
    </w:r>
    <w:r w:rsidRPr="00123073">
      <w:rPr>
        <w:rFonts w:asciiTheme="majorHAnsi" w:hAnsiTheme="majorHAnsi"/>
        <w:b/>
        <w:sz w:val="20"/>
        <w:szCs w:val="20"/>
      </w:rPr>
      <w:t xml:space="preserve"> </w:t>
    </w:r>
    <w:r w:rsidR="009A0086" w:rsidRPr="00123073">
      <w:rPr>
        <w:rFonts w:asciiTheme="majorHAnsi" w:hAnsiTheme="majorHAnsi"/>
        <w:b/>
        <w:sz w:val="20"/>
        <w:szCs w:val="20"/>
      </w:rPr>
      <w:t>2</w:t>
    </w:r>
    <w:r w:rsidR="0044221F" w:rsidRPr="00123073">
      <w:rPr>
        <w:rFonts w:asciiTheme="majorHAnsi" w:hAnsiTheme="majorHAnsi"/>
        <w:b/>
        <w:sz w:val="20"/>
        <w:szCs w:val="20"/>
      </w:rPr>
      <w:t>1.10</w:t>
    </w:r>
    <w:r w:rsidR="009A0086" w:rsidRPr="00123073">
      <w:rPr>
        <w:rFonts w:asciiTheme="majorHAnsi" w:hAnsiTheme="majorHAnsi"/>
        <w:b/>
        <w:sz w:val="20"/>
        <w:szCs w:val="20"/>
      </w:rPr>
      <w:t>.24</w:t>
    </w:r>
    <w:r w:rsidR="00C94F8D" w:rsidRPr="00123073">
      <w:rPr>
        <w:rFonts w:asciiTheme="majorHAnsi" w:hAnsiTheme="majorHAnsi"/>
        <w:b/>
      </w:rPr>
      <w:tab/>
    </w:r>
    <w:r w:rsidR="00C94F8D" w:rsidRPr="00123073">
      <w:rPr>
        <w:rFonts w:asciiTheme="majorHAnsi" w:hAnsiTheme="majorHAnsi"/>
        <w:sz w:val="20"/>
        <w:szCs w:val="20"/>
      </w:rPr>
      <w:t xml:space="preserve">Strana: </w:t>
    </w:r>
    <w:r w:rsidR="00C94F8D" w:rsidRPr="00123073">
      <w:rPr>
        <w:rStyle w:val="slostrany"/>
        <w:rFonts w:asciiTheme="majorHAnsi" w:hAnsiTheme="majorHAnsi"/>
        <w:b/>
        <w:sz w:val="20"/>
        <w:szCs w:val="20"/>
      </w:rPr>
      <w:fldChar w:fldCharType="begin"/>
    </w:r>
    <w:r w:rsidR="00C94F8D" w:rsidRPr="00123073">
      <w:rPr>
        <w:rStyle w:val="slostrany"/>
        <w:rFonts w:asciiTheme="majorHAnsi" w:hAnsiTheme="majorHAnsi"/>
        <w:b/>
        <w:sz w:val="20"/>
        <w:szCs w:val="20"/>
      </w:rPr>
      <w:instrText xml:space="preserve"> PAGE </w:instrText>
    </w:r>
    <w:r w:rsidR="00C94F8D" w:rsidRPr="00123073">
      <w:rPr>
        <w:rStyle w:val="slostrany"/>
        <w:rFonts w:asciiTheme="majorHAnsi" w:hAnsiTheme="majorHAnsi"/>
        <w:b/>
        <w:sz w:val="20"/>
        <w:szCs w:val="20"/>
      </w:rPr>
      <w:fldChar w:fldCharType="separate"/>
    </w:r>
    <w:r w:rsidR="000C2451" w:rsidRPr="00123073">
      <w:rPr>
        <w:rStyle w:val="slostrany"/>
        <w:rFonts w:asciiTheme="majorHAnsi" w:hAnsiTheme="majorHAnsi"/>
        <w:b/>
        <w:noProof/>
        <w:sz w:val="20"/>
        <w:szCs w:val="20"/>
      </w:rPr>
      <w:t>2</w:t>
    </w:r>
    <w:r w:rsidR="00C94F8D" w:rsidRPr="00123073">
      <w:rPr>
        <w:rStyle w:val="slostrany"/>
        <w:rFonts w:asciiTheme="majorHAnsi" w:hAnsiTheme="majorHAnsi"/>
        <w:b/>
        <w:sz w:val="20"/>
        <w:szCs w:val="20"/>
      </w:rPr>
      <w:fldChar w:fldCharType="end"/>
    </w:r>
    <w:r w:rsidR="00C94F8D" w:rsidRPr="00123073">
      <w:rPr>
        <w:rStyle w:val="slostrany"/>
        <w:rFonts w:asciiTheme="majorHAnsi" w:hAnsiTheme="majorHAnsi"/>
        <w:b/>
        <w:sz w:val="20"/>
        <w:szCs w:val="20"/>
      </w:rPr>
      <w:t xml:space="preserve"> / </w:t>
    </w:r>
    <w:r w:rsidR="00C02B0D" w:rsidRPr="00123073">
      <w:rPr>
        <w:rStyle w:val="slostrany"/>
        <w:rFonts w:asciiTheme="majorHAnsi" w:hAnsiTheme="majorHAnsi"/>
        <w:b/>
        <w:noProof/>
        <w:sz w:val="20"/>
        <w:szCs w:val="20"/>
      </w:rPr>
      <w:fldChar w:fldCharType="begin"/>
    </w:r>
    <w:r w:rsidR="00C02B0D" w:rsidRPr="00123073">
      <w:rPr>
        <w:rStyle w:val="slostrany"/>
        <w:rFonts w:asciiTheme="majorHAnsi" w:hAnsiTheme="majorHAnsi"/>
        <w:b/>
        <w:noProof/>
        <w:sz w:val="20"/>
        <w:szCs w:val="20"/>
      </w:rPr>
      <w:instrText xml:space="preserve"> NUMPAGES   \* MERGEFORMAT </w:instrText>
    </w:r>
    <w:r w:rsidR="00C02B0D" w:rsidRPr="00123073">
      <w:rPr>
        <w:rStyle w:val="slostrany"/>
        <w:rFonts w:asciiTheme="majorHAnsi" w:hAnsiTheme="majorHAnsi"/>
        <w:b/>
        <w:noProof/>
        <w:sz w:val="20"/>
        <w:szCs w:val="20"/>
      </w:rPr>
      <w:fldChar w:fldCharType="separate"/>
    </w:r>
    <w:r w:rsidR="000C2451" w:rsidRPr="00123073">
      <w:rPr>
        <w:rStyle w:val="slostrany"/>
        <w:rFonts w:asciiTheme="majorHAnsi" w:hAnsiTheme="majorHAnsi"/>
        <w:b/>
        <w:noProof/>
        <w:sz w:val="20"/>
        <w:szCs w:val="20"/>
      </w:rPr>
      <w:t>2</w:t>
    </w:r>
    <w:r w:rsidR="00C02B0D" w:rsidRPr="00123073">
      <w:rPr>
        <w:rStyle w:val="slostrany"/>
        <w:rFonts w:asciiTheme="majorHAnsi" w:hAnsiTheme="majorHAnsi"/>
        <w:b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DD34B" w14:textId="7BD16396" w:rsidR="00541A37" w:rsidRPr="00123073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  <w:sz w:val="20"/>
        <w:szCs w:val="20"/>
      </w:rPr>
    </w:pPr>
    <w:r w:rsidRPr="00123073">
      <w:rPr>
        <w:rFonts w:ascii="Cambria" w:hAnsi="Cambria"/>
        <w:b/>
        <w:sz w:val="20"/>
        <w:szCs w:val="20"/>
      </w:rPr>
      <w:t>TL 05/OA</w:t>
    </w:r>
    <w:r w:rsidR="00123073" w:rsidRPr="00123073">
      <w:rPr>
        <w:rFonts w:ascii="Cambria" w:hAnsi="Cambria"/>
        <w:b/>
        <w:sz w:val="20"/>
        <w:szCs w:val="20"/>
      </w:rPr>
      <w:t xml:space="preserve"> </w:t>
    </w:r>
    <w:r w:rsidRPr="00123073">
      <w:rPr>
        <w:rFonts w:ascii="Cambria" w:hAnsi="Cambria"/>
        <w:b/>
        <w:sz w:val="20"/>
        <w:szCs w:val="20"/>
      </w:rPr>
      <w:t>10/1</w:t>
    </w:r>
  </w:p>
  <w:p w14:paraId="36CFC32E" w14:textId="639DA459" w:rsidR="00C94F8D" w:rsidRPr="00123073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sz w:val="20"/>
        <w:szCs w:val="20"/>
      </w:rPr>
    </w:pPr>
    <w:r w:rsidRPr="00123073">
      <w:rPr>
        <w:rFonts w:ascii="Cambria" w:hAnsi="Cambria"/>
        <w:sz w:val="20"/>
        <w:szCs w:val="20"/>
      </w:rPr>
      <w:t>Verzia:</w:t>
    </w:r>
    <w:r w:rsidRPr="00123073">
      <w:rPr>
        <w:rFonts w:ascii="Cambria" w:hAnsi="Cambria"/>
        <w:b/>
        <w:sz w:val="20"/>
        <w:szCs w:val="20"/>
      </w:rPr>
      <w:t xml:space="preserve"> </w:t>
    </w:r>
    <w:r w:rsidR="009A0086" w:rsidRPr="00123073">
      <w:rPr>
        <w:rFonts w:ascii="Cambria" w:hAnsi="Cambria"/>
        <w:b/>
        <w:sz w:val="20"/>
        <w:szCs w:val="20"/>
      </w:rPr>
      <w:t>2</w:t>
    </w:r>
    <w:r w:rsidR="0044221F" w:rsidRPr="00123073">
      <w:rPr>
        <w:rFonts w:ascii="Cambria" w:hAnsi="Cambria"/>
        <w:b/>
        <w:sz w:val="20"/>
        <w:szCs w:val="20"/>
      </w:rPr>
      <w:t>1.10</w:t>
    </w:r>
    <w:r w:rsidR="009A0086" w:rsidRPr="00123073">
      <w:rPr>
        <w:rFonts w:ascii="Cambria" w:hAnsi="Cambria"/>
        <w:b/>
        <w:sz w:val="20"/>
        <w:szCs w:val="20"/>
      </w:rPr>
      <w:t>.24</w:t>
    </w:r>
    <w:r w:rsidR="00C94F8D" w:rsidRPr="00123073">
      <w:rPr>
        <w:rFonts w:ascii="Cambria" w:hAnsi="Cambria"/>
        <w:b/>
        <w:sz w:val="20"/>
        <w:szCs w:val="20"/>
      </w:rPr>
      <w:tab/>
    </w:r>
    <w:r w:rsidR="00C94F8D" w:rsidRPr="00123073">
      <w:rPr>
        <w:rFonts w:ascii="Cambria" w:hAnsi="Cambria"/>
        <w:sz w:val="20"/>
        <w:szCs w:val="20"/>
      </w:rPr>
      <w:t xml:space="preserve">Strana: </w:t>
    </w:r>
    <w:r w:rsidR="00C94F8D" w:rsidRPr="00123073">
      <w:rPr>
        <w:rStyle w:val="slostrany"/>
        <w:rFonts w:ascii="Cambria" w:hAnsi="Cambria"/>
        <w:b/>
        <w:sz w:val="20"/>
        <w:szCs w:val="20"/>
      </w:rPr>
      <w:fldChar w:fldCharType="begin"/>
    </w:r>
    <w:r w:rsidR="00C94F8D" w:rsidRPr="00123073">
      <w:rPr>
        <w:rStyle w:val="slostrany"/>
        <w:rFonts w:ascii="Cambria" w:hAnsi="Cambria"/>
        <w:b/>
        <w:sz w:val="20"/>
        <w:szCs w:val="20"/>
      </w:rPr>
      <w:instrText xml:space="preserve"> PAGE </w:instrText>
    </w:r>
    <w:r w:rsidR="00C94F8D" w:rsidRPr="00123073">
      <w:rPr>
        <w:rStyle w:val="slostrany"/>
        <w:rFonts w:ascii="Cambria" w:hAnsi="Cambria"/>
        <w:b/>
        <w:sz w:val="20"/>
        <w:szCs w:val="20"/>
      </w:rPr>
      <w:fldChar w:fldCharType="separate"/>
    </w:r>
    <w:r w:rsidR="000C2451" w:rsidRPr="00123073">
      <w:rPr>
        <w:rStyle w:val="slostrany"/>
        <w:rFonts w:ascii="Cambria" w:hAnsi="Cambria"/>
        <w:b/>
        <w:noProof/>
        <w:sz w:val="20"/>
        <w:szCs w:val="20"/>
      </w:rPr>
      <w:t>1</w:t>
    </w:r>
    <w:r w:rsidR="00C94F8D" w:rsidRPr="00123073">
      <w:rPr>
        <w:rStyle w:val="slostrany"/>
        <w:rFonts w:ascii="Cambria" w:hAnsi="Cambria"/>
        <w:b/>
        <w:sz w:val="20"/>
        <w:szCs w:val="20"/>
      </w:rPr>
      <w:fldChar w:fldCharType="end"/>
    </w:r>
    <w:r w:rsidR="00C94F8D" w:rsidRPr="00123073">
      <w:rPr>
        <w:rStyle w:val="slostrany"/>
        <w:rFonts w:ascii="Cambria" w:hAnsi="Cambria"/>
        <w:b/>
        <w:sz w:val="20"/>
        <w:szCs w:val="20"/>
      </w:rPr>
      <w:t xml:space="preserve"> / </w:t>
    </w:r>
    <w:r w:rsidRPr="00123073">
      <w:rPr>
        <w:rStyle w:val="slostrany"/>
        <w:rFonts w:ascii="Cambria" w:hAnsi="Cambria"/>
        <w:b/>
        <w:sz w:val="20"/>
        <w:szCs w:val="20"/>
      </w:rPr>
      <w:fldChar w:fldCharType="begin"/>
    </w:r>
    <w:r w:rsidRPr="00123073">
      <w:rPr>
        <w:rStyle w:val="slostrany"/>
        <w:rFonts w:ascii="Cambria" w:hAnsi="Cambria"/>
        <w:b/>
        <w:sz w:val="20"/>
        <w:szCs w:val="20"/>
      </w:rPr>
      <w:instrText xml:space="preserve"> NUMPAGES   \* MERGEFORMAT </w:instrText>
    </w:r>
    <w:r w:rsidRPr="00123073">
      <w:rPr>
        <w:rStyle w:val="slostrany"/>
        <w:rFonts w:ascii="Cambria" w:hAnsi="Cambria"/>
        <w:b/>
        <w:sz w:val="20"/>
        <w:szCs w:val="20"/>
      </w:rPr>
      <w:fldChar w:fldCharType="separate"/>
    </w:r>
    <w:r w:rsidR="000C2451" w:rsidRPr="00123073">
      <w:rPr>
        <w:rStyle w:val="slostrany"/>
        <w:rFonts w:ascii="Cambria" w:hAnsi="Cambria"/>
        <w:b/>
        <w:noProof/>
        <w:sz w:val="20"/>
        <w:szCs w:val="20"/>
      </w:rPr>
      <w:t>1</w:t>
    </w:r>
    <w:r w:rsidRPr="00123073">
      <w:rPr>
        <w:rStyle w:val="slostrany"/>
        <w:rFonts w:ascii="Cambria" w:hAnsi="Cambria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01B84" w14:textId="77777777" w:rsidR="00BF2A62" w:rsidRDefault="00BF2A62">
      <w:r>
        <w:separator/>
      </w:r>
    </w:p>
  </w:footnote>
  <w:footnote w:type="continuationSeparator" w:id="0">
    <w:p w14:paraId="20E28293" w14:textId="77777777" w:rsidR="00BF2A62" w:rsidRDefault="00BF2A62">
      <w:r>
        <w:continuationSeparator/>
      </w:r>
    </w:p>
  </w:footnote>
  <w:footnote w:id="1">
    <w:p w14:paraId="3E9F042E" w14:textId="77777777" w:rsidR="00CF2F2A" w:rsidRDefault="00CF2F2A" w:rsidP="00CF2F2A">
      <w:pPr>
        <w:pStyle w:val="Textvysvetlivky"/>
      </w:pPr>
      <w:r>
        <w:rPr>
          <w:rStyle w:val="Odkaznapoznmkupodiarou"/>
        </w:rPr>
        <w:footnoteRef/>
      </w:r>
      <w:r>
        <w:t xml:space="preserve"> </w:t>
      </w:r>
      <w:r w:rsidRPr="003F76C5">
        <w:rPr>
          <w:rFonts w:ascii="Cambria" w:hAnsi="Cambria"/>
          <w:i/>
          <w:iCs/>
        </w:rPr>
        <w:t>Pracoviská certifikačného orgánu, kde sa vykonávajú certifikačné činnosti (tie pracoviská, kde sa vykonávajú kľúčové činnosti sa vyznačia hviezdičkou</w:t>
      </w:r>
      <w:r>
        <w:rPr>
          <w:rFonts w:ascii="Cambria" w:hAnsi="Cambria"/>
          <w:i/>
          <w:iCs/>
        </w:rPr>
        <w:t>)</w:t>
      </w:r>
    </w:p>
  </w:footnote>
  <w:footnote w:id="2">
    <w:p w14:paraId="75703E89" w14:textId="77777777" w:rsidR="00CF2F2A" w:rsidRPr="00966C9B" w:rsidRDefault="00CF2F2A" w:rsidP="00CF2F2A">
      <w:pPr>
        <w:pStyle w:val="Podtitul"/>
        <w:jc w:val="left"/>
        <w:rPr>
          <w:rFonts w:asciiTheme="majorHAnsi" w:hAnsiTheme="majorHAnsi"/>
          <w:b/>
          <w:bCs/>
          <w:sz w:val="20"/>
          <w:szCs w:val="20"/>
        </w:rPr>
      </w:pPr>
      <w:r w:rsidRPr="0016637A">
        <w:rPr>
          <w:rStyle w:val="Odkaznapoznmkupodiarou"/>
          <w:rFonts w:asciiTheme="majorHAnsi" w:hAnsiTheme="majorHAnsi"/>
          <w:sz w:val="20"/>
          <w:szCs w:val="20"/>
        </w:rPr>
        <w:footnoteRef/>
      </w:r>
      <w:r w:rsidRPr="00966C9B">
        <w:rPr>
          <w:rFonts w:asciiTheme="majorHAnsi" w:hAnsiTheme="majorHAnsi"/>
          <w:i/>
          <w:sz w:val="20"/>
          <w:szCs w:val="20"/>
          <w:vertAlign w:val="superscript"/>
        </w:rPr>
        <w:t xml:space="preserve">  </w:t>
      </w:r>
      <w:r w:rsidRPr="00966C9B">
        <w:rPr>
          <w:rFonts w:asciiTheme="majorHAnsi" w:hAnsiTheme="majorHAnsi"/>
          <w:i/>
          <w:iCs/>
          <w:sz w:val="20"/>
          <w:szCs w:val="20"/>
        </w:rPr>
        <w:t>Uviesť iba v prípade žiadosti o reakreditáciu alebo rozšírenia akreditácie</w:t>
      </w:r>
      <w:r w:rsidRPr="00966C9B">
        <w:rPr>
          <w:rFonts w:asciiTheme="majorHAnsi" w:hAnsiTheme="majorHAnsi"/>
          <w:i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44221F" w14:paraId="4E66E3F7" w14:textId="77777777" w:rsidTr="00464EDA">
      <w:trPr>
        <w:trHeight w:val="1020"/>
      </w:trPr>
      <w:tc>
        <w:tcPr>
          <w:tcW w:w="2520" w:type="dxa"/>
        </w:tcPr>
        <w:p w14:paraId="68572F53" w14:textId="441F9A34" w:rsidR="0044221F" w:rsidRDefault="0044221F" w:rsidP="0044221F">
          <w:pPr>
            <w:pStyle w:val="Hlavika"/>
            <w:ind w:left="72"/>
            <w:rPr>
              <w:caps/>
            </w:rPr>
          </w:pPr>
          <w:r>
            <w:object w:dxaOrig="2389" w:dyaOrig="824" w14:anchorId="3027222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9.25pt;height:41.25pt" fillcolor="window">
                <v:imagedata r:id="rId1" o:title=""/>
              </v:shape>
              <o:OLEObject Type="Embed" ProgID="Word.Picture.8" ShapeID="_x0000_i1025" DrawAspect="Content" ObjectID="_1791006234" r:id="rId2"/>
            </w:object>
          </w:r>
        </w:p>
      </w:tc>
      <w:tc>
        <w:tcPr>
          <w:tcW w:w="7380" w:type="dxa"/>
        </w:tcPr>
        <w:p w14:paraId="73BF8394" w14:textId="77777777" w:rsidR="0044221F" w:rsidRDefault="0044221F" w:rsidP="0044221F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1527AB58" w14:textId="77777777" w:rsidR="0044221F" w:rsidRPr="001A7CBE" w:rsidRDefault="0044221F" w:rsidP="0044221F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2DE51C12" w14:textId="77777777" w:rsidR="0044221F" w:rsidRPr="001A7CBE" w:rsidRDefault="0044221F" w:rsidP="0044221F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4972B4DB" w14:textId="77777777" w:rsidR="0044221F" w:rsidRPr="003C47E0" w:rsidRDefault="0044221F" w:rsidP="0044221F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509118FD" w14:textId="77777777" w:rsidR="0044221F" w:rsidRPr="003C47E0" w:rsidRDefault="0044221F" w:rsidP="0044221F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69787D2C" w14:textId="77777777" w:rsidR="0044221F" w:rsidRPr="003C47E0" w:rsidRDefault="0044221F" w:rsidP="0044221F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321DEC03" w14:textId="77777777" w:rsidR="0044221F" w:rsidRDefault="0044221F" w:rsidP="0044221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44221F" w14:paraId="21AE452D" w14:textId="77777777" w:rsidTr="00464EDA">
      <w:trPr>
        <w:trHeight w:val="1020"/>
      </w:trPr>
      <w:tc>
        <w:tcPr>
          <w:tcW w:w="2520" w:type="dxa"/>
        </w:tcPr>
        <w:bookmarkStart w:id="1" w:name="_Hlk180007434"/>
        <w:bookmarkStart w:id="2" w:name="_MON_1259059107"/>
        <w:bookmarkEnd w:id="2"/>
        <w:p w14:paraId="13143951" w14:textId="6904E6F1" w:rsidR="0044221F" w:rsidRDefault="0044221F" w:rsidP="0044221F">
          <w:pPr>
            <w:pStyle w:val="Hlavika"/>
            <w:ind w:left="72"/>
            <w:rPr>
              <w:caps/>
            </w:rPr>
          </w:pPr>
          <w:r>
            <w:object w:dxaOrig="2389" w:dyaOrig="824" w14:anchorId="4E32EF5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19.25pt;height:41.25pt" fillcolor="window">
                <v:imagedata r:id="rId1" o:title=""/>
              </v:shape>
              <o:OLEObject Type="Embed" ProgID="Word.Picture.8" ShapeID="_x0000_i1026" DrawAspect="Content" ObjectID="_1791006235" r:id="rId2"/>
            </w:object>
          </w:r>
        </w:p>
      </w:tc>
      <w:tc>
        <w:tcPr>
          <w:tcW w:w="7380" w:type="dxa"/>
        </w:tcPr>
        <w:p w14:paraId="09E79D10" w14:textId="77777777" w:rsidR="0044221F" w:rsidRDefault="0044221F" w:rsidP="0044221F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158130FA" w14:textId="77777777" w:rsidR="0044221F" w:rsidRPr="001A7CBE" w:rsidRDefault="0044221F" w:rsidP="0044221F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1840A936" w14:textId="77777777" w:rsidR="0044221F" w:rsidRPr="001A7CBE" w:rsidRDefault="0044221F" w:rsidP="0044221F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03A82D8D" w14:textId="77777777" w:rsidR="0044221F" w:rsidRPr="003C47E0" w:rsidRDefault="0044221F" w:rsidP="0044221F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65E81EC9" w14:textId="77777777" w:rsidR="0044221F" w:rsidRPr="003C47E0" w:rsidRDefault="0044221F" w:rsidP="0044221F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14F1F770" w14:textId="77777777" w:rsidR="0044221F" w:rsidRPr="003C47E0" w:rsidRDefault="0044221F" w:rsidP="0044221F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bookmarkEnd w:id="1"/>
  <w:p w14:paraId="22BE3CD5" w14:textId="13521388" w:rsidR="009A0086" w:rsidRPr="0044221F" w:rsidRDefault="009A0086">
    <w:pPr>
      <w:pStyle w:val="Hlavika"/>
      <w:rPr>
        <w:rFonts w:ascii="Cambria" w:hAnsi="Cambria"/>
        <w:sz w:val="28"/>
        <w:szCs w:val="28"/>
      </w:rPr>
    </w:pPr>
    <w:r w:rsidRPr="0044221F">
      <w:rPr>
        <w:rFonts w:ascii="Cambria" w:hAnsi="Cambria"/>
        <w:b/>
        <w:bCs/>
        <w:sz w:val="28"/>
        <w:szCs w:val="28"/>
      </w:rPr>
      <w:t xml:space="preserve">Príloha OA 10-1: </w:t>
    </w:r>
    <w:r w:rsidRPr="0044221F">
      <w:rPr>
        <w:rFonts w:ascii="Cambria" w:hAnsi="Cambria"/>
        <w:b/>
        <w:bCs/>
        <w:sz w:val="28"/>
        <w:szCs w:val="28"/>
        <w:lang w:eastAsia="cs-CZ"/>
      </w:rPr>
      <w:t>Validačný a verifikačný orgán</w:t>
    </w:r>
  </w:p>
  <w:p w14:paraId="4F58F510" w14:textId="77777777" w:rsidR="009A0086" w:rsidRDefault="009A008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106168">
    <w:abstractNumId w:val="4"/>
  </w:num>
  <w:num w:numId="2" w16cid:durableId="57361448">
    <w:abstractNumId w:val="5"/>
  </w:num>
  <w:num w:numId="3" w16cid:durableId="524900488">
    <w:abstractNumId w:val="12"/>
  </w:num>
  <w:num w:numId="4" w16cid:durableId="1125199239">
    <w:abstractNumId w:val="3"/>
  </w:num>
  <w:num w:numId="5" w16cid:durableId="1684935558">
    <w:abstractNumId w:val="11"/>
  </w:num>
  <w:num w:numId="6" w16cid:durableId="270162378">
    <w:abstractNumId w:val="2"/>
  </w:num>
  <w:num w:numId="7" w16cid:durableId="1422532383">
    <w:abstractNumId w:val="8"/>
  </w:num>
  <w:num w:numId="8" w16cid:durableId="1497307099">
    <w:abstractNumId w:val="7"/>
  </w:num>
  <w:num w:numId="9" w16cid:durableId="577520152">
    <w:abstractNumId w:val="10"/>
  </w:num>
  <w:num w:numId="10" w16cid:durableId="871185661">
    <w:abstractNumId w:val="9"/>
  </w:num>
  <w:num w:numId="11" w16cid:durableId="1993369069">
    <w:abstractNumId w:val="1"/>
  </w:num>
  <w:num w:numId="12" w16cid:durableId="1943339347">
    <w:abstractNumId w:val="6"/>
  </w:num>
  <w:num w:numId="13" w16cid:durableId="1975022534">
    <w:abstractNumId w:val="13"/>
  </w:num>
  <w:num w:numId="14" w16cid:durableId="575432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HKn0cF6fD+P/QnRX4Mr4ZjEraxkc3ouTtG5uqNM2VLsSWRxNS1xHZzecRNBciVr/gMmUIDMPavDj/rBTYpq5g==" w:salt="oF3rcXrIpINdvPB5x6NU/w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8C"/>
    <w:rsid w:val="00004F63"/>
    <w:rsid w:val="00024E3C"/>
    <w:rsid w:val="000271F0"/>
    <w:rsid w:val="000310CB"/>
    <w:rsid w:val="00034DB9"/>
    <w:rsid w:val="000414A4"/>
    <w:rsid w:val="000543E5"/>
    <w:rsid w:val="000558FC"/>
    <w:rsid w:val="0006729B"/>
    <w:rsid w:val="00086C14"/>
    <w:rsid w:val="000A090D"/>
    <w:rsid w:val="000A6FEB"/>
    <w:rsid w:val="000C2451"/>
    <w:rsid w:val="000C456F"/>
    <w:rsid w:val="000E2426"/>
    <w:rsid w:val="000F3DEC"/>
    <w:rsid w:val="00123073"/>
    <w:rsid w:val="001319FD"/>
    <w:rsid w:val="00135C7B"/>
    <w:rsid w:val="00137845"/>
    <w:rsid w:val="001446CB"/>
    <w:rsid w:val="00184C9D"/>
    <w:rsid w:val="001A3ED2"/>
    <w:rsid w:val="001B07FB"/>
    <w:rsid w:val="001D10D1"/>
    <w:rsid w:val="001D7A49"/>
    <w:rsid w:val="001F0239"/>
    <w:rsid w:val="001F30B5"/>
    <w:rsid w:val="00240D69"/>
    <w:rsid w:val="00253D8C"/>
    <w:rsid w:val="00264CD7"/>
    <w:rsid w:val="00271823"/>
    <w:rsid w:val="002B1F59"/>
    <w:rsid w:val="002B54F8"/>
    <w:rsid w:val="002C6558"/>
    <w:rsid w:val="003217DD"/>
    <w:rsid w:val="00332147"/>
    <w:rsid w:val="003413D3"/>
    <w:rsid w:val="00360F84"/>
    <w:rsid w:val="00361CAC"/>
    <w:rsid w:val="003830A8"/>
    <w:rsid w:val="003967BF"/>
    <w:rsid w:val="0039790D"/>
    <w:rsid w:val="003B42F8"/>
    <w:rsid w:val="003B7F86"/>
    <w:rsid w:val="003D3B13"/>
    <w:rsid w:val="003D7819"/>
    <w:rsid w:val="003D7C04"/>
    <w:rsid w:val="003F22A7"/>
    <w:rsid w:val="004040A2"/>
    <w:rsid w:val="0044221F"/>
    <w:rsid w:val="00450D25"/>
    <w:rsid w:val="00452F3A"/>
    <w:rsid w:val="00461C6D"/>
    <w:rsid w:val="004651E5"/>
    <w:rsid w:val="004709B3"/>
    <w:rsid w:val="00471EB8"/>
    <w:rsid w:val="0049012E"/>
    <w:rsid w:val="004956A9"/>
    <w:rsid w:val="004B71AD"/>
    <w:rsid w:val="004E5973"/>
    <w:rsid w:val="00511C92"/>
    <w:rsid w:val="00541A37"/>
    <w:rsid w:val="005650A6"/>
    <w:rsid w:val="005655A4"/>
    <w:rsid w:val="00584D81"/>
    <w:rsid w:val="005B41B1"/>
    <w:rsid w:val="005F0FBD"/>
    <w:rsid w:val="005F5DEC"/>
    <w:rsid w:val="006211C5"/>
    <w:rsid w:val="0065683D"/>
    <w:rsid w:val="00667773"/>
    <w:rsid w:val="006678B4"/>
    <w:rsid w:val="006922B1"/>
    <w:rsid w:val="006A1280"/>
    <w:rsid w:val="006A7871"/>
    <w:rsid w:val="006B52BF"/>
    <w:rsid w:val="006B72B7"/>
    <w:rsid w:val="006C1433"/>
    <w:rsid w:val="006E3A14"/>
    <w:rsid w:val="00706193"/>
    <w:rsid w:val="007167AE"/>
    <w:rsid w:val="00717680"/>
    <w:rsid w:val="007409FB"/>
    <w:rsid w:val="00744088"/>
    <w:rsid w:val="00752E99"/>
    <w:rsid w:val="00765223"/>
    <w:rsid w:val="007931DC"/>
    <w:rsid w:val="007B0BDD"/>
    <w:rsid w:val="007B295E"/>
    <w:rsid w:val="007B4692"/>
    <w:rsid w:val="007F18B7"/>
    <w:rsid w:val="008011E3"/>
    <w:rsid w:val="00804077"/>
    <w:rsid w:val="00810AE9"/>
    <w:rsid w:val="00820BAC"/>
    <w:rsid w:val="00820F86"/>
    <w:rsid w:val="008348D1"/>
    <w:rsid w:val="00834981"/>
    <w:rsid w:val="008371BB"/>
    <w:rsid w:val="00843840"/>
    <w:rsid w:val="00870C1B"/>
    <w:rsid w:val="008A2E62"/>
    <w:rsid w:val="008B3E7F"/>
    <w:rsid w:val="008B4617"/>
    <w:rsid w:val="008B57A1"/>
    <w:rsid w:val="008D14FE"/>
    <w:rsid w:val="008E7B7B"/>
    <w:rsid w:val="00917380"/>
    <w:rsid w:val="009312FA"/>
    <w:rsid w:val="00942D9E"/>
    <w:rsid w:val="009519CD"/>
    <w:rsid w:val="00973A14"/>
    <w:rsid w:val="00997854"/>
    <w:rsid w:val="009A0086"/>
    <w:rsid w:val="009A2E5F"/>
    <w:rsid w:val="009A64FA"/>
    <w:rsid w:val="009A750E"/>
    <w:rsid w:val="009B72D7"/>
    <w:rsid w:val="009B7433"/>
    <w:rsid w:val="009D2EC4"/>
    <w:rsid w:val="00A37057"/>
    <w:rsid w:val="00A50D2A"/>
    <w:rsid w:val="00A719BF"/>
    <w:rsid w:val="00A81E56"/>
    <w:rsid w:val="00A96486"/>
    <w:rsid w:val="00AA2952"/>
    <w:rsid w:val="00AB5145"/>
    <w:rsid w:val="00AE50D8"/>
    <w:rsid w:val="00B0793F"/>
    <w:rsid w:val="00B145F8"/>
    <w:rsid w:val="00B31140"/>
    <w:rsid w:val="00B34609"/>
    <w:rsid w:val="00B4192D"/>
    <w:rsid w:val="00B51599"/>
    <w:rsid w:val="00B55B62"/>
    <w:rsid w:val="00B6343C"/>
    <w:rsid w:val="00B77B69"/>
    <w:rsid w:val="00BD337B"/>
    <w:rsid w:val="00BF161D"/>
    <w:rsid w:val="00BF2A62"/>
    <w:rsid w:val="00C02B0D"/>
    <w:rsid w:val="00C03094"/>
    <w:rsid w:val="00C150C8"/>
    <w:rsid w:val="00C17A30"/>
    <w:rsid w:val="00C336AD"/>
    <w:rsid w:val="00C37910"/>
    <w:rsid w:val="00C72757"/>
    <w:rsid w:val="00C73348"/>
    <w:rsid w:val="00C76336"/>
    <w:rsid w:val="00C764A4"/>
    <w:rsid w:val="00C92002"/>
    <w:rsid w:val="00C94F8D"/>
    <w:rsid w:val="00CC2792"/>
    <w:rsid w:val="00CD0ACB"/>
    <w:rsid w:val="00CE1F76"/>
    <w:rsid w:val="00CE35A2"/>
    <w:rsid w:val="00CF135B"/>
    <w:rsid w:val="00CF2F2A"/>
    <w:rsid w:val="00D237CD"/>
    <w:rsid w:val="00D272FB"/>
    <w:rsid w:val="00D37975"/>
    <w:rsid w:val="00D91D48"/>
    <w:rsid w:val="00DB2276"/>
    <w:rsid w:val="00DB5589"/>
    <w:rsid w:val="00DC57C8"/>
    <w:rsid w:val="00DD019E"/>
    <w:rsid w:val="00DF39F4"/>
    <w:rsid w:val="00DF3BB4"/>
    <w:rsid w:val="00E11BEB"/>
    <w:rsid w:val="00E3196D"/>
    <w:rsid w:val="00E84344"/>
    <w:rsid w:val="00E86ED2"/>
    <w:rsid w:val="00EA0459"/>
    <w:rsid w:val="00EA5AA9"/>
    <w:rsid w:val="00EA79E2"/>
    <w:rsid w:val="00EE60C2"/>
    <w:rsid w:val="00EF1416"/>
    <w:rsid w:val="00EF5A98"/>
    <w:rsid w:val="00F12ACB"/>
    <w:rsid w:val="00F37760"/>
    <w:rsid w:val="00F45FAF"/>
    <w:rsid w:val="00F55D03"/>
    <w:rsid w:val="00F96218"/>
    <w:rsid w:val="00FA2B1C"/>
    <w:rsid w:val="00FC4247"/>
    <w:rsid w:val="00FD1FDE"/>
    <w:rsid w:val="00FE13F9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E28DC1"/>
  <w15:docId w15:val="{1A0CA94A-3B05-49FF-8E6D-76FCFCD9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C1433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834981"/>
    <w:rPr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locked/>
    <w:rsid w:val="00820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semiHidden/>
    <w:unhideWhenUsed/>
    <w:locked/>
    <w:rsid w:val="00CF2F2A"/>
    <w:rPr>
      <w:vertAlign w:val="superscript"/>
    </w:rPr>
  </w:style>
  <w:style w:type="paragraph" w:styleId="Textvysvetlivky">
    <w:name w:val="endnote text"/>
    <w:basedOn w:val="Normlny"/>
    <w:link w:val="TextvysvetlivkyChar"/>
    <w:unhideWhenUsed/>
    <w:locked/>
    <w:rsid w:val="00CF2F2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CF2F2A"/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63C35-69C0-4C13-BD49-2ADB1616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</Template>
  <TotalTime>0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TL05OA10_V</vt:lpstr>
    </vt:vector>
  </TitlesOfParts>
  <Manager>Ing. Juraj Randus</Manager>
  <Company>SNAS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TL05OA10_V- Príloha OA 10-1: Validačný a verifikačný orgán</dc:title>
  <dc:subject>Príloha OA 10-1: Validačný a verifikačný orgán -Overovateľ EMAS/osv. o odbor. spôsobilosti EMAS</dc:subject>
  <dc:creator>Lukáš Warner</dc:creator>
  <cp:keywords>Slovenská národná akreditačná služba</cp:keywords>
  <dc:description>Príloha 1 k žiadosti o akreditáciu SNAS ver. 22.0524, TL 05 SNAS</dc:description>
  <cp:lastModifiedBy>Lukáš Warner</cp:lastModifiedBy>
  <cp:revision>2</cp:revision>
  <cp:lastPrinted>2013-10-16T08:41:00Z</cp:lastPrinted>
  <dcterms:created xsi:type="dcterms:W3CDTF">2024-10-21T06:57:00Z</dcterms:created>
  <dcterms:modified xsi:type="dcterms:W3CDTF">2024-10-21T06:57:00Z</dcterms:modified>
</cp:coreProperties>
</file>