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176B7" w14:textId="77777777" w:rsidR="00BA22A2" w:rsidRPr="005C5A45" w:rsidRDefault="00BA22A2" w:rsidP="005C5A45">
      <w:pPr>
        <w:pStyle w:val="Zkladntext2"/>
        <w:jc w:val="left"/>
        <w:rPr>
          <w:rFonts w:ascii="Cambria" w:hAnsi="Cambria"/>
          <w:b/>
          <w:bCs/>
          <w:sz w:val="28"/>
          <w:szCs w:val="28"/>
          <w:lang w:val="sk-SK"/>
        </w:rPr>
      </w:pPr>
      <w:r w:rsidRPr="005C5A45">
        <w:rPr>
          <w:rFonts w:ascii="Cambria" w:hAnsi="Cambria"/>
          <w:b/>
          <w:bCs/>
          <w:sz w:val="28"/>
          <w:szCs w:val="28"/>
          <w:lang w:val="sk-SK"/>
        </w:rPr>
        <w:t>Príloha</w:t>
      </w:r>
      <w:r w:rsidR="005C5A45" w:rsidRPr="005C5A45">
        <w:rPr>
          <w:rFonts w:ascii="Cambria" w:hAnsi="Cambria"/>
          <w:b/>
          <w:bCs/>
          <w:sz w:val="28"/>
          <w:szCs w:val="28"/>
          <w:lang w:val="sk-SK"/>
        </w:rPr>
        <w:t xml:space="preserve"> </w:t>
      </w:r>
      <w:r w:rsidRPr="005C5A45">
        <w:rPr>
          <w:rFonts w:ascii="Cambria" w:hAnsi="Cambria"/>
          <w:b/>
          <w:bCs/>
          <w:sz w:val="28"/>
          <w:szCs w:val="28"/>
          <w:lang w:val="sk-SK"/>
        </w:rPr>
        <w:t>k</w:t>
      </w:r>
      <w:r w:rsidR="00A515B0" w:rsidRPr="005C5A45">
        <w:rPr>
          <w:rFonts w:ascii="Cambria" w:hAnsi="Cambria"/>
          <w:b/>
          <w:bCs/>
          <w:sz w:val="28"/>
          <w:szCs w:val="28"/>
          <w:lang w:val="sk-SK"/>
        </w:rPr>
        <w:t> </w:t>
      </w:r>
      <w:r w:rsidRPr="005C5A45">
        <w:rPr>
          <w:rFonts w:ascii="Cambria" w:hAnsi="Cambria"/>
          <w:b/>
          <w:bCs/>
          <w:sz w:val="28"/>
          <w:szCs w:val="28"/>
          <w:lang w:val="sk-SK"/>
        </w:rPr>
        <w:t>žiadosti</w:t>
      </w:r>
      <w:r w:rsidR="00A515B0" w:rsidRPr="005C5A45">
        <w:rPr>
          <w:rFonts w:ascii="Cambria" w:hAnsi="Cambria"/>
          <w:b/>
          <w:bCs/>
          <w:sz w:val="28"/>
          <w:szCs w:val="28"/>
          <w:lang w:val="sk-SK"/>
        </w:rPr>
        <w:t xml:space="preserve"> o</w:t>
      </w:r>
      <w:r w:rsidR="00E07563" w:rsidRPr="005C5A45">
        <w:rPr>
          <w:rFonts w:ascii="Cambria" w:hAnsi="Cambria"/>
          <w:b/>
          <w:bCs/>
          <w:sz w:val="28"/>
          <w:szCs w:val="28"/>
          <w:lang w:val="sk-SK"/>
        </w:rPr>
        <w:t> </w:t>
      </w:r>
      <w:r w:rsidR="00A515B0" w:rsidRPr="005C5A45">
        <w:rPr>
          <w:rFonts w:ascii="Cambria" w:hAnsi="Cambria"/>
          <w:b/>
          <w:bCs/>
          <w:sz w:val="28"/>
          <w:szCs w:val="28"/>
          <w:lang w:val="sk-SK"/>
        </w:rPr>
        <w:t>vydanie/</w:t>
      </w:r>
      <w:r w:rsidR="00E07563" w:rsidRPr="005C5A45">
        <w:rPr>
          <w:rFonts w:ascii="Cambria" w:hAnsi="Cambria"/>
          <w:b/>
          <w:bCs/>
          <w:sz w:val="28"/>
          <w:szCs w:val="28"/>
          <w:lang w:val="sk-SK"/>
        </w:rPr>
        <w:t xml:space="preserve"> </w:t>
      </w:r>
      <w:r w:rsidR="00A515B0" w:rsidRPr="005C5A45">
        <w:rPr>
          <w:rFonts w:ascii="Cambria" w:hAnsi="Cambria"/>
          <w:b/>
          <w:bCs/>
          <w:sz w:val="28"/>
          <w:szCs w:val="28"/>
          <w:lang w:val="sk-SK"/>
        </w:rPr>
        <w:t>rozšírenie/</w:t>
      </w:r>
      <w:r w:rsidR="00E07563" w:rsidRPr="005C5A45">
        <w:rPr>
          <w:rFonts w:ascii="Cambria" w:hAnsi="Cambria"/>
          <w:b/>
          <w:bCs/>
          <w:sz w:val="28"/>
          <w:szCs w:val="28"/>
          <w:lang w:val="sk-SK"/>
        </w:rPr>
        <w:t xml:space="preserve"> </w:t>
      </w:r>
      <w:r w:rsidR="00944136" w:rsidRPr="005C5A45">
        <w:rPr>
          <w:rFonts w:ascii="Cambria" w:hAnsi="Cambria"/>
          <w:b/>
          <w:bCs/>
          <w:sz w:val="28"/>
          <w:szCs w:val="28"/>
          <w:lang w:val="sk-SK"/>
        </w:rPr>
        <w:t>obnovenie</w:t>
      </w:r>
      <w:r w:rsidR="00E07563" w:rsidRPr="005C5A45">
        <w:rPr>
          <w:rFonts w:ascii="Cambria" w:hAnsi="Cambria"/>
          <w:b/>
          <w:bCs/>
          <w:sz w:val="28"/>
          <w:szCs w:val="28"/>
          <w:lang w:val="sk-SK"/>
        </w:rPr>
        <w:t xml:space="preserve"> platnosti</w:t>
      </w:r>
      <w:r w:rsidR="005C5A45" w:rsidRPr="005C5A45">
        <w:rPr>
          <w:rStyle w:val="Odkaznapoznmkupodiarou"/>
          <w:rFonts w:ascii="Cambria" w:hAnsi="Cambria"/>
          <w:b/>
          <w:bCs/>
          <w:sz w:val="28"/>
          <w:szCs w:val="28"/>
          <w:lang w:val="sk-SK"/>
        </w:rPr>
        <w:footnoteReference w:id="1"/>
      </w:r>
      <w:r w:rsidR="00E07563" w:rsidRPr="005C5A45">
        <w:rPr>
          <w:rFonts w:ascii="Cambria" w:hAnsi="Cambria"/>
          <w:b/>
          <w:bCs/>
          <w:sz w:val="28"/>
          <w:szCs w:val="28"/>
          <w:lang w:val="sk-SK"/>
        </w:rPr>
        <w:t xml:space="preserve"> </w:t>
      </w:r>
      <w:r w:rsidR="00A515B0" w:rsidRPr="005C5A45">
        <w:rPr>
          <w:rFonts w:ascii="Cambria" w:hAnsi="Cambria"/>
          <w:b/>
          <w:bCs/>
          <w:sz w:val="28"/>
          <w:szCs w:val="28"/>
          <w:lang w:val="sk-SK"/>
        </w:rPr>
        <w:t>osvedčenia o dodržiavaní zásad správnej laboratórnej praxe</w:t>
      </w:r>
    </w:p>
    <w:p w14:paraId="5AF41735" w14:textId="77777777" w:rsidR="00EE340B" w:rsidRPr="005C5A45" w:rsidRDefault="00EE340B" w:rsidP="00A515B0">
      <w:pPr>
        <w:pStyle w:val="Zkladntext2"/>
        <w:jc w:val="center"/>
        <w:rPr>
          <w:rFonts w:ascii="Cambria" w:hAnsi="Cambria"/>
          <w:sz w:val="28"/>
          <w:szCs w:val="28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80"/>
        <w:gridCol w:w="7680"/>
      </w:tblGrid>
      <w:tr w:rsidR="005C5A45" w14:paraId="778FBA11" w14:textId="77777777" w:rsidTr="005C5A45">
        <w:tc>
          <w:tcPr>
            <w:tcW w:w="1384" w:type="dxa"/>
          </w:tcPr>
          <w:p w14:paraId="612B2617" w14:textId="77777777" w:rsidR="005C5A45" w:rsidRPr="005C5A45" w:rsidRDefault="005C5A45" w:rsidP="005C5A45">
            <w:pPr>
              <w:pStyle w:val="Zkladntext2"/>
              <w:jc w:val="left"/>
              <w:rPr>
                <w:rFonts w:ascii="Cambria" w:hAnsi="Cambria"/>
                <w:b/>
                <w:szCs w:val="24"/>
                <w:lang w:val="sk-SK"/>
              </w:rPr>
            </w:pPr>
            <w:r>
              <w:rPr>
                <w:rFonts w:ascii="Cambria" w:hAnsi="Cambria"/>
                <w:b/>
                <w:szCs w:val="24"/>
                <w:lang w:val="sk-SK"/>
              </w:rPr>
              <w:t>Žiadateľ:</w:t>
            </w:r>
          </w:p>
        </w:tc>
        <w:tc>
          <w:tcPr>
            <w:tcW w:w="7826" w:type="dxa"/>
          </w:tcPr>
          <w:p w14:paraId="4F613864" w14:textId="77777777" w:rsidR="005C5A45" w:rsidRDefault="005C5A45" w:rsidP="005C5A45">
            <w:pPr>
              <w:pStyle w:val="Zkladntext2"/>
              <w:jc w:val="left"/>
              <w:rPr>
                <w:rFonts w:ascii="Cambria" w:hAnsi="Cambria"/>
                <w:b/>
                <w:szCs w:val="24"/>
                <w:lang w:val="sk-SK"/>
              </w:rPr>
            </w:pPr>
            <w:r>
              <w:rPr>
                <w:rFonts w:ascii="Cambria" w:hAnsi="Cambria"/>
                <w:b/>
                <w:szCs w:val="24"/>
                <w:lang w:val="sk-SK"/>
              </w:rPr>
              <w:t>Názov alebo obchodné meno právnickej osoby/ meno a priezvisko fyzickej osoby</w:t>
            </w:r>
          </w:p>
          <w:p w14:paraId="5FBD2DB7" w14:textId="77777777" w:rsidR="005C5A45" w:rsidRPr="005C5A45" w:rsidRDefault="005C5A45" w:rsidP="005C5A45">
            <w:pPr>
              <w:pStyle w:val="Zkladntext2"/>
              <w:jc w:val="left"/>
              <w:rPr>
                <w:rFonts w:ascii="Cambria" w:hAnsi="Cambria"/>
                <w:b/>
                <w:szCs w:val="24"/>
                <w:lang w:val="sk-SK"/>
              </w:rPr>
            </w:pPr>
            <w:r>
              <w:rPr>
                <w:rFonts w:ascii="Cambria" w:hAnsi="Cambria"/>
                <w:b/>
                <w:szCs w:val="24"/>
                <w:lang w:val="sk-SK"/>
              </w:rPr>
              <w:t>Sídlo právnickej/ trvalý pobyt fyzickej osoby</w:t>
            </w:r>
          </w:p>
        </w:tc>
      </w:tr>
    </w:tbl>
    <w:p w14:paraId="5FE2104A" w14:textId="77777777" w:rsidR="005C5A45" w:rsidRDefault="005C5A45">
      <w:pPr>
        <w:pStyle w:val="Zkladntext2"/>
        <w:jc w:val="center"/>
        <w:rPr>
          <w:rFonts w:ascii="Cambria" w:hAnsi="Cambria"/>
          <w:b/>
          <w:sz w:val="36"/>
          <w:lang w:val="sk-SK"/>
        </w:rPr>
      </w:pPr>
    </w:p>
    <w:p w14:paraId="7E97D94B" w14:textId="77777777" w:rsidR="00BA22A2" w:rsidRPr="005C5A45" w:rsidRDefault="00BA22A2" w:rsidP="005C5A45">
      <w:pPr>
        <w:pStyle w:val="Zkladntext2"/>
        <w:rPr>
          <w:rFonts w:ascii="Cambria" w:hAnsi="Cambria"/>
          <w:b/>
          <w:sz w:val="32"/>
          <w:szCs w:val="32"/>
          <w:lang w:val="sk-SK"/>
        </w:rPr>
      </w:pPr>
      <w:r w:rsidRPr="005C5A45">
        <w:rPr>
          <w:rFonts w:ascii="Cambria" w:hAnsi="Cambria"/>
          <w:b/>
          <w:sz w:val="32"/>
          <w:szCs w:val="32"/>
          <w:lang w:val="sk-SK"/>
        </w:rPr>
        <w:t>Predmet činnosti</w:t>
      </w: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3"/>
        <w:gridCol w:w="3197"/>
        <w:gridCol w:w="2880"/>
        <w:gridCol w:w="2556"/>
      </w:tblGrid>
      <w:tr w:rsidR="0025180B" w:rsidRPr="005C5A45" w14:paraId="41C355BC" w14:textId="77777777" w:rsidTr="005C5A45">
        <w:trPr>
          <w:trHeight w:val="1172"/>
          <w:tblHeader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2076" w14:textId="77777777" w:rsidR="0025180B" w:rsidRPr="005C5A45" w:rsidRDefault="0025180B" w:rsidP="00A23C0F">
            <w:pPr>
              <w:pStyle w:val="Zkladntext2"/>
              <w:jc w:val="center"/>
              <w:rPr>
                <w:rFonts w:ascii="Cambria" w:hAnsi="Cambria"/>
                <w:lang w:val="sk-SK"/>
              </w:rPr>
            </w:pPr>
            <w:r w:rsidRPr="005C5A45">
              <w:rPr>
                <w:rFonts w:ascii="Cambria" w:hAnsi="Cambria"/>
                <w:b/>
                <w:lang w:val="sk-SK"/>
              </w:rPr>
              <w:t>Por. č.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1F6A" w14:textId="77777777" w:rsidR="0025180B" w:rsidRPr="005C5A45" w:rsidRDefault="0025180B" w:rsidP="005C5A45">
            <w:pPr>
              <w:pStyle w:val="Zkladntext2"/>
              <w:jc w:val="left"/>
              <w:rPr>
                <w:rFonts w:ascii="Cambria" w:hAnsi="Cambria"/>
                <w:b/>
                <w:lang w:val="sk-SK"/>
              </w:rPr>
            </w:pPr>
            <w:r w:rsidRPr="005C5A45">
              <w:rPr>
                <w:rFonts w:ascii="Cambria" w:hAnsi="Cambria"/>
                <w:b/>
                <w:lang w:val="sk-SK"/>
              </w:rPr>
              <w:t>Oblas</w:t>
            </w:r>
            <w:r w:rsidR="00F435C9" w:rsidRPr="005C5A45">
              <w:rPr>
                <w:rFonts w:ascii="Cambria" w:hAnsi="Cambria"/>
                <w:b/>
                <w:lang w:val="sk-SK"/>
              </w:rPr>
              <w:t>ť</w:t>
            </w:r>
            <w:r w:rsidRPr="005C5A45">
              <w:rPr>
                <w:rFonts w:ascii="Cambria" w:hAnsi="Cambria"/>
                <w:b/>
                <w:lang w:val="sk-SK"/>
              </w:rPr>
              <w:t xml:space="preserve"> štúdií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0977" w14:textId="77777777" w:rsidR="0025180B" w:rsidRPr="005C5A45" w:rsidRDefault="00F672F9" w:rsidP="005C5A45">
            <w:pPr>
              <w:pStyle w:val="Zkladntext2"/>
              <w:jc w:val="left"/>
              <w:rPr>
                <w:rFonts w:ascii="Cambria" w:hAnsi="Cambria"/>
                <w:b/>
                <w:lang w:val="sk-SK"/>
              </w:rPr>
            </w:pPr>
            <w:r w:rsidRPr="005C5A45">
              <w:rPr>
                <w:rFonts w:ascii="Cambria" w:hAnsi="Cambria"/>
                <w:b/>
                <w:lang w:val="sk-SK"/>
              </w:rPr>
              <w:t>Používané testovacie metódy  (</w:t>
            </w:r>
            <w:r w:rsidR="00FF5C8A" w:rsidRPr="005C5A45">
              <w:rPr>
                <w:rFonts w:ascii="Cambria" w:hAnsi="Cambria"/>
                <w:b/>
                <w:lang w:val="sk-SK"/>
              </w:rPr>
              <w:t xml:space="preserve">schválené </w:t>
            </w:r>
            <w:r w:rsidRPr="005C5A45">
              <w:rPr>
                <w:rFonts w:ascii="Cambria" w:hAnsi="Cambria"/>
                <w:b/>
                <w:lang w:val="sk-SK"/>
              </w:rPr>
              <w:t xml:space="preserve">OECD, </w:t>
            </w:r>
            <w:r w:rsidR="00FF5C8A" w:rsidRPr="005C5A45">
              <w:rPr>
                <w:rFonts w:ascii="Cambria" w:hAnsi="Cambria"/>
                <w:b/>
                <w:lang w:val="sk-SK"/>
              </w:rPr>
              <w:t xml:space="preserve">podľa </w:t>
            </w:r>
            <w:r w:rsidRPr="005C5A45">
              <w:rPr>
                <w:rFonts w:ascii="Cambria" w:hAnsi="Cambria"/>
                <w:b/>
                <w:lang w:val="sk-SK"/>
              </w:rPr>
              <w:t>Nariadeni</w:t>
            </w:r>
            <w:r w:rsidR="00FF5C8A" w:rsidRPr="005C5A45">
              <w:rPr>
                <w:rFonts w:ascii="Cambria" w:hAnsi="Cambria"/>
                <w:b/>
                <w:lang w:val="sk-SK"/>
              </w:rPr>
              <w:t>a</w:t>
            </w:r>
            <w:r w:rsidRPr="005C5A45">
              <w:rPr>
                <w:rFonts w:ascii="Cambria" w:hAnsi="Cambria"/>
                <w:b/>
                <w:lang w:val="sk-SK"/>
              </w:rPr>
              <w:t xml:space="preserve"> 440/2008/ES a i.)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D9B2" w14:textId="77777777" w:rsidR="0025180B" w:rsidRPr="005C5A45" w:rsidRDefault="0025180B" w:rsidP="005C5A45">
            <w:pPr>
              <w:pStyle w:val="Zkladntext2"/>
              <w:jc w:val="left"/>
              <w:rPr>
                <w:rFonts w:ascii="Cambria" w:hAnsi="Cambria"/>
                <w:b/>
                <w:lang w:val="sk-SK"/>
              </w:rPr>
            </w:pPr>
            <w:r w:rsidRPr="005C5A45">
              <w:rPr>
                <w:rFonts w:ascii="Cambria" w:hAnsi="Cambria"/>
                <w:b/>
                <w:lang w:val="sk-SK"/>
              </w:rPr>
              <w:t>Typy látok</w:t>
            </w:r>
          </w:p>
        </w:tc>
      </w:tr>
      <w:tr w:rsidR="0025180B" w:rsidRPr="005C5A45" w14:paraId="625647A2" w14:textId="77777777" w:rsidTr="005C5A45">
        <w:trPr>
          <w:trHeight w:val="57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DF7D" w14:textId="77777777" w:rsidR="0025180B" w:rsidRPr="005C5A45" w:rsidRDefault="0025180B" w:rsidP="005C5A45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C894" w14:textId="77777777" w:rsidR="0025180B" w:rsidRPr="005C5A45" w:rsidRDefault="0025180B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AD82" w14:textId="77777777" w:rsidR="0025180B" w:rsidRPr="005C5A45" w:rsidRDefault="0025180B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229A" w14:textId="77777777" w:rsidR="0025180B" w:rsidRPr="005C5A45" w:rsidRDefault="0025180B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</w:tr>
      <w:tr w:rsidR="00FF5C8A" w:rsidRPr="005C5A45" w14:paraId="06C58047" w14:textId="77777777" w:rsidTr="005C5A45">
        <w:trPr>
          <w:trHeight w:val="57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BF4" w14:textId="77777777" w:rsidR="00FF5C8A" w:rsidRPr="005C5A45" w:rsidRDefault="00FF5C8A" w:rsidP="005C5A45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7AE8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0A1F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1A0F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</w:tr>
      <w:tr w:rsidR="00FF5C8A" w:rsidRPr="005C5A45" w14:paraId="181BD545" w14:textId="77777777" w:rsidTr="005C5A45">
        <w:trPr>
          <w:trHeight w:val="57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DA90" w14:textId="77777777" w:rsidR="00FF5C8A" w:rsidRPr="005C5A45" w:rsidRDefault="00FF5C8A" w:rsidP="005C5A45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BE0D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B63D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20DE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</w:tr>
      <w:tr w:rsidR="00FF5C8A" w:rsidRPr="005C5A45" w14:paraId="2C9AF82D" w14:textId="77777777" w:rsidTr="005C5A45">
        <w:trPr>
          <w:trHeight w:val="57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6BC3" w14:textId="77777777" w:rsidR="00FF5C8A" w:rsidRPr="005C5A45" w:rsidRDefault="00FF5C8A" w:rsidP="005C5A45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24C8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D9C2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BDCC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</w:tr>
      <w:tr w:rsidR="00FF5C8A" w:rsidRPr="005C5A45" w14:paraId="631671E5" w14:textId="77777777" w:rsidTr="005C5A45">
        <w:trPr>
          <w:trHeight w:val="57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B19C" w14:textId="77777777" w:rsidR="00FF5C8A" w:rsidRPr="005C5A45" w:rsidRDefault="00FF5C8A" w:rsidP="005C5A45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90A7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2E7D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2063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</w:tr>
      <w:tr w:rsidR="00FF5C8A" w:rsidRPr="005C5A45" w14:paraId="3564094C" w14:textId="77777777" w:rsidTr="005C5A45">
        <w:trPr>
          <w:trHeight w:val="57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48A9" w14:textId="77777777" w:rsidR="00FF5C8A" w:rsidRPr="005C5A45" w:rsidRDefault="00FF5C8A" w:rsidP="005C5A45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7FDF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6E1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20C4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</w:tr>
      <w:tr w:rsidR="00FF5C8A" w:rsidRPr="005C5A45" w14:paraId="168B1F4F" w14:textId="77777777" w:rsidTr="005C5A45">
        <w:trPr>
          <w:trHeight w:val="57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7975" w14:textId="77777777" w:rsidR="00FF5C8A" w:rsidRPr="005C5A45" w:rsidRDefault="00FF5C8A" w:rsidP="005C5A45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56F9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3D4B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0784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</w:tr>
      <w:tr w:rsidR="00FF5C8A" w:rsidRPr="005C5A45" w14:paraId="7472DFAB" w14:textId="77777777" w:rsidTr="005C5A45">
        <w:trPr>
          <w:trHeight w:val="57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D0B2" w14:textId="77777777" w:rsidR="00FF5C8A" w:rsidRPr="005C5A45" w:rsidRDefault="00FF5C8A" w:rsidP="005C5A45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22F1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4F25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FEE1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</w:tr>
      <w:tr w:rsidR="00FF5C8A" w:rsidRPr="005C5A45" w14:paraId="1C997D37" w14:textId="77777777" w:rsidTr="005C5A45">
        <w:trPr>
          <w:trHeight w:val="57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8C78" w14:textId="77777777" w:rsidR="00FF5C8A" w:rsidRPr="005C5A45" w:rsidRDefault="00FF5C8A" w:rsidP="005C5A45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C06B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A734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6A08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</w:tr>
      <w:tr w:rsidR="00FF5C8A" w:rsidRPr="005C5A45" w14:paraId="73B237CB" w14:textId="77777777" w:rsidTr="005C5A45">
        <w:trPr>
          <w:trHeight w:val="57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6552" w14:textId="77777777" w:rsidR="00FF5C8A" w:rsidRPr="005C5A45" w:rsidRDefault="00FF5C8A" w:rsidP="005C5A45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D96D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EDE1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D549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</w:tr>
      <w:tr w:rsidR="00FF5C8A" w:rsidRPr="005C5A45" w14:paraId="17FD0BB9" w14:textId="77777777" w:rsidTr="005C5A45">
        <w:trPr>
          <w:trHeight w:val="57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64A1" w14:textId="77777777" w:rsidR="00FF5C8A" w:rsidRPr="005C5A45" w:rsidRDefault="00FF5C8A" w:rsidP="005C5A45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2DF5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F60E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600F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</w:tr>
      <w:tr w:rsidR="00FF5C8A" w:rsidRPr="005C5A45" w14:paraId="26316180" w14:textId="77777777" w:rsidTr="005C5A45">
        <w:trPr>
          <w:trHeight w:val="57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7DBD" w14:textId="77777777" w:rsidR="00FF5C8A" w:rsidRPr="005C5A45" w:rsidRDefault="00FF5C8A" w:rsidP="005C5A45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AB14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FBEE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8EE3" w14:textId="77777777" w:rsidR="00FF5C8A" w:rsidRPr="005C5A45" w:rsidRDefault="00FF5C8A" w:rsidP="00A23C0F">
            <w:pPr>
              <w:pStyle w:val="Zkladntext2"/>
              <w:jc w:val="left"/>
              <w:rPr>
                <w:rFonts w:ascii="Cambria" w:hAnsi="Cambria"/>
                <w:lang w:val="sk-SK"/>
              </w:rPr>
            </w:pPr>
          </w:p>
        </w:tc>
      </w:tr>
    </w:tbl>
    <w:p w14:paraId="4F762678" w14:textId="77777777" w:rsidR="00BA22A2" w:rsidRPr="005C5A45" w:rsidRDefault="00BA22A2" w:rsidP="004F3D49">
      <w:pPr>
        <w:pStyle w:val="Zkladntext2"/>
        <w:rPr>
          <w:rFonts w:ascii="Cambria" w:hAnsi="Cambria"/>
          <w:sz w:val="4"/>
          <w:szCs w:val="4"/>
          <w:lang w:val="sk-SK"/>
        </w:rPr>
      </w:pPr>
    </w:p>
    <w:p w14:paraId="02AEA190" w14:textId="77777777" w:rsidR="005C5A45" w:rsidRPr="005C5A45" w:rsidRDefault="005C5A45" w:rsidP="005C5A45">
      <w:pPr>
        <w:pStyle w:val="Zkladntext2"/>
        <w:rPr>
          <w:rFonts w:ascii="Cambria" w:hAnsi="Cambria"/>
          <w:sz w:val="22"/>
          <w:szCs w:val="22"/>
          <w:lang w:val="sk-SK"/>
        </w:rPr>
      </w:pPr>
    </w:p>
    <w:p w14:paraId="0078CE3C" w14:textId="77777777" w:rsidR="00FF5C8A" w:rsidRPr="005C5A45" w:rsidRDefault="00FF5C8A" w:rsidP="004F3D49">
      <w:pPr>
        <w:pStyle w:val="Zkladntext2"/>
        <w:rPr>
          <w:rFonts w:ascii="Cambria" w:hAnsi="Cambria"/>
          <w:sz w:val="22"/>
          <w:szCs w:val="22"/>
          <w:lang w:val="sk-SK"/>
        </w:rPr>
      </w:pPr>
    </w:p>
    <w:sectPr w:rsidR="00FF5C8A" w:rsidRPr="005C5A45" w:rsidSect="00F46348">
      <w:headerReference w:type="default" r:id="rId8"/>
      <w:footerReference w:type="default" r:id="rId9"/>
      <w:type w:val="continuous"/>
      <w:pgSz w:w="11906" w:h="16838" w:code="9"/>
      <w:pgMar w:top="1418" w:right="1418" w:bottom="1418" w:left="1418" w:header="1079" w:footer="69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F2F3B" w14:textId="77777777" w:rsidR="0087120A" w:rsidRDefault="0087120A" w:rsidP="00BA22A2">
      <w:pPr>
        <w:pStyle w:val="Zkladntext2"/>
      </w:pPr>
      <w:r>
        <w:separator/>
      </w:r>
    </w:p>
  </w:endnote>
  <w:endnote w:type="continuationSeparator" w:id="0">
    <w:p w14:paraId="49E296B4" w14:textId="77777777" w:rsidR="0087120A" w:rsidRDefault="0087120A" w:rsidP="00BA22A2">
      <w:pPr>
        <w:pStyle w:val="Zkladntext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54F4F" w14:textId="77777777" w:rsidR="004546A0" w:rsidRPr="005C5A45" w:rsidRDefault="004546A0" w:rsidP="00ED2D27">
    <w:pPr>
      <w:pStyle w:val="Pta"/>
      <w:tabs>
        <w:tab w:val="right" w:pos="8789"/>
      </w:tabs>
      <w:rPr>
        <w:rFonts w:asciiTheme="majorHAnsi" w:hAnsiTheme="majorHAnsi"/>
        <w:b/>
      </w:rPr>
    </w:pPr>
    <w:r w:rsidRPr="005C5A45">
      <w:rPr>
        <w:rFonts w:asciiTheme="majorHAnsi" w:hAnsiTheme="majorHAnsi"/>
        <w:b/>
      </w:rPr>
      <w:t xml:space="preserve">TL 502/G </w:t>
    </w:r>
  </w:p>
  <w:p w14:paraId="15403862" w14:textId="674B0677" w:rsidR="004546A0" w:rsidRPr="005C5A45" w:rsidRDefault="004546A0" w:rsidP="00ED2D27">
    <w:pPr>
      <w:pStyle w:val="Pta"/>
      <w:tabs>
        <w:tab w:val="center" w:pos="8789"/>
        <w:tab w:val="center" w:pos="9072"/>
      </w:tabs>
      <w:rPr>
        <w:rFonts w:asciiTheme="majorHAnsi" w:hAnsiTheme="majorHAnsi"/>
        <w:b/>
      </w:rPr>
    </w:pPr>
    <w:proofErr w:type="spellStart"/>
    <w:r w:rsidRPr="005C5A45">
      <w:rPr>
        <w:rFonts w:asciiTheme="majorHAnsi" w:hAnsiTheme="majorHAnsi"/>
      </w:rPr>
      <w:t>Verzia</w:t>
    </w:r>
    <w:proofErr w:type="spellEnd"/>
    <w:r w:rsidRPr="005C5A45">
      <w:rPr>
        <w:rFonts w:asciiTheme="majorHAnsi" w:hAnsiTheme="majorHAnsi"/>
      </w:rPr>
      <w:t xml:space="preserve">: </w:t>
    </w:r>
    <w:r w:rsidR="005C5A45">
      <w:rPr>
        <w:rFonts w:asciiTheme="majorHAnsi" w:hAnsiTheme="majorHAnsi"/>
        <w:b/>
      </w:rPr>
      <w:t>1</w:t>
    </w:r>
    <w:r w:rsidR="00311713">
      <w:rPr>
        <w:rFonts w:asciiTheme="majorHAnsi" w:hAnsiTheme="majorHAnsi"/>
        <w:b/>
      </w:rPr>
      <w:t>8</w:t>
    </w:r>
    <w:r w:rsidR="005C5A45">
      <w:rPr>
        <w:rFonts w:asciiTheme="majorHAnsi" w:hAnsiTheme="majorHAnsi"/>
        <w:b/>
      </w:rPr>
      <w:t>.10.24</w:t>
    </w:r>
    <w:r w:rsidRPr="005C5A45">
      <w:rPr>
        <w:rFonts w:asciiTheme="majorHAnsi" w:hAnsiTheme="majorHAnsi"/>
        <w:b/>
      </w:rPr>
      <w:tab/>
    </w:r>
    <w:r w:rsidRPr="005C5A45">
      <w:rPr>
        <w:rFonts w:asciiTheme="majorHAnsi" w:hAnsiTheme="majorHAnsi"/>
        <w:b/>
      </w:rPr>
      <w:tab/>
      <w:t xml:space="preserve">   </w:t>
    </w:r>
    <w:r w:rsidRPr="005C5A45">
      <w:rPr>
        <w:rFonts w:asciiTheme="majorHAnsi" w:hAnsiTheme="majorHAnsi"/>
      </w:rPr>
      <w:t xml:space="preserve">Strana: </w:t>
    </w:r>
    <w:r w:rsidRPr="005C5A45">
      <w:rPr>
        <w:rStyle w:val="slostrany"/>
        <w:rFonts w:asciiTheme="majorHAnsi" w:hAnsiTheme="majorHAnsi"/>
        <w:b/>
      </w:rPr>
      <w:fldChar w:fldCharType="begin"/>
    </w:r>
    <w:r w:rsidRPr="005C5A45">
      <w:rPr>
        <w:rStyle w:val="slostrany"/>
        <w:rFonts w:asciiTheme="majorHAnsi" w:hAnsiTheme="majorHAnsi"/>
        <w:b/>
      </w:rPr>
      <w:instrText xml:space="preserve"> PAGE </w:instrText>
    </w:r>
    <w:r w:rsidRPr="005C5A45">
      <w:rPr>
        <w:rStyle w:val="slostrany"/>
        <w:rFonts w:asciiTheme="majorHAnsi" w:hAnsiTheme="majorHAnsi"/>
        <w:b/>
      </w:rPr>
      <w:fldChar w:fldCharType="separate"/>
    </w:r>
    <w:r w:rsidR="003A57A9" w:rsidRPr="005C5A45">
      <w:rPr>
        <w:rStyle w:val="slostrany"/>
        <w:rFonts w:asciiTheme="majorHAnsi" w:hAnsiTheme="majorHAnsi"/>
        <w:b/>
        <w:noProof/>
      </w:rPr>
      <w:t>1</w:t>
    </w:r>
    <w:r w:rsidRPr="005C5A45">
      <w:rPr>
        <w:rStyle w:val="slostrany"/>
        <w:rFonts w:asciiTheme="majorHAnsi" w:hAnsiTheme="majorHAnsi"/>
        <w:b/>
      </w:rPr>
      <w:fldChar w:fldCharType="end"/>
    </w:r>
    <w:r w:rsidRPr="005C5A45">
      <w:rPr>
        <w:rStyle w:val="slostrany"/>
        <w:rFonts w:asciiTheme="majorHAnsi" w:hAnsiTheme="majorHAnsi"/>
        <w:b/>
      </w:rPr>
      <w:t xml:space="preserve"> / 1</w:t>
    </w:r>
  </w:p>
  <w:p w14:paraId="5BBFC14C" w14:textId="77777777" w:rsidR="004546A0" w:rsidRPr="00ED2D27" w:rsidRDefault="004546A0" w:rsidP="00ED2D2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9D85E" w14:textId="77777777" w:rsidR="0087120A" w:rsidRDefault="0087120A" w:rsidP="00BA22A2">
      <w:pPr>
        <w:pStyle w:val="Zkladntext2"/>
      </w:pPr>
      <w:r>
        <w:separator/>
      </w:r>
    </w:p>
  </w:footnote>
  <w:footnote w:type="continuationSeparator" w:id="0">
    <w:p w14:paraId="183DCC52" w14:textId="77777777" w:rsidR="0087120A" w:rsidRDefault="0087120A" w:rsidP="00BA22A2">
      <w:pPr>
        <w:pStyle w:val="Zkladntext2"/>
      </w:pPr>
      <w:r>
        <w:continuationSeparator/>
      </w:r>
    </w:p>
  </w:footnote>
  <w:footnote w:id="1">
    <w:p w14:paraId="102C35BA" w14:textId="77777777" w:rsidR="005C5A45" w:rsidRPr="005C5A45" w:rsidRDefault="005C5A45" w:rsidP="005C5A45">
      <w:pPr>
        <w:pStyle w:val="Textpoznmkypodiarou"/>
        <w:rPr>
          <w:rFonts w:ascii="Cambria" w:hAnsi="Cambria"/>
        </w:rPr>
      </w:pPr>
      <w:r w:rsidRPr="005C5A45">
        <w:rPr>
          <w:rStyle w:val="Odkaznapoznmkupodiarou"/>
          <w:rFonts w:ascii="Cambria" w:hAnsi="Cambria"/>
        </w:rPr>
        <w:footnoteRef/>
      </w:r>
      <w:r w:rsidRPr="005C5A45">
        <w:rPr>
          <w:rFonts w:ascii="Cambria" w:hAnsi="Cambria"/>
        </w:rPr>
        <w:t xml:space="preserve"> </w:t>
      </w:r>
      <w:proofErr w:type="spellStart"/>
      <w:r w:rsidRPr="005C5A45">
        <w:rPr>
          <w:rFonts w:ascii="Cambria" w:hAnsi="Cambria"/>
        </w:rPr>
        <w:t>nehodiace</w:t>
      </w:r>
      <w:proofErr w:type="spellEnd"/>
      <w:r w:rsidRPr="005C5A45">
        <w:rPr>
          <w:rFonts w:ascii="Cambria" w:hAnsi="Cambria"/>
        </w:rPr>
        <w:t xml:space="preserve"> </w:t>
      </w:r>
      <w:proofErr w:type="spellStart"/>
      <w:r w:rsidRPr="005C5A45">
        <w:rPr>
          <w:rFonts w:ascii="Cambria" w:hAnsi="Cambria"/>
        </w:rPr>
        <w:t>sa</w:t>
      </w:r>
      <w:proofErr w:type="spellEnd"/>
      <w:r w:rsidRPr="005C5A45">
        <w:rPr>
          <w:rFonts w:ascii="Cambria" w:hAnsi="Cambria"/>
        </w:rPr>
        <w:t xml:space="preserve"> </w:t>
      </w:r>
      <w:proofErr w:type="spellStart"/>
      <w:r w:rsidRPr="005C5A45">
        <w:rPr>
          <w:rFonts w:ascii="Cambria" w:hAnsi="Cambria"/>
        </w:rPr>
        <w:t>prečiark</w:t>
      </w:r>
      <w:r w:rsidR="004F423F">
        <w:rPr>
          <w:rFonts w:ascii="Cambria" w:hAnsi="Cambria"/>
        </w:rPr>
        <w:t>nite</w:t>
      </w:r>
      <w:proofErr w:type="spellEnd"/>
    </w:p>
    <w:p w14:paraId="0B15D300" w14:textId="77777777" w:rsidR="005C5A45" w:rsidRPr="005C5A45" w:rsidRDefault="005C5A45" w:rsidP="005C5A45">
      <w:pPr>
        <w:pStyle w:val="Textpoznmkypodiarou"/>
        <w:rPr>
          <w:lang w:val="sk-SK"/>
        </w:rPr>
      </w:pPr>
      <w:r w:rsidRPr="005C5A45">
        <w:rPr>
          <w:rFonts w:ascii="Cambria" w:hAnsi="Cambria"/>
        </w:rPr>
        <w:t xml:space="preserve">V </w:t>
      </w:r>
      <w:proofErr w:type="spellStart"/>
      <w:r w:rsidRPr="005C5A45">
        <w:rPr>
          <w:rFonts w:ascii="Cambria" w:hAnsi="Cambria"/>
        </w:rPr>
        <w:t>prípade</w:t>
      </w:r>
      <w:proofErr w:type="spellEnd"/>
      <w:r w:rsidRPr="005C5A45">
        <w:rPr>
          <w:rFonts w:ascii="Cambria" w:hAnsi="Cambria"/>
        </w:rPr>
        <w:t xml:space="preserve"> </w:t>
      </w:r>
      <w:proofErr w:type="spellStart"/>
      <w:r w:rsidRPr="005C5A45">
        <w:rPr>
          <w:rFonts w:ascii="Cambria" w:hAnsi="Cambria"/>
        </w:rPr>
        <w:t>potreby</w:t>
      </w:r>
      <w:proofErr w:type="spellEnd"/>
      <w:r w:rsidRPr="005C5A45">
        <w:rPr>
          <w:rFonts w:ascii="Cambria" w:hAnsi="Cambria"/>
        </w:rPr>
        <w:t xml:space="preserve"> doplňte </w:t>
      </w:r>
      <w:proofErr w:type="spellStart"/>
      <w:r w:rsidRPr="005C5A45">
        <w:rPr>
          <w:rFonts w:ascii="Cambria" w:hAnsi="Cambria"/>
        </w:rPr>
        <w:t>riadky</w:t>
      </w:r>
      <w:proofErr w:type="spellEnd"/>
      <w:r w:rsidRPr="005C5A45">
        <w:rPr>
          <w:rFonts w:ascii="Cambria" w:hAnsi="Cambria"/>
        </w:rPr>
        <w:t xml:space="preserve"> a pokračujte na </w:t>
      </w:r>
      <w:proofErr w:type="spellStart"/>
      <w:r w:rsidRPr="005C5A45">
        <w:rPr>
          <w:rFonts w:ascii="Cambria" w:hAnsi="Cambria"/>
        </w:rPr>
        <w:t>ďalšej</w:t>
      </w:r>
      <w:proofErr w:type="spellEnd"/>
      <w:r w:rsidRPr="005C5A45">
        <w:rPr>
          <w:rFonts w:ascii="Cambria" w:hAnsi="Cambria"/>
        </w:rPr>
        <w:t xml:space="preserve"> </w:t>
      </w:r>
      <w:proofErr w:type="spellStart"/>
      <w:r w:rsidRPr="005C5A45">
        <w:rPr>
          <w:rFonts w:ascii="Cambria" w:hAnsi="Cambria"/>
        </w:rPr>
        <w:t>strane</w:t>
      </w:r>
      <w:proofErr w:type="spellEnd"/>
      <w:r w:rsidRPr="005C5A45">
        <w:rPr>
          <w:rFonts w:ascii="Cambria" w:hAnsi="Cambri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20"/>
      <w:gridCol w:w="7380"/>
    </w:tblGrid>
    <w:tr w:rsidR="005C5A45" w:rsidRPr="005C5A45" w14:paraId="07A984CE" w14:textId="77777777" w:rsidTr="0079029E">
      <w:trPr>
        <w:trHeight w:val="1020"/>
      </w:trPr>
      <w:tc>
        <w:tcPr>
          <w:tcW w:w="2520" w:type="dxa"/>
        </w:tcPr>
        <w:bookmarkStart w:id="0" w:name="_MON_1259059107"/>
        <w:bookmarkEnd w:id="0"/>
        <w:p w14:paraId="4EA03C4E" w14:textId="77777777" w:rsidR="005C5A45" w:rsidRPr="005C5A45" w:rsidRDefault="005C5A45" w:rsidP="005C5A45">
          <w:pPr>
            <w:tabs>
              <w:tab w:val="center" w:pos="4536"/>
              <w:tab w:val="right" w:pos="9072"/>
            </w:tabs>
            <w:ind w:left="72"/>
            <w:rPr>
              <w:caps/>
              <w:sz w:val="24"/>
              <w:szCs w:val="24"/>
              <w:lang w:val="sk-SK"/>
            </w:rPr>
          </w:pPr>
          <w:r w:rsidRPr="005C5A45">
            <w:rPr>
              <w:sz w:val="24"/>
              <w:szCs w:val="24"/>
              <w:lang w:val="sk-SK"/>
            </w:rPr>
            <w:object w:dxaOrig="2392" w:dyaOrig="826" w14:anchorId="3D8771F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9.4pt;height:41.4pt" fillcolor="window">
                <v:imagedata r:id="rId1" o:title=""/>
              </v:shape>
              <o:OLEObject Type="Embed" ProgID="Word.Picture.8" ShapeID="_x0000_i1025" DrawAspect="Content" ObjectID="_1817276513" r:id="rId2"/>
            </w:object>
          </w:r>
        </w:p>
      </w:tc>
      <w:tc>
        <w:tcPr>
          <w:tcW w:w="7380" w:type="dxa"/>
        </w:tcPr>
        <w:p w14:paraId="74365739" w14:textId="77777777" w:rsidR="005C5A45" w:rsidRPr="005C5A45" w:rsidRDefault="005C5A45" w:rsidP="005C5A45">
          <w:pPr>
            <w:tabs>
              <w:tab w:val="center" w:pos="4536"/>
              <w:tab w:val="right" w:pos="9072"/>
            </w:tabs>
            <w:spacing w:line="96" w:lineRule="auto"/>
            <w:rPr>
              <w:caps/>
              <w:sz w:val="18"/>
              <w:szCs w:val="18"/>
              <w:lang w:val="sk-SK"/>
            </w:rPr>
          </w:pPr>
        </w:p>
        <w:p w14:paraId="63BD0C35" w14:textId="77777777" w:rsidR="005C5A45" w:rsidRPr="005C5A45" w:rsidRDefault="005C5A45" w:rsidP="005C5A45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  <w:lang w:val="sk-SK"/>
            </w:rPr>
          </w:pPr>
          <w:r w:rsidRPr="005C5A45">
            <w:rPr>
              <w:rFonts w:ascii="Cambria" w:hAnsi="Cambria"/>
              <w:caps/>
              <w:spacing w:val="8"/>
              <w:sz w:val="32"/>
              <w:szCs w:val="32"/>
              <w:lang w:val="sk-SK"/>
            </w:rPr>
            <w:t xml:space="preserve">SLOVENSKÁ  NÁRODNá  </w:t>
          </w:r>
        </w:p>
        <w:p w14:paraId="668A39AC" w14:textId="77777777" w:rsidR="005C5A45" w:rsidRPr="005C5A45" w:rsidRDefault="005C5A45" w:rsidP="005C5A45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  <w:lang w:val="sk-SK"/>
            </w:rPr>
          </w:pPr>
          <w:r w:rsidRPr="005C5A45">
            <w:rPr>
              <w:rFonts w:ascii="Cambria" w:hAnsi="Cambria"/>
              <w:caps/>
              <w:spacing w:val="8"/>
              <w:sz w:val="32"/>
              <w:szCs w:val="32"/>
              <w:lang w:val="sk-SK"/>
            </w:rPr>
            <w:t>AKREDITAČNÁ  SLUŽBA</w:t>
          </w:r>
        </w:p>
        <w:p w14:paraId="5FD37551" w14:textId="77777777" w:rsidR="005C5A45" w:rsidRPr="005C5A45" w:rsidRDefault="005C5A45" w:rsidP="005C5A45">
          <w:pPr>
            <w:tabs>
              <w:tab w:val="center" w:pos="4536"/>
              <w:tab w:val="right" w:pos="9072"/>
            </w:tabs>
            <w:spacing w:line="216" w:lineRule="auto"/>
            <w:jc w:val="right"/>
            <w:rPr>
              <w:rFonts w:ascii="Cambria" w:hAnsi="Cambria"/>
              <w:spacing w:val="15"/>
              <w:sz w:val="8"/>
              <w:szCs w:val="8"/>
              <w:lang w:val="sk-SK"/>
            </w:rPr>
          </w:pPr>
        </w:p>
        <w:p w14:paraId="4E488B9A" w14:textId="77777777" w:rsidR="005C5A45" w:rsidRPr="005C5A45" w:rsidRDefault="005C5A45" w:rsidP="005C5A45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sz w:val="8"/>
              <w:szCs w:val="8"/>
              <w:lang w:val="sk-SK"/>
            </w:rPr>
          </w:pPr>
        </w:p>
        <w:p w14:paraId="5020715B" w14:textId="77777777" w:rsidR="005C5A45" w:rsidRPr="005C5A45" w:rsidRDefault="005C5A45" w:rsidP="005C5A45">
          <w:pPr>
            <w:tabs>
              <w:tab w:val="center" w:pos="4536"/>
              <w:tab w:val="right" w:pos="9072"/>
            </w:tabs>
            <w:spacing w:before="60" w:line="216" w:lineRule="auto"/>
            <w:rPr>
              <w:sz w:val="24"/>
              <w:szCs w:val="24"/>
              <w:lang w:val="sk-SK"/>
            </w:rPr>
          </w:pPr>
          <w:r w:rsidRPr="005C5A45">
            <w:rPr>
              <w:rFonts w:ascii="Cambria" w:hAnsi="Cambria"/>
              <w:lang w:val="sk-SK"/>
            </w:rPr>
            <w:t xml:space="preserve"> </w:t>
          </w:r>
        </w:p>
      </w:tc>
    </w:tr>
  </w:tbl>
  <w:p w14:paraId="0D589706" w14:textId="77777777" w:rsidR="004546A0" w:rsidRDefault="004546A0" w:rsidP="00ED2D2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A295F"/>
    <w:multiLevelType w:val="singleLevel"/>
    <w:tmpl w:val="9E968ED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B5A5A65"/>
    <w:multiLevelType w:val="singleLevel"/>
    <w:tmpl w:val="51B26B68"/>
    <w:lvl w:ilvl="0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</w:lvl>
  </w:abstractNum>
  <w:abstractNum w:abstractNumId="2" w15:restartNumberingAfterBreak="0">
    <w:nsid w:val="48F6562F"/>
    <w:multiLevelType w:val="singleLevel"/>
    <w:tmpl w:val="34E6ED4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num w:numId="1" w16cid:durableId="31536257">
    <w:abstractNumId w:val="1"/>
    <w:lvlOverride w:ilvl="0">
      <w:startOverride w:val="1"/>
    </w:lvlOverride>
  </w:num>
  <w:num w:numId="2" w16cid:durableId="1209411907">
    <w:abstractNumId w:val="2"/>
    <w:lvlOverride w:ilvl="0">
      <w:startOverride w:val="1"/>
    </w:lvlOverride>
  </w:num>
  <w:num w:numId="3" w16cid:durableId="189465965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F3E"/>
    <w:rsid w:val="0008010D"/>
    <w:rsid w:val="00090698"/>
    <w:rsid w:val="0009570D"/>
    <w:rsid w:val="000964BE"/>
    <w:rsid w:val="0012667D"/>
    <w:rsid w:val="00167E94"/>
    <w:rsid w:val="002265D3"/>
    <w:rsid w:val="0025180B"/>
    <w:rsid w:val="00252225"/>
    <w:rsid w:val="002C2C32"/>
    <w:rsid w:val="002C4D00"/>
    <w:rsid w:val="003048BD"/>
    <w:rsid w:val="00311713"/>
    <w:rsid w:val="00336B43"/>
    <w:rsid w:val="003A57A9"/>
    <w:rsid w:val="003C13D9"/>
    <w:rsid w:val="003D3FA2"/>
    <w:rsid w:val="004041AC"/>
    <w:rsid w:val="00450680"/>
    <w:rsid w:val="004546A0"/>
    <w:rsid w:val="0045762D"/>
    <w:rsid w:val="004F3D49"/>
    <w:rsid w:val="004F423F"/>
    <w:rsid w:val="00541D31"/>
    <w:rsid w:val="00560F3E"/>
    <w:rsid w:val="00564593"/>
    <w:rsid w:val="00564824"/>
    <w:rsid w:val="005C5A45"/>
    <w:rsid w:val="005E4E95"/>
    <w:rsid w:val="0060455E"/>
    <w:rsid w:val="0068515F"/>
    <w:rsid w:val="006A0A24"/>
    <w:rsid w:val="006D1BA9"/>
    <w:rsid w:val="00715593"/>
    <w:rsid w:val="0087120A"/>
    <w:rsid w:val="00882A2B"/>
    <w:rsid w:val="00892D3F"/>
    <w:rsid w:val="008E4E3F"/>
    <w:rsid w:val="0091117C"/>
    <w:rsid w:val="009323DA"/>
    <w:rsid w:val="00944136"/>
    <w:rsid w:val="00A23C0F"/>
    <w:rsid w:val="00A24366"/>
    <w:rsid w:val="00A42987"/>
    <w:rsid w:val="00A515B0"/>
    <w:rsid w:val="00A927FC"/>
    <w:rsid w:val="00AC1FAE"/>
    <w:rsid w:val="00B04F71"/>
    <w:rsid w:val="00B81B12"/>
    <w:rsid w:val="00BA22A2"/>
    <w:rsid w:val="00BE7C6D"/>
    <w:rsid w:val="00C37D75"/>
    <w:rsid w:val="00C565A3"/>
    <w:rsid w:val="00C9389D"/>
    <w:rsid w:val="00D2636F"/>
    <w:rsid w:val="00D61614"/>
    <w:rsid w:val="00D9341A"/>
    <w:rsid w:val="00DC24F1"/>
    <w:rsid w:val="00E07563"/>
    <w:rsid w:val="00E17509"/>
    <w:rsid w:val="00ED2D27"/>
    <w:rsid w:val="00EE340B"/>
    <w:rsid w:val="00F435C9"/>
    <w:rsid w:val="00F46348"/>
    <w:rsid w:val="00F672F9"/>
    <w:rsid w:val="00FF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FB5CFF"/>
  <w15:docId w15:val="{CC69E434-F225-4B10-8C34-FD354B073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2">
    <w:name w:val="Body Text 2"/>
    <w:basedOn w:val="Normlny"/>
    <w:pPr>
      <w:jc w:val="both"/>
    </w:pPr>
    <w:rPr>
      <w:sz w:val="24"/>
    </w:rPr>
  </w:style>
  <w:style w:type="paragraph" w:styleId="Hlavika">
    <w:name w:val="header"/>
    <w:basedOn w:val="Normlny"/>
    <w:rsid w:val="004F3D49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4F3D4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ED2D27"/>
  </w:style>
  <w:style w:type="paragraph" w:styleId="Textbubliny">
    <w:name w:val="Balloon Text"/>
    <w:basedOn w:val="Normlny"/>
    <w:semiHidden/>
    <w:rsid w:val="00F46348"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rsid w:val="00EE340B"/>
    <w:pPr>
      <w:spacing w:after="120"/>
    </w:pPr>
  </w:style>
  <w:style w:type="table" w:styleId="Mriekatabuky">
    <w:name w:val="Table Grid"/>
    <w:basedOn w:val="Normlnatabuka"/>
    <w:rsid w:val="005C5A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rsid w:val="005C5A45"/>
  </w:style>
  <w:style w:type="character" w:customStyle="1" w:styleId="TextpoznmkypodiarouChar">
    <w:name w:val="Text poznámky pod čiarou Char"/>
    <w:basedOn w:val="Predvolenpsmoodseku"/>
    <w:link w:val="Textpoznmkypodiarou"/>
    <w:rsid w:val="005C5A45"/>
    <w:rPr>
      <w:lang w:val="cs-CZ"/>
    </w:rPr>
  </w:style>
  <w:style w:type="character" w:styleId="Odkaznapoznmkupodiarou">
    <w:name w:val="footnote reference"/>
    <w:basedOn w:val="Predvolenpsmoodseku"/>
    <w:rsid w:val="005C5A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canova\Local%20Settings\Temporary%20Internet%20Files\OLKB\Pr&#237;loha%20k%20&#381;iadosti%20SLP_2010_S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4D5B0-F3EC-462E-9B8F-BA4555A79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Príloha k Žiadosti SLP_2010_S</Template>
  <TotalTime>1</TotalTime>
  <Pages>1</Pages>
  <Words>51</Words>
  <Characters>402</Characters>
  <Application>Microsoft Office Word</Application>
  <DocSecurity>4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k Žiadosti SLP</vt:lpstr>
    </vt:vector>
  </TitlesOfParts>
  <Manager>Ing. Juraj Randus</Manager>
  <Company>Hewlett-Packard Company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Tlačivo TL 502G: Príloha k žiadosti o vydanie/ rozšírenie/ obnovenie platnosti  osvedčenia o dodržiavaní zásad správnej laboratórnej praxe</dc:title>
  <dc:subject>Príloha k žiadosti o vydanie/ rozšírenie/ obnovenie platnosti  osvedčenia o dodržiavaní zásad správnej laboratórnej praxe</dc:subject>
  <dc:creator>Lukáš  Warner</dc:creator>
  <cp:keywords>"Slovenská národná akreditačná služba;SNAS</cp:keywords>
  <cp:lastModifiedBy>Lukáš Warner</cp:lastModifiedBy>
  <cp:revision>2</cp:revision>
  <cp:lastPrinted>2010-12-10T08:09:00Z</cp:lastPrinted>
  <dcterms:created xsi:type="dcterms:W3CDTF">2025-08-21T08:15:00Z</dcterms:created>
  <dcterms:modified xsi:type="dcterms:W3CDTF">2025-08-21T08:15:00Z</dcterms:modified>
</cp:coreProperties>
</file>