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B5324" w14:textId="77777777" w:rsidR="00BF33FA" w:rsidRPr="00123934" w:rsidRDefault="00BF33FA" w:rsidP="00BF33FA">
      <w:pPr>
        <w:pStyle w:val="Podtitul"/>
        <w:rPr>
          <w:rFonts w:ascii="Times New Roman" w:hAnsi="Times New Roman"/>
          <w:b/>
          <w:sz w:val="28"/>
          <w:lang w:val="en-GB"/>
        </w:rPr>
      </w:pPr>
      <w:r w:rsidRPr="00123934">
        <w:rPr>
          <w:rFonts w:ascii="Times New Roman" w:hAnsi="Times New Roman"/>
          <w:b/>
          <w:sz w:val="28"/>
          <w:lang w:val="en-GB"/>
        </w:rPr>
        <w:t>Declaration of compliance with standard ISO/IEC 17025:2017 requirements</w:t>
      </w:r>
    </w:p>
    <w:p w14:paraId="3EB174E7" w14:textId="77777777" w:rsidR="003F52AC" w:rsidRPr="00123934" w:rsidRDefault="003F52AC" w:rsidP="00492E0E">
      <w:pPr>
        <w:pStyle w:val="Podtitul"/>
        <w:tabs>
          <w:tab w:val="left" w:pos="2410"/>
        </w:tabs>
        <w:rPr>
          <w:rFonts w:ascii="Times New Roman" w:hAnsi="Times New Roman"/>
          <w:b/>
          <w:sz w:val="32"/>
          <w:lang w:val="en-GB"/>
        </w:rPr>
      </w:pPr>
    </w:p>
    <w:p w14:paraId="38DEA02E" w14:textId="77777777" w:rsidR="003F52AC" w:rsidRPr="00123934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  <w:lang w:val="en-GB"/>
        </w:rPr>
      </w:pPr>
    </w:p>
    <w:p w14:paraId="4FB3CB84" w14:textId="77777777" w:rsidR="00F03785" w:rsidRPr="00123934" w:rsidRDefault="00F03785" w:rsidP="00F03785">
      <w:pPr>
        <w:pStyle w:val="Pta"/>
        <w:tabs>
          <w:tab w:val="clear" w:pos="4153"/>
          <w:tab w:val="clear" w:pos="8306"/>
        </w:tabs>
        <w:rPr>
          <w:sz w:val="24"/>
          <w:szCs w:val="24"/>
          <w:lang w:val="en-GB"/>
        </w:rPr>
      </w:pPr>
      <w:r w:rsidRPr="00123934">
        <w:rPr>
          <w:sz w:val="24"/>
          <w:szCs w:val="24"/>
          <w:lang w:val="en-GB"/>
        </w:rPr>
        <w:t xml:space="preserve">Applicant:  </w:t>
      </w:r>
      <w:r w:rsidRPr="00123934">
        <w:rPr>
          <w:sz w:val="24"/>
          <w:szCs w:val="24"/>
          <w:lang w:val="en-GB"/>
        </w:rPr>
        <w:tab/>
      </w:r>
      <w:r w:rsidRPr="00123934">
        <w:rPr>
          <w:sz w:val="24"/>
          <w:szCs w:val="24"/>
          <w:lang w:val="en-GB"/>
        </w:rPr>
        <w:tab/>
        <w:t>Name (Business name)</w:t>
      </w:r>
    </w:p>
    <w:p w14:paraId="3F9379BE" w14:textId="77777777" w:rsidR="00F03785" w:rsidRPr="00123934" w:rsidRDefault="00F03785" w:rsidP="00F03785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  <w:lang w:val="en-GB"/>
        </w:rPr>
      </w:pPr>
      <w:r w:rsidRPr="00123934">
        <w:rPr>
          <w:sz w:val="24"/>
          <w:szCs w:val="24"/>
          <w:lang w:val="en-GB"/>
        </w:rPr>
        <w:t>Address incl. postcode, Company registration No</w:t>
      </w:r>
    </w:p>
    <w:p w14:paraId="17B2525B" w14:textId="77777777" w:rsidR="00F03785" w:rsidRPr="00123934" w:rsidRDefault="00F03785" w:rsidP="00F03785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  <w:lang w:val="en-GB"/>
        </w:rPr>
      </w:pPr>
      <w:r w:rsidRPr="00123934">
        <w:rPr>
          <w:sz w:val="24"/>
          <w:szCs w:val="24"/>
          <w:lang w:val="en-GB"/>
        </w:rPr>
        <w:t xml:space="preserve">Name of workplace No 1.: Address incl. postcode </w:t>
      </w:r>
    </w:p>
    <w:p w14:paraId="2F0E28DA" w14:textId="77777777" w:rsidR="00F03785" w:rsidRPr="00123934" w:rsidRDefault="00F03785" w:rsidP="00F03785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  <w:lang w:val="en-GB"/>
        </w:rPr>
      </w:pPr>
      <w:r w:rsidRPr="00123934">
        <w:rPr>
          <w:sz w:val="24"/>
          <w:szCs w:val="24"/>
          <w:lang w:val="en-GB"/>
        </w:rPr>
        <w:t>Name of workplace No 2.: Address incl. postcode</w:t>
      </w:r>
    </w:p>
    <w:p w14:paraId="4D420B16" w14:textId="77777777" w:rsidR="003F52AC" w:rsidRPr="00123934" w:rsidRDefault="003F52AC" w:rsidP="00492E0E">
      <w:pPr>
        <w:pStyle w:val="Podtitul"/>
        <w:jc w:val="left"/>
        <w:rPr>
          <w:rFonts w:ascii="Times New Roman" w:hAnsi="Times New Roman"/>
          <w:b/>
          <w:sz w:val="12"/>
          <w:lang w:val="en-GB"/>
        </w:rPr>
      </w:pPr>
    </w:p>
    <w:p w14:paraId="79B0274D" w14:textId="77777777" w:rsidR="003F52AC" w:rsidRPr="00123934" w:rsidRDefault="003F52AC" w:rsidP="00492E0E">
      <w:pPr>
        <w:pStyle w:val="Podtitul"/>
        <w:jc w:val="left"/>
        <w:rPr>
          <w:rFonts w:ascii="Times New Roman" w:hAnsi="Times New Roman"/>
          <w:b/>
          <w:sz w:val="12"/>
          <w:lang w:val="en-GB"/>
        </w:rPr>
      </w:pPr>
    </w:p>
    <w:p w14:paraId="75E0ACC8" w14:textId="77777777" w:rsidR="003F52AC" w:rsidRPr="00123934" w:rsidRDefault="003F52AC" w:rsidP="00492E0E">
      <w:pPr>
        <w:pStyle w:val="Podtitul"/>
        <w:jc w:val="left"/>
        <w:rPr>
          <w:rFonts w:ascii="Times New Roman" w:hAnsi="Times New Roman"/>
          <w:b/>
          <w:lang w:val="en-GB"/>
        </w:rPr>
        <w:sectPr w:rsidR="003F52AC" w:rsidRPr="00123934" w:rsidSect="0056182B">
          <w:footerReference w:type="default" r:id="rId7"/>
          <w:headerReference w:type="first" r:id="rId8"/>
          <w:footerReference w:type="first" r:id="rId9"/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47515F94" w14:textId="77777777" w:rsidR="003F52AC" w:rsidRPr="00123934" w:rsidRDefault="00F03785" w:rsidP="00F03785">
      <w:pPr>
        <w:pStyle w:val="Pta"/>
        <w:tabs>
          <w:tab w:val="clear" w:pos="4153"/>
          <w:tab w:val="clear" w:pos="8306"/>
        </w:tabs>
        <w:rPr>
          <w:i/>
          <w:sz w:val="14"/>
          <w:lang w:val="en-GB"/>
        </w:rPr>
      </w:pPr>
      <w:r w:rsidRPr="00123934">
        <w:rPr>
          <w:sz w:val="18"/>
          <w:szCs w:val="18"/>
          <w:lang w:val="en-GB"/>
        </w:rPr>
        <w:t>Certificate of accreditation No.</w:t>
      </w:r>
      <w:r w:rsidR="003F52AC" w:rsidRPr="00123934">
        <w:rPr>
          <w:sz w:val="18"/>
          <w:szCs w:val="18"/>
          <w:lang w:val="en-GB"/>
        </w:rPr>
        <w:t>:</w:t>
      </w:r>
      <w:r w:rsidR="003F52AC" w:rsidRPr="00123934">
        <w:rPr>
          <w:lang w:val="en-GB"/>
        </w:rPr>
        <w:t xml:space="preserve"> </w:t>
      </w:r>
      <w:bookmarkStart w:id="0" w:name="Text1"/>
      <w:r w:rsidR="003F52AC" w:rsidRPr="00123934">
        <w:rPr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F52AC" w:rsidRPr="00123934">
        <w:rPr>
          <w:lang w:val="en-GB"/>
        </w:rPr>
        <w:instrText xml:space="preserve"> FORMTEXT </w:instrText>
      </w:r>
      <w:r w:rsidR="003F52AC" w:rsidRPr="00123934">
        <w:rPr>
          <w:lang w:val="en-GB"/>
        </w:rPr>
      </w:r>
      <w:r w:rsidR="003F52AC" w:rsidRPr="00123934">
        <w:rPr>
          <w:lang w:val="en-GB"/>
        </w:rPr>
        <w:fldChar w:fldCharType="separate"/>
      </w:r>
      <w:r w:rsidR="003F52AC" w:rsidRPr="00123934">
        <w:rPr>
          <w:noProof/>
          <w:lang w:val="en-GB"/>
        </w:rPr>
        <w:t> </w:t>
      </w:r>
      <w:r w:rsidR="003F52AC" w:rsidRPr="00123934">
        <w:rPr>
          <w:noProof/>
          <w:lang w:val="en-GB"/>
        </w:rPr>
        <w:t> </w:t>
      </w:r>
      <w:r w:rsidR="003F52AC" w:rsidRPr="00123934">
        <w:rPr>
          <w:noProof/>
          <w:lang w:val="en-GB"/>
        </w:rPr>
        <w:t> </w:t>
      </w:r>
      <w:r w:rsidR="003F52AC" w:rsidRPr="00123934">
        <w:rPr>
          <w:noProof/>
          <w:lang w:val="en-GB"/>
        </w:rPr>
        <w:t> </w:t>
      </w:r>
      <w:r w:rsidR="003F52AC" w:rsidRPr="00123934">
        <w:rPr>
          <w:noProof/>
          <w:lang w:val="en-GB"/>
        </w:rPr>
        <w:t> </w:t>
      </w:r>
      <w:r w:rsidR="003F52AC" w:rsidRPr="00123934">
        <w:rPr>
          <w:lang w:val="en-GB"/>
        </w:rPr>
        <w:fldChar w:fldCharType="end"/>
      </w:r>
      <w:bookmarkEnd w:id="0"/>
      <w:r w:rsidR="000822E1" w:rsidRPr="00123934">
        <w:rPr>
          <w:lang w:val="en-GB"/>
        </w:rPr>
        <w:t xml:space="preserve"> </w:t>
      </w:r>
      <w:r w:rsidR="003F52AC" w:rsidRPr="00123934">
        <w:rPr>
          <w:i/>
          <w:vertAlign w:val="superscript"/>
          <w:lang w:val="en-GB"/>
        </w:rPr>
        <w:t xml:space="preserve">*) </w:t>
      </w:r>
      <w:r w:rsidRPr="00123934">
        <w:rPr>
          <w:i/>
          <w:sz w:val="14"/>
          <w:lang w:val="en-GB"/>
        </w:rPr>
        <w:t xml:space="preserve">specify only in case of application for accreditation, reassessment or extension </w:t>
      </w:r>
    </w:p>
    <w:p w14:paraId="17CC9266" w14:textId="77777777" w:rsidR="00AE668A" w:rsidRPr="00123934" w:rsidRDefault="00AE668A" w:rsidP="00492E0E">
      <w:pPr>
        <w:pStyle w:val="Podtitul"/>
        <w:jc w:val="left"/>
        <w:rPr>
          <w:rFonts w:ascii="Times New Roman" w:hAnsi="Times New Roman"/>
          <w:i/>
          <w:sz w:val="14"/>
          <w:lang w:val="en-GB"/>
        </w:rPr>
        <w:sectPr w:rsidR="00AE668A" w:rsidRPr="00123934" w:rsidSect="00396DDC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</w:p>
    <w:p w14:paraId="1E192088" w14:textId="77777777" w:rsidR="00AE668A" w:rsidRPr="00123934" w:rsidRDefault="00AE668A" w:rsidP="00492E0E">
      <w:pPr>
        <w:pStyle w:val="Podtitul"/>
        <w:jc w:val="left"/>
        <w:rPr>
          <w:rFonts w:ascii="Times New Roman" w:hAnsi="Times New Roman"/>
          <w:i/>
          <w:sz w:val="14"/>
          <w:lang w:val="en-GB"/>
        </w:rPr>
      </w:pPr>
    </w:p>
    <w:p w14:paraId="4501D434" w14:textId="77777777" w:rsidR="0078141E" w:rsidRPr="00123934" w:rsidRDefault="0078141E">
      <w:pPr>
        <w:pStyle w:val="Podtitul"/>
        <w:jc w:val="left"/>
        <w:rPr>
          <w:sz w:val="28"/>
          <w:lang w:val="en-GB"/>
        </w:rPr>
      </w:pPr>
    </w:p>
    <w:tbl>
      <w:tblPr>
        <w:tblW w:w="149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2"/>
        <w:gridCol w:w="183"/>
        <w:gridCol w:w="4171"/>
        <w:gridCol w:w="185"/>
        <w:gridCol w:w="7203"/>
        <w:gridCol w:w="20"/>
      </w:tblGrid>
      <w:tr w:rsidR="0078141E" w:rsidRPr="00123934" w14:paraId="431EF32C" w14:textId="77777777" w:rsidTr="00CE7A53">
        <w:trPr>
          <w:trHeight w:val="275"/>
        </w:trPr>
        <w:tc>
          <w:tcPr>
            <w:tcW w:w="3142" w:type="dxa"/>
          </w:tcPr>
          <w:p w14:paraId="72369DB6" w14:textId="77777777" w:rsidR="0078141E" w:rsidRPr="00123934" w:rsidRDefault="0078141E" w:rsidP="007E7788">
            <w:pPr>
              <w:pStyle w:val="EmptyCellLayoutStyle"/>
              <w:spacing w:after="0" w:line="240" w:lineRule="auto"/>
              <w:rPr>
                <w:lang w:val="en-GB"/>
              </w:rPr>
            </w:pPr>
          </w:p>
        </w:tc>
        <w:tc>
          <w:tcPr>
            <w:tcW w:w="183" w:type="dxa"/>
          </w:tcPr>
          <w:p w14:paraId="344D529E" w14:textId="77777777" w:rsidR="0078141E" w:rsidRPr="00123934" w:rsidRDefault="0078141E" w:rsidP="007E7788">
            <w:pPr>
              <w:pStyle w:val="EmptyCellLayoutStyle"/>
              <w:spacing w:after="0" w:line="240" w:lineRule="auto"/>
              <w:rPr>
                <w:lang w:val="en-GB"/>
              </w:rPr>
            </w:pPr>
          </w:p>
        </w:tc>
        <w:tc>
          <w:tcPr>
            <w:tcW w:w="4171" w:type="dxa"/>
          </w:tcPr>
          <w:p w14:paraId="156748D9" w14:textId="77777777" w:rsidR="0078141E" w:rsidRPr="00123934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185" w:type="dxa"/>
          </w:tcPr>
          <w:p w14:paraId="36627151" w14:textId="77777777" w:rsidR="0078141E" w:rsidRPr="00123934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7203" w:type="dxa"/>
          </w:tcPr>
          <w:p w14:paraId="79A20B03" w14:textId="77777777" w:rsidR="0078141E" w:rsidRPr="00123934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0" w:type="dxa"/>
          </w:tcPr>
          <w:p w14:paraId="588D6315" w14:textId="77777777" w:rsidR="0078141E" w:rsidRPr="00123934" w:rsidRDefault="0078141E" w:rsidP="007E7788">
            <w:pPr>
              <w:pStyle w:val="EmptyCellLayoutStyle"/>
              <w:spacing w:after="0" w:line="240" w:lineRule="auto"/>
              <w:rPr>
                <w:lang w:val="en-GB"/>
              </w:rPr>
            </w:pPr>
          </w:p>
        </w:tc>
      </w:tr>
      <w:tr w:rsidR="0078141E" w:rsidRPr="00123934" w14:paraId="50342139" w14:textId="77777777" w:rsidTr="0078141E">
        <w:tc>
          <w:tcPr>
            <w:tcW w:w="14884" w:type="dxa"/>
            <w:gridSpan w:val="5"/>
          </w:tcPr>
          <w:tbl>
            <w:tblPr>
              <w:tblW w:w="977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6"/>
              <w:gridCol w:w="569"/>
              <w:gridCol w:w="3402"/>
              <w:gridCol w:w="5245"/>
            </w:tblGrid>
            <w:tr w:rsidR="00AA22A4" w:rsidRPr="00123934" w14:paraId="0920CA6F" w14:textId="77777777" w:rsidTr="0069363F">
              <w:trPr>
                <w:trHeight w:val="262"/>
                <w:tblHeader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shd w:val="pct10" w:color="C4BC96" w:themeColor="background2" w:themeShade="BF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63B0F5" w14:textId="77777777" w:rsidR="00AA22A4" w:rsidRPr="00123934" w:rsidRDefault="00AA22A4" w:rsidP="00AA22A4">
                  <w:pPr>
                    <w:jc w:val="center"/>
                    <w:rPr>
                      <w:b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Standard clause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pct10" w:color="C4BC96" w:themeColor="background2" w:themeShade="BF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8875E8" w14:textId="77777777" w:rsidR="00AA22A4" w:rsidRPr="00123934" w:rsidRDefault="00AA22A4" w:rsidP="00AA22A4">
                  <w:pPr>
                    <w:ind w:left="105"/>
                    <w:rPr>
                      <w:b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Name of the clause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pct10" w:color="C4BC96" w:themeColor="background2" w:themeShade="BF" w:fill="auto"/>
                  <w:vAlign w:val="center"/>
                </w:tcPr>
                <w:p w14:paraId="0A200307" w14:textId="77777777" w:rsidR="00AA22A4" w:rsidRPr="00123934" w:rsidRDefault="00AA22A4" w:rsidP="00AA22A4">
                  <w:pPr>
                    <w:jc w:val="center"/>
                    <w:rPr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 xml:space="preserve">Description of Compliance - reference to the articles of the relevant documents </w:t>
                  </w:r>
                  <w:r w:rsidR="00283260" w:rsidRPr="00123934">
                    <w:rPr>
                      <w:b/>
                      <w:color w:val="000000"/>
                      <w:lang w:val="en-GB"/>
                    </w:rPr>
                    <w:t>*</w:t>
                  </w:r>
                  <w:r w:rsidRPr="00123934">
                    <w:rPr>
                      <w:b/>
                      <w:color w:val="000000"/>
                      <w:lang w:val="en-GB"/>
                    </w:rPr>
                    <w:t>*)</w:t>
                  </w:r>
                </w:p>
              </w:tc>
            </w:tr>
            <w:tr w:rsidR="00AA22A4" w:rsidRPr="00123934" w14:paraId="4C3986CA" w14:textId="77777777" w:rsidTr="0069363F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02C237" w14:textId="77777777" w:rsidR="00AA22A4" w:rsidRPr="00123934" w:rsidRDefault="00AA22A4" w:rsidP="00AA22A4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4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  <w:left w:val="single" w:sz="7" w:space="0" w:color="000000"/>
                    <w:bottom w:val="single" w:sz="7" w:space="0" w:color="000000"/>
                    <w:right w:val="single" w:sz="8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E1932B" w14:textId="77777777" w:rsidR="00AA22A4" w:rsidRPr="00123934" w:rsidRDefault="00AA22A4" w:rsidP="00AA22A4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General requirements</w:t>
                  </w:r>
                </w:p>
              </w:tc>
              <w:tc>
                <w:tcPr>
                  <w:tcW w:w="5245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6D7B4A1" w14:textId="77777777" w:rsidR="00AA22A4" w:rsidRPr="00123934" w:rsidRDefault="00AA22A4" w:rsidP="00AA22A4">
                  <w:pPr>
                    <w:jc w:val="center"/>
                    <w:rPr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AA22A4" w:rsidRPr="00123934" w14:paraId="4330B8BD" w14:textId="77777777" w:rsidTr="0069363F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F4C86D" w14:textId="77777777" w:rsidR="00AA22A4" w:rsidRPr="00123934" w:rsidRDefault="00AA22A4" w:rsidP="00AA22A4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4.1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B9DDA8" w14:textId="77777777" w:rsidR="00AA22A4" w:rsidRPr="00123934" w:rsidRDefault="00AA22A4" w:rsidP="00AA22A4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Impartiality</w:t>
                  </w:r>
                </w:p>
              </w:tc>
              <w:tc>
                <w:tcPr>
                  <w:tcW w:w="5245" w:type="dxa"/>
                  <w:tcBorders>
                    <w:top w:val="single" w:sz="8" w:space="0" w:color="auto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7794AA0" w14:textId="77777777" w:rsidR="00AA22A4" w:rsidRPr="00123934" w:rsidRDefault="00AA22A4" w:rsidP="00AA22A4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AA22A4" w:rsidRPr="00123934" w14:paraId="6BEE5F00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2BF19E" w14:textId="77777777" w:rsidR="00AA22A4" w:rsidRPr="00123934" w:rsidRDefault="00AA22A4" w:rsidP="00AA22A4">
                  <w:pPr>
                    <w:ind w:left="232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4.2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E114C4" w14:textId="77777777" w:rsidR="00AA22A4" w:rsidRPr="00123934" w:rsidRDefault="00123934" w:rsidP="00AA22A4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Confidentiality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CE658ED" w14:textId="77777777" w:rsidR="00AA22A4" w:rsidRPr="00123934" w:rsidRDefault="00AA22A4" w:rsidP="00AA22A4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8141E" w:rsidRPr="00123934" w14:paraId="76C04327" w14:textId="77777777" w:rsidTr="00EA2DE0">
              <w:trPr>
                <w:gridAfter w:val="3"/>
                <w:wAfter w:w="9216" w:type="dxa"/>
                <w:trHeight w:val="262"/>
              </w:trPr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BF7A36" w14:textId="77777777" w:rsidR="0078141E" w:rsidRPr="00123934" w:rsidRDefault="0078141E" w:rsidP="009552CA">
                  <w:pPr>
                    <w:ind w:firstLine="232"/>
                    <w:rPr>
                      <w:b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AA22A4" w:rsidRPr="00123934" w14:paraId="5198EA86" w14:textId="77777777" w:rsidTr="009D3E8F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DD31B1" w14:textId="77777777" w:rsidR="00AA22A4" w:rsidRPr="00123934" w:rsidRDefault="00AA22A4" w:rsidP="00AA22A4">
                  <w:pPr>
                    <w:jc w:val="center"/>
                    <w:rPr>
                      <w:b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Standard clause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C83D52" w14:textId="77777777" w:rsidR="00AA22A4" w:rsidRPr="00123934" w:rsidRDefault="00AA22A4" w:rsidP="00AA22A4">
                  <w:pPr>
                    <w:ind w:left="105"/>
                    <w:rPr>
                      <w:b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Name of the clause</w:t>
                  </w: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vAlign w:val="center"/>
                </w:tcPr>
                <w:p w14:paraId="64E573D0" w14:textId="77777777" w:rsidR="00AA22A4" w:rsidRPr="00123934" w:rsidRDefault="00AA22A4" w:rsidP="00AA22A4">
                  <w:pPr>
                    <w:jc w:val="center"/>
                    <w:rPr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 xml:space="preserve">Description of Compliance - reference to the articles of the relevant documents </w:t>
                  </w:r>
                  <w:r w:rsidR="00283260" w:rsidRPr="00123934">
                    <w:rPr>
                      <w:b/>
                      <w:color w:val="000000"/>
                      <w:lang w:val="en-GB"/>
                    </w:rPr>
                    <w:t>*</w:t>
                  </w:r>
                  <w:r w:rsidRPr="00123934">
                    <w:rPr>
                      <w:b/>
                      <w:color w:val="000000"/>
                      <w:lang w:val="en-GB"/>
                    </w:rPr>
                    <w:t>*)</w:t>
                  </w:r>
                </w:p>
              </w:tc>
            </w:tr>
            <w:tr w:rsidR="00AA22A4" w:rsidRPr="00123934" w14:paraId="0945B200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69E919" w14:textId="77777777" w:rsidR="00AA22A4" w:rsidRPr="00123934" w:rsidRDefault="00AA22A4" w:rsidP="00AA22A4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5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205CCA" w14:textId="77777777" w:rsidR="00AA22A4" w:rsidRPr="00123934" w:rsidRDefault="00AA22A4" w:rsidP="00AA22A4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Structural requirements</w:t>
                  </w: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894A333" w14:textId="77777777" w:rsidR="00AA22A4" w:rsidRPr="00123934" w:rsidRDefault="00AA22A4" w:rsidP="00AA22A4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9552CA" w:rsidRPr="00123934" w14:paraId="5937BC99" w14:textId="77777777" w:rsidTr="00EA2DE0">
              <w:trPr>
                <w:gridAfter w:val="3"/>
                <w:wAfter w:w="9216" w:type="dxa"/>
                <w:trHeight w:val="262"/>
              </w:trPr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CA4EA4" w14:textId="77777777" w:rsidR="009552CA" w:rsidRPr="00123934" w:rsidRDefault="009552CA" w:rsidP="009552CA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AA22A4" w:rsidRPr="00123934" w14:paraId="362E577A" w14:textId="77777777" w:rsidTr="0069363F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7" w:space="0" w:color="000000"/>
                    <w:right w:val="single" w:sz="8" w:space="0" w:color="auto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4B1D50" w14:textId="77777777" w:rsidR="00AA22A4" w:rsidRPr="00123934" w:rsidRDefault="00AA22A4" w:rsidP="00AA22A4">
                  <w:pPr>
                    <w:jc w:val="center"/>
                    <w:rPr>
                      <w:b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Standard clause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B056D6" w14:textId="77777777" w:rsidR="00AA22A4" w:rsidRPr="00123934" w:rsidRDefault="00AA22A4" w:rsidP="00AA22A4">
                  <w:pPr>
                    <w:ind w:left="105"/>
                    <w:rPr>
                      <w:b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Name of the clause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pct10" w:color="DDD9C3" w:themeColor="background2" w:themeShade="E6" w:fill="auto"/>
                  <w:vAlign w:val="center"/>
                </w:tcPr>
                <w:p w14:paraId="0E00223E" w14:textId="77777777" w:rsidR="00AA22A4" w:rsidRPr="00123934" w:rsidRDefault="00AA22A4" w:rsidP="00AA22A4">
                  <w:pPr>
                    <w:jc w:val="center"/>
                    <w:rPr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 xml:space="preserve">Description of Compliance - reference to the articles of the relevant documents </w:t>
                  </w:r>
                  <w:r w:rsidR="00283260" w:rsidRPr="00123934">
                    <w:rPr>
                      <w:b/>
                      <w:color w:val="000000"/>
                      <w:lang w:val="en-GB"/>
                    </w:rPr>
                    <w:t>*</w:t>
                  </w:r>
                  <w:r w:rsidRPr="00123934">
                    <w:rPr>
                      <w:b/>
                      <w:color w:val="000000"/>
                      <w:lang w:val="en-GB"/>
                    </w:rPr>
                    <w:t>*)</w:t>
                  </w:r>
                </w:p>
              </w:tc>
            </w:tr>
            <w:tr w:rsidR="00AA22A4" w:rsidRPr="00123934" w14:paraId="532C431D" w14:textId="77777777" w:rsidTr="0069363F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DEAA94" w14:textId="77777777" w:rsidR="00AA22A4" w:rsidRPr="00123934" w:rsidRDefault="00AA22A4" w:rsidP="00AA22A4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8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42BFA4" w14:textId="77777777" w:rsidR="00AA22A4" w:rsidRPr="00123934" w:rsidRDefault="00AA22A4" w:rsidP="00AA22A4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Resource requirements</w:t>
                  </w:r>
                </w:p>
              </w:tc>
              <w:tc>
                <w:tcPr>
                  <w:tcW w:w="5245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ABEC22F" w14:textId="77777777" w:rsidR="00AA22A4" w:rsidRPr="00123934" w:rsidRDefault="00AA22A4" w:rsidP="00AA22A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AA22A4" w:rsidRPr="00123934" w14:paraId="08E5D3EB" w14:textId="77777777" w:rsidTr="0069363F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1798A8" w14:textId="77777777" w:rsidR="00AA22A4" w:rsidRPr="00123934" w:rsidRDefault="00AA22A4" w:rsidP="00AA22A4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6.1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485F29" w14:textId="77777777" w:rsidR="00AA22A4" w:rsidRPr="00123934" w:rsidRDefault="00AA22A4" w:rsidP="00AA22A4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General</w:t>
                  </w:r>
                </w:p>
              </w:tc>
              <w:tc>
                <w:tcPr>
                  <w:tcW w:w="5245" w:type="dxa"/>
                  <w:tcBorders>
                    <w:top w:val="single" w:sz="8" w:space="0" w:color="auto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B77AAF3" w14:textId="77777777" w:rsidR="00AA22A4" w:rsidRPr="00123934" w:rsidRDefault="00AA22A4" w:rsidP="00AA22A4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AA22A4" w:rsidRPr="00123934" w14:paraId="3A6495D6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FF9537" w14:textId="77777777" w:rsidR="00AA22A4" w:rsidRPr="00123934" w:rsidRDefault="00AA22A4" w:rsidP="00AA22A4">
                  <w:pPr>
                    <w:ind w:firstLine="232"/>
                    <w:rPr>
                      <w:b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6.2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0C5DB0" w14:textId="77777777" w:rsidR="00AA22A4" w:rsidRPr="00123934" w:rsidRDefault="00AA22A4" w:rsidP="00AA22A4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Personnel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872E269" w14:textId="77777777" w:rsidR="00AA22A4" w:rsidRPr="00123934" w:rsidRDefault="00AA22A4" w:rsidP="00AA22A4">
                  <w:pPr>
                    <w:jc w:val="center"/>
                    <w:rPr>
                      <w:lang w:val="en-GB"/>
                    </w:rPr>
                  </w:pPr>
                </w:p>
              </w:tc>
            </w:tr>
            <w:tr w:rsidR="00AA22A4" w:rsidRPr="00123934" w14:paraId="6390C3A7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D4F55B" w14:textId="77777777" w:rsidR="00AA22A4" w:rsidRPr="00123934" w:rsidRDefault="00AA22A4" w:rsidP="00AA22A4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6.3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D569E4" w14:textId="77777777" w:rsidR="00AA22A4" w:rsidRPr="00123934" w:rsidRDefault="00AA22A4" w:rsidP="00AA22A4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 xml:space="preserve">Facilities and environmental </w:t>
                  </w:r>
                  <w:r w:rsidR="00123934" w:rsidRPr="00123934">
                    <w:rPr>
                      <w:b/>
                      <w:color w:val="000000"/>
                      <w:lang w:val="en-GB"/>
                    </w:rPr>
                    <w:t>conditions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14C34C3" w14:textId="77777777" w:rsidR="00AA22A4" w:rsidRPr="00123934" w:rsidRDefault="00AA22A4" w:rsidP="00AA22A4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AA22A4" w:rsidRPr="00123934" w14:paraId="7FE613BC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AEBAF4" w14:textId="77777777" w:rsidR="00AA22A4" w:rsidRPr="00123934" w:rsidRDefault="00AA22A4" w:rsidP="00AA22A4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6.4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470D6A" w14:textId="77777777" w:rsidR="00AA22A4" w:rsidRPr="00123934" w:rsidRDefault="00AA22A4" w:rsidP="00AA22A4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Equipment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DDA6F21" w14:textId="77777777" w:rsidR="00AA22A4" w:rsidRPr="00123934" w:rsidRDefault="00AA22A4" w:rsidP="00AA22A4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AA22A4" w:rsidRPr="00123934" w14:paraId="4DAB16F2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900FD4" w14:textId="77777777" w:rsidR="00AA22A4" w:rsidRPr="00123934" w:rsidRDefault="00AA22A4" w:rsidP="00AA22A4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6.5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BC0DAA" w14:textId="77777777" w:rsidR="00AA22A4" w:rsidRPr="00123934" w:rsidRDefault="00AA22A4" w:rsidP="00AA22A4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 xml:space="preserve">Metrological </w:t>
                  </w:r>
                  <w:r w:rsidR="00123934" w:rsidRPr="00123934">
                    <w:rPr>
                      <w:b/>
                      <w:color w:val="000000"/>
                      <w:lang w:val="en-GB"/>
                    </w:rPr>
                    <w:t>traceability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E64D77A" w14:textId="77777777" w:rsidR="00AA22A4" w:rsidRPr="00123934" w:rsidRDefault="00AA22A4" w:rsidP="00AA22A4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AA22A4" w:rsidRPr="00123934" w14:paraId="4BEFAE22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9C2186" w14:textId="77777777" w:rsidR="00AA22A4" w:rsidRPr="00123934" w:rsidRDefault="00AA22A4" w:rsidP="00AA22A4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6.6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BEE2D3" w14:textId="77777777" w:rsidR="00AA22A4" w:rsidRPr="00123934" w:rsidRDefault="00AA22A4" w:rsidP="00AA22A4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Externally provided products and services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</w:tcPr>
                <w:p w14:paraId="6510ADFD" w14:textId="77777777" w:rsidR="00AA22A4" w:rsidRPr="00123934" w:rsidRDefault="00AA22A4" w:rsidP="00AA22A4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123934" w14:paraId="00C7B50F" w14:textId="77777777" w:rsidTr="00F802A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F8256B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C05641" w14:textId="77777777" w:rsidR="007C4215" w:rsidRPr="00123934" w:rsidRDefault="007C4215" w:rsidP="007C4215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</w:tcPr>
                <w:p w14:paraId="33B9FA65" w14:textId="77777777" w:rsidR="007C4215" w:rsidRPr="00123934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AA22A4" w:rsidRPr="00123934" w14:paraId="30A7D662" w14:textId="77777777" w:rsidTr="00F802A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79B50D" w14:textId="77777777" w:rsidR="00AA22A4" w:rsidRPr="00123934" w:rsidRDefault="00AA22A4" w:rsidP="00230390">
                  <w:pPr>
                    <w:ind w:left="105" w:hanging="105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Standard clause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237AD5" w14:textId="77777777" w:rsidR="00AA22A4" w:rsidRPr="00123934" w:rsidRDefault="00AA22A4" w:rsidP="00AA22A4">
                  <w:pPr>
                    <w:ind w:left="105"/>
                    <w:rPr>
                      <w:b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Name of the clause</w:t>
                  </w: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pct10" w:color="DDD9C3" w:themeColor="background2" w:themeShade="E6" w:fill="auto"/>
                  <w:vAlign w:val="center"/>
                </w:tcPr>
                <w:p w14:paraId="2C2C0AD2" w14:textId="77777777" w:rsidR="00AA22A4" w:rsidRPr="00123934" w:rsidRDefault="00AA22A4" w:rsidP="00AA22A4">
                  <w:pPr>
                    <w:jc w:val="center"/>
                    <w:rPr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 xml:space="preserve">Description of Compliance - reference to the articles of the relevant documents </w:t>
                  </w:r>
                  <w:r w:rsidR="00283260" w:rsidRPr="00123934">
                    <w:rPr>
                      <w:b/>
                      <w:color w:val="000000"/>
                      <w:lang w:val="en-GB"/>
                    </w:rPr>
                    <w:t>*</w:t>
                  </w:r>
                  <w:r w:rsidRPr="00123934">
                    <w:rPr>
                      <w:b/>
                      <w:color w:val="000000"/>
                      <w:lang w:val="en-GB"/>
                    </w:rPr>
                    <w:t>*)</w:t>
                  </w:r>
                </w:p>
              </w:tc>
            </w:tr>
            <w:tr w:rsidR="00AA22A4" w:rsidRPr="00123934" w14:paraId="51DDE726" w14:textId="77777777" w:rsidTr="00F802A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D83B01" w14:textId="77777777" w:rsidR="00AA22A4" w:rsidRPr="00123934" w:rsidRDefault="00AA22A4" w:rsidP="00AA22A4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7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5C6131" w14:textId="77777777" w:rsidR="00AA22A4" w:rsidRPr="00123934" w:rsidRDefault="00AA22A4" w:rsidP="00AA22A4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Process requirements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</w:tcPr>
                <w:p w14:paraId="260967C0" w14:textId="77777777" w:rsidR="00AA22A4" w:rsidRPr="00123934" w:rsidRDefault="00AA22A4" w:rsidP="00AA22A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AA22A4" w:rsidRPr="00123934" w14:paraId="540FC770" w14:textId="77777777" w:rsidTr="00F802AA">
              <w:trPr>
                <w:trHeight w:val="453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F971B3" w14:textId="77777777" w:rsidR="00AA22A4" w:rsidRPr="00123934" w:rsidRDefault="00AA22A4" w:rsidP="00AA22A4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7.1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8BB227" w14:textId="77777777" w:rsidR="00AA22A4" w:rsidRPr="00123934" w:rsidRDefault="00AA22A4" w:rsidP="00AA22A4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Review of requests, tenders and contracts</w:t>
                  </w: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E3E38A5" w14:textId="77777777" w:rsidR="00AA22A4" w:rsidRPr="00123934" w:rsidRDefault="00AA22A4" w:rsidP="00AA22A4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AA22A4" w:rsidRPr="00123934" w14:paraId="37793F18" w14:textId="77777777" w:rsidTr="00EA2DE0">
              <w:trPr>
                <w:trHeight w:val="433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63080C" w14:textId="77777777" w:rsidR="00AA22A4" w:rsidRPr="00123934" w:rsidRDefault="00AA22A4" w:rsidP="00AA22A4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7.2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38B7EE" w14:textId="77777777" w:rsidR="00AA22A4" w:rsidRPr="00123934" w:rsidRDefault="00123934" w:rsidP="00AA22A4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Selection</w:t>
                  </w:r>
                  <w:r w:rsidR="00AA22A4" w:rsidRPr="00123934">
                    <w:rPr>
                      <w:b/>
                      <w:color w:val="000000"/>
                      <w:lang w:val="en-GB"/>
                    </w:rPr>
                    <w:t xml:space="preserve">, verification and </w:t>
                  </w:r>
                  <w:r w:rsidRPr="00123934">
                    <w:rPr>
                      <w:b/>
                      <w:color w:val="000000"/>
                      <w:lang w:val="en-GB"/>
                    </w:rPr>
                    <w:t>validation</w:t>
                  </w:r>
                  <w:r w:rsidR="00AA22A4" w:rsidRPr="00123934">
                    <w:rPr>
                      <w:b/>
                      <w:color w:val="000000"/>
                      <w:lang w:val="en-GB"/>
                    </w:rPr>
                    <w:t xml:space="preserve"> of methods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0F5242A" w14:textId="77777777" w:rsidR="00AA22A4" w:rsidRPr="00123934" w:rsidRDefault="00AA22A4" w:rsidP="00AA22A4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AA22A4" w:rsidRPr="00123934" w14:paraId="4A2848A1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763B68" w14:textId="77777777" w:rsidR="00AA22A4" w:rsidRPr="00123934" w:rsidRDefault="00AA22A4" w:rsidP="00AA22A4">
                  <w:pPr>
                    <w:ind w:firstLine="232"/>
                    <w:rPr>
                      <w:b/>
                      <w:i/>
                      <w:lang w:val="en-GB"/>
                    </w:rPr>
                  </w:pPr>
                  <w:r w:rsidRPr="00123934">
                    <w:rPr>
                      <w:b/>
                      <w:i/>
                      <w:lang w:val="en-GB"/>
                    </w:rPr>
                    <w:t>7.2.1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D1EDC1" w14:textId="77777777" w:rsidR="00AA22A4" w:rsidRPr="00123934" w:rsidRDefault="00AA22A4" w:rsidP="00AA22A4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bCs/>
                      <w:i/>
                      <w:color w:val="000000"/>
                      <w:lang w:val="en-GB"/>
                    </w:rPr>
                    <w:t>Selection and verification of methods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39AF14F" w14:textId="77777777" w:rsidR="00AA22A4" w:rsidRPr="00123934" w:rsidRDefault="00AA22A4" w:rsidP="00AA22A4">
                  <w:pPr>
                    <w:jc w:val="center"/>
                    <w:rPr>
                      <w:lang w:val="en-GB"/>
                    </w:rPr>
                  </w:pPr>
                </w:p>
              </w:tc>
            </w:tr>
            <w:tr w:rsidR="00AA22A4" w:rsidRPr="00123934" w14:paraId="172D94FA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7715AB" w14:textId="77777777" w:rsidR="00AA22A4" w:rsidRPr="00123934" w:rsidRDefault="00AA22A4" w:rsidP="00AA22A4">
                  <w:pPr>
                    <w:ind w:firstLine="232"/>
                    <w:rPr>
                      <w:b/>
                      <w:i/>
                      <w:lang w:val="en-GB"/>
                    </w:rPr>
                  </w:pPr>
                  <w:r w:rsidRPr="00123934">
                    <w:rPr>
                      <w:b/>
                      <w:i/>
                      <w:lang w:val="en-GB"/>
                    </w:rPr>
                    <w:t>7.2.2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86F80C" w14:textId="77777777" w:rsidR="00AA22A4" w:rsidRPr="00123934" w:rsidRDefault="00AA22A4" w:rsidP="00AA22A4">
                  <w:pPr>
                    <w:ind w:left="105"/>
                    <w:rPr>
                      <w:b/>
                      <w:bCs/>
                      <w:i/>
                      <w:lang w:val="en-GB"/>
                    </w:rPr>
                  </w:pPr>
                  <w:r w:rsidRPr="00123934">
                    <w:rPr>
                      <w:b/>
                      <w:bCs/>
                      <w:i/>
                      <w:color w:val="000000"/>
                      <w:lang w:val="en-GB"/>
                    </w:rPr>
                    <w:t>Validation of methods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1E69D4E" w14:textId="77777777" w:rsidR="00AA22A4" w:rsidRPr="00123934" w:rsidRDefault="00AA22A4" w:rsidP="00AA22A4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AA22A4" w:rsidRPr="00123934" w14:paraId="35F4C24B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B8F3EA" w14:textId="77777777" w:rsidR="00AA22A4" w:rsidRPr="00123934" w:rsidRDefault="00AA22A4" w:rsidP="00AA22A4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lastRenderedPageBreak/>
                    <w:t>7.3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724195" w14:textId="77777777" w:rsidR="00AA22A4" w:rsidRPr="00123934" w:rsidRDefault="00AA22A4" w:rsidP="00AA22A4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  <w:t>Sampling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E4AC859" w14:textId="77777777" w:rsidR="00AA22A4" w:rsidRPr="00123934" w:rsidRDefault="00AA22A4" w:rsidP="00AA22A4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123934" w14:paraId="5C3CD6DF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CE876C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7.4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2DFB59" w14:textId="77777777" w:rsidR="007C4215" w:rsidRPr="00123934" w:rsidRDefault="00023309" w:rsidP="007C4215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  <w:t>Handling of test or calibration items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6105941" w14:textId="77777777" w:rsidR="007C4215" w:rsidRPr="00123934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24C1BB22" w14:textId="77777777" w:rsidTr="00EA2DE0">
              <w:trPr>
                <w:trHeight w:val="306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0C150F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7.5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90B771" w14:textId="77777777" w:rsidR="007C4215" w:rsidRPr="00123934" w:rsidRDefault="00023309" w:rsidP="007C4215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  <w:t>Technical records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9DA3F78" w14:textId="77777777" w:rsidR="007C4215" w:rsidRPr="00123934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2FAED39B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34C757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7.6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D03316" w14:textId="77777777" w:rsidR="007C4215" w:rsidRPr="00123934" w:rsidRDefault="00023309" w:rsidP="00023309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  <w:t>Evaluation of measurement uncertainty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444D512" w14:textId="77777777" w:rsidR="007C4215" w:rsidRPr="00123934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7C24BAF4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F8A066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7.7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2E40A5" w14:textId="77777777" w:rsidR="007C4215" w:rsidRPr="00123934" w:rsidRDefault="00023309" w:rsidP="00023309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  <w:t>Ensuring the validity of results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272E0BF" w14:textId="77777777" w:rsidR="007C4215" w:rsidRPr="00123934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68C8EFC1" w14:textId="77777777" w:rsidTr="00EA2DE0">
              <w:trPr>
                <w:trHeight w:val="303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250BFE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7.8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49D1BC" w14:textId="77777777" w:rsidR="007C4215" w:rsidRPr="00123934" w:rsidRDefault="006727CB" w:rsidP="00243F5F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  <w:t>Reporting of results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AFFF78F" w14:textId="77777777" w:rsidR="007C4215" w:rsidRPr="00123934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273C0BC2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A2B1E6" w14:textId="77777777" w:rsidR="007C4215" w:rsidRPr="00123934" w:rsidRDefault="007C4215" w:rsidP="007C4215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i/>
                      <w:sz w:val="22"/>
                      <w:szCs w:val="22"/>
                      <w:lang w:val="en-GB"/>
                    </w:rPr>
                    <w:t>7.8.1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8FCF40" w14:textId="77777777" w:rsidR="007C4215" w:rsidRPr="00123934" w:rsidRDefault="006727CB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bCs/>
                      <w:i/>
                      <w:color w:val="000000"/>
                      <w:sz w:val="22"/>
                      <w:szCs w:val="22"/>
                      <w:lang w:val="en-GB"/>
                    </w:rPr>
                    <w:t>General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</w:tcPr>
                <w:p w14:paraId="6B0E861E" w14:textId="77777777" w:rsidR="007C4215" w:rsidRPr="00123934" w:rsidRDefault="007C4215" w:rsidP="007C4215">
                  <w:pPr>
                    <w:jc w:val="center"/>
                    <w:rPr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7FDCD820" w14:textId="77777777" w:rsidTr="00EA2DE0">
              <w:trPr>
                <w:trHeight w:val="844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9BE9D1" w14:textId="77777777" w:rsidR="007C4215" w:rsidRPr="00123934" w:rsidRDefault="007C4215" w:rsidP="007C4215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i/>
                      <w:sz w:val="22"/>
                      <w:szCs w:val="22"/>
                      <w:lang w:val="en-GB"/>
                    </w:rPr>
                    <w:t>7.8.2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65D6B0" w14:textId="77777777" w:rsidR="007C4215" w:rsidRPr="00123934" w:rsidRDefault="006727CB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bCs/>
                      <w:i/>
                      <w:color w:val="000000"/>
                      <w:lang w:val="en-GB"/>
                    </w:rPr>
                    <w:t xml:space="preserve">Common </w:t>
                  </w:r>
                  <w:r w:rsidR="00123934" w:rsidRPr="00123934">
                    <w:rPr>
                      <w:b/>
                      <w:bCs/>
                      <w:i/>
                      <w:color w:val="000000"/>
                      <w:lang w:val="en-GB"/>
                    </w:rPr>
                    <w:t>requirements</w:t>
                  </w:r>
                  <w:r w:rsidRPr="00123934">
                    <w:rPr>
                      <w:b/>
                      <w:bCs/>
                      <w:i/>
                      <w:color w:val="000000"/>
                      <w:lang w:val="en-GB"/>
                    </w:rPr>
                    <w:t xml:space="preserve"> for reports (test, calibration or sampling)</w:t>
                  </w: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2E9D6A9" w14:textId="77777777" w:rsidR="007C4215" w:rsidRPr="00123934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5FE5617A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5C2F72" w14:textId="77777777" w:rsidR="007C4215" w:rsidRPr="00123934" w:rsidRDefault="007C4215" w:rsidP="007C4215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i/>
                      <w:sz w:val="22"/>
                      <w:szCs w:val="22"/>
                      <w:lang w:val="en-GB"/>
                    </w:rPr>
                    <w:t>7.8.3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9510F1" w14:textId="77777777" w:rsidR="007C4215" w:rsidRPr="00123934" w:rsidRDefault="006727CB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bCs/>
                      <w:i/>
                      <w:color w:val="000000"/>
                      <w:lang w:val="en-GB"/>
                    </w:rPr>
                    <w:t>Specific requirements for test reports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6B7AFF0" w14:textId="77777777" w:rsidR="007C4215" w:rsidRPr="00123934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00E00EBE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D9769C" w14:textId="77777777" w:rsidR="007C4215" w:rsidRPr="00123934" w:rsidRDefault="007C4215" w:rsidP="007C4215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i/>
                      <w:sz w:val="22"/>
                      <w:szCs w:val="22"/>
                      <w:lang w:val="en-GB"/>
                    </w:rPr>
                    <w:t>7.8.4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A83117" w14:textId="77777777" w:rsidR="007C4215" w:rsidRPr="00123934" w:rsidRDefault="006727CB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bCs/>
                      <w:i/>
                      <w:color w:val="000000"/>
                      <w:lang w:val="en-GB"/>
                    </w:rPr>
                    <w:t>Specific requirements for calibration certificates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17000EB" w14:textId="77777777" w:rsidR="007C4215" w:rsidRPr="00123934" w:rsidRDefault="007C4215" w:rsidP="007C4215">
                  <w:pPr>
                    <w:jc w:val="center"/>
                    <w:rPr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76EC8EC1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A23A8F" w14:textId="77777777" w:rsidR="007C4215" w:rsidRPr="00123934" w:rsidRDefault="007C4215" w:rsidP="007C4215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i/>
                      <w:sz w:val="22"/>
                      <w:szCs w:val="22"/>
                      <w:lang w:val="en-GB"/>
                    </w:rPr>
                    <w:t>7.8.5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AD47E2" w14:textId="77777777" w:rsidR="007C4215" w:rsidRPr="00123934" w:rsidRDefault="006727CB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bCs/>
                      <w:i/>
                      <w:color w:val="000000"/>
                      <w:lang w:val="en-GB"/>
                    </w:rPr>
                    <w:t>Reporting sampling - specific requirements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2AB7677" w14:textId="77777777" w:rsidR="007C4215" w:rsidRPr="00123934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7A0524E6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2D6A4C" w14:textId="77777777" w:rsidR="007C4215" w:rsidRPr="00123934" w:rsidRDefault="007C4215" w:rsidP="007C4215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i/>
                      <w:sz w:val="22"/>
                      <w:szCs w:val="22"/>
                      <w:lang w:val="en-GB"/>
                    </w:rPr>
                    <w:t>7.8.6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53E8A9" w14:textId="77777777" w:rsidR="007C4215" w:rsidRPr="00123934" w:rsidRDefault="006727CB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bCs/>
                      <w:i/>
                      <w:color w:val="000000"/>
                      <w:lang w:val="en-GB"/>
                    </w:rPr>
                    <w:t>Reporting statements of conformity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F116966" w14:textId="77777777" w:rsidR="007C4215" w:rsidRPr="00123934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1C8EAC60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658A42" w14:textId="77777777" w:rsidR="007C4215" w:rsidRPr="00123934" w:rsidRDefault="007C4215" w:rsidP="007C4215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i/>
                      <w:sz w:val="22"/>
                      <w:szCs w:val="22"/>
                      <w:lang w:val="en-GB"/>
                    </w:rPr>
                    <w:t>7.8.7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75E5CE" w14:textId="77777777" w:rsidR="007C4215" w:rsidRPr="00123934" w:rsidRDefault="006727CB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bCs/>
                      <w:i/>
                      <w:color w:val="000000"/>
                      <w:lang w:val="en-GB"/>
                    </w:rPr>
                    <w:t xml:space="preserve">Reporting opinions and </w:t>
                  </w:r>
                  <w:r w:rsidR="00123934" w:rsidRPr="00123934">
                    <w:rPr>
                      <w:b/>
                      <w:bCs/>
                      <w:i/>
                      <w:color w:val="000000"/>
                      <w:lang w:val="en-GB"/>
                    </w:rPr>
                    <w:t>interpretations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1FE1C40" w14:textId="77777777" w:rsidR="007C4215" w:rsidRPr="00123934" w:rsidRDefault="007C4215" w:rsidP="007C4215">
                  <w:pPr>
                    <w:jc w:val="center"/>
                    <w:rPr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70826EBF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77B2A6" w14:textId="77777777" w:rsidR="007C4215" w:rsidRPr="00123934" w:rsidRDefault="007C4215" w:rsidP="007C4215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i/>
                      <w:sz w:val="22"/>
                      <w:szCs w:val="22"/>
                      <w:lang w:val="en-GB"/>
                    </w:rPr>
                    <w:t>7.8.8.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0D40A1" w14:textId="77777777" w:rsidR="007C4215" w:rsidRPr="00123934" w:rsidRDefault="006727CB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bCs/>
                      <w:i/>
                      <w:color w:val="000000"/>
                      <w:lang w:val="en-GB"/>
                    </w:rPr>
                    <w:t>Amendments to reports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E752E69" w14:textId="77777777" w:rsidR="007C4215" w:rsidRPr="00123934" w:rsidRDefault="007C4215" w:rsidP="007C4215">
                  <w:pPr>
                    <w:jc w:val="center"/>
                    <w:rPr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79DFD0BD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DF9849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7.9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E20EF2" w14:textId="77777777" w:rsidR="007C4215" w:rsidRPr="00123934" w:rsidRDefault="006727CB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Complaints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D643F5E" w14:textId="77777777" w:rsidR="007C4215" w:rsidRPr="00123934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7D3A1D2D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57C977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7.10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D895CD" w14:textId="77777777" w:rsidR="007C4215" w:rsidRPr="00123934" w:rsidRDefault="006727CB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Nonconforming work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3F79C75" w14:textId="77777777" w:rsidR="007C4215" w:rsidRPr="00123934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0178B9B3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7E3E1C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7.11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218E44" w14:textId="77777777" w:rsidR="007C4215" w:rsidRPr="00123934" w:rsidRDefault="006727CB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Control of data and information management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</w:tcPr>
                <w:p w14:paraId="115B953B" w14:textId="77777777" w:rsidR="007C4215" w:rsidRPr="00123934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6FF76EF6" w14:textId="77777777" w:rsidTr="001373A3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4" w:space="0" w:color="auto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78C386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F1A7B3" w14:textId="77777777" w:rsidR="007C4215" w:rsidRPr="00123934" w:rsidRDefault="007C4215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</w:tcPr>
                <w:p w14:paraId="1FBB4FF7" w14:textId="77777777" w:rsidR="007C4215" w:rsidRPr="00123934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230390" w:rsidRPr="00123934" w14:paraId="4A360ED6" w14:textId="77777777" w:rsidTr="001373A3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68CCB8" w14:textId="77777777" w:rsidR="00230390" w:rsidRPr="00123934" w:rsidRDefault="00230390" w:rsidP="00230390">
                  <w:pPr>
                    <w:ind w:left="105" w:hanging="105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Standard clause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825596" w14:textId="77777777" w:rsidR="00230390" w:rsidRPr="00123934" w:rsidRDefault="00230390" w:rsidP="00230390">
                  <w:pPr>
                    <w:ind w:left="105"/>
                    <w:rPr>
                      <w:b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Name of the clause</w:t>
                  </w:r>
                </w:p>
              </w:tc>
              <w:tc>
                <w:tcPr>
                  <w:tcW w:w="5245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pct10" w:color="DDD9C3" w:themeColor="background2" w:themeShade="E6" w:fill="auto"/>
                  <w:vAlign w:val="center"/>
                </w:tcPr>
                <w:p w14:paraId="681A0B72" w14:textId="77777777" w:rsidR="00230390" w:rsidRPr="00123934" w:rsidRDefault="00230390" w:rsidP="00230390">
                  <w:pPr>
                    <w:jc w:val="center"/>
                    <w:rPr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 xml:space="preserve">Description of Compliance - reference to the articles of the relevant documents </w:t>
                  </w:r>
                  <w:r w:rsidR="00283260" w:rsidRPr="00123934">
                    <w:rPr>
                      <w:b/>
                      <w:color w:val="000000"/>
                      <w:lang w:val="en-GB"/>
                    </w:rPr>
                    <w:t>*</w:t>
                  </w:r>
                  <w:r w:rsidRPr="00123934">
                    <w:rPr>
                      <w:b/>
                      <w:color w:val="000000"/>
                      <w:lang w:val="en-GB"/>
                    </w:rPr>
                    <w:t>*)</w:t>
                  </w:r>
                </w:p>
              </w:tc>
            </w:tr>
            <w:tr w:rsidR="00210C2B" w:rsidRPr="00123934" w14:paraId="5B153547" w14:textId="77777777" w:rsidTr="001373A3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E41105" w14:textId="77777777" w:rsidR="00210C2B" w:rsidRPr="00123934" w:rsidRDefault="00210C2B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8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6DA829" w14:textId="77777777" w:rsidR="00210C2B" w:rsidRPr="00123934" w:rsidRDefault="00F802AA" w:rsidP="007C4215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Management system requirements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pct10" w:color="DDD9C3" w:themeColor="background2" w:themeShade="E6" w:fill="auto"/>
                </w:tcPr>
                <w:p w14:paraId="77D90156" w14:textId="77777777" w:rsidR="00210C2B" w:rsidRPr="00123934" w:rsidRDefault="00210C2B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2BD71032" w14:textId="77777777" w:rsidTr="001373A3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A9DA81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306E6A" w14:textId="77777777" w:rsidR="007C4215" w:rsidRPr="00123934" w:rsidRDefault="00F802AA" w:rsidP="007C4215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Options</w:t>
                  </w:r>
                </w:p>
              </w:tc>
              <w:tc>
                <w:tcPr>
                  <w:tcW w:w="5245" w:type="dxa"/>
                  <w:tcBorders>
                    <w:top w:val="single" w:sz="8" w:space="0" w:color="auto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F08B366" w14:textId="77777777" w:rsidR="007C4215" w:rsidRPr="00123934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427DD5D5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951438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rFonts w:eastAsia="Arial"/>
                      <w:b/>
                      <w:color w:val="000000"/>
                      <w:sz w:val="22"/>
                      <w:szCs w:val="22"/>
                      <w:lang w:val="en-GB"/>
                    </w:rPr>
                    <w:t>8.1.1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35A22E" w14:textId="77777777" w:rsidR="007C4215" w:rsidRPr="00123934" w:rsidRDefault="00F802AA" w:rsidP="00F802AA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bCs/>
                      <w:i/>
                      <w:color w:val="000000"/>
                      <w:lang w:val="en-GB"/>
                    </w:rPr>
                    <w:t>General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29B7FAD" w14:textId="77777777" w:rsidR="007C4215" w:rsidRPr="00123934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43A6F69A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8118E1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rFonts w:eastAsia="Arial"/>
                      <w:b/>
                      <w:color w:val="000000"/>
                      <w:sz w:val="22"/>
                      <w:szCs w:val="22"/>
                      <w:lang w:val="en-GB"/>
                    </w:rPr>
                    <w:t>8.1.2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A45B0A" w14:textId="77777777" w:rsidR="007C4215" w:rsidRPr="00123934" w:rsidRDefault="00F802AA" w:rsidP="00F802AA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bCs/>
                      <w:i/>
                      <w:color w:val="000000"/>
                      <w:lang w:val="en-GB"/>
                    </w:rPr>
                    <w:t>Option A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345464D" w14:textId="77777777" w:rsidR="007C4215" w:rsidRPr="00123934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590BBBD5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4F4AE2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rFonts w:eastAsia="Arial"/>
                      <w:b/>
                      <w:color w:val="000000"/>
                      <w:sz w:val="22"/>
                      <w:szCs w:val="22"/>
                      <w:lang w:val="en-GB"/>
                    </w:rPr>
                    <w:t>8.1.3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F8B13E" w14:textId="77777777" w:rsidR="007C4215" w:rsidRPr="00123934" w:rsidRDefault="00F802AA" w:rsidP="00F802AA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bCs/>
                      <w:i/>
                      <w:color w:val="000000"/>
                      <w:lang w:val="en-GB"/>
                    </w:rPr>
                    <w:t>Option B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AB47C27" w14:textId="77777777" w:rsidR="007C4215" w:rsidRPr="00123934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3D64D6A1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31C826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D8379E" w14:textId="77777777" w:rsidR="007C4215" w:rsidRPr="00123934" w:rsidRDefault="00F802AA" w:rsidP="007C4215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Management system documentation (Option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3DA6BC3" w14:textId="77777777" w:rsidR="007C4215" w:rsidRPr="00123934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60EAEB8B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8AC091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0A71F6" w14:textId="77777777" w:rsidR="007C4215" w:rsidRPr="00123934" w:rsidRDefault="00F802AA" w:rsidP="007C4215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Control of management system documents (</w:t>
                  </w:r>
                  <w:r w:rsidR="00123934"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Option</w:t>
                  </w: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 xml:space="preserve">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9C2CACD" w14:textId="77777777" w:rsidR="007C4215" w:rsidRPr="00123934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72EF85D6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5B21DE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2F0A7A" w14:textId="77777777" w:rsidR="007C4215" w:rsidRPr="00123934" w:rsidRDefault="00F802AA" w:rsidP="007C4215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Control of records (Option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5B1D970" w14:textId="77777777" w:rsidR="007C4215" w:rsidRPr="00123934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0B934E49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EE4F03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lastRenderedPageBreak/>
                    <w:t>8.5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5A120F" w14:textId="77777777" w:rsidR="007C4215" w:rsidRPr="00123934" w:rsidRDefault="00F802AA" w:rsidP="007C4215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Actions to address risks and opportunities (Option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873BFD5" w14:textId="77777777" w:rsidR="007C4215" w:rsidRPr="00123934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561E5C25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2EFC65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95792B" w14:textId="77777777" w:rsidR="007C4215" w:rsidRPr="00123934" w:rsidRDefault="00F802AA" w:rsidP="007C4215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Improvement (Option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7565597" w14:textId="77777777" w:rsidR="007C4215" w:rsidRPr="00123934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4D06D53B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C1CC8F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8.7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D170F9" w14:textId="77777777" w:rsidR="007C4215" w:rsidRPr="00123934" w:rsidRDefault="00123934" w:rsidP="007C4215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Corrective</w:t>
                  </w:r>
                  <w:r w:rsidR="00F802AA"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 xml:space="preserve"> </w:t>
                  </w: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actions</w:t>
                  </w:r>
                  <w:r w:rsidR="00F802AA"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 xml:space="preserve"> (Option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BE7F74B" w14:textId="77777777" w:rsidR="007C4215" w:rsidRPr="00123934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35900228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2F223C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8.8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411D8F" w14:textId="77777777" w:rsidR="007C4215" w:rsidRPr="00123934" w:rsidRDefault="00F802AA" w:rsidP="007C4215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Internal audits (Option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617AE8B" w14:textId="77777777" w:rsidR="007C4215" w:rsidRPr="00123934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537E07A4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AF9571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8.9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04F2E2" w14:textId="77777777" w:rsidR="007C4215" w:rsidRPr="00123934" w:rsidRDefault="00F802AA" w:rsidP="007C4215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Management reviews (</w:t>
                  </w:r>
                  <w:r w:rsidR="00123934"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Option</w:t>
                  </w: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 xml:space="preserve"> A)</w:t>
                  </w:r>
                  <w:r w:rsidR="007C4215"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7E6920F" w14:textId="77777777" w:rsidR="007C4215" w:rsidRPr="00123934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</w:tbl>
          <w:p w14:paraId="24F7EF47" w14:textId="77777777" w:rsidR="0078141E" w:rsidRPr="00123934" w:rsidRDefault="0078141E" w:rsidP="007E7788">
            <w:pPr>
              <w:rPr>
                <w:lang w:val="en-GB"/>
              </w:rPr>
            </w:pPr>
          </w:p>
        </w:tc>
        <w:tc>
          <w:tcPr>
            <w:tcW w:w="20" w:type="dxa"/>
          </w:tcPr>
          <w:p w14:paraId="56A34252" w14:textId="77777777" w:rsidR="0078141E" w:rsidRPr="00123934" w:rsidRDefault="0078141E" w:rsidP="007E7788">
            <w:pPr>
              <w:pStyle w:val="EmptyCellLayoutStyle"/>
              <w:spacing w:after="0" w:line="240" w:lineRule="auto"/>
              <w:rPr>
                <w:lang w:val="en-GB"/>
              </w:rPr>
            </w:pPr>
          </w:p>
        </w:tc>
      </w:tr>
    </w:tbl>
    <w:p w14:paraId="7AEB74F3" w14:textId="77777777" w:rsidR="00400AF6" w:rsidRPr="00123934" w:rsidRDefault="000822E1" w:rsidP="00400AF6">
      <w:pPr>
        <w:pStyle w:val="Hlavika"/>
        <w:keepLines/>
        <w:tabs>
          <w:tab w:val="clear" w:pos="4536"/>
          <w:tab w:val="clear" w:pos="9072"/>
        </w:tabs>
        <w:rPr>
          <w:lang w:val="en-GB"/>
        </w:rPr>
      </w:pPr>
      <w:r w:rsidRPr="00123934">
        <w:rPr>
          <w:b/>
          <w:color w:val="000000"/>
          <w:lang w:val="en-GB"/>
        </w:rPr>
        <w:lastRenderedPageBreak/>
        <w:t>*</w:t>
      </w:r>
      <w:r w:rsidR="00400AF6" w:rsidRPr="00123934">
        <w:rPr>
          <w:b/>
          <w:color w:val="000000"/>
          <w:lang w:val="en-GB"/>
        </w:rPr>
        <w:t xml:space="preserve">*) </w:t>
      </w:r>
      <w:r w:rsidR="00385D4B" w:rsidRPr="00123934">
        <w:rPr>
          <w:color w:val="000000"/>
          <w:lang w:val="en-GB"/>
        </w:rPr>
        <w:t>Upload to AIS all documents you refer to.</w:t>
      </w:r>
      <w:r w:rsidR="00400AF6" w:rsidRPr="00123934">
        <w:rPr>
          <w:lang w:val="en-GB"/>
        </w:rPr>
        <w:t xml:space="preserve"> </w:t>
      </w:r>
    </w:p>
    <w:p w14:paraId="35F28809" w14:textId="77777777" w:rsidR="0078141E" w:rsidRPr="00123934" w:rsidRDefault="0078141E" w:rsidP="0078141E">
      <w:pPr>
        <w:rPr>
          <w:lang w:val="en-GB"/>
        </w:rPr>
      </w:pPr>
    </w:p>
    <w:p w14:paraId="3459A18E" w14:textId="77777777" w:rsidR="0078141E" w:rsidRPr="00123934" w:rsidRDefault="0078141E" w:rsidP="0078141E">
      <w:pPr>
        <w:rPr>
          <w:lang w:val="en-GB"/>
        </w:rPr>
      </w:pPr>
    </w:p>
    <w:p w14:paraId="6D9787B8" w14:textId="77777777" w:rsidR="003F52AC" w:rsidRPr="00123934" w:rsidRDefault="00283260">
      <w:pPr>
        <w:rPr>
          <w:lang w:val="en-GB"/>
        </w:rPr>
      </w:pPr>
      <w:r w:rsidRPr="00123934">
        <w:rPr>
          <w:lang w:val="en-GB"/>
        </w:rPr>
        <w:t>I declare the data presented in Annex OA 2-2 to be true and correct</w:t>
      </w:r>
      <w:r w:rsidR="003F52AC" w:rsidRPr="00123934">
        <w:rPr>
          <w:lang w:val="en-GB"/>
        </w:rPr>
        <w:t>.</w:t>
      </w:r>
    </w:p>
    <w:p w14:paraId="693E9474" w14:textId="77777777" w:rsidR="00AE668A" w:rsidRPr="00123934" w:rsidRDefault="00AE668A">
      <w:pPr>
        <w:rPr>
          <w:lang w:val="en-GB"/>
        </w:rPr>
        <w:sectPr w:rsidR="00AE668A" w:rsidRPr="00123934" w:rsidSect="00396DDC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20D214A9" w14:textId="77777777" w:rsidR="003F52AC" w:rsidRPr="00123934" w:rsidRDefault="003F52AC">
      <w:pPr>
        <w:rPr>
          <w:lang w:val="en-GB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"/>
        <w:gridCol w:w="2859"/>
        <w:gridCol w:w="2548"/>
        <w:gridCol w:w="73"/>
        <w:gridCol w:w="3402"/>
      </w:tblGrid>
      <w:tr w:rsidR="00210C2B" w:rsidRPr="00123934" w14:paraId="768F10C5" w14:textId="77777777" w:rsidTr="000822E1">
        <w:trPr>
          <w:cantSplit/>
          <w:trHeight w:val="454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366F6E2A" w14:textId="77777777" w:rsidR="00210C2B" w:rsidRPr="00123934" w:rsidRDefault="00210C2B" w:rsidP="00210C2B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  <w:rPr>
                <w:lang w:val="en-GB"/>
              </w:rPr>
            </w:pPr>
            <w:r w:rsidRPr="00123934">
              <w:rPr>
                <w:lang w:val="en-GB"/>
              </w:rPr>
              <w:t>D</w:t>
            </w:r>
            <w:r w:rsidR="00283260" w:rsidRPr="00123934">
              <w:rPr>
                <w:lang w:val="en-GB"/>
              </w:rPr>
              <w:t>ate</w:t>
            </w:r>
            <w:r w:rsidRPr="00123934">
              <w:rPr>
                <w:lang w:val="en-GB"/>
              </w:rPr>
              <w:t>:</w:t>
            </w: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6BE201C5" w14:textId="77777777" w:rsidR="00210C2B" w:rsidRPr="00123934" w:rsidRDefault="00210C2B" w:rsidP="00210C2B">
            <w:pPr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p w14:paraId="586ACB77" w14:textId="77777777" w:rsidR="00210C2B" w:rsidRPr="00123934" w:rsidRDefault="00210C2B" w:rsidP="00210C2B">
            <w:pPr>
              <w:rPr>
                <w:lang w:val="en-GB"/>
              </w:rPr>
            </w:pPr>
            <w:r w:rsidRPr="00123934">
              <w:rPr>
                <w:lang w:val="en-GB"/>
              </w:rPr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23934">
              <w:rPr>
                <w:lang w:val="en-GB"/>
              </w:rPr>
              <w:instrText xml:space="preserve"> FORMTEXT </w:instrText>
            </w:r>
            <w:r w:rsidRPr="00123934">
              <w:rPr>
                <w:lang w:val="en-GB"/>
              </w:rPr>
            </w:r>
            <w:r w:rsidRPr="00123934">
              <w:rPr>
                <w:lang w:val="en-GB"/>
              </w:rPr>
              <w:fldChar w:fldCharType="separate"/>
            </w:r>
            <w:r w:rsidRPr="00123934">
              <w:rPr>
                <w:noProof/>
                <w:lang w:val="en-GB"/>
              </w:rPr>
              <w:t> </w:t>
            </w:r>
            <w:r w:rsidRPr="00123934">
              <w:rPr>
                <w:noProof/>
                <w:lang w:val="en-GB"/>
              </w:rPr>
              <w:t> </w:t>
            </w:r>
            <w:r w:rsidRPr="00123934">
              <w:rPr>
                <w:noProof/>
                <w:lang w:val="en-GB"/>
              </w:rPr>
              <w:t> </w:t>
            </w:r>
            <w:r w:rsidRPr="00123934">
              <w:rPr>
                <w:noProof/>
                <w:lang w:val="en-GB"/>
              </w:rPr>
              <w:t> </w:t>
            </w:r>
            <w:r w:rsidRPr="00123934">
              <w:rPr>
                <w:noProof/>
                <w:lang w:val="en-GB"/>
              </w:rPr>
              <w:t> </w:t>
            </w:r>
            <w:r w:rsidRPr="00123934">
              <w:rPr>
                <w:lang w:val="en-GB"/>
              </w:rPr>
              <w:fldChar w:fldCharType="end"/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14:paraId="140C7976" w14:textId="77777777" w:rsidR="00210C2B" w:rsidRPr="00123934" w:rsidRDefault="00283260" w:rsidP="00210C2B">
            <w:pPr>
              <w:spacing w:before="90"/>
              <w:ind w:left="-70"/>
              <w:rPr>
                <w:strike/>
                <w:lang w:val="en-GB"/>
              </w:rPr>
            </w:pPr>
            <w:r w:rsidRPr="00123934">
              <w:rPr>
                <w:lang w:val="en-GB"/>
              </w:rPr>
              <w:t>Name and surname</w:t>
            </w:r>
            <w:r w:rsidR="00210C2B" w:rsidRPr="00123934">
              <w:rPr>
                <w:lang w:val="en-GB"/>
              </w:rPr>
              <w:t>:</w:t>
            </w:r>
          </w:p>
        </w:tc>
        <w:tc>
          <w:tcPr>
            <w:tcW w:w="3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C668E" w14:textId="77777777" w:rsidR="00210C2B" w:rsidRPr="00123934" w:rsidRDefault="00210C2B" w:rsidP="00210C2B">
            <w:pPr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p w14:paraId="34172263" w14:textId="77777777" w:rsidR="00210C2B" w:rsidRPr="00123934" w:rsidRDefault="00210C2B" w:rsidP="00210C2B">
            <w:pPr>
              <w:rPr>
                <w:lang w:val="en-GB"/>
              </w:rPr>
            </w:pPr>
            <w:r w:rsidRPr="00123934">
              <w:rPr>
                <w:lang w:val="en-GB"/>
              </w:rPr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23934">
              <w:rPr>
                <w:lang w:val="en-GB"/>
              </w:rPr>
              <w:instrText xml:space="preserve"> FORMTEXT </w:instrText>
            </w:r>
            <w:r w:rsidRPr="00123934">
              <w:rPr>
                <w:lang w:val="en-GB"/>
              </w:rPr>
            </w:r>
            <w:r w:rsidRPr="00123934">
              <w:rPr>
                <w:lang w:val="en-GB"/>
              </w:rPr>
              <w:fldChar w:fldCharType="separate"/>
            </w:r>
            <w:r w:rsidRPr="00123934">
              <w:rPr>
                <w:noProof/>
                <w:lang w:val="en-GB"/>
              </w:rPr>
              <w:t> </w:t>
            </w:r>
            <w:r w:rsidRPr="00123934">
              <w:rPr>
                <w:noProof/>
                <w:lang w:val="en-GB"/>
              </w:rPr>
              <w:t> </w:t>
            </w:r>
            <w:r w:rsidRPr="00123934">
              <w:rPr>
                <w:noProof/>
                <w:lang w:val="en-GB"/>
              </w:rPr>
              <w:t> </w:t>
            </w:r>
            <w:r w:rsidRPr="00123934">
              <w:rPr>
                <w:noProof/>
                <w:lang w:val="en-GB"/>
              </w:rPr>
              <w:t> </w:t>
            </w:r>
            <w:r w:rsidRPr="00123934">
              <w:rPr>
                <w:noProof/>
                <w:lang w:val="en-GB"/>
              </w:rPr>
              <w:t> </w:t>
            </w:r>
            <w:r w:rsidRPr="00123934">
              <w:rPr>
                <w:lang w:val="en-GB"/>
              </w:rPr>
              <w:fldChar w:fldCharType="end"/>
            </w:r>
          </w:p>
        </w:tc>
      </w:tr>
      <w:tr w:rsidR="00210C2B" w:rsidRPr="00123934" w14:paraId="3F81D93C" w14:textId="77777777" w:rsidTr="000822E1">
        <w:trPr>
          <w:gridBefore w:val="2"/>
          <w:wBefore w:w="3758" w:type="dxa"/>
          <w:cantSplit/>
          <w:trHeight w:val="454"/>
        </w:trPr>
        <w:tc>
          <w:tcPr>
            <w:tcW w:w="26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3497A" w14:textId="77777777" w:rsidR="00210C2B" w:rsidRPr="00123934" w:rsidRDefault="00283260" w:rsidP="00210C2B">
            <w:pPr>
              <w:spacing w:before="90"/>
              <w:ind w:left="-70"/>
              <w:rPr>
                <w:lang w:val="en-GB"/>
              </w:rPr>
            </w:pPr>
            <w:r w:rsidRPr="00123934">
              <w:rPr>
                <w:lang w:val="en-GB"/>
              </w:rPr>
              <w:t>Post</w:t>
            </w:r>
            <w:r w:rsidR="00210C2B" w:rsidRPr="00123934">
              <w:rPr>
                <w:lang w:val="en-GB"/>
              </w:rPr>
              <w:t>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CA6CD85" w14:textId="77777777" w:rsidR="00210C2B" w:rsidRPr="00123934" w:rsidRDefault="00210C2B" w:rsidP="00EA2DE0">
            <w:pPr>
              <w:framePr w:hSpace="141" w:wrap="around" w:vAnchor="text" w:hAnchor="text" w:x="40" w:y="1"/>
              <w:ind w:left="-814" w:firstLine="709"/>
              <w:rPr>
                <w:sz w:val="8"/>
                <w:lang w:val="en-GB"/>
              </w:rPr>
            </w:pPr>
          </w:p>
          <w:p w14:paraId="56275F5A" w14:textId="77777777" w:rsidR="00210C2B" w:rsidRPr="00123934" w:rsidRDefault="00210C2B" w:rsidP="000822E1">
            <w:pPr>
              <w:ind w:left="-814" w:firstLine="744"/>
              <w:rPr>
                <w:lang w:val="en-GB"/>
              </w:rPr>
            </w:pPr>
            <w:r w:rsidRPr="00123934">
              <w:rPr>
                <w:lang w:val="en-GB"/>
              </w:rPr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123934">
              <w:rPr>
                <w:lang w:val="en-GB"/>
              </w:rPr>
              <w:instrText xml:space="preserve"> FORMTEXT </w:instrText>
            </w:r>
            <w:r w:rsidRPr="00123934">
              <w:rPr>
                <w:lang w:val="en-GB"/>
              </w:rPr>
            </w:r>
            <w:r w:rsidRPr="00123934">
              <w:rPr>
                <w:lang w:val="en-GB"/>
              </w:rPr>
              <w:fldChar w:fldCharType="separate"/>
            </w:r>
            <w:r w:rsidRPr="00123934">
              <w:rPr>
                <w:noProof/>
                <w:lang w:val="en-GB"/>
              </w:rPr>
              <w:t> </w:t>
            </w:r>
            <w:r w:rsidRPr="00123934">
              <w:rPr>
                <w:noProof/>
                <w:lang w:val="en-GB"/>
              </w:rPr>
              <w:t> </w:t>
            </w:r>
            <w:r w:rsidRPr="00123934">
              <w:rPr>
                <w:noProof/>
                <w:lang w:val="en-GB"/>
              </w:rPr>
              <w:t> </w:t>
            </w:r>
            <w:r w:rsidRPr="00123934">
              <w:rPr>
                <w:noProof/>
                <w:lang w:val="en-GB"/>
              </w:rPr>
              <w:t> </w:t>
            </w:r>
            <w:r w:rsidRPr="00123934">
              <w:rPr>
                <w:noProof/>
                <w:lang w:val="en-GB"/>
              </w:rPr>
              <w:t> </w:t>
            </w:r>
            <w:r w:rsidRPr="00123934">
              <w:rPr>
                <w:lang w:val="en-GB"/>
              </w:rPr>
              <w:fldChar w:fldCharType="end"/>
            </w:r>
          </w:p>
        </w:tc>
      </w:tr>
    </w:tbl>
    <w:p w14:paraId="7377AEF5" w14:textId="77777777" w:rsidR="003F52AC" w:rsidRPr="00123934" w:rsidRDefault="003F52AC" w:rsidP="006624EC">
      <w:pPr>
        <w:rPr>
          <w:sz w:val="2"/>
          <w:lang w:val="en-GB"/>
        </w:rPr>
      </w:pPr>
    </w:p>
    <w:sectPr w:rsidR="003F52AC" w:rsidRPr="00123934" w:rsidSect="00396DDC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2998B" w14:textId="77777777" w:rsidR="005A7085" w:rsidRDefault="005A7085">
      <w:r>
        <w:separator/>
      </w:r>
    </w:p>
  </w:endnote>
  <w:endnote w:type="continuationSeparator" w:id="0">
    <w:p w14:paraId="20E95889" w14:textId="77777777" w:rsidR="005A7085" w:rsidRDefault="005A7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9FF92" w14:textId="77777777"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/OA2</w:t>
    </w:r>
    <w:r w:rsidR="000F4DB1">
      <w:rPr>
        <w:b/>
      </w:rPr>
      <w:t>/2</w:t>
    </w:r>
    <w:r w:rsidRPr="00997854">
      <w:rPr>
        <w:b/>
      </w:rPr>
      <w:t xml:space="preserve"> </w:t>
    </w:r>
    <w:r w:rsidR="00C6150F">
      <w:rPr>
        <w:b/>
      </w:rPr>
      <w:t>[A]</w:t>
    </w:r>
  </w:p>
  <w:p w14:paraId="7DFE79D3" w14:textId="77777777" w:rsidR="003F52AC" w:rsidRPr="00802868" w:rsidRDefault="003F52AC" w:rsidP="00F13B7B">
    <w:pPr>
      <w:pStyle w:val="Pta"/>
      <w:tabs>
        <w:tab w:val="clear" w:pos="4153"/>
        <w:tab w:val="clear" w:pos="8306"/>
        <w:tab w:val="right" w:pos="10490"/>
      </w:tabs>
      <w:rPr>
        <w:b/>
      </w:rPr>
    </w:pPr>
    <w:r>
      <w:t>Verzia</w:t>
    </w:r>
    <w:r w:rsidRPr="00A84D4B">
      <w:t>:</w:t>
    </w:r>
    <w:r>
      <w:rPr>
        <w:b/>
      </w:rPr>
      <w:t xml:space="preserve"> </w:t>
    </w:r>
    <w:r w:rsidR="00123934">
      <w:rPr>
        <w:b/>
      </w:rPr>
      <w:t>29.11</w:t>
    </w:r>
    <w:r w:rsidR="007B5C68">
      <w:rPr>
        <w:b/>
      </w:rPr>
      <w:t>.</w:t>
    </w:r>
    <w:r w:rsidR="00210C2B">
      <w:rPr>
        <w:b/>
      </w:rPr>
      <w:t>19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F71456">
      <w:rPr>
        <w:rStyle w:val="slostrany"/>
        <w:b/>
        <w:noProof/>
      </w:rPr>
      <w:t>3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F71456">
      <w:rPr>
        <w:rStyle w:val="slostrany"/>
        <w:b/>
        <w:noProof/>
      </w:rPr>
      <w:t>3</w:t>
    </w:r>
    <w:r w:rsidRPr="00A84D4B">
      <w:rPr>
        <w:rStyle w:val="slostrany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4B0EB" w14:textId="77777777"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/OA2/2</w:t>
    </w:r>
    <w:r w:rsidR="00F71456">
      <w:rPr>
        <w:b/>
      </w:rPr>
      <w:t xml:space="preserve"> [A]</w:t>
    </w:r>
  </w:p>
  <w:p w14:paraId="3F03E69C" w14:textId="77777777" w:rsidR="003F52AC" w:rsidRDefault="003F52AC" w:rsidP="0024047A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A84D4B">
      <w:t>:</w:t>
    </w:r>
    <w:r>
      <w:rPr>
        <w:b/>
      </w:rPr>
      <w:t xml:space="preserve"> </w:t>
    </w:r>
    <w:r w:rsidR="00123934">
      <w:rPr>
        <w:b/>
      </w:rPr>
      <w:t>29.11</w:t>
    </w:r>
    <w:r w:rsidR="007B5C68">
      <w:rPr>
        <w:b/>
      </w:rPr>
      <w:t>.1</w:t>
    </w:r>
    <w:r w:rsidR="0078141E">
      <w:rPr>
        <w:b/>
      </w:rPr>
      <w:t>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F71456">
      <w:rPr>
        <w:rStyle w:val="slostrany"/>
        <w:b/>
        <w:noProof/>
      </w:rPr>
      <w:t>1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F71456">
      <w:rPr>
        <w:rStyle w:val="slostrany"/>
        <w:b/>
        <w:noProof/>
      </w:rPr>
      <w:t>3</w:t>
    </w:r>
    <w:r w:rsidRPr="00A84D4B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7B109" w14:textId="77777777" w:rsidR="005A7085" w:rsidRDefault="005A7085">
      <w:r>
        <w:separator/>
      </w:r>
    </w:p>
  </w:footnote>
  <w:footnote w:type="continuationSeparator" w:id="0">
    <w:p w14:paraId="388CA312" w14:textId="77777777" w:rsidR="005A7085" w:rsidRDefault="005A7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2A8D4" w14:textId="77777777" w:rsidR="003F52AC" w:rsidRPr="00492E0E" w:rsidRDefault="00F03785">
    <w:pPr>
      <w:pStyle w:val="Hlavika"/>
      <w:rPr>
        <w:b/>
      </w:rPr>
    </w:pPr>
    <w:r>
      <w:rPr>
        <w:b/>
        <w:sz w:val="32"/>
      </w:rPr>
      <w:t>Annex</w:t>
    </w:r>
    <w:r w:rsidR="003F52AC" w:rsidRPr="00D67855">
      <w:rPr>
        <w:b/>
        <w:sz w:val="32"/>
      </w:rPr>
      <w:t xml:space="preserve"> OA</w:t>
    </w:r>
    <w:r w:rsidR="00F61FD3">
      <w:rPr>
        <w:b/>
        <w:sz w:val="32"/>
      </w:rPr>
      <w:t xml:space="preserve"> </w:t>
    </w:r>
    <w:r w:rsidR="003F52AC">
      <w:rPr>
        <w:b/>
        <w:sz w:val="32"/>
      </w:rPr>
      <w:t>2</w:t>
    </w:r>
    <w:r w:rsidR="0078141E">
      <w:rPr>
        <w:b/>
        <w:sz w:val="32"/>
      </w:rPr>
      <w:t>- 2</w:t>
    </w:r>
    <w:r w:rsidR="003F52AC">
      <w:rPr>
        <w:b/>
        <w:sz w:val="32"/>
      </w:rPr>
      <w:t>:</w:t>
    </w:r>
    <w:r w:rsidR="003F52AC" w:rsidRPr="00D67855">
      <w:rPr>
        <w:b/>
        <w:sz w:val="32"/>
      </w:rPr>
      <w:t xml:space="preserve"> </w:t>
    </w:r>
    <w:r>
      <w:rPr>
        <w:b/>
        <w:sz w:val="32"/>
      </w:rPr>
      <w:t>Testing Laboratory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4DE7"/>
    <w:multiLevelType w:val="hybridMultilevel"/>
    <w:tmpl w:val="198C4FD6"/>
    <w:lvl w:ilvl="0" w:tplc="1A9C3C2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B412B3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D623B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97D684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342C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B41E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9E7D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92B5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F2A9C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020BA"/>
    <w:multiLevelType w:val="hybridMultilevel"/>
    <w:tmpl w:val="744AB9BC"/>
    <w:lvl w:ilvl="0" w:tplc="BE0678A6">
      <w:start w:val="6"/>
      <w:numFmt w:val="bullet"/>
      <w:lvlText w:val="-"/>
      <w:lvlJc w:val="left"/>
      <w:pPr>
        <w:ind w:left="1040" w:hanging="360"/>
      </w:pPr>
      <w:rPr>
        <w:rFonts w:ascii="Cambria" w:eastAsia="Cambria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" w15:restartNumberingAfterBreak="0">
    <w:nsid w:val="0A0937B6"/>
    <w:multiLevelType w:val="hybridMultilevel"/>
    <w:tmpl w:val="5BB6BF4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7721C"/>
    <w:multiLevelType w:val="hybridMultilevel"/>
    <w:tmpl w:val="BF36FE5E"/>
    <w:lvl w:ilvl="0" w:tplc="79FACE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B0E244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CD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4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6285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DFEDC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C62A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887F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38DE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5" w15:restartNumberingAfterBreak="0">
    <w:nsid w:val="168A5A8C"/>
    <w:multiLevelType w:val="hybridMultilevel"/>
    <w:tmpl w:val="68F4CA9C"/>
    <w:lvl w:ilvl="0" w:tplc="1B5E24C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6D9084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9C7896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7BBA2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D206C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A44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8029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D6E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DC10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0726F3"/>
    <w:multiLevelType w:val="hybridMultilevel"/>
    <w:tmpl w:val="97D8AE98"/>
    <w:lvl w:ilvl="0" w:tplc="126AB24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6A04B76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EA055C2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48B47E88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C68C7188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CABC1782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5510C6D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F734314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07AC80A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7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1E0F6701"/>
    <w:multiLevelType w:val="hybridMultilevel"/>
    <w:tmpl w:val="BB5C58CE"/>
    <w:lvl w:ilvl="0" w:tplc="BAD28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0BC0D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1E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3279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4AC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35610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54EB7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981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E04F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162E34"/>
    <w:multiLevelType w:val="hybridMultilevel"/>
    <w:tmpl w:val="77FEDCDC"/>
    <w:lvl w:ilvl="0" w:tplc="A9941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40817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AAD8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2892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D23D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E453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3403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D099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90C6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1AE45C1"/>
    <w:multiLevelType w:val="hybridMultilevel"/>
    <w:tmpl w:val="FD6A5BD4"/>
    <w:lvl w:ilvl="0" w:tplc="84182AAA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392CCC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90CFD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DA9D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58FF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F0B2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8CC6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A96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364F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00DB0"/>
    <w:multiLevelType w:val="hybridMultilevel"/>
    <w:tmpl w:val="3000E4BA"/>
    <w:lvl w:ilvl="0" w:tplc="8574557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763C3BA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199AA6C8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D0AC13B0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C2B072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5C93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EBEAB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6A47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827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87632DB"/>
    <w:multiLevelType w:val="hybridMultilevel"/>
    <w:tmpl w:val="8E8E4436"/>
    <w:lvl w:ilvl="0" w:tplc="84B80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22D0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194B3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3E4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B03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D4C5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F86D0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6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2C9C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87F0D9B"/>
    <w:multiLevelType w:val="hybridMultilevel"/>
    <w:tmpl w:val="4B567E6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94F9C"/>
    <w:multiLevelType w:val="hybridMultilevel"/>
    <w:tmpl w:val="B6E03142"/>
    <w:lvl w:ilvl="0" w:tplc="B3D8ED32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hint="default"/>
      </w:rPr>
    </w:lvl>
    <w:lvl w:ilvl="1" w:tplc="1FD208EA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718EBC42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B5483F22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590449DC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FC8AC330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B20E3DF2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C952C944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CD34BDF0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48D25F38"/>
    <w:multiLevelType w:val="hybridMultilevel"/>
    <w:tmpl w:val="ABDC96F8"/>
    <w:lvl w:ilvl="0" w:tplc="B79C92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16686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673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2AD5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CCA4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22F3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B881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4A4A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2000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E2F3933"/>
    <w:multiLevelType w:val="hybridMultilevel"/>
    <w:tmpl w:val="197630C6"/>
    <w:lvl w:ilvl="0" w:tplc="8C26FC1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74FC63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FF46F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A0C8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C486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CC45C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E0E1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164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14620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 w15:restartNumberingAfterBreak="0">
    <w:nsid w:val="644D1B26"/>
    <w:multiLevelType w:val="multilevel"/>
    <w:tmpl w:val="7902C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6D3147A7"/>
    <w:multiLevelType w:val="hybridMultilevel"/>
    <w:tmpl w:val="64C6896A"/>
    <w:lvl w:ilvl="0" w:tplc="9C3401A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BEC897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1CCE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8D49D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3421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18BB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5D809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0C842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C9008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716A38D9"/>
    <w:multiLevelType w:val="hybridMultilevel"/>
    <w:tmpl w:val="198C4FD6"/>
    <w:lvl w:ilvl="0" w:tplc="F45887A2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C0F2B2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214AD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7030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7EB2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9E8F5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4CAE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C8E3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E1D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769C0FE8"/>
    <w:multiLevelType w:val="hybridMultilevel"/>
    <w:tmpl w:val="CD26CDF0"/>
    <w:lvl w:ilvl="0" w:tplc="C97C50EA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B88ECDD0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366AD4E6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0F0EDB58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39F4AA68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F4786A24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5EB01C20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3F6A4DF6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61625194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num w:numId="1" w16cid:durableId="745539794">
    <w:abstractNumId w:val="7"/>
  </w:num>
  <w:num w:numId="2" w16cid:durableId="75372081">
    <w:abstractNumId w:val="10"/>
  </w:num>
  <w:num w:numId="3" w16cid:durableId="439834238">
    <w:abstractNumId w:val="22"/>
  </w:num>
  <w:num w:numId="4" w16cid:durableId="455106794">
    <w:abstractNumId w:val="6"/>
  </w:num>
  <w:num w:numId="5" w16cid:durableId="1563908173">
    <w:abstractNumId w:val="21"/>
  </w:num>
  <w:num w:numId="6" w16cid:durableId="131876524">
    <w:abstractNumId w:val="5"/>
  </w:num>
  <w:num w:numId="7" w16cid:durableId="1866289090">
    <w:abstractNumId w:val="16"/>
  </w:num>
  <w:num w:numId="8" w16cid:durableId="1086682878">
    <w:abstractNumId w:val="12"/>
  </w:num>
  <w:num w:numId="9" w16cid:durableId="237177454">
    <w:abstractNumId w:val="20"/>
  </w:num>
  <w:num w:numId="10" w16cid:durableId="1330332674">
    <w:abstractNumId w:val="18"/>
  </w:num>
  <w:num w:numId="11" w16cid:durableId="1489443283">
    <w:abstractNumId w:val="4"/>
  </w:num>
  <w:num w:numId="12" w16cid:durableId="668216319">
    <w:abstractNumId w:val="11"/>
  </w:num>
  <w:num w:numId="13" w16cid:durableId="80883364">
    <w:abstractNumId w:val="23"/>
  </w:num>
  <w:num w:numId="14" w16cid:durableId="1157376950">
    <w:abstractNumId w:val="0"/>
  </w:num>
  <w:num w:numId="15" w16cid:durableId="267548838">
    <w:abstractNumId w:val="24"/>
  </w:num>
  <w:num w:numId="16" w16cid:durableId="1499343509">
    <w:abstractNumId w:val="13"/>
  </w:num>
  <w:num w:numId="17" w16cid:durableId="370691483">
    <w:abstractNumId w:val="18"/>
  </w:num>
  <w:num w:numId="18" w16cid:durableId="2128691832">
    <w:abstractNumId w:val="18"/>
  </w:num>
  <w:num w:numId="19" w16cid:durableId="585773351">
    <w:abstractNumId w:val="18"/>
  </w:num>
  <w:num w:numId="20" w16cid:durableId="1600408222">
    <w:abstractNumId w:val="8"/>
  </w:num>
  <w:num w:numId="21" w16cid:durableId="2031837325">
    <w:abstractNumId w:val="9"/>
  </w:num>
  <w:num w:numId="22" w16cid:durableId="864902382">
    <w:abstractNumId w:val="25"/>
  </w:num>
  <w:num w:numId="23" w16cid:durableId="535772631">
    <w:abstractNumId w:val="18"/>
  </w:num>
  <w:num w:numId="24" w16cid:durableId="649528142">
    <w:abstractNumId w:val="15"/>
  </w:num>
  <w:num w:numId="25" w16cid:durableId="1827160320">
    <w:abstractNumId w:val="3"/>
  </w:num>
  <w:num w:numId="26" w16cid:durableId="499276167">
    <w:abstractNumId w:val="17"/>
  </w:num>
  <w:num w:numId="27" w16cid:durableId="1729722643">
    <w:abstractNumId w:val="1"/>
  </w:num>
  <w:num w:numId="28" w16cid:durableId="531722407">
    <w:abstractNumId w:val="14"/>
  </w:num>
  <w:num w:numId="29" w16cid:durableId="255015319">
    <w:abstractNumId w:val="2"/>
  </w:num>
  <w:num w:numId="30" w16cid:durableId="1205216274">
    <w:abstractNumId w:val="19"/>
  </w:num>
  <w:num w:numId="31" w16cid:durableId="1224217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06678057">
    <w:abstractNumId w:val="18"/>
  </w:num>
  <w:num w:numId="33" w16cid:durableId="5095609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0Yejsg9pV7UwQd6SuKmJQ4ZsiPI=" w:salt="aMr+EFFMxu4ioBDKGqDJjg==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648"/>
    <w:rsid w:val="00002AA9"/>
    <w:rsid w:val="00007059"/>
    <w:rsid w:val="00012E35"/>
    <w:rsid w:val="00023309"/>
    <w:rsid w:val="00040BE4"/>
    <w:rsid w:val="0005099D"/>
    <w:rsid w:val="000822E1"/>
    <w:rsid w:val="00097E67"/>
    <w:rsid w:val="000A135E"/>
    <w:rsid w:val="000B46C8"/>
    <w:rsid w:val="000C140C"/>
    <w:rsid w:val="000C5789"/>
    <w:rsid w:val="000E675D"/>
    <w:rsid w:val="000F4DB1"/>
    <w:rsid w:val="000F79EA"/>
    <w:rsid w:val="001062F9"/>
    <w:rsid w:val="0011374C"/>
    <w:rsid w:val="00117E54"/>
    <w:rsid w:val="00120DB4"/>
    <w:rsid w:val="00123934"/>
    <w:rsid w:val="00123B33"/>
    <w:rsid w:val="00132BCF"/>
    <w:rsid w:val="001373A3"/>
    <w:rsid w:val="001449C1"/>
    <w:rsid w:val="00146F8D"/>
    <w:rsid w:val="001820E8"/>
    <w:rsid w:val="00185555"/>
    <w:rsid w:val="001874D4"/>
    <w:rsid w:val="001A5A4F"/>
    <w:rsid w:val="001A7671"/>
    <w:rsid w:val="001B127A"/>
    <w:rsid w:val="001B7311"/>
    <w:rsid w:val="001B7C31"/>
    <w:rsid w:val="001C3027"/>
    <w:rsid w:val="001D2455"/>
    <w:rsid w:val="001D5FD0"/>
    <w:rsid w:val="001D79FD"/>
    <w:rsid w:val="001E21DB"/>
    <w:rsid w:val="001F0D3E"/>
    <w:rsid w:val="002065E0"/>
    <w:rsid w:val="00210C2B"/>
    <w:rsid w:val="00212BB2"/>
    <w:rsid w:val="002178AC"/>
    <w:rsid w:val="00230390"/>
    <w:rsid w:val="0024047A"/>
    <w:rsid w:val="00243F5F"/>
    <w:rsid w:val="00257AF7"/>
    <w:rsid w:val="00264747"/>
    <w:rsid w:val="00264BF9"/>
    <w:rsid w:val="00283260"/>
    <w:rsid w:val="002911E1"/>
    <w:rsid w:val="002B01D1"/>
    <w:rsid w:val="002D6884"/>
    <w:rsid w:val="002E465E"/>
    <w:rsid w:val="002F144B"/>
    <w:rsid w:val="002F3565"/>
    <w:rsid w:val="002F5980"/>
    <w:rsid w:val="00326F89"/>
    <w:rsid w:val="00331A1E"/>
    <w:rsid w:val="00335CED"/>
    <w:rsid w:val="00346ECE"/>
    <w:rsid w:val="003471AE"/>
    <w:rsid w:val="003616F2"/>
    <w:rsid w:val="00365ED7"/>
    <w:rsid w:val="003672F9"/>
    <w:rsid w:val="003677A4"/>
    <w:rsid w:val="00370490"/>
    <w:rsid w:val="00370732"/>
    <w:rsid w:val="00385D4B"/>
    <w:rsid w:val="00396DDC"/>
    <w:rsid w:val="003D3E28"/>
    <w:rsid w:val="003F52AC"/>
    <w:rsid w:val="00400AF6"/>
    <w:rsid w:val="004057AD"/>
    <w:rsid w:val="0041226F"/>
    <w:rsid w:val="00414BA3"/>
    <w:rsid w:val="00414C48"/>
    <w:rsid w:val="00421FC9"/>
    <w:rsid w:val="00424476"/>
    <w:rsid w:val="00457F81"/>
    <w:rsid w:val="00460420"/>
    <w:rsid w:val="00462C2B"/>
    <w:rsid w:val="00465EAB"/>
    <w:rsid w:val="00467696"/>
    <w:rsid w:val="00470B5F"/>
    <w:rsid w:val="00473F60"/>
    <w:rsid w:val="004815CD"/>
    <w:rsid w:val="004908F5"/>
    <w:rsid w:val="00492376"/>
    <w:rsid w:val="00492E0E"/>
    <w:rsid w:val="00493712"/>
    <w:rsid w:val="004A638F"/>
    <w:rsid w:val="004B6F30"/>
    <w:rsid w:val="004D6015"/>
    <w:rsid w:val="004E0032"/>
    <w:rsid w:val="004E293A"/>
    <w:rsid w:val="004E4D7D"/>
    <w:rsid w:val="005014EE"/>
    <w:rsid w:val="005028FC"/>
    <w:rsid w:val="005443ED"/>
    <w:rsid w:val="0054458A"/>
    <w:rsid w:val="005465BA"/>
    <w:rsid w:val="005478E6"/>
    <w:rsid w:val="0056182B"/>
    <w:rsid w:val="005949F4"/>
    <w:rsid w:val="005A6CB2"/>
    <w:rsid w:val="005A7085"/>
    <w:rsid w:val="005C36DC"/>
    <w:rsid w:val="005D0EC4"/>
    <w:rsid w:val="005D24F2"/>
    <w:rsid w:val="005E2E4B"/>
    <w:rsid w:val="005E4DAC"/>
    <w:rsid w:val="005E5D1C"/>
    <w:rsid w:val="00632C1E"/>
    <w:rsid w:val="00651F67"/>
    <w:rsid w:val="006533EE"/>
    <w:rsid w:val="0065582B"/>
    <w:rsid w:val="0065724A"/>
    <w:rsid w:val="006624EC"/>
    <w:rsid w:val="006727CB"/>
    <w:rsid w:val="00692821"/>
    <w:rsid w:val="0069363F"/>
    <w:rsid w:val="006A041C"/>
    <w:rsid w:val="006B2F39"/>
    <w:rsid w:val="006B5C68"/>
    <w:rsid w:val="006C345E"/>
    <w:rsid w:val="006C672E"/>
    <w:rsid w:val="006D149D"/>
    <w:rsid w:val="006D3999"/>
    <w:rsid w:val="006D6544"/>
    <w:rsid w:val="006F4FF9"/>
    <w:rsid w:val="00701D40"/>
    <w:rsid w:val="00710B1E"/>
    <w:rsid w:val="00710F97"/>
    <w:rsid w:val="00713232"/>
    <w:rsid w:val="00724451"/>
    <w:rsid w:val="0072668E"/>
    <w:rsid w:val="00736B45"/>
    <w:rsid w:val="0073735A"/>
    <w:rsid w:val="00754ED3"/>
    <w:rsid w:val="00754F13"/>
    <w:rsid w:val="00772487"/>
    <w:rsid w:val="00772EF7"/>
    <w:rsid w:val="007746CD"/>
    <w:rsid w:val="00777BA9"/>
    <w:rsid w:val="0078141E"/>
    <w:rsid w:val="007821A5"/>
    <w:rsid w:val="0078574F"/>
    <w:rsid w:val="00796303"/>
    <w:rsid w:val="007A7BC3"/>
    <w:rsid w:val="007B07FE"/>
    <w:rsid w:val="007B3D97"/>
    <w:rsid w:val="007B5C68"/>
    <w:rsid w:val="007B634A"/>
    <w:rsid w:val="007C4215"/>
    <w:rsid w:val="007E713A"/>
    <w:rsid w:val="007F79BD"/>
    <w:rsid w:val="00802868"/>
    <w:rsid w:val="008050E4"/>
    <w:rsid w:val="00807704"/>
    <w:rsid w:val="0081055E"/>
    <w:rsid w:val="00813DEB"/>
    <w:rsid w:val="0082112E"/>
    <w:rsid w:val="00825108"/>
    <w:rsid w:val="00825698"/>
    <w:rsid w:val="00832D41"/>
    <w:rsid w:val="008479D4"/>
    <w:rsid w:val="00854D14"/>
    <w:rsid w:val="008557F3"/>
    <w:rsid w:val="00860F35"/>
    <w:rsid w:val="00863E8C"/>
    <w:rsid w:val="008922D6"/>
    <w:rsid w:val="00895A20"/>
    <w:rsid w:val="008976D8"/>
    <w:rsid w:val="008B2C1D"/>
    <w:rsid w:val="008B68BA"/>
    <w:rsid w:val="008B6CE6"/>
    <w:rsid w:val="008C08C0"/>
    <w:rsid w:val="009008F4"/>
    <w:rsid w:val="00917E98"/>
    <w:rsid w:val="00922183"/>
    <w:rsid w:val="009552CA"/>
    <w:rsid w:val="0096764E"/>
    <w:rsid w:val="00997854"/>
    <w:rsid w:val="009B2118"/>
    <w:rsid w:val="009C153C"/>
    <w:rsid w:val="009C1843"/>
    <w:rsid w:val="009C7533"/>
    <w:rsid w:val="009E15F5"/>
    <w:rsid w:val="009E5CCA"/>
    <w:rsid w:val="00A00074"/>
    <w:rsid w:val="00A02DE1"/>
    <w:rsid w:val="00A47763"/>
    <w:rsid w:val="00A72660"/>
    <w:rsid w:val="00A74DA2"/>
    <w:rsid w:val="00A84D4B"/>
    <w:rsid w:val="00AA22A4"/>
    <w:rsid w:val="00AA77AC"/>
    <w:rsid w:val="00AC6194"/>
    <w:rsid w:val="00AD1065"/>
    <w:rsid w:val="00AD1F3B"/>
    <w:rsid w:val="00AD6754"/>
    <w:rsid w:val="00AE1A45"/>
    <w:rsid w:val="00AE668A"/>
    <w:rsid w:val="00AF7D1C"/>
    <w:rsid w:val="00B00A8D"/>
    <w:rsid w:val="00B018CD"/>
    <w:rsid w:val="00B01BF9"/>
    <w:rsid w:val="00B06F98"/>
    <w:rsid w:val="00B109BE"/>
    <w:rsid w:val="00B124DE"/>
    <w:rsid w:val="00B17C1E"/>
    <w:rsid w:val="00B30964"/>
    <w:rsid w:val="00B409AB"/>
    <w:rsid w:val="00B53B01"/>
    <w:rsid w:val="00B86103"/>
    <w:rsid w:val="00B9358D"/>
    <w:rsid w:val="00BA06FA"/>
    <w:rsid w:val="00BB1F23"/>
    <w:rsid w:val="00BE2C8E"/>
    <w:rsid w:val="00BF33FA"/>
    <w:rsid w:val="00C14B8F"/>
    <w:rsid w:val="00C33FDF"/>
    <w:rsid w:val="00C35627"/>
    <w:rsid w:val="00C4374D"/>
    <w:rsid w:val="00C564DE"/>
    <w:rsid w:val="00C6150F"/>
    <w:rsid w:val="00C721E4"/>
    <w:rsid w:val="00C94235"/>
    <w:rsid w:val="00CA720F"/>
    <w:rsid w:val="00CB734E"/>
    <w:rsid w:val="00CC0581"/>
    <w:rsid w:val="00CE7A53"/>
    <w:rsid w:val="00CF6AA7"/>
    <w:rsid w:val="00D10648"/>
    <w:rsid w:val="00D42A04"/>
    <w:rsid w:val="00D4676B"/>
    <w:rsid w:val="00D471E6"/>
    <w:rsid w:val="00D67855"/>
    <w:rsid w:val="00D86C8A"/>
    <w:rsid w:val="00D91FBB"/>
    <w:rsid w:val="00DB2276"/>
    <w:rsid w:val="00DB312A"/>
    <w:rsid w:val="00DB7F9F"/>
    <w:rsid w:val="00DC257B"/>
    <w:rsid w:val="00E0374E"/>
    <w:rsid w:val="00E0510D"/>
    <w:rsid w:val="00E10230"/>
    <w:rsid w:val="00E22804"/>
    <w:rsid w:val="00E2467E"/>
    <w:rsid w:val="00E26C8E"/>
    <w:rsid w:val="00E34E14"/>
    <w:rsid w:val="00E3698C"/>
    <w:rsid w:val="00E3715B"/>
    <w:rsid w:val="00E60469"/>
    <w:rsid w:val="00E80379"/>
    <w:rsid w:val="00E80EF3"/>
    <w:rsid w:val="00E8267B"/>
    <w:rsid w:val="00E9689D"/>
    <w:rsid w:val="00EA2DE0"/>
    <w:rsid w:val="00EA6F8B"/>
    <w:rsid w:val="00EB7161"/>
    <w:rsid w:val="00ED1DB3"/>
    <w:rsid w:val="00EE1A44"/>
    <w:rsid w:val="00EF1687"/>
    <w:rsid w:val="00EF4FE2"/>
    <w:rsid w:val="00F03785"/>
    <w:rsid w:val="00F13B7B"/>
    <w:rsid w:val="00F32CC4"/>
    <w:rsid w:val="00F32DD8"/>
    <w:rsid w:val="00F453FB"/>
    <w:rsid w:val="00F56529"/>
    <w:rsid w:val="00F61FD3"/>
    <w:rsid w:val="00F71456"/>
    <w:rsid w:val="00F802AA"/>
    <w:rsid w:val="00F82FFD"/>
    <w:rsid w:val="00FA23BB"/>
    <w:rsid w:val="00FD22B2"/>
    <w:rsid w:val="00FD5265"/>
    <w:rsid w:val="00FE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CB5DCA"/>
  <w15:docId w15:val="{302FA37A-232B-4DBA-BC20-B13724B1A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73F60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473F60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473F60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473F60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473F60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473F60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473F60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473F60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473F60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473F60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32D41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832D41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832D41"/>
    <w:rPr>
      <w:rFonts w:ascii="Cambria" w:hAnsi="Cambria" w:cs="Times New Roman"/>
      <w:b/>
      <w:sz w:val="26"/>
    </w:rPr>
  </w:style>
  <w:style w:type="character" w:customStyle="1" w:styleId="Nadpis4Char">
    <w:name w:val="Nadpis 4 Char"/>
    <w:link w:val="Nadpis4"/>
    <w:uiPriority w:val="99"/>
    <w:semiHidden/>
    <w:locked/>
    <w:rsid w:val="00832D41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832D41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832D41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832D41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832D41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832D41"/>
    <w:rPr>
      <w:rFonts w:ascii="Cambria" w:hAnsi="Cambria" w:cs="Times New Roman"/>
    </w:rPr>
  </w:style>
  <w:style w:type="character" w:styleId="slostrany">
    <w:name w:val="page number"/>
    <w:uiPriority w:val="99"/>
    <w:rsid w:val="00473F60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473F60"/>
  </w:style>
  <w:style w:type="character" w:customStyle="1" w:styleId="Zkladntext2Char">
    <w:name w:val="Základný text 2 Char"/>
    <w:link w:val="Zkladntext2"/>
    <w:uiPriority w:val="99"/>
    <w:semiHidden/>
    <w:locked/>
    <w:rsid w:val="00832D41"/>
    <w:rPr>
      <w:rFonts w:cs="Times New Roman"/>
      <w:sz w:val="24"/>
    </w:rPr>
  </w:style>
  <w:style w:type="paragraph" w:styleId="Zkladntext">
    <w:name w:val="Body Text"/>
    <w:basedOn w:val="Normlny"/>
    <w:link w:val="ZkladntextChar"/>
    <w:uiPriority w:val="99"/>
    <w:rsid w:val="00473F60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832D4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473F60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B2118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473F6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72668E"/>
    <w:rPr>
      <w:rFonts w:cs="Times New Roman"/>
      <w:lang w:val="sk-SK" w:eastAsia="sk-SK"/>
    </w:rPr>
  </w:style>
  <w:style w:type="paragraph" w:customStyle="1" w:styleId="Zkladntext31">
    <w:name w:val="Základný text 31"/>
    <w:basedOn w:val="Normlny"/>
    <w:uiPriority w:val="99"/>
    <w:rsid w:val="00473F60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473F6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9B2118"/>
    <w:rPr>
      <w:rFonts w:cs="Times New Roman"/>
      <w:sz w:val="24"/>
    </w:rPr>
  </w:style>
  <w:style w:type="paragraph" w:styleId="Nzov">
    <w:name w:val="Title"/>
    <w:basedOn w:val="Normlny"/>
    <w:link w:val="NzovChar"/>
    <w:uiPriority w:val="99"/>
    <w:qFormat/>
    <w:rsid w:val="00473F60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832D41"/>
    <w:rPr>
      <w:rFonts w:ascii="Cambria" w:hAnsi="Cambria" w:cs="Times New Roman"/>
      <w:b/>
      <w:kern w:val="28"/>
      <w:sz w:val="32"/>
    </w:rPr>
  </w:style>
  <w:style w:type="paragraph" w:styleId="Podtitul">
    <w:name w:val="Subtitle"/>
    <w:basedOn w:val="Normlny"/>
    <w:link w:val="PodtitulChar"/>
    <w:uiPriority w:val="99"/>
    <w:qFormat/>
    <w:rsid w:val="00473F60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832D41"/>
    <w:rPr>
      <w:rFonts w:ascii="Cambria" w:hAnsi="Cambria" w:cs="Times New Roman"/>
      <w:sz w:val="24"/>
    </w:rPr>
  </w:style>
  <w:style w:type="paragraph" w:styleId="Zarkazkladnhotextu">
    <w:name w:val="Body Text Indent"/>
    <w:basedOn w:val="Normlny"/>
    <w:link w:val="ZarkazkladnhotextuChar"/>
    <w:uiPriority w:val="99"/>
    <w:rsid w:val="00473F60"/>
    <w:pPr>
      <w:ind w:left="180" w:hanging="180"/>
      <w:jc w:val="both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832D41"/>
    <w:rPr>
      <w:rFonts w:cs="Times New Roman"/>
      <w:sz w:val="24"/>
    </w:rPr>
  </w:style>
  <w:style w:type="paragraph" w:styleId="Zkladntext3">
    <w:name w:val="Body Text 3"/>
    <w:basedOn w:val="Normlny"/>
    <w:link w:val="Zkladntext3Char"/>
    <w:uiPriority w:val="99"/>
    <w:rsid w:val="00473F60"/>
    <w:rPr>
      <w:sz w:val="16"/>
      <w:szCs w:val="16"/>
    </w:rPr>
  </w:style>
  <w:style w:type="character" w:customStyle="1" w:styleId="Zkladntext3Char">
    <w:name w:val="Základný text 3 Char"/>
    <w:link w:val="Zkladntext3"/>
    <w:uiPriority w:val="99"/>
    <w:semiHidden/>
    <w:locked/>
    <w:rsid w:val="00832D41"/>
    <w:rPr>
      <w:rFonts w:cs="Times New Roman"/>
      <w:sz w:val="16"/>
    </w:rPr>
  </w:style>
  <w:style w:type="table" w:styleId="Mriekatabuky">
    <w:name w:val="Table Grid"/>
    <w:basedOn w:val="Normlnatabuka"/>
    <w:uiPriority w:val="99"/>
    <w:rsid w:val="00E0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"/>
    <w:uiPriority w:val="99"/>
    <w:semiHidden/>
    <w:rsid w:val="007B634A"/>
    <w:pPr>
      <w:shd w:val="clear" w:color="auto" w:fill="000080"/>
    </w:pPr>
    <w:rPr>
      <w:sz w:val="2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832D41"/>
    <w:rPr>
      <w:rFonts w:cs="Times New Roman"/>
      <w:sz w:val="2"/>
    </w:rPr>
  </w:style>
  <w:style w:type="paragraph" w:customStyle="1" w:styleId="EmptyCellLayoutStyle">
    <w:name w:val="EmptyCellLayoutStyle"/>
    <w:rsid w:val="0078141E"/>
    <w:pPr>
      <w:spacing w:after="160" w:line="259" w:lineRule="auto"/>
    </w:pPr>
    <w:rPr>
      <w:sz w:val="2"/>
    </w:rPr>
  </w:style>
  <w:style w:type="paragraph" w:styleId="Odsekzoznamu">
    <w:name w:val="List Paragraph"/>
    <w:basedOn w:val="Normlny"/>
    <w:uiPriority w:val="34"/>
    <w:qFormat/>
    <w:rsid w:val="0078141E"/>
    <w:pPr>
      <w:spacing w:after="186" w:line="226" w:lineRule="auto"/>
      <w:ind w:left="720" w:hanging="10"/>
      <w:contextualSpacing/>
      <w:jc w:val="both"/>
    </w:pPr>
    <w:rPr>
      <w:rFonts w:ascii="Cambria" w:eastAsia="Cambria" w:hAnsi="Cambria" w:cs="Cambria"/>
      <w:color w:val="181717"/>
      <w:sz w:val="22"/>
      <w:szCs w:val="22"/>
    </w:rPr>
  </w:style>
  <w:style w:type="character" w:customStyle="1" w:styleId="shorttext">
    <w:name w:val="short_text"/>
    <w:rsid w:val="00781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16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2_2_SL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TL05OA2_2_SL.dot</Template>
  <TotalTime>1</TotalTime>
  <Pages>3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TL05OA2_2_SL</vt:lpstr>
    </vt:vector>
  </TitlesOfParts>
  <Company>SNAS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TL05OA2_2_SL</dc:title>
  <dc:subject>Skúšobné laboratórium</dc:subject>
  <dc:creator>Cucorova</dc:creator>
  <dc:description>Príloha k žiadosti o akreditáciu SNASver. 01.01.05, TL 05 SNAS</dc:description>
  <cp:lastModifiedBy>Andrea Cucorová</cp:lastModifiedBy>
  <cp:revision>2</cp:revision>
  <cp:lastPrinted>2013-10-31T14:14:00Z</cp:lastPrinted>
  <dcterms:created xsi:type="dcterms:W3CDTF">2026-02-06T14:29:00Z</dcterms:created>
  <dcterms:modified xsi:type="dcterms:W3CDTF">2026-02-06T14:29:00Z</dcterms:modified>
</cp:coreProperties>
</file>